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0E70" w:rsidRPr="00981793" w:rsidRDefault="00C80E70" w:rsidP="00437185">
      <w:pPr>
        <w:spacing w:line="280" w:lineRule="exact"/>
        <w:rPr>
          <w:rFonts w:ascii="Riojana" w:hAnsi="Riojana" w:cs="Arial"/>
          <w:color w:val="A6A6A6"/>
          <w:lang w:val="es-ES_tradnl"/>
        </w:rPr>
      </w:pPr>
      <w:bookmarkStart w:id="0" w:name="_Toc450906557"/>
      <w:bookmarkStart w:id="1" w:name="_Toc450906632"/>
      <w:r w:rsidRPr="00981793">
        <w:rPr>
          <w:rFonts w:ascii="Riojana" w:hAnsi="Riojana" w:cs="Arial"/>
          <w:color w:val="A6A6A6"/>
          <w:lang w:val="es-ES_tradnl"/>
        </w:rPr>
        <w:t>Expediente para Consejo de Gobierno</w:t>
      </w:r>
      <w:bookmarkStart w:id="2" w:name="_GoBack"/>
      <w:bookmarkEnd w:id="2"/>
    </w:p>
    <w:p w:rsidR="005B1A75" w:rsidRPr="00981793" w:rsidRDefault="005B1A75" w:rsidP="00437185">
      <w:pPr>
        <w:spacing w:line="280" w:lineRule="exact"/>
        <w:rPr>
          <w:rFonts w:ascii="Riojana" w:hAnsi="Riojana" w:cs="Arial"/>
          <w:color w:val="A6A6A6"/>
          <w:lang w:val="es-ES_tradnl"/>
        </w:rPr>
      </w:pPr>
    </w:p>
    <w:p w:rsidR="00C80E70" w:rsidRPr="00981793" w:rsidRDefault="00C80E70" w:rsidP="00437185">
      <w:pPr>
        <w:spacing w:line="280" w:lineRule="exact"/>
        <w:rPr>
          <w:rFonts w:ascii="Riojana" w:hAnsi="Riojana" w:cs="Arial"/>
          <w:color w:val="A6A6A6"/>
          <w:lang w:val="es-ES_tradnl"/>
        </w:rPr>
      </w:pPr>
      <w:r w:rsidRPr="00981793">
        <w:rPr>
          <w:rFonts w:ascii="Riojana" w:hAnsi="Riojana" w:cs="Arial"/>
          <w:color w:val="A6A6A6"/>
          <w:lang w:val="es-ES_tradnl"/>
        </w:rPr>
        <w:t>PROYECTO DE DISPOSICIÓN DE CARÁCTER GENERAL</w:t>
      </w:r>
    </w:p>
    <w:p w:rsidR="005B1A75" w:rsidRPr="00981793" w:rsidRDefault="005B1A75" w:rsidP="00437185">
      <w:pPr>
        <w:spacing w:line="280" w:lineRule="exact"/>
        <w:rPr>
          <w:rFonts w:ascii="Riojana" w:hAnsi="Riojana" w:cs="Arial"/>
          <w:lang w:val="es-ES_tradnl"/>
        </w:rPr>
      </w:pPr>
    </w:p>
    <w:p w:rsidR="00C80E70" w:rsidRPr="00981793" w:rsidRDefault="00C80E70" w:rsidP="00437185">
      <w:pPr>
        <w:spacing w:line="280" w:lineRule="exact"/>
        <w:rPr>
          <w:rFonts w:ascii="Riojana" w:hAnsi="Riojana" w:cs="Arial"/>
        </w:rPr>
      </w:pPr>
      <w:r w:rsidRPr="00981793">
        <w:rPr>
          <w:rFonts w:ascii="Riojana" w:hAnsi="Riojana" w:cs="Arial"/>
        </w:rPr>
        <w:t>En ejercicio de la competencia que me atribuye el artículo 40.3 de la Ley 4/2005, de 1 de junio, de Funcionamiento y Régimen Jurídico de la Administración de la Comunidad Autónoma de La Rioja, RESUELVO aprobar el siguiente</w:t>
      </w:r>
    </w:p>
    <w:p w:rsidR="00C80E70" w:rsidRPr="00981793" w:rsidRDefault="00C80E70" w:rsidP="00437185">
      <w:pPr>
        <w:spacing w:line="280" w:lineRule="exact"/>
        <w:rPr>
          <w:rFonts w:ascii="Riojana" w:hAnsi="Riojana" w:cs="Arial"/>
        </w:rPr>
      </w:pPr>
      <w:r w:rsidRPr="00981793">
        <w:rPr>
          <w:rFonts w:ascii="Riojana" w:hAnsi="Riojana" w:cs="Arial"/>
          <w:noProof/>
        </w:rPr>
        <mc:AlternateContent>
          <mc:Choice Requires="wps">
            <w:drawing>
              <wp:anchor distT="0" distB="0" distL="114300" distR="114300" simplePos="0" relativeHeight="251659264" behindDoc="0" locked="0" layoutInCell="0" allowOverlap="1" wp14:anchorId="412FF707" wp14:editId="68249BFC">
                <wp:simplePos x="0" y="0"/>
                <wp:positionH relativeFrom="column">
                  <wp:posOffset>-2046</wp:posOffset>
                </wp:positionH>
                <wp:positionV relativeFrom="paragraph">
                  <wp:posOffset>74154</wp:posOffset>
                </wp:positionV>
                <wp:extent cx="6182360" cy="1089378"/>
                <wp:effectExtent l="0" t="0" r="27940" b="15875"/>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2360" cy="1089378"/>
                        </a:xfrm>
                        <a:prstGeom prst="rect">
                          <a:avLst/>
                        </a:prstGeom>
                        <a:solidFill>
                          <a:srgbClr val="FFFFFF"/>
                        </a:solidFill>
                        <a:ln w="9525">
                          <a:solidFill>
                            <a:srgbClr val="C0C0C0"/>
                          </a:solidFill>
                          <a:miter lim="800000"/>
                          <a:headEnd/>
                          <a:tailEnd/>
                        </a:ln>
                      </wps:spPr>
                      <wps:txbx>
                        <w:txbxContent>
                          <w:p w:rsidR="00B13F64" w:rsidRDefault="00B13F64" w:rsidP="008C22AA">
                            <w:pPr>
                              <w:spacing w:line="280" w:lineRule="atLeast"/>
                              <w:rPr>
                                <w:rFonts w:ascii="Riojana Bold" w:hAnsi="Riojana Bold"/>
                                <w:sz w:val="24"/>
                                <w:szCs w:val="24"/>
                              </w:rPr>
                            </w:pPr>
                          </w:p>
                          <w:p w:rsidR="00B13F64" w:rsidRPr="00981793" w:rsidRDefault="00B13F64" w:rsidP="008C22AA">
                            <w:pPr>
                              <w:spacing w:line="280" w:lineRule="atLeast"/>
                              <w:rPr>
                                <w:rFonts w:ascii="Riojana Bold" w:hAnsi="Riojana Bold"/>
                                <w:sz w:val="24"/>
                                <w:szCs w:val="24"/>
                              </w:rPr>
                            </w:pPr>
                            <w:r w:rsidRPr="00A85EA4">
                              <w:rPr>
                                <w:rFonts w:ascii="Riojana Bold" w:hAnsi="Riojana Bold"/>
                                <w:sz w:val="24"/>
                                <w:szCs w:val="24"/>
                              </w:rPr>
                              <w:t xml:space="preserve">Proyecto de </w:t>
                            </w:r>
                            <w:r>
                              <w:rPr>
                                <w:rFonts w:ascii="Riojana Bold" w:hAnsi="Riojana Bold"/>
                                <w:sz w:val="24"/>
                                <w:szCs w:val="24"/>
                              </w:rPr>
                              <w:t>Ley de Presupuestos Generales de la Comunidad Autónoma de La Rioja para el año 2023</w:t>
                            </w:r>
                          </w:p>
                          <w:p w:rsidR="00B13F64" w:rsidRPr="00981793" w:rsidRDefault="00B13F64" w:rsidP="00252074">
                            <w:pPr>
                              <w:spacing w:before="0" w:after="200" w:line="276" w:lineRule="auto"/>
                              <w:rPr>
                                <w:rFonts w:ascii="Riojana Bold" w:eastAsia="HelveticaNeue LT 85 Heavy" w:hAnsi="Riojana Bold" w:cs="HelveticaNeue LT 85 Heavy"/>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2FF707" id="_x0000_t202" coordsize="21600,21600" o:spt="202" path="m,l,21600r21600,l21600,xe">
                <v:stroke joinstyle="miter"/>
                <v:path gradientshapeok="t" o:connecttype="rect"/>
              </v:shapetype>
              <v:shape id="Cuadro de texto 4" o:spid="_x0000_s1026" type="#_x0000_t202" style="position:absolute;left:0;text-align:left;margin-left:-.15pt;margin-top:5.85pt;width:486.8pt;height:8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" o:allowincell="f" strokecolor="silver">
                <v:textbox>
                  <w:txbxContent>
                    <w:p w:rsidR="00B13F64" w:rsidRDefault="00B13F64" w:rsidP="008C22AA">
                      <w:pPr>
                        <w:spacing w:line="280" w:lineRule="atLeast"/>
                        <w:rPr>
                          <w:rFonts w:ascii="Riojana Bold" w:hAnsi="Riojana Bold"/>
                          <w:sz w:val="24"/>
                          <w:szCs w:val="24"/>
                        </w:rPr>
                      </w:pPr>
                    </w:p>
                    <w:p w:rsidR="00B13F64" w:rsidRPr="00981793" w:rsidRDefault="00B13F64" w:rsidP="008C22AA">
                      <w:pPr>
                        <w:spacing w:line="280" w:lineRule="atLeast"/>
                        <w:rPr>
                          <w:rFonts w:ascii="Riojana Bold" w:hAnsi="Riojana Bold"/>
                          <w:sz w:val="24"/>
                          <w:szCs w:val="24"/>
                        </w:rPr>
                      </w:pPr>
                      <w:r w:rsidRPr="00A85EA4">
                        <w:rPr>
                          <w:rFonts w:ascii="Riojana Bold" w:hAnsi="Riojana Bold"/>
                          <w:sz w:val="24"/>
                          <w:szCs w:val="24"/>
                        </w:rPr>
                        <w:t xml:space="preserve">Proyecto de </w:t>
                      </w:r>
                      <w:r>
                        <w:rPr>
                          <w:rFonts w:ascii="Riojana Bold" w:hAnsi="Riojana Bold"/>
                          <w:sz w:val="24"/>
                          <w:szCs w:val="24"/>
                        </w:rPr>
                        <w:t>Ley de Presupuestos Generales de la Comunidad Autónoma de La Rioja para el año 2023</w:t>
                      </w:r>
                    </w:p>
                    <w:p w:rsidR="00B13F64" w:rsidRPr="00981793" w:rsidRDefault="00B13F64" w:rsidP="00252074">
                      <w:pPr>
                        <w:spacing w:before="0" w:after="200" w:line="276" w:lineRule="auto"/>
                        <w:rPr>
                          <w:rFonts w:ascii="Riojana Bold" w:eastAsia="HelveticaNeue LT 85 Heavy" w:hAnsi="Riojana Bold" w:cs="HelveticaNeue LT 85 Heavy"/>
                          <w:sz w:val="24"/>
                          <w:szCs w:val="24"/>
                        </w:rPr>
                      </w:pPr>
                    </w:p>
                  </w:txbxContent>
                </v:textbox>
              </v:shape>
            </w:pict>
          </mc:Fallback>
        </mc:AlternateContent>
      </w:r>
    </w:p>
    <w:p w:rsidR="00C80E70" w:rsidRPr="00981793" w:rsidRDefault="00C80E70" w:rsidP="00437185">
      <w:pPr>
        <w:spacing w:line="280" w:lineRule="exact"/>
        <w:rPr>
          <w:rFonts w:ascii="Riojana" w:hAnsi="Riojana" w:cs="Arial"/>
        </w:rPr>
      </w:pPr>
    </w:p>
    <w:p w:rsidR="00C80E70" w:rsidRPr="00981793" w:rsidRDefault="00C80E70" w:rsidP="00437185">
      <w:pPr>
        <w:spacing w:line="280" w:lineRule="exact"/>
        <w:rPr>
          <w:rFonts w:ascii="Riojana" w:hAnsi="Riojana" w:cs="Arial"/>
          <w:color w:val="000000" w:themeColor="text1"/>
        </w:rPr>
      </w:pPr>
    </w:p>
    <w:p w:rsidR="00C80E70" w:rsidRPr="00981793" w:rsidRDefault="00C80E70" w:rsidP="00437185">
      <w:pPr>
        <w:spacing w:line="280" w:lineRule="exact"/>
        <w:rPr>
          <w:rFonts w:ascii="Riojana" w:hAnsi="Riojana" w:cs="Arial"/>
          <w:color w:val="000000" w:themeColor="text1"/>
        </w:rPr>
      </w:pPr>
    </w:p>
    <w:p w:rsidR="00011E90" w:rsidRDefault="00011E90" w:rsidP="00011E90">
      <w:pPr>
        <w:pStyle w:val="Ttulo3"/>
        <w:rPr>
          <w:color w:val="FF0000"/>
        </w:rPr>
      </w:pPr>
    </w:p>
    <w:p w:rsidR="00011E90" w:rsidRPr="00011E90" w:rsidRDefault="00011E90" w:rsidP="00011E90">
      <w:pPr>
        <w:pStyle w:val="Ttulo3"/>
        <w:jc w:val="center"/>
        <w:rPr>
          <w:rFonts w:ascii="Riojana Bold" w:hAnsi="Riojana Bold"/>
          <w:b w:val="0"/>
          <w:sz w:val="24"/>
          <w:szCs w:val="24"/>
        </w:rPr>
      </w:pPr>
      <w:r w:rsidRPr="00011E90">
        <w:rPr>
          <w:rFonts w:ascii="Riojana Bold" w:hAnsi="Riojana Bold"/>
          <w:b w:val="0"/>
          <w:sz w:val="24"/>
          <w:szCs w:val="24"/>
        </w:rPr>
        <w:t>Exposición de motivos</w:t>
      </w:r>
    </w:p>
    <w:p w:rsidR="00011E90" w:rsidRPr="00011E90" w:rsidRDefault="00011E90" w:rsidP="00011E90">
      <w:pPr>
        <w:spacing w:after="0" w:line="280" w:lineRule="exact"/>
        <w:rPr>
          <w:rFonts w:ascii="Riojana" w:hAnsi="Riojana"/>
        </w:rPr>
      </w:pPr>
      <w:r w:rsidRPr="00011E90">
        <w:rPr>
          <w:rFonts w:ascii="Riojana" w:hAnsi="Riojana"/>
        </w:rPr>
        <w:t xml:space="preserve">El Presupuesto, el cuarto de la actual Legislatura, se presenta marcado por un contexto de elevada incertidumbre y de urgencia transformadora asociado a las consecuencias económicas y sociales del conflicto bélico en Ucrania, con especial incidencia en los precios de la energía, de las materias primas y de los alimentos. En este entorno tan complejo cobra renovada importancia el papel del Gobierno regional a la hora de elaborar unas cuentas públicas que contribuyan, tanto a facilitar una red de apoyo y protección a las familias, a pymes y a autónomos, como a la transformación integral del modelo productivo encaminado hacia una economía moderna, competitiva, sostenible, eficiente y climáticamente neutra. </w:t>
      </w:r>
    </w:p>
    <w:p w:rsidR="00011E90" w:rsidRPr="00011E90" w:rsidRDefault="00011E90" w:rsidP="00011E90">
      <w:pPr>
        <w:spacing w:after="0" w:line="280" w:lineRule="exact"/>
        <w:rPr>
          <w:rFonts w:ascii="Riojana" w:hAnsi="Riojana"/>
        </w:rPr>
      </w:pPr>
      <w:r w:rsidRPr="00011E90">
        <w:rPr>
          <w:rFonts w:ascii="Riojana" w:hAnsi="Riojana"/>
        </w:rPr>
        <w:t>En este sentido, La Rioja afronta esta situación partiendo de un patrón de recuperación muy distinto al de crisis anteriores gracias, en gran parte, a las medidas puestas en marcha anteriormente para responder a la pandemia de la COVID-19 y que durante 2023 se verán reforzadas por proyectos cuyo objetivo principal pasa por favorecer a la mayoría social y consolidar el crecimiento económico.</w:t>
      </w:r>
    </w:p>
    <w:p w:rsidR="00011E90" w:rsidRPr="00011E90" w:rsidRDefault="00011E90" w:rsidP="00011E90">
      <w:pPr>
        <w:spacing w:after="0" w:line="280" w:lineRule="exact"/>
        <w:rPr>
          <w:rFonts w:ascii="Riojana" w:hAnsi="Riojana"/>
        </w:rPr>
      </w:pPr>
      <w:r w:rsidRPr="00011E90">
        <w:rPr>
          <w:rFonts w:ascii="Riojana" w:hAnsi="Riojana"/>
        </w:rPr>
        <w:t>Así, las cuentas del próximo año van encaminadas a mitigar los efectos de la guerra y la inflación, por una parte, reforzando el empleo y dando cobertura a las necesidades de la población riojana y, por otra, ayudando al tejido empresarial a ser más competitivo, sin descuidar la apuesta que el Ejecutivo ha hecho desde el primer día por una fiscalidad justa e inteligente alineada plenamente con el artículo 31 de la Constitución.</w:t>
      </w:r>
    </w:p>
    <w:p w:rsidR="00011E90" w:rsidRPr="00011E90" w:rsidRDefault="00011E90" w:rsidP="00011E90">
      <w:pPr>
        <w:spacing w:after="0" w:line="280" w:lineRule="exact"/>
        <w:rPr>
          <w:rFonts w:ascii="Riojana" w:hAnsi="Riojana"/>
        </w:rPr>
      </w:pPr>
      <w:r w:rsidRPr="00011E90">
        <w:rPr>
          <w:rFonts w:ascii="Riojana" w:hAnsi="Riojana"/>
        </w:rPr>
        <w:lastRenderedPageBreak/>
        <w:t>De igual modo, siguen presentes en el próximo presupuesto retos básicos como la lucha contra la despoblación y el cambio climático, el impulso a la industria, el comercio, el turismo, un mayor apoyo a pymes y autónomos o la modernización de la administración, que vienen recogidos en el “Acuerdo para un Gobierno de Izquierdas y Progresista” sellado entre el Partido Socialista Obrero Español, Unidas Podemos-</w:t>
      </w:r>
      <w:proofErr w:type="spellStart"/>
      <w:r w:rsidRPr="00011E90">
        <w:rPr>
          <w:rFonts w:ascii="Riojana" w:hAnsi="Riojana"/>
        </w:rPr>
        <w:t>Equo</w:t>
      </w:r>
      <w:proofErr w:type="spellEnd"/>
      <w:r w:rsidRPr="00011E90">
        <w:rPr>
          <w:rFonts w:ascii="Riojana" w:hAnsi="Riojana"/>
        </w:rPr>
        <w:t xml:space="preserve"> e Izquierda Unida el 21 de agosto de 2019.</w:t>
      </w:r>
    </w:p>
    <w:p w:rsidR="00011E90" w:rsidRPr="00011E90" w:rsidRDefault="00011E90" w:rsidP="00011E90">
      <w:pPr>
        <w:spacing w:after="0" w:line="280" w:lineRule="exact"/>
        <w:rPr>
          <w:rFonts w:ascii="Riojana" w:hAnsi="Riojana"/>
        </w:rPr>
      </w:pPr>
      <w:r w:rsidRPr="00011E90">
        <w:rPr>
          <w:rFonts w:ascii="Riojana" w:hAnsi="Riojana"/>
        </w:rPr>
        <w:t>Como primer eslabón en la elaboración de los Presupuestos, el Ejecutivo riojano acordó el pasado 31 de agosto un límite de gasto no financiero para el Presupuesto de 2023 que asciende a 1.629,5 millones de euros con el propósito de atender las necesidades ineludibles del ejercicio, equivalente a un 6,4% más que el límite aprobado para 2022.</w:t>
      </w:r>
    </w:p>
    <w:p w:rsidR="00011E90" w:rsidRPr="00011E90" w:rsidRDefault="00011E90" w:rsidP="00011E90">
      <w:pPr>
        <w:spacing w:after="0" w:line="280" w:lineRule="exact"/>
        <w:rPr>
          <w:rFonts w:ascii="Riojana" w:hAnsi="Riojana"/>
        </w:rPr>
      </w:pPr>
      <w:r w:rsidRPr="00011E90">
        <w:rPr>
          <w:rFonts w:ascii="Riojana" w:hAnsi="Riojana"/>
        </w:rPr>
        <w:t xml:space="preserve">Se prorroga la suspensión de las reglas fiscales en línea con la decisión de la Comisión Europea de mantener la cláusula de salvaguarda del Pacto de Estabilidad y Crecimiento también para 2023. Esta circunstancia permitirá dotar a los países de mayor flexibilidad para afrontar la crisis derivada de la invasión de Ucrania. Pese a esta suspensión, el Gobierno de La Rioja mantiene su compromiso con la responsabilidad fiscal y la reducción del déficit público. De hecho, los objetivos de estabilidad se han sustituido por unas tasas de referencia del déficit público, que concretamente en el caso de las Comunidades Autónomas se sitúa en el 0,3% del correspondiente PIB autonómico en aplicación del principio de corresponsabilidad fiscal. Los marcos presupuestarios, a partir de los cuales se ha elaborado el Presupuesto de 2023, se han ajustado al estricto cumplimiento del mencionado objetivo de referencia del déficit público. </w:t>
      </w:r>
    </w:p>
    <w:p w:rsidR="00011E90" w:rsidRPr="00011E90" w:rsidRDefault="00011E90" w:rsidP="00011E90">
      <w:pPr>
        <w:spacing w:after="0" w:line="280" w:lineRule="exact"/>
        <w:rPr>
          <w:rFonts w:ascii="Riojana" w:hAnsi="Riojana"/>
        </w:rPr>
      </w:pPr>
      <w:r w:rsidRPr="00011E90">
        <w:rPr>
          <w:rFonts w:ascii="Riojana" w:hAnsi="Riojana"/>
        </w:rPr>
        <w:t>En paralelo, los Presupuestos de 2023 vuelven a contemplar un importe global de 40 millones de euros para realizar actuaciones que forman parte del Plan de Transformación de La Rioja con el fin de impulsar la modernización de la comunidad autónoma de forma complementaria al marco definido por el fondo de recuperación Next Generation EU y el Plan de Recuperación, Transformación y Resiliencia, España Puede.</w:t>
      </w:r>
    </w:p>
    <w:p w:rsidR="00011E90" w:rsidRPr="00011E90" w:rsidRDefault="00011E90" w:rsidP="00011E90">
      <w:pPr>
        <w:spacing w:after="0" w:line="280" w:lineRule="exact"/>
        <w:rPr>
          <w:rFonts w:ascii="Riojana" w:hAnsi="Riojana"/>
        </w:rPr>
      </w:pPr>
      <w:r w:rsidRPr="00011E90">
        <w:rPr>
          <w:rFonts w:ascii="Riojana" w:hAnsi="Riojana"/>
        </w:rPr>
        <w:t>En suma, todas las actuaciones que engloba el presupuesto del próximo ejercicio tendrán un impacto extraordinario en La Rioja, al impulsar y afianzar su transformación hacia un crecimiento sostenible, proporcionando un marco de estabilidad y confianza en la población y consolidando el cambio.</w:t>
      </w:r>
    </w:p>
    <w:p w:rsidR="00011E90" w:rsidRPr="00011E90" w:rsidRDefault="00011E90" w:rsidP="00011E90">
      <w:pPr>
        <w:spacing w:after="0" w:line="280" w:lineRule="exact"/>
        <w:rPr>
          <w:rFonts w:ascii="Riojana" w:hAnsi="Riojana"/>
        </w:rPr>
      </w:pPr>
      <w:r w:rsidRPr="00011E90">
        <w:rPr>
          <w:rFonts w:ascii="Riojana" w:hAnsi="Riojana"/>
        </w:rPr>
        <w:t>El texto articulado consta de setenta artículos, distribuidos en cinco títulos, que se completan en su parte final por once disposiciones adicionales, una disposición derogatoria y una disposición final.</w:t>
      </w:r>
    </w:p>
    <w:p w:rsidR="00011E90" w:rsidRPr="00011E90" w:rsidRDefault="00011E90" w:rsidP="00011E90">
      <w:pPr>
        <w:spacing w:after="0" w:line="280" w:lineRule="exact"/>
        <w:rPr>
          <w:rFonts w:ascii="Riojana" w:hAnsi="Riojana"/>
        </w:rPr>
      </w:pPr>
      <w:r w:rsidRPr="00011E90">
        <w:rPr>
          <w:rFonts w:ascii="Riojana" w:hAnsi="Riojana"/>
        </w:rPr>
        <w:t>El título I, 'De los créditos y sus modificaciones', constituye el fundamento de la ley, por cuanto dota de eficacia jurídica a la expresión cifrada de los gastos e ingresos del sector público de la Comunidad Autónoma.</w:t>
      </w:r>
    </w:p>
    <w:p w:rsidR="00011E90" w:rsidRPr="00011E90" w:rsidRDefault="00011E90" w:rsidP="00011E90">
      <w:pPr>
        <w:spacing w:after="0" w:line="280" w:lineRule="exact"/>
        <w:rPr>
          <w:rFonts w:ascii="Riojana" w:hAnsi="Riojana"/>
        </w:rPr>
      </w:pPr>
      <w:r w:rsidRPr="00011E90">
        <w:rPr>
          <w:rFonts w:ascii="Riojana" w:hAnsi="Riojana"/>
        </w:rPr>
        <w:t>En el capítulo I se regula el ámbito de los Presupuestos Generales de la Comunidad Autónoma de acuerdo con la clasificación que establecen la Ley 3/2003, de 3 de marzo, de Organización del Sector Público de la Comunidad Autónoma de La Rioja, y la Ley 11/2013, de 21 de octubre, de Hacienda Pública de La Rioja.</w:t>
      </w:r>
    </w:p>
    <w:p w:rsidR="00011E90" w:rsidRPr="00011E90" w:rsidRDefault="00011E90" w:rsidP="00011E90">
      <w:pPr>
        <w:spacing w:after="0" w:line="280" w:lineRule="exact"/>
        <w:rPr>
          <w:rFonts w:ascii="Riojana" w:hAnsi="Riojana"/>
        </w:rPr>
      </w:pPr>
      <w:r w:rsidRPr="00011E90">
        <w:rPr>
          <w:rFonts w:ascii="Riojana" w:hAnsi="Riojana"/>
        </w:rPr>
        <w:lastRenderedPageBreak/>
        <w:t>Asimismo, se aprueban los estados de gastos e ingresos y se consigna el importe de los beneficios fiscales que afectan a los tributos de la Comunidad Autónoma de La Rioja.</w:t>
      </w:r>
    </w:p>
    <w:p w:rsidR="00011E90" w:rsidRPr="00011E90" w:rsidRDefault="00011E90" w:rsidP="00011E90">
      <w:pPr>
        <w:spacing w:after="0" w:line="280" w:lineRule="exact"/>
        <w:rPr>
          <w:rFonts w:ascii="Riojana" w:hAnsi="Riojana"/>
        </w:rPr>
      </w:pPr>
      <w:r w:rsidRPr="00011E90">
        <w:rPr>
          <w:rFonts w:ascii="Riojana" w:hAnsi="Riojana"/>
        </w:rPr>
        <w:t>El capítulo II contiene el régimen de los diferentes tipos de modificaciones presupuestarias, tales como transferencias, generaciones 'en este caso con referencias específicas a las procedentes del Fondo Europeo Agrícola de Desarrollo Rural y la Agencia de Desarrollo Económico de La Rioja', créditos ampliables, incorporaciones de crédito, y de los créditos extraordinarios y suplementos de crédito.</w:t>
      </w:r>
    </w:p>
    <w:p w:rsidR="00011E90" w:rsidRPr="00011E90" w:rsidRDefault="00011E90" w:rsidP="00011E90">
      <w:pPr>
        <w:spacing w:after="0" w:line="280" w:lineRule="exact"/>
        <w:rPr>
          <w:rFonts w:ascii="Riojana" w:hAnsi="Riojana"/>
        </w:rPr>
      </w:pPr>
      <w:r w:rsidRPr="00011E90">
        <w:rPr>
          <w:rFonts w:ascii="Riojana" w:hAnsi="Riojana"/>
        </w:rPr>
        <w:t>El título II, 'Procedimientos de gestión presupuestaria', se estructura en nueve capítulos:</w:t>
      </w:r>
    </w:p>
    <w:p w:rsidR="00011E90" w:rsidRPr="00011E90" w:rsidRDefault="00011E90" w:rsidP="00011E90">
      <w:pPr>
        <w:spacing w:after="0" w:line="280" w:lineRule="exact"/>
        <w:rPr>
          <w:rFonts w:ascii="Riojana" w:hAnsi="Riojana"/>
        </w:rPr>
      </w:pPr>
      <w:r w:rsidRPr="00011E90">
        <w:rPr>
          <w:rFonts w:ascii="Riojana" w:hAnsi="Riojana"/>
        </w:rPr>
        <w:t>El capítulo I se refiere a la aprobación de gastos.</w:t>
      </w:r>
    </w:p>
    <w:p w:rsidR="00011E90" w:rsidRPr="00011E90" w:rsidRDefault="00011E90" w:rsidP="00011E90">
      <w:pPr>
        <w:spacing w:after="0" w:line="280" w:lineRule="exact"/>
        <w:rPr>
          <w:rFonts w:ascii="Riojana" w:hAnsi="Riojana"/>
        </w:rPr>
      </w:pPr>
      <w:r w:rsidRPr="00011E90">
        <w:rPr>
          <w:rFonts w:ascii="Riojana" w:hAnsi="Riojana"/>
        </w:rPr>
        <w:t>El capítulo II regula con carácter general las transferencias y subvenciones, así como las transferencias y subvenciones nominativas, lo que permite aplicar con total claridad el diferente régimen jurídico de ambas figuras.</w:t>
      </w:r>
    </w:p>
    <w:p w:rsidR="00011E90" w:rsidRPr="00011E90" w:rsidRDefault="00011E90" w:rsidP="00011E90">
      <w:pPr>
        <w:spacing w:after="0" w:line="280" w:lineRule="exact"/>
        <w:rPr>
          <w:rFonts w:ascii="Riojana" w:hAnsi="Riojana"/>
        </w:rPr>
      </w:pPr>
      <w:r w:rsidRPr="00011E90">
        <w:rPr>
          <w:rFonts w:ascii="Riojana" w:hAnsi="Riojana"/>
        </w:rPr>
        <w:t>El capítulo III hace referencia a la función interventora. Contiene una previsión en la que se determina que la fiscalización previa e intervención de los derechos e ingresos será sustituida por el control inherente a la toma de razón en contabilidad y fija los supuestos de no sujeción a fiscalización previa.</w:t>
      </w:r>
    </w:p>
    <w:p w:rsidR="00011E90" w:rsidRPr="00011E90" w:rsidRDefault="00011E90" w:rsidP="00011E90">
      <w:pPr>
        <w:spacing w:after="0" w:line="280" w:lineRule="exact"/>
        <w:rPr>
          <w:rFonts w:ascii="Riojana" w:hAnsi="Riojana"/>
        </w:rPr>
      </w:pPr>
      <w:r w:rsidRPr="00011E90">
        <w:rPr>
          <w:rFonts w:ascii="Riojana" w:hAnsi="Riojana"/>
        </w:rPr>
        <w:t>El capítulo IV se centra en la gestión de los presupuestos docentes. En él se fija el módulo económico de distribución de fondos públicos para el sostenimiento de los centros concertados.</w:t>
      </w:r>
    </w:p>
    <w:p w:rsidR="00011E90" w:rsidRPr="00011E90" w:rsidRDefault="00011E90" w:rsidP="00011E90">
      <w:pPr>
        <w:spacing w:after="0" w:line="280" w:lineRule="exact"/>
        <w:rPr>
          <w:rFonts w:ascii="Riojana" w:hAnsi="Riojana"/>
        </w:rPr>
      </w:pPr>
      <w:r w:rsidRPr="00011E90">
        <w:rPr>
          <w:rFonts w:ascii="Riojana" w:hAnsi="Riojana"/>
        </w:rPr>
        <w:t>El capítulo V normaliza, por un lado, las retenciones de crédito y, por otro lado, regula el seguimiento de los gastos con financiación afectada y particularmente los fondos del Mecanismo de Recuperación y Resiliencia.</w:t>
      </w:r>
    </w:p>
    <w:p w:rsidR="00011E90" w:rsidRPr="00011E90" w:rsidRDefault="00011E90" w:rsidP="00011E90">
      <w:pPr>
        <w:spacing w:after="0" w:line="280" w:lineRule="exact"/>
        <w:rPr>
          <w:rFonts w:ascii="Riojana" w:hAnsi="Riojana"/>
        </w:rPr>
      </w:pPr>
      <w:r w:rsidRPr="00011E90">
        <w:rPr>
          <w:rFonts w:ascii="Riojana" w:hAnsi="Riojana"/>
        </w:rPr>
        <w:t>El capítulo VI recoge la gestión del Fondo de Cooperación Local, distinguiendo entre la sección de capitalidad, cabeceras de comarca, sección de municipios con población superior a 5.000 habitantes, sección de municipios con población superior a 2000 habitantes y pequeños municipios, y otras líneas de cooperación local.</w:t>
      </w:r>
    </w:p>
    <w:p w:rsidR="00011E90" w:rsidRPr="00011E90" w:rsidRDefault="00011E90" w:rsidP="00011E90">
      <w:pPr>
        <w:spacing w:after="0" w:line="280" w:lineRule="exact"/>
        <w:rPr>
          <w:rFonts w:ascii="Riojana" w:hAnsi="Riojana"/>
        </w:rPr>
      </w:pPr>
      <w:r w:rsidRPr="00011E90">
        <w:rPr>
          <w:rFonts w:ascii="Riojana" w:hAnsi="Riojana"/>
        </w:rPr>
        <w:t>El capítulo VII regula la gestión económica de los centros docentes públicos de niveles no universitarios dependientes de la Comunidad Autónoma de La Rioja.</w:t>
      </w:r>
    </w:p>
    <w:p w:rsidR="00011E90" w:rsidRPr="00011E90" w:rsidRDefault="00011E90" w:rsidP="00011E90">
      <w:pPr>
        <w:spacing w:after="0" w:line="280" w:lineRule="exact"/>
        <w:rPr>
          <w:rFonts w:ascii="Riojana" w:hAnsi="Riojana"/>
        </w:rPr>
      </w:pPr>
      <w:r w:rsidRPr="00011E90">
        <w:rPr>
          <w:rFonts w:ascii="Riojana" w:hAnsi="Riojana"/>
        </w:rPr>
        <w:t>En los capítulos VIII y IX se establecen los regímenes económico-financieros de la Universidad de La Rioja y de la Agencia de Desarrollo Económico de La Rioja.</w:t>
      </w:r>
    </w:p>
    <w:p w:rsidR="00011E90" w:rsidRPr="00011E90" w:rsidRDefault="00011E90" w:rsidP="00011E90">
      <w:pPr>
        <w:spacing w:after="0" w:line="280" w:lineRule="exact"/>
        <w:rPr>
          <w:rFonts w:ascii="Riojana" w:hAnsi="Riojana"/>
        </w:rPr>
      </w:pPr>
      <w:r w:rsidRPr="00011E90">
        <w:rPr>
          <w:rFonts w:ascii="Riojana" w:hAnsi="Riojana"/>
        </w:rPr>
        <w:t>El título III, 'De los créditos de personal', incluye todas las disposiciones relativas al régimen retributivo del personal al servicio del sector público de la Comunidad Autónoma de La Rioja, que se estructuran en tres capítulos:</w:t>
      </w:r>
    </w:p>
    <w:p w:rsidR="00011E90" w:rsidRPr="00011E90" w:rsidRDefault="00011E90" w:rsidP="00011E90">
      <w:pPr>
        <w:spacing w:after="0" w:line="280" w:lineRule="exact"/>
        <w:rPr>
          <w:rFonts w:ascii="Riojana" w:hAnsi="Riojana"/>
        </w:rPr>
      </w:pPr>
      <w:r w:rsidRPr="00011E90">
        <w:rPr>
          <w:rFonts w:ascii="Riojana" w:hAnsi="Riojana"/>
        </w:rPr>
        <w:t xml:space="preserve">El capítulo I se refiere a los gastos del personal del sector público de la Comunidad Autónoma de La Rioja y, tras delimitar el sector público a estos efectos, dispone, con carácter general, que las retribuciones para </w:t>
      </w:r>
      <w:r w:rsidRPr="00011E90">
        <w:rPr>
          <w:rFonts w:ascii="Riojana" w:hAnsi="Riojana"/>
        </w:rPr>
        <w:lastRenderedPageBreak/>
        <w:t>el 2023 se ajustan a lo que dispone la normativa básica estatal en materia presupuestaria para el ejercicio 2023.</w:t>
      </w:r>
    </w:p>
    <w:p w:rsidR="00011E90" w:rsidRPr="00011E90" w:rsidRDefault="00011E90" w:rsidP="00011E90">
      <w:pPr>
        <w:spacing w:after="0" w:line="280" w:lineRule="exact"/>
        <w:rPr>
          <w:rFonts w:ascii="Riojana" w:hAnsi="Riojana"/>
        </w:rPr>
      </w:pPr>
      <w:r w:rsidRPr="00011E90">
        <w:rPr>
          <w:rFonts w:ascii="Riojana" w:hAnsi="Riojana"/>
        </w:rPr>
        <w:t>En el capítulo II se regulan los regímenes retributivos que afectan a los diferentes tipos de personal y con carácter general dispone que las retribuciones de 2023 se ajusten a lo dispuesto por la normativa básica estatal establecida.</w:t>
      </w:r>
    </w:p>
    <w:p w:rsidR="00011E90" w:rsidRPr="00011E90" w:rsidRDefault="00011E90" w:rsidP="00011E90">
      <w:pPr>
        <w:spacing w:after="0" w:line="280" w:lineRule="exact"/>
        <w:rPr>
          <w:rFonts w:ascii="Riojana" w:hAnsi="Riojana"/>
        </w:rPr>
      </w:pPr>
      <w:r w:rsidRPr="00011E90">
        <w:rPr>
          <w:rFonts w:ascii="Riojana" w:hAnsi="Riojana"/>
        </w:rPr>
        <w:t>Por último, el capítulo III recoge otras disposiciones en materia de régimen del personal activo, como la prohibición de ingresos atípicos, determinación o modificación de retribuciones del personal laboral y no funcionario, contratación de personal con cargo a inversiones, plantillas de personal y oferta de empleo público, relaciones de puestos de trabajo, deducción de haberes y otras disposiciones de normas comunes, regulándose la autorización de los costes de personal de la Universidad de La Rioja.</w:t>
      </w:r>
    </w:p>
    <w:p w:rsidR="00011E90" w:rsidRPr="00011E90" w:rsidRDefault="00011E90" w:rsidP="00011E90">
      <w:pPr>
        <w:spacing w:after="0" w:line="280" w:lineRule="exact"/>
        <w:rPr>
          <w:rFonts w:ascii="Riojana" w:hAnsi="Riojana"/>
        </w:rPr>
      </w:pPr>
      <w:r w:rsidRPr="00011E90">
        <w:rPr>
          <w:rFonts w:ascii="Riojana" w:hAnsi="Riojana"/>
        </w:rPr>
        <w:t>El título IV, 'De las operaciones financieras', se estructura en tres capítulos relativos, respectivamente, a endeudamiento, operaciones de crédito y concesión de avales:</w:t>
      </w:r>
    </w:p>
    <w:p w:rsidR="00011E90" w:rsidRPr="00011E90" w:rsidRDefault="00011E90" w:rsidP="00011E90">
      <w:pPr>
        <w:spacing w:after="0" w:line="280" w:lineRule="exact"/>
        <w:rPr>
          <w:rFonts w:ascii="Riojana" w:hAnsi="Riojana"/>
        </w:rPr>
      </w:pPr>
      <w:r w:rsidRPr="00011E90">
        <w:rPr>
          <w:rFonts w:ascii="Riojana" w:hAnsi="Riojana"/>
        </w:rPr>
        <w:t>El capítulo I hace referencia al límite de endeudamiento autonómico, estableciendo como órgano encargado de su cumplimiento a la Dirección General de Control Presupuestario, a la que se dota de competencias para hacer efectivo ese control.</w:t>
      </w:r>
    </w:p>
    <w:p w:rsidR="00011E90" w:rsidRPr="00011E90" w:rsidRDefault="00011E90" w:rsidP="00011E90">
      <w:pPr>
        <w:spacing w:after="0" w:line="280" w:lineRule="exact"/>
        <w:rPr>
          <w:rFonts w:ascii="Riojana" w:hAnsi="Riojana"/>
        </w:rPr>
      </w:pPr>
      <w:r w:rsidRPr="00011E90">
        <w:rPr>
          <w:rFonts w:ascii="Riojana" w:hAnsi="Riojana"/>
        </w:rPr>
        <w:t>El capítulo II recoge la autorización de operaciones de crédito a largo plazo para 2023, siendo necesaria la autorización del Consejo de Gobierno para concertar operaciones a largo plazo de otros entes del sector público de La Rioja, correspondiendo la autorización del gasto al titular de la consejería con competencias en materia de Hacienda.</w:t>
      </w:r>
    </w:p>
    <w:p w:rsidR="00011E90" w:rsidRPr="00011E90" w:rsidRDefault="00011E90" w:rsidP="00011E90">
      <w:pPr>
        <w:spacing w:after="0" w:line="280" w:lineRule="exact"/>
        <w:rPr>
          <w:rFonts w:ascii="Riojana" w:hAnsi="Riojana"/>
        </w:rPr>
      </w:pPr>
      <w:r w:rsidRPr="00011E90">
        <w:rPr>
          <w:rFonts w:ascii="Riojana" w:hAnsi="Riojana"/>
        </w:rPr>
        <w:t>También se establece la posibilidad de ampliar el endeudamiento autorizado en la ley según los requisitos recogidos en su apartado 2, así como su ampliación en virtud de normas y acuerdos en materia de estabilidad presupuestaria.</w:t>
      </w:r>
    </w:p>
    <w:p w:rsidR="00011E90" w:rsidRPr="00011E90" w:rsidRDefault="00011E90" w:rsidP="00011E90">
      <w:pPr>
        <w:spacing w:after="0" w:line="280" w:lineRule="exact"/>
        <w:rPr>
          <w:rFonts w:ascii="Riojana" w:hAnsi="Riojana"/>
        </w:rPr>
      </w:pPr>
      <w:r w:rsidRPr="00011E90">
        <w:rPr>
          <w:rFonts w:ascii="Riojana" w:hAnsi="Riojana"/>
        </w:rPr>
        <w:t>Del mismo modo, se recoge la posibilidad de avalar dicha operación si así lo solicita el organismo o entidad que va a suscribir la operación.</w:t>
      </w:r>
    </w:p>
    <w:p w:rsidR="00011E90" w:rsidRPr="00011E90" w:rsidRDefault="00011E90" w:rsidP="00011E90">
      <w:pPr>
        <w:spacing w:after="0" w:line="280" w:lineRule="exact"/>
        <w:rPr>
          <w:rFonts w:ascii="Riojana" w:hAnsi="Riojana"/>
        </w:rPr>
      </w:pPr>
      <w:r w:rsidRPr="00011E90">
        <w:rPr>
          <w:rFonts w:ascii="Riojana" w:hAnsi="Riojana"/>
        </w:rPr>
        <w:t>Asimismo, las operaciones de crédito a corto plazo del resto de los entes públicos requerirán autorización previa de la Dirección General de Control Presupuestario, correspondiendo la aprobación del gasto al titular de la consejería con competencias en materia de Hacienda.</w:t>
      </w:r>
    </w:p>
    <w:p w:rsidR="00011E90" w:rsidRPr="00011E90" w:rsidRDefault="00011E90" w:rsidP="00011E90">
      <w:pPr>
        <w:spacing w:after="0" w:line="280" w:lineRule="exact"/>
        <w:rPr>
          <w:rFonts w:ascii="Riojana" w:hAnsi="Riojana"/>
        </w:rPr>
      </w:pPr>
      <w:r w:rsidRPr="00011E90">
        <w:rPr>
          <w:rFonts w:ascii="Riojana" w:hAnsi="Riojana"/>
        </w:rPr>
        <w:t>El capítulo III regula la concesión de avales por la Administración general y la Agencia de Desarrollo Económico de La Rioja, con vigencia exclusiva para el año 2023.</w:t>
      </w:r>
    </w:p>
    <w:p w:rsidR="00011E90" w:rsidRPr="00011E90" w:rsidRDefault="00011E90" w:rsidP="00011E90">
      <w:pPr>
        <w:spacing w:after="0" w:line="280" w:lineRule="exact"/>
        <w:rPr>
          <w:rFonts w:ascii="Riojana" w:hAnsi="Riojana"/>
        </w:rPr>
      </w:pPr>
      <w:r w:rsidRPr="00011E90">
        <w:rPr>
          <w:rFonts w:ascii="Riojana" w:hAnsi="Riojana"/>
        </w:rPr>
        <w:t>Por último, en el título V, 'Normas tributarias', se recoge para el año 2023 el mantenimiento de la cuantía de las tasas exigibles en el año 2022 y el recargo sobre actividades económicas, que se mantiene en el 12%.</w:t>
      </w:r>
    </w:p>
    <w:p w:rsidR="00011E90" w:rsidRPr="00011E90" w:rsidRDefault="00011E90" w:rsidP="00F532F4">
      <w:pPr>
        <w:pStyle w:val="Ttulo3"/>
        <w:jc w:val="center"/>
        <w:rPr>
          <w:rFonts w:ascii="Riojana Bold" w:hAnsi="Riojana Bold"/>
          <w:b w:val="0"/>
          <w:sz w:val="24"/>
          <w:szCs w:val="24"/>
        </w:rPr>
      </w:pPr>
      <w:r w:rsidRPr="00011E90">
        <w:rPr>
          <w:rFonts w:ascii="Riojana Bold" w:hAnsi="Riojana Bold"/>
          <w:b w:val="0"/>
          <w:sz w:val="24"/>
          <w:szCs w:val="24"/>
        </w:rPr>
        <w:lastRenderedPageBreak/>
        <w:t>TÍTULO I. De los créditos y sus modificaciones</w:t>
      </w:r>
    </w:p>
    <w:p w:rsidR="00011E90" w:rsidRPr="00011E90" w:rsidRDefault="00011E90" w:rsidP="00011E90">
      <w:pPr>
        <w:pStyle w:val="Ttulo4"/>
        <w:rPr>
          <w:rFonts w:ascii="Riojana Bold" w:hAnsi="Riojana Bold"/>
          <w:b w:val="0"/>
          <w:i w:val="0"/>
          <w:color w:val="auto"/>
          <w:sz w:val="22"/>
          <w:szCs w:val="22"/>
        </w:rPr>
      </w:pPr>
      <w:r w:rsidRPr="00011E90">
        <w:rPr>
          <w:rFonts w:ascii="Riojana Bold" w:hAnsi="Riojana Bold"/>
          <w:b w:val="0"/>
          <w:i w:val="0"/>
          <w:color w:val="auto"/>
          <w:sz w:val="22"/>
          <w:szCs w:val="22"/>
        </w:rPr>
        <w:t>CAPÍTULO I. De los créditos y su financiación</w:t>
      </w:r>
    </w:p>
    <w:p w:rsidR="00011E90" w:rsidRDefault="00011E90" w:rsidP="00011E90">
      <w:pPr>
        <w:pStyle w:val="Ttulo6"/>
        <w:spacing w:before="120" w:line="280" w:lineRule="exact"/>
        <w:rPr>
          <w:rFonts w:ascii="Riojana" w:hAnsi="Riojana"/>
        </w:rPr>
      </w:pPr>
    </w:p>
    <w:p w:rsidR="00011E90" w:rsidRPr="00011E90" w:rsidRDefault="00011E90" w:rsidP="00011E90">
      <w:pPr>
        <w:pStyle w:val="Ttulo6"/>
        <w:spacing w:before="120" w:line="280" w:lineRule="exact"/>
        <w:rPr>
          <w:rFonts w:ascii="Riojana" w:hAnsi="Riojana"/>
        </w:rPr>
      </w:pPr>
      <w:r w:rsidRPr="00011E90">
        <w:rPr>
          <w:rFonts w:ascii="Riojana" w:hAnsi="Riojana"/>
        </w:rPr>
        <w:t>Artículo 1. Ámbito de los Presupuestos Generales de la Comunidad Autónoma de La Rioja</w:t>
      </w:r>
    </w:p>
    <w:p w:rsidR="00011E90" w:rsidRPr="00011E90" w:rsidRDefault="00011E90" w:rsidP="00011E90">
      <w:pPr>
        <w:pStyle w:val="Normalltimoprrafo"/>
        <w:spacing w:line="280" w:lineRule="exact"/>
        <w:rPr>
          <w:rFonts w:ascii="Riojana" w:hAnsi="Riojana"/>
        </w:rPr>
      </w:pPr>
      <w:r w:rsidRPr="00011E90">
        <w:rPr>
          <w:rFonts w:ascii="Riojana" w:hAnsi="Riojana"/>
        </w:rPr>
        <w:t>Por la presente ley se aprueban los Presupuestos Generales de la Comunidad Autónoma de La Rioja para el año 2023, integrados por:</w:t>
      </w:r>
    </w:p>
    <w:p w:rsidR="00011E90" w:rsidRPr="00011E90" w:rsidRDefault="00011E90" w:rsidP="00204CB1">
      <w:pPr>
        <w:numPr>
          <w:ilvl w:val="0"/>
          <w:numId w:val="9"/>
        </w:numPr>
        <w:tabs>
          <w:tab w:val="num" w:pos="567"/>
        </w:tabs>
        <w:spacing w:after="100" w:line="280" w:lineRule="exact"/>
        <w:ind w:left="567" w:hanging="283"/>
        <w:rPr>
          <w:rFonts w:ascii="Riojana" w:hAnsi="Riojana"/>
        </w:rPr>
      </w:pPr>
      <w:r w:rsidRPr="00011E90">
        <w:rPr>
          <w:rFonts w:ascii="Riojana" w:hAnsi="Riojana"/>
        </w:rPr>
        <w:t>El Presupuesto de la Administración general, en el que se integran los presupuestos del Parlamento, del Defensor del Pueblo, del Consejo Consultivo de La Rioja y de los organismos autónomos Servicio Riojano de Salud e Instituto de Estudios Riojanos.</w:t>
      </w:r>
    </w:p>
    <w:p w:rsidR="00011E90" w:rsidRPr="00011E90" w:rsidRDefault="00011E90" w:rsidP="00204CB1">
      <w:pPr>
        <w:numPr>
          <w:ilvl w:val="0"/>
          <w:numId w:val="9"/>
        </w:numPr>
        <w:tabs>
          <w:tab w:val="num" w:pos="567"/>
        </w:tabs>
        <w:spacing w:after="100" w:line="280" w:lineRule="exact"/>
        <w:ind w:left="567" w:hanging="283"/>
        <w:rPr>
          <w:rFonts w:ascii="Riojana" w:hAnsi="Riojana"/>
        </w:rPr>
      </w:pPr>
      <w:r w:rsidRPr="00011E90">
        <w:rPr>
          <w:rFonts w:ascii="Riojana" w:hAnsi="Riojana"/>
        </w:rPr>
        <w:t>El Presupuesto del organismo de derecho público Consejo Económico y Social de La Rioja</w:t>
      </w:r>
    </w:p>
    <w:p w:rsidR="00011E90" w:rsidRPr="00011E90" w:rsidRDefault="00011E90" w:rsidP="00204CB1">
      <w:pPr>
        <w:numPr>
          <w:ilvl w:val="0"/>
          <w:numId w:val="9"/>
        </w:numPr>
        <w:tabs>
          <w:tab w:val="num" w:pos="567"/>
        </w:tabs>
        <w:spacing w:after="100" w:line="280" w:lineRule="exact"/>
        <w:ind w:left="567" w:hanging="283"/>
        <w:rPr>
          <w:rFonts w:ascii="Riojana" w:hAnsi="Riojana"/>
        </w:rPr>
      </w:pPr>
      <w:r w:rsidRPr="00011E90">
        <w:rPr>
          <w:rFonts w:ascii="Riojana" w:hAnsi="Riojana"/>
        </w:rPr>
        <w:t>El Presupuesto del organismo de derecho público Consejo de la Juventud de La Rioja.</w:t>
      </w:r>
    </w:p>
    <w:p w:rsidR="00011E90" w:rsidRPr="00011E90" w:rsidRDefault="00011E90" w:rsidP="00204CB1">
      <w:pPr>
        <w:numPr>
          <w:ilvl w:val="0"/>
          <w:numId w:val="9"/>
        </w:numPr>
        <w:tabs>
          <w:tab w:val="num" w:pos="567"/>
        </w:tabs>
        <w:spacing w:after="100" w:line="280" w:lineRule="exact"/>
        <w:ind w:left="567" w:hanging="283"/>
        <w:rPr>
          <w:rFonts w:ascii="Riojana" w:hAnsi="Riojana"/>
        </w:rPr>
      </w:pPr>
      <w:r w:rsidRPr="00011E90">
        <w:rPr>
          <w:rFonts w:ascii="Riojana" w:hAnsi="Riojana"/>
        </w:rPr>
        <w:t>El Presupuesto de la entidad pública empresarial Agencia de Desarrollo Económico de La Rioja, cuya normativa aplicable confiere un carácter limitativo a los créditos de su presupuesto de gastos.</w:t>
      </w:r>
    </w:p>
    <w:p w:rsidR="00011E90" w:rsidRPr="00011E90" w:rsidRDefault="00011E90" w:rsidP="00204CB1">
      <w:pPr>
        <w:numPr>
          <w:ilvl w:val="0"/>
          <w:numId w:val="9"/>
        </w:numPr>
        <w:tabs>
          <w:tab w:val="num" w:pos="567"/>
        </w:tabs>
        <w:spacing w:after="100" w:line="280" w:lineRule="exact"/>
        <w:ind w:left="567" w:hanging="283"/>
        <w:rPr>
          <w:rFonts w:ascii="Riojana" w:hAnsi="Riojana"/>
        </w:rPr>
      </w:pPr>
      <w:r w:rsidRPr="00011E90">
        <w:rPr>
          <w:rFonts w:ascii="Riojana" w:hAnsi="Riojana"/>
        </w:rPr>
        <w:t>Los Presupuestos de las sociedades públicas:</w:t>
      </w:r>
    </w:p>
    <w:p w:rsidR="00011E90" w:rsidRPr="00F532F4" w:rsidRDefault="00011E90" w:rsidP="00F532F4">
      <w:pPr>
        <w:pStyle w:val="Prrafodelista"/>
        <w:numPr>
          <w:ilvl w:val="0"/>
          <w:numId w:val="201"/>
        </w:numPr>
        <w:spacing w:after="100" w:line="280" w:lineRule="exact"/>
        <w:ind w:left="567" w:hanging="283"/>
        <w:rPr>
          <w:rFonts w:ascii="Riojana" w:hAnsi="Riojana"/>
        </w:rPr>
      </w:pPr>
      <w:r w:rsidRPr="00F532F4">
        <w:rPr>
          <w:rFonts w:ascii="Riojana" w:hAnsi="Riojana"/>
        </w:rPr>
        <w:t>Valdezcaray, SA.</w:t>
      </w:r>
    </w:p>
    <w:p w:rsidR="00011E90" w:rsidRPr="00011E90" w:rsidRDefault="00011E90" w:rsidP="00F532F4">
      <w:pPr>
        <w:pStyle w:val="Prrafodelista"/>
        <w:numPr>
          <w:ilvl w:val="0"/>
          <w:numId w:val="201"/>
        </w:numPr>
        <w:spacing w:after="100" w:line="280" w:lineRule="exact"/>
        <w:ind w:left="567" w:hanging="283"/>
        <w:rPr>
          <w:rFonts w:ascii="Riojana" w:hAnsi="Riojana"/>
        </w:rPr>
      </w:pPr>
      <w:r w:rsidRPr="00011E90">
        <w:rPr>
          <w:rFonts w:ascii="Riojana" w:hAnsi="Riojana"/>
        </w:rPr>
        <w:t>Instituto de la Vivienda de La Rioja, S.A.</w:t>
      </w:r>
    </w:p>
    <w:p w:rsidR="00011E90" w:rsidRPr="00011E90" w:rsidRDefault="00011E90" w:rsidP="00F532F4">
      <w:pPr>
        <w:pStyle w:val="Prrafodelista"/>
        <w:numPr>
          <w:ilvl w:val="0"/>
          <w:numId w:val="201"/>
        </w:numPr>
        <w:spacing w:after="100" w:line="280" w:lineRule="exact"/>
        <w:ind w:left="567" w:hanging="283"/>
        <w:rPr>
          <w:rFonts w:ascii="Riojana" w:hAnsi="Riojana"/>
        </w:rPr>
      </w:pPr>
      <w:r w:rsidRPr="00011E90">
        <w:rPr>
          <w:rFonts w:ascii="Riojana" w:hAnsi="Riojana"/>
        </w:rPr>
        <w:t>La Rioja 360º Avanza, Sociedad de Promoción de La Rioja, S.A.U.</w:t>
      </w:r>
    </w:p>
    <w:p w:rsidR="00011E90" w:rsidRDefault="00011E90" w:rsidP="00F532F4">
      <w:pPr>
        <w:pStyle w:val="Prrafodelista"/>
        <w:numPr>
          <w:ilvl w:val="0"/>
          <w:numId w:val="201"/>
        </w:numPr>
        <w:spacing w:after="100" w:line="280" w:lineRule="exact"/>
        <w:ind w:left="567" w:hanging="283"/>
        <w:rPr>
          <w:rFonts w:ascii="Riojana" w:hAnsi="Riojana"/>
        </w:rPr>
      </w:pPr>
      <w:r w:rsidRPr="00011E90">
        <w:rPr>
          <w:rFonts w:ascii="Riojana" w:hAnsi="Riojana"/>
        </w:rPr>
        <w:t>Sociedad Riojana de Cuidados Integrales, S.A.U</w:t>
      </w:r>
    </w:p>
    <w:p w:rsidR="00F532F4" w:rsidRPr="00011E90" w:rsidRDefault="00F532F4" w:rsidP="00F532F4">
      <w:pPr>
        <w:pStyle w:val="Prrafodelista"/>
        <w:numPr>
          <w:ilvl w:val="0"/>
          <w:numId w:val="201"/>
        </w:numPr>
        <w:spacing w:after="100" w:line="280" w:lineRule="exact"/>
        <w:ind w:left="567" w:hanging="283"/>
        <w:rPr>
          <w:rFonts w:ascii="Riojana" w:hAnsi="Riojana"/>
        </w:rPr>
      </w:pPr>
    </w:p>
    <w:p w:rsidR="00011E90" w:rsidRPr="00011E90" w:rsidRDefault="00011E90" w:rsidP="00204CB1">
      <w:pPr>
        <w:keepNext/>
        <w:numPr>
          <w:ilvl w:val="0"/>
          <w:numId w:val="9"/>
        </w:numPr>
        <w:tabs>
          <w:tab w:val="num" w:pos="567"/>
        </w:tabs>
        <w:spacing w:after="100" w:line="280" w:lineRule="exact"/>
        <w:ind w:left="568" w:hanging="284"/>
        <w:rPr>
          <w:rFonts w:ascii="Riojana" w:hAnsi="Riojana"/>
        </w:rPr>
      </w:pPr>
      <w:r w:rsidRPr="00011E90">
        <w:rPr>
          <w:rFonts w:ascii="Riojana" w:hAnsi="Riojana"/>
        </w:rPr>
        <w:t>Los Presupuestos de las fundaciones públicas:</w:t>
      </w:r>
    </w:p>
    <w:p w:rsidR="00011E90" w:rsidRPr="00011E90" w:rsidRDefault="00011E90" w:rsidP="00F532F4">
      <w:pPr>
        <w:pStyle w:val="Prrafodelista"/>
        <w:numPr>
          <w:ilvl w:val="0"/>
          <w:numId w:val="201"/>
        </w:numPr>
        <w:spacing w:after="100" w:line="280" w:lineRule="exact"/>
        <w:ind w:left="567" w:hanging="283"/>
        <w:rPr>
          <w:rFonts w:ascii="Riojana" w:hAnsi="Riojana"/>
        </w:rPr>
      </w:pPr>
      <w:r w:rsidRPr="00011E90">
        <w:rPr>
          <w:rFonts w:ascii="Riojana" w:hAnsi="Riojana"/>
        </w:rPr>
        <w:t>Fundación Rioja Salud.</w:t>
      </w:r>
    </w:p>
    <w:p w:rsidR="00011E90" w:rsidRPr="00011E90" w:rsidRDefault="00011E90" w:rsidP="00F532F4">
      <w:pPr>
        <w:pStyle w:val="Prrafodelista"/>
        <w:numPr>
          <w:ilvl w:val="0"/>
          <w:numId w:val="201"/>
        </w:numPr>
        <w:spacing w:after="100" w:line="280" w:lineRule="exact"/>
        <w:ind w:left="567" w:hanging="283"/>
        <w:rPr>
          <w:rFonts w:ascii="Riojana" w:hAnsi="Riojana"/>
        </w:rPr>
      </w:pPr>
      <w:r w:rsidRPr="00011E90">
        <w:rPr>
          <w:rFonts w:ascii="Riojana" w:hAnsi="Riojana"/>
        </w:rPr>
        <w:t>Fundación Hospital de Calahorra.</w:t>
      </w:r>
    </w:p>
    <w:p w:rsidR="00011E90" w:rsidRPr="00011E90" w:rsidRDefault="00011E90" w:rsidP="00F532F4">
      <w:pPr>
        <w:pStyle w:val="Prrafodelista"/>
        <w:numPr>
          <w:ilvl w:val="0"/>
          <w:numId w:val="201"/>
        </w:numPr>
        <w:spacing w:after="100" w:line="280" w:lineRule="exact"/>
        <w:ind w:left="567" w:hanging="283"/>
        <w:rPr>
          <w:rFonts w:ascii="Riojana" w:hAnsi="Riojana"/>
        </w:rPr>
      </w:pPr>
      <w:r w:rsidRPr="00011E90">
        <w:rPr>
          <w:rFonts w:ascii="Riojana" w:hAnsi="Riojana"/>
        </w:rPr>
        <w:t>Fundación Riojana de Apoyo a la Discapacidad.</w:t>
      </w:r>
    </w:p>
    <w:p w:rsidR="00011E90" w:rsidRPr="00011E90" w:rsidRDefault="00011E90" w:rsidP="00F532F4">
      <w:pPr>
        <w:pStyle w:val="Prrafodelista"/>
        <w:numPr>
          <w:ilvl w:val="0"/>
          <w:numId w:val="201"/>
        </w:numPr>
        <w:spacing w:after="100" w:line="280" w:lineRule="exact"/>
        <w:ind w:left="567" w:hanging="283"/>
        <w:rPr>
          <w:rFonts w:ascii="Riojana" w:hAnsi="Riojana"/>
        </w:rPr>
      </w:pPr>
      <w:r w:rsidRPr="00011E90">
        <w:rPr>
          <w:rFonts w:ascii="Riojana" w:hAnsi="Riojana"/>
        </w:rPr>
        <w:t>Fundación Rioja Deporte.</w:t>
      </w:r>
    </w:p>
    <w:p w:rsidR="00011E90" w:rsidRPr="00011E90" w:rsidRDefault="00011E90" w:rsidP="00F532F4">
      <w:pPr>
        <w:pStyle w:val="Prrafodelista"/>
        <w:numPr>
          <w:ilvl w:val="0"/>
          <w:numId w:val="201"/>
        </w:numPr>
        <w:spacing w:after="100" w:line="280" w:lineRule="exact"/>
        <w:ind w:left="567" w:hanging="283"/>
        <w:rPr>
          <w:rFonts w:ascii="Riojana" w:hAnsi="Riojana"/>
        </w:rPr>
      </w:pPr>
      <w:r w:rsidRPr="00011E90">
        <w:rPr>
          <w:rFonts w:ascii="Riojana" w:hAnsi="Riojana"/>
        </w:rPr>
        <w:t>Fundación para la Transformación de La Rioja.</w:t>
      </w:r>
    </w:p>
    <w:p w:rsidR="00011E90" w:rsidRDefault="00011E90" w:rsidP="00F532F4">
      <w:pPr>
        <w:pStyle w:val="Prrafodelista"/>
        <w:numPr>
          <w:ilvl w:val="0"/>
          <w:numId w:val="201"/>
        </w:numPr>
        <w:spacing w:after="100" w:line="280" w:lineRule="exact"/>
        <w:ind w:left="567" w:hanging="283"/>
        <w:rPr>
          <w:rFonts w:ascii="Riojana" w:hAnsi="Riojana"/>
        </w:rPr>
      </w:pPr>
      <w:r w:rsidRPr="00011E90">
        <w:rPr>
          <w:rFonts w:ascii="Riojana" w:hAnsi="Riojana"/>
        </w:rPr>
        <w:t>Fundación Ciudad del Envase y el Embalaje.</w:t>
      </w:r>
    </w:p>
    <w:p w:rsidR="00F532F4" w:rsidRPr="00011E90" w:rsidRDefault="00F532F4" w:rsidP="00F532F4">
      <w:pPr>
        <w:pStyle w:val="Prrafodelista"/>
        <w:numPr>
          <w:ilvl w:val="0"/>
          <w:numId w:val="201"/>
        </w:numPr>
        <w:spacing w:after="100" w:line="280" w:lineRule="exact"/>
        <w:ind w:left="567" w:hanging="283"/>
        <w:rPr>
          <w:rFonts w:ascii="Riojana" w:hAnsi="Riojana"/>
        </w:rPr>
      </w:pPr>
    </w:p>
    <w:p w:rsidR="00011E90" w:rsidRDefault="00011E90" w:rsidP="00204CB1">
      <w:pPr>
        <w:numPr>
          <w:ilvl w:val="0"/>
          <w:numId w:val="9"/>
        </w:numPr>
        <w:tabs>
          <w:tab w:val="num" w:pos="567"/>
        </w:tabs>
        <w:spacing w:after="100" w:line="280" w:lineRule="exact"/>
        <w:ind w:left="567" w:hanging="283"/>
        <w:rPr>
          <w:rFonts w:ascii="Riojana" w:hAnsi="Riojana"/>
        </w:rPr>
      </w:pPr>
      <w:r w:rsidRPr="00011E90">
        <w:rPr>
          <w:rFonts w:ascii="Riojana" w:hAnsi="Riojana"/>
        </w:rPr>
        <w:t>El Presupuesto del consorcio público Consorcio para el Servicio de Extinción de Incendios, Salvamento y Protección Civil de La Rioja.</w:t>
      </w:r>
    </w:p>
    <w:p w:rsidR="00011E90" w:rsidRPr="00011E90" w:rsidRDefault="00011E90" w:rsidP="00011E90">
      <w:pPr>
        <w:spacing w:after="100" w:line="280" w:lineRule="exact"/>
        <w:ind w:left="284"/>
        <w:rPr>
          <w:rFonts w:ascii="Riojana" w:hAnsi="Riojana"/>
        </w:rPr>
      </w:pPr>
    </w:p>
    <w:p w:rsidR="00011E90" w:rsidRPr="00011E90" w:rsidRDefault="00011E90" w:rsidP="00011E90">
      <w:pPr>
        <w:pStyle w:val="Ttulo6"/>
        <w:spacing w:before="120" w:line="280" w:lineRule="exact"/>
        <w:rPr>
          <w:rFonts w:ascii="Riojana" w:hAnsi="Riojana"/>
        </w:rPr>
      </w:pPr>
      <w:r w:rsidRPr="00011E90">
        <w:rPr>
          <w:rFonts w:ascii="Riojana" w:hAnsi="Riojana"/>
        </w:rPr>
        <w:lastRenderedPageBreak/>
        <w:t>Artículo 2. Aprobación del estado de gastos e ingresos</w:t>
      </w:r>
    </w:p>
    <w:p w:rsidR="00011E90" w:rsidRPr="00011E90" w:rsidRDefault="00011E90" w:rsidP="00011E90">
      <w:pPr>
        <w:spacing w:line="280" w:lineRule="exact"/>
        <w:rPr>
          <w:rFonts w:ascii="Riojana" w:hAnsi="Riojana"/>
        </w:rPr>
      </w:pPr>
      <w:r w:rsidRPr="00011E90">
        <w:rPr>
          <w:rFonts w:ascii="Riojana" w:hAnsi="Riojana"/>
        </w:rPr>
        <w:t>1. Para la ejecución de los programas de gastos integrados en los Presupuestos de la Comunidad Autónoma recogidos en el apartado a) del artículo anterior, se aprueban créditos para atender el cumplimiento de sus obligaciones por un importe de 1.822.038.026 euros.</w:t>
      </w:r>
    </w:p>
    <w:p w:rsidR="00011E90" w:rsidRPr="00011E90" w:rsidRDefault="00011E90" w:rsidP="00011E90">
      <w:pPr>
        <w:spacing w:line="280" w:lineRule="exact"/>
        <w:rPr>
          <w:rFonts w:ascii="Riojana" w:hAnsi="Riojana"/>
        </w:rPr>
      </w:pPr>
      <w:r w:rsidRPr="00011E90">
        <w:rPr>
          <w:rFonts w:ascii="Riojana" w:hAnsi="Riojana"/>
        </w:rPr>
        <w:t>2. Se aprueba el Presupuesto del Consejo Económico y Social por un importe de 150.000 euros, en cuyo estado de ingresos se recogen estimaciones de recursos por la misma cuantía.</w:t>
      </w:r>
    </w:p>
    <w:p w:rsidR="00011E90" w:rsidRPr="00011E90" w:rsidRDefault="00011E90" w:rsidP="00011E90">
      <w:pPr>
        <w:spacing w:line="280" w:lineRule="exact"/>
        <w:rPr>
          <w:rFonts w:ascii="Riojana" w:hAnsi="Riojana"/>
        </w:rPr>
      </w:pPr>
      <w:r w:rsidRPr="00011E90">
        <w:rPr>
          <w:rFonts w:ascii="Riojana" w:hAnsi="Riojana"/>
        </w:rPr>
        <w:t>2. Se aprueba el Presupuesto del Consejo de la Juventud por un importe de 62.700 euros, en cuyo estado de ingresos se recogen estimaciones de recursos por la misma cuantía.</w:t>
      </w:r>
    </w:p>
    <w:p w:rsidR="00011E90" w:rsidRPr="00011E90" w:rsidRDefault="00011E90" w:rsidP="00011E90">
      <w:pPr>
        <w:spacing w:line="280" w:lineRule="exact"/>
        <w:rPr>
          <w:rFonts w:ascii="Riojana" w:hAnsi="Riojana"/>
        </w:rPr>
      </w:pPr>
      <w:r w:rsidRPr="00011E90">
        <w:rPr>
          <w:rFonts w:ascii="Riojana" w:hAnsi="Riojana"/>
        </w:rPr>
        <w:t>3. Se aprueba el Presupuesto de la entidad pública empresarial Agencia de Desarrollo Económico de La Rioja por un importe de 130.269.500 euros, en cuyo estado de ingresos se recogen estimaciones de recursos por la misma cuantía.</w:t>
      </w:r>
    </w:p>
    <w:p w:rsidR="00011E90" w:rsidRPr="00011E90" w:rsidRDefault="00011E90" w:rsidP="00011E90">
      <w:pPr>
        <w:spacing w:line="280" w:lineRule="exact"/>
        <w:rPr>
          <w:rFonts w:ascii="Riojana" w:hAnsi="Riojana"/>
        </w:rPr>
      </w:pPr>
      <w:r w:rsidRPr="00011E90">
        <w:rPr>
          <w:rFonts w:ascii="Riojana" w:hAnsi="Riojana"/>
        </w:rPr>
        <w:t>4. Se aprueban los Presupuestos de las sociedades públicas a las que se refiere el artículo 1.e), donde se incluyen las estimaciones de gastos y previsiones de ingresos referidas a las mismas.</w:t>
      </w:r>
    </w:p>
    <w:p w:rsidR="00011E90" w:rsidRPr="00011E90" w:rsidRDefault="00011E90" w:rsidP="00011E90">
      <w:pPr>
        <w:spacing w:line="280" w:lineRule="exact"/>
        <w:rPr>
          <w:rFonts w:ascii="Riojana" w:hAnsi="Riojana"/>
        </w:rPr>
      </w:pPr>
      <w:r w:rsidRPr="00011E90">
        <w:rPr>
          <w:rFonts w:ascii="Riojana" w:hAnsi="Riojana"/>
        </w:rPr>
        <w:t>5. Se aprueban los presupuestos de las fundaciones públicas que recogen sus estimaciones de ingresos y de gastos.</w:t>
      </w:r>
    </w:p>
    <w:p w:rsidR="00011E90" w:rsidRDefault="00011E90" w:rsidP="00011E90">
      <w:pPr>
        <w:spacing w:line="280" w:lineRule="exact"/>
        <w:rPr>
          <w:rFonts w:ascii="Riojana" w:hAnsi="Riojana"/>
        </w:rPr>
      </w:pPr>
      <w:r w:rsidRPr="00011E90">
        <w:rPr>
          <w:rFonts w:ascii="Riojana" w:hAnsi="Riojana"/>
        </w:rPr>
        <w:t>6. Se aprueba el Presupuesto del Consorcio para el Servicio de Extinción de Incendios, Salvamento y Protección Civil de La Rioja por un importe de 7.271.800 euros, en cuyo estado de ingresos se recogen estimaciones de recursos por la misma cuantía.</w:t>
      </w:r>
    </w:p>
    <w:p w:rsidR="00011E90" w:rsidRPr="00011E90" w:rsidRDefault="00011E90" w:rsidP="00011E90">
      <w:pPr>
        <w:spacing w:line="280" w:lineRule="exact"/>
        <w:rPr>
          <w:rFonts w:ascii="Riojana" w:hAnsi="Riojana"/>
        </w:rPr>
      </w:pPr>
    </w:p>
    <w:p w:rsidR="00011E90" w:rsidRPr="00011E90" w:rsidRDefault="00011E90" w:rsidP="00011E90">
      <w:pPr>
        <w:pStyle w:val="Ttulo6"/>
        <w:spacing w:before="120" w:line="280" w:lineRule="exact"/>
        <w:rPr>
          <w:rFonts w:ascii="Riojana" w:hAnsi="Riojana"/>
        </w:rPr>
      </w:pPr>
      <w:r w:rsidRPr="00011E90">
        <w:rPr>
          <w:rFonts w:ascii="Riojana" w:hAnsi="Riojana"/>
        </w:rPr>
        <w:t>Artículo 3. Distribución funcional del estado de gastos</w:t>
      </w:r>
    </w:p>
    <w:p w:rsidR="00011E90" w:rsidRPr="00011E90" w:rsidRDefault="00011E90" w:rsidP="00011E90">
      <w:pPr>
        <w:pStyle w:val="Normalltimoprrafo"/>
        <w:spacing w:line="280" w:lineRule="exact"/>
        <w:rPr>
          <w:rFonts w:ascii="Riojana" w:hAnsi="Riojana"/>
        </w:rPr>
      </w:pPr>
      <w:r w:rsidRPr="00011E90">
        <w:rPr>
          <w:rFonts w:ascii="Riojana" w:hAnsi="Riojana"/>
        </w:rPr>
        <w:t>Los créditos incluidos en los capítulos I al IX de los programas de gastos de los presupuestos del apartado a) del artículo 1 de esta ley se integran en áreas de gasto, en atención a las actividades a realizar, y según el desglose que se detalla:</w:t>
      </w:r>
    </w:p>
    <w:p w:rsidR="00011E90" w:rsidRPr="00011E90" w:rsidRDefault="00011E90" w:rsidP="00204CB1">
      <w:pPr>
        <w:numPr>
          <w:ilvl w:val="0"/>
          <w:numId w:val="10"/>
        </w:numPr>
        <w:spacing w:after="100" w:line="280" w:lineRule="exact"/>
        <w:rPr>
          <w:rFonts w:ascii="Riojana" w:hAnsi="Riojana"/>
        </w:rPr>
      </w:pPr>
      <w:r w:rsidRPr="00011E90">
        <w:rPr>
          <w:rFonts w:ascii="Riojana" w:hAnsi="Riojana"/>
        </w:rPr>
        <w:t xml:space="preserve">Servicios públicos básicos: 55.510.389 </w:t>
      </w:r>
    </w:p>
    <w:p w:rsidR="00011E90" w:rsidRPr="00011E90" w:rsidRDefault="00011E90" w:rsidP="00204CB1">
      <w:pPr>
        <w:numPr>
          <w:ilvl w:val="0"/>
          <w:numId w:val="10"/>
        </w:numPr>
        <w:spacing w:after="100" w:line="280" w:lineRule="exact"/>
        <w:rPr>
          <w:rFonts w:ascii="Riojana" w:hAnsi="Riojana"/>
        </w:rPr>
      </w:pPr>
      <w:r w:rsidRPr="00011E90">
        <w:rPr>
          <w:rFonts w:ascii="Riojana" w:hAnsi="Riojana"/>
        </w:rPr>
        <w:t xml:space="preserve">Actuaciones de protección y promoción social: 217.235.255 </w:t>
      </w:r>
    </w:p>
    <w:p w:rsidR="00011E90" w:rsidRPr="00011E90" w:rsidRDefault="00011E90" w:rsidP="00204CB1">
      <w:pPr>
        <w:numPr>
          <w:ilvl w:val="0"/>
          <w:numId w:val="10"/>
        </w:numPr>
        <w:spacing w:after="100" w:line="280" w:lineRule="exact"/>
        <w:rPr>
          <w:rFonts w:ascii="Riojana" w:hAnsi="Riojana"/>
        </w:rPr>
      </w:pPr>
      <w:r w:rsidRPr="00011E90">
        <w:rPr>
          <w:rFonts w:ascii="Riojana" w:hAnsi="Riojana"/>
        </w:rPr>
        <w:t>Producción de bienes públicos de carácter preferente: 963.139.335</w:t>
      </w:r>
    </w:p>
    <w:p w:rsidR="00011E90" w:rsidRPr="00011E90" w:rsidRDefault="00011E90" w:rsidP="00204CB1">
      <w:pPr>
        <w:numPr>
          <w:ilvl w:val="0"/>
          <w:numId w:val="10"/>
        </w:numPr>
        <w:spacing w:after="100" w:line="280" w:lineRule="exact"/>
        <w:rPr>
          <w:rFonts w:ascii="Riojana" w:hAnsi="Riojana"/>
        </w:rPr>
      </w:pPr>
      <w:r w:rsidRPr="00011E90">
        <w:rPr>
          <w:rFonts w:ascii="Riojana" w:hAnsi="Riojana"/>
        </w:rPr>
        <w:t>Actuaciones de carácter económico: 353.715.896</w:t>
      </w:r>
    </w:p>
    <w:p w:rsidR="00011E90" w:rsidRPr="00011E90" w:rsidRDefault="00011E90" w:rsidP="00204CB1">
      <w:pPr>
        <w:numPr>
          <w:ilvl w:val="0"/>
          <w:numId w:val="10"/>
        </w:numPr>
        <w:spacing w:after="100" w:line="280" w:lineRule="exact"/>
        <w:rPr>
          <w:rFonts w:ascii="Riojana" w:hAnsi="Riojana"/>
        </w:rPr>
      </w:pPr>
      <w:r w:rsidRPr="00011E90">
        <w:rPr>
          <w:rFonts w:ascii="Riojana" w:hAnsi="Riojana"/>
        </w:rPr>
        <w:t>Actuaciones de carácter general: 232.437.151</w:t>
      </w:r>
    </w:p>
    <w:p w:rsidR="00011E90" w:rsidRDefault="00011E90" w:rsidP="00204CB1">
      <w:pPr>
        <w:numPr>
          <w:ilvl w:val="0"/>
          <w:numId w:val="10"/>
        </w:numPr>
        <w:spacing w:after="100" w:line="280" w:lineRule="exact"/>
        <w:rPr>
          <w:rFonts w:ascii="Riojana" w:hAnsi="Riojana"/>
        </w:rPr>
      </w:pPr>
      <w:r w:rsidRPr="00011E90">
        <w:rPr>
          <w:rFonts w:ascii="Riojana" w:hAnsi="Riojana"/>
        </w:rPr>
        <w:t>TOTAL: 1.822.038.026</w:t>
      </w:r>
    </w:p>
    <w:p w:rsidR="00011E90" w:rsidRPr="00011E90" w:rsidRDefault="00011E90" w:rsidP="00F532F4">
      <w:pPr>
        <w:spacing w:after="100" w:line="280" w:lineRule="exact"/>
        <w:ind w:left="284"/>
        <w:rPr>
          <w:rFonts w:ascii="Riojana" w:hAnsi="Riojana"/>
        </w:rPr>
      </w:pPr>
    </w:p>
    <w:p w:rsidR="00011E90" w:rsidRPr="00011E90" w:rsidRDefault="00011E90" w:rsidP="00011E90">
      <w:pPr>
        <w:pStyle w:val="Ttulo6"/>
        <w:spacing w:before="120" w:line="280" w:lineRule="exact"/>
        <w:rPr>
          <w:rFonts w:ascii="Riojana" w:hAnsi="Riojana"/>
        </w:rPr>
      </w:pPr>
      <w:r w:rsidRPr="00011E90">
        <w:rPr>
          <w:rFonts w:ascii="Riojana" w:hAnsi="Riojana"/>
        </w:rPr>
        <w:lastRenderedPageBreak/>
        <w:t>Artículo 4. De la financiación de los créditos</w:t>
      </w:r>
    </w:p>
    <w:p w:rsidR="00011E90" w:rsidRPr="00011E90" w:rsidRDefault="00011E90" w:rsidP="00011E90">
      <w:pPr>
        <w:pStyle w:val="Normalltimoprrafo"/>
        <w:spacing w:line="280" w:lineRule="exact"/>
        <w:rPr>
          <w:rFonts w:ascii="Riojana" w:hAnsi="Riojana"/>
        </w:rPr>
      </w:pPr>
      <w:r w:rsidRPr="00011E90">
        <w:rPr>
          <w:rFonts w:ascii="Riojana" w:hAnsi="Riojana"/>
        </w:rPr>
        <w:t>Las previsiones incluidas en los capítulos I al IX del estado de ingresos de los presupuestos del apartado a) del artículo 1 de esta ley ascienden a 1.822.038.026 euros, distribuidos de la siguiente manera:</w:t>
      </w:r>
    </w:p>
    <w:p w:rsidR="00011E90" w:rsidRPr="00011E90" w:rsidRDefault="00011E90" w:rsidP="00204CB1">
      <w:pPr>
        <w:numPr>
          <w:ilvl w:val="0"/>
          <w:numId w:val="11"/>
        </w:numPr>
        <w:tabs>
          <w:tab w:val="num" w:pos="567"/>
        </w:tabs>
        <w:spacing w:after="100" w:line="280" w:lineRule="exact"/>
        <w:ind w:left="567" w:hanging="283"/>
        <w:rPr>
          <w:rFonts w:ascii="Riojana" w:hAnsi="Riojana"/>
        </w:rPr>
      </w:pPr>
      <w:r w:rsidRPr="00011E90">
        <w:rPr>
          <w:rFonts w:ascii="Riojana" w:hAnsi="Riojana"/>
        </w:rPr>
        <w:t>Los derechos económicos a liquidar durante el ejercicio que se detallan en el estado de ingresos, estimados en un importe de 1.503.747.179 euros.</w:t>
      </w:r>
    </w:p>
    <w:p w:rsidR="00011E90" w:rsidRPr="00011E90" w:rsidRDefault="00011E90" w:rsidP="00204CB1">
      <w:pPr>
        <w:numPr>
          <w:ilvl w:val="0"/>
          <w:numId w:val="11"/>
        </w:numPr>
        <w:tabs>
          <w:tab w:val="num" w:pos="567"/>
        </w:tabs>
        <w:spacing w:after="100" w:line="280" w:lineRule="exact"/>
        <w:ind w:left="567" w:hanging="283"/>
        <w:rPr>
          <w:rFonts w:ascii="Riojana" w:hAnsi="Riojana"/>
        </w:rPr>
      </w:pPr>
      <w:r w:rsidRPr="00011E90">
        <w:rPr>
          <w:rFonts w:ascii="Riojana" w:hAnsi="Riojana"/>
        </w:rPr>
        <w:t>El importe de las operaciones de endeudamiento que se regulan en el artículo 59 de la presente ley por importe de 318.290.847 euros.</w:t>
      </w:r>
    </w:p>
    <w:p w:rsidR="00011E90" w:rsidRDefault="00011E90" w:rsidP="00011E90">
      <w:pPr>
        <w:pStyle w:val="Normalprimerprrafo"/>
        <w:spacing w:before="120" w:line="280" w:lineRule="exact"/>
        <w:rPr>
          <w:rFonts w:ascii="Riojana" w:hAnsi="Riojana"/>
        </w:rPr>
      </w:pPr>
      <w:r w:rsidRPr="00011E90">
        <w:rPr>
          <w:rFonts w:ascii="Riojana" w:hAnsi="Riojana"/>
        </w:rPr>
        <w:t>La distribución por organismos y capítulos de estas previsiones de ingresos es la siguiente:</w:t>
      </w:r>
    </w:p>
    <w:p w:rsidR="00011E90" w:rsidRPr="00011E90" w:rsidRDefault="00011E90" w:rsidP="00011E90">
      <w:pPr>
        <w:pStyle w:val="Normalprimerprrafo"/>
        <w:spacing w:before="120" w:line="280" w:lineRule="exact"/>
        <w:rPr>
          <w:rFonts w:ascii="Riojana" w:hAnsi="Riojana"/>
        </w:rPr>
      </w:pPr>
    </w:p>
    <w:tbl>
      <w:tblPr>
        <w:tblW w:w="9072"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4A0" w:firstRow="1" w:lastRow="0" w:firstColumn="1" w:lastColumn="0" w:noHBand="0" w:noVBand="1"/>
      </w:tblPr>
      <w:tblGrid>
        <w:gridCol w:w="2167"/>
        <w:gridCol w:w="1809"/>
        <w:gridCol w:w="1809"/>
        <w:gridCol w:w="1809"/>
        <w:gridCol w:w="1478"/>
      </w:tblGrid>
      <w:tr w:rsidR="00011E90" w:rsidRPr="00011E90" w:rsidTr="00011E90">
        <w:trPr>
          <w:trHeight w:val="20"/>
          <w:tblCellSpacing w:w="14" w:type="dxa"/>
        </w:trPr>
        <w:tc>
          <w:tcPr>
            <w:tcW w:w="2098" w:type="dxa"/>
            <w:tcBorders>
              <w:top w:val="outset" w:sz="6" w:space="0" w:color="auto"/>
              <w:left w:val="outset" w:sz="6" w:space="0" w:color="auto"/>
              <w:bottom w:val="outset" w:sz="6" w:space="0" w:color="auto"/>
              <w:right w:val="outset" w:sz="6" w:space="0" w:color="auto"/>
            </w:tcBorders>
            <w:noWrap/>
            <w:vAlign w:val="center"/>
            <w:hideMark/>
          </w:tcPr>
          <w:p w:rsidR="00011E90" w:rsidRPr="00011E90" w:rsidRDefault="00011E90" w:rsidP="00011E90">
            <w:pPr>
              <w:keepNext/>
              <w:spacing w:before="0" w:after="0"/>
              <w:jc w:val="center"/>
              <w:rPr>
                <w:rFonts w:ascii="Riojana" w:hAnsi="Riojana" w:cs="Arial"/>
                <w:b/>
                <w:sz w:val="18"/>
                <w:szCs w:val="18"/>
                <w:lang w:val="es-ES_tradnl" w:eastAsia="es-ES_tradnl"/>
              </w:rPr>
            </w:pPr>
            <w:r w:rsidRPr="00011E90">
              <w:rPr>
                <w:rFonts w:ascii="Riojana" w:hAnsi="Riojana"/>
                <w:b/>
                <w:sz w:val="18"/>
                <w:szCs w:val="18"/>
                <w:lang w:val="es-ES_tradnl" w:eastAsia="es-ES_tradnl"/>
              </w:rPr>
              <w:t>ORGANISMO</w:t>
            </w:r>
          </w:p>
        </w:tc>
        <w:tc>
          <w:tcPr>
            <w:tcW w:w="1758" w:type="dxa"/>
            <w:tcBorders>
              <w:top w:val="outset" w:sz="6" w:space="0" w:color="auto"/>
              <w:left w:val="outset" w:sz="6" w:space="0" w:color="auto"/>
              <w:bottom w:val="outset" w:sz="6" w:space="0" w:color="auto"/>
              <w:right w:val="outset" w:sz="6" w:space="0" w:color="auto"/>
            </w:tcBorders>
            <w:noWrap/>
            <w:vAlign w:val="center"/>
            <w:hideMark/>
          </w:tcPr>
          <w:p w:rsidR="00011E90" w:rsidRPr="00011E90" w:rsidRDefault="00011E90" w:rsidP="00011E90">
            <w:pPr>
              <w:keepNext/>
              <w:spacing w:before="0" w:after="0"/>
              <w:jc w:val="center"/>
              <w:rPr>
                <w:rFonts w:ascii="Riojana" w:hAnsi="Riojana" w:cs="Arial"/>
                <w:b/>
                <w:sz w:val="18"/>
                <w:szCs w:val="18"/>
                <w:lang w:val="es-ES_tradnl" w:eastAsia="es-ES_tradnl"/>
              </w:rPr>
            </w:pPr>
            <w:r w:rsidRPr="00011E90">
              <w:rPr>
                <w:rFonts w:ascii="Riojana" w:hAnsi="Riojana"/>
                <w:b/>
                <w:sz w:val="18"/>
                <w:szCs w:val="18"/>
                <w:lang w:val="es-ES_tradnl" w:eastAsia="es-ES_tradnl"/>
              </w:rPr>
              <w:t>INGRESOS NO</w:t>
            </w:r>
          </w:p>
          <w:p w:rsidR="00011E90" w:rsidRPr="00011E90" w:rsidRDefault="00011E90" w:rsidP="00011E90">
            <w:pPr>
              <w:keepNext/>
              <w:spacing w:before="0" w:after="0"/>
              <w:jc w:val="center"/>
              <w:rPr>
                <w:rFonts w:ascii="Riojana" w:hAnsi="Riojana" w:cs="Arial"/>
                <w:b/>
                <w:sz w:val="18"/>
                <w:szCs w:val="18"/>
                <w:lang w:val="es-ES_tradnl" w:eastAsia="es-ES_tradnl"/>
              </w:rPr>
            </w:pPr>
            <w:r w:rsidRPr="00011E90">
              <w:rPr>
                <w:rFonts w:ascii="Riojana" w:hAnsi="Riojana"/>
                <w:b/>
                <w:sz w:val="18"/>
                <w:szCs w:val="18"/>
                <w:lang w:val="es-ES_tradnl" w:eastAsia="es-ES_tradnl"/>
              </w:rPr>
              <w:t>FINANCIEROS (Capítulos 1 al 7)</w:t>
            </w:r>
          </w:p>
        </w:tc>
        <w:tc>
          <w:tcPr>
            <w:tcW w:w="1758" w:type="dxa"/>
            <w:tcBorders>
              <w:top w:val="outset" w:sz="6" w:space="0" w:color="auto"/>
              <w:left w:val="outset" w:sz="6" w:space="0" w:color="auto"/>
              <w:bottom w:val="outset" w:sz="6" w:space="0" w:color="auto"/>
              <w:right w:val="outset" w:sz="6" w:space="0" w:color="auto"/>
            </w:tcBorders>
            <w:noWrap/>
            <w:vAlign w:val="center"/>
            <w:hideMark/>
          </w:tcPr>
          <w:p w:rsidR="00011E90" w:rsidRPr="00011E90" w:rsidRDefault="00011E90" w:rsidP="00011E90">
            <w:pPr>
              <w:keepNext/>
              <w:spacing w:before="0" w:after="0"/>
              <w:jc w:val="center"/>
              <w:rPr>
                <w:rFonts w:ascii="Riojana" w:hAnsi="Riojana" w:cs="Arial"/>
                <w:b/>
                <w:sz w:val="18"/>
                <w:szCs w:val="18"/>
                <w:lang w:val="es-ES_tradnl" w:eastAsia="es-ES_tradnl"/>
              </w:rPr>
            </w:pPr>
            <w:r w:rsidRPr="00011E90">
              <w:rPr>
                <w:rFonts w:ascii="Riojana" w:hAnsi="Riojana"/>
                <w:b/>
                <w:sz w:val="18"/>
                <w:szCs w:val="18"/>
                <w:lang w:val="es-ES_tradnl" w:eastAsia="es-ES_tradnl"/>
              </w:rPr>
              <w:t>ACTIVOS FINANCIEROS (Capítulo 8)</w:t>
            </w:r>
          </w:p>
        </w:tc>
        <w:tc>
          <w:tcPr>
            <w:tcW w:w="1758" w:type="dxa"/>
            <w:tcBorders>
              <w:top w:val="outset" w:sz="6" w:space="0" w:color="auto"/>
              <w:left w:val="outset" w:sz="6" w:space="0" w:color="auto"/>
              <w:bottom w:val="outset" w:sz="6" w:space="0" w:color="auto"/>
              <w:right w:val="outset" w:sz="6" w:space="0" w:color="auto"/>
            </w:tcBorders>
            <w:noWrap/>
            <w:vAlign w:val="center"/>
            <w:hideMark/>
          </w:tcPr>
          <w:p w:rsidR="00011E90" w:rsidRPr="00011E90" w:rsidRDefault="00011E90" w:rsidP="00011E90">
            <w:pPr>
              <w:keepNext/>
              <w:spacing w:before="0" w:after="0"/>
              <w:jc w:val="center"/>
              <w:rPr>
                <w:rFonts w:ascii="Riojana" w:hAnsi="Riojana" w:cs="Arial"/>
                <w:b/>
                <w:sz w:val="18"/>
                <w:szCs w:val="18"/>
                <w:lang w:val="es-ES_tradnl" w:eastAsia="es-ES_tradnl"/>
              </w:rPr>
            </w:pPr>
            <w:r w:rsidRPr="00011E90">
              <w:rPr>
                <w:rFonts w:ascii="Riojana" w:hAnsi="Riojana"/>
                <w:b/>
                <w:sz w:val="18"/>
                <w:szCs w:val="18"/>
                <w:lang w:val="es-ES_tradnl" w:eastAsia="es-ES_tradnl"/>
              </w:rPr>
              <w:t>PASIVOS FINANCIEROS (Capítulo 9)</w:t>
            </w:r>
          </w:p>
        </w:tc>
        <w:tc>
          <w:tcPr>
            <w:tcW w:w="1418" w:type="dxa"/>
            <w:tcBorders>
              <w:top w:val="outset" w:sz="6" w:space="0" w:color="auto"/>
              <w:left w:val="outset" w:sz="6" w:space="0" w:color="auto"/>
              <w:bottom w:val="outset" w:sz="6" w:space="0" w:color="auto"/>
              <w:right w:val="outset" w:sz="6" w:space="0" w:color="auto"/>
            </w:tcBorders>
            <w:noWrap/>
            <w:vAlign w:val="center"/>
            <w:hideMark/>
          </w:tcPr>
          <w:p w:rsidR="00011E90" w:rsidRPr="00011E90" w:rsidRDefault="00011E90" w:rsidP="00011E90">
            <w:pPr>
              <w:keepNext/>
              <w:spacing w:before="0" w:after="0"/>
              <w:jc w:val="center"/>
              <w:rPr>
                <w:rFonts w:ascii="Riojana" w:hAnsi="Riojana" w:cs="Arial"/>
                <w:b/>
                <w:sz w:val="18"/>
                <w:szCs w:val="18"/>
                <w:lang w:val="es-ES_tradnl" w:eastAsia="es-ES_tradnl"/>
              </w:rPr>
            </w:pPr>
            <w:r w:rsidRPr="00011E90">
              <w:rPr>
                <w:rFonts w:ascii="Riojana" w:hAnsi="Riojana"/>
                <w:b/>
                <w:sz w:val="18"/>
                <w:szCs w:val="18"/>
                <w:lang w:val="es-ES_tradnl" w:eastAsia="es-ES_tradnl"/>
              </w:rPr>
              <w:t>TOTAL</w:t>
            </w:r>
          </w:p>
        </w:tc>
      </w:tr>
      <w:tr w:rsidR="00011E90" w:rsidRPr="00011E90" w:rsidTr="00011E90">
        <w:trPr>
          <w:trHeight w:val="20"/>
          <w:tblCellSpacing w:w="14" w:type="dxa"/>
        </w:trPr>
        <w:tc>
          <w:tcPr>
            <w:tcW w:w="2098" w:type="dxa"/>
            <w:tcBorders>
              <w:top w:val="outset" w:sz="6" w:space="0" w:color="auto"/>
              <w:left w:val="outset" w:sz="6" w:space="0" w:color="auto"/>
              <w:bottom w:val="outset" w:sz="6" w:space="0" w:color="auto"/>
              <w:right w:val="outset" w:sz="6" w:space="0" w:color="auto"/>
            </w:tcBorders>
            <w:noWrap/>
            <w:hideMark/>
          </w:tcPr>
          <w:p w:rsidR="00011E90" w:rsidRPr="00011E90" w:rsidRDefault="00011E90">
            <w:pPr>
              <w:spacing w:before="0" w:after="0"/>
              <w:jc w:val="left"/>
              <w:rPr>
                <w:rFonts w:ascii="Riojana" w:hAnsi="Riojana" w:cs="Arial"/>
                <w:sz w:val="18"/>
                <w:szCs w:val="18"/>
                <w:lang w:val="es-ES_tradnl" w:eastAsia="es-ES_tradnl"/>
              </w:rPr>
            </w:pPr>
            <w:r w:rsidRPr="00011E90">
              <w:rPr>
                <w:rFonts w:ascii="Riojana" w:hAnsi="Riojana"/>
                <w:sz w:val="18"/>
                <w:szCs w:val="18"/>
                <w:lang w:val="es-ES_tradnl" w:eastAsia="es-ES_tradnl"/>
              </w:rPr>
              <w:t>Administración General</w:t>
            </w:r>
          </w:p>
        </w:tc>
        <w:tc>
          <w:tcPr>
            <w:tcW w:w="1758" w:type="dxa"/>
            <w:tcBorders>
              <w:top w:val="outset" w:sz="6" w:space="0" w:color="auto"/>
              <w:left w:val="outset" w:sz="6" w:space="0" w:color="auto"/>
              <w:bottom w:val="outset" w:sz="6" w:space="0" w:color="auto"/>
              <w:right w:val="outset" w:sz="6" w:space="0" w:color="auto"/>
            </w:tcBorders>
            <w:noWrap/>
            <w:hideMark/>
          </w:tcPr>
          <w:p w:rsidR="00011E90" w:rsidRPr="00011E90" w:rsidRDefault="00011E90">
            <w:pPr>
              <w:spacing w:before="0" w:after="0"/>
              <w:jc w:val="left"/>
              <w:rPr>
                <w:rFonts w:ascii="Riojana" w:hAnsi="Riojana" w:cs="Arial"/>
                <w:sz w:val="18"/>
                <w:szCs w:val="18"/>
                <w:lang w:val="es-ES_tradnl" w:eastAsia="es-ES_tradnl"/>
              </w:rPr>
            </w:pPr>
            <w:r w:rsidRPr="00011E90">
              <w:rPr>
                <w:rFonts w:ascii="Riojana" w:hAnsi="Riojana"/>
                <w:sz w:val="18"/>
                <w:szCs w:val="18"/>
              </w:rPr>
              <w:t>1.494.649.879</w:t>
            </w:r>
          </w:p>
        </w:tc>
        <w:tc>
          <w:tcPr>
            <w:tcW w:w="1758" w:type="dxa"/>
            <w:tcBorders>
              <w:top w:val="outset" w:sz="6" w:space="0" w:color="auto"/>
              <w:left w:val="outset" w:sz="6" w:space="0" w:color="auto"/>
              <w:bottom w:val="outset" w:sz="6" w:space="0" w:color="auto"/>
              <w:right w:val="outset" w:sz="6" w:space="0" w:color="auto"/>
            </w:tcBorders>
            <w:noWrap/>
            <w:hideMark/>
          </w:tcPr>
          <w:p w:rsidR="00011E90" w:rsidRPr="00011E90" w:rsidRDefault="00011E90">
            <w:pPr>
              <w:spacing w:before="0" w:after="0"/>
              <w:jc w:val="left"/>
              <w:rPr>
                <w:rFonts w:ascii="Riojana" w:hAnsi="Riojana" w:cs="Arial"/>
                <w:sz w:val="18"/>
                <w:szCs w:val="18"/>
                <w:lang w:val="es-ES_tradnl" w:eastAsia="es-ES_tradnl"/>
              </w:rPr>
            </w:pPr>
            <w:r w:rsidRPr="00011E90">
              <w:rPr>
                <w:rFonts w:ascii="Riojana" w:hAnsi="Riojana"/>
                <w:sz w:val="18"/>
                <w:szCs w:val="18"/>
              </w:rPr>
              <w:t>9.097.300</w:t>
            </w:r>
          </w:p>
        </w:tc>
        <w:tc>
          <w:tcPr>
            <w:tcW w:w="1758" w:type="dxa"/>
            <w:tcBorders>
              <w:top w:val="outset" w:sz="6" w:space="0" w:color="auto"/>
              <w:left w:val="outset" w:sz="6" w:space="0" w:color="auto"/>
              <w:bottom w:val="outset" w:sz="6" w:space="0" w:color="auto"/>
              <w:right w:val="outset" w:sz="6" w:space="0" w:color="auto"/>
            </w:tcBorders>
            <w:noWrap/>
            <w:hideMark/>
          </w:tcPr>
          <w:p w:rsidR="00011E90" w:rsidRPr="00011E90" w:rsidRDefault="00011E90">
            <w:pPr>
              <w:spacing w:before="0" w:after="0"/>
              <w:jc w:val="left"/>
              <w:rPr>
                <w:rFonts w:ascii="Riojana" w:hAnsi="Riojana" w:cs="Arial"/>
                <w:sz w:val="18"/>
                <w:szCs w:val="18"/>
                <w:lang w:val="es-ES_tradnl" w:eastAsia="es-ES_tradnl"/>
              </w:rPr>
            </w:pPr>
            <w:r w:rsidRPr="00011E90">
              <w:rPr>
                <w:rFonts w:ascii="Riojana" w:hAnsi="Riojana"/>
                <w:sz w:val="18"/>
                <w:szCs w:val="18"/>
              </w:rPr>
              <w:t>318.290.847</w:t>
            </w:r>
          </w:p>
        </w:tc>
        <w:tc>
          <w:tcPr>
            <w:tcW w:w="1418" w:type="dxa"/>
            <w:tcBorders>
              <w:top w:val="outset" w:sz="6" w:space="0" w:color="auto"/>
              <w:left w:val="outset" w:sz="6" w:space="0" w:color="auto"/>
              <w:bottom w:val="outset" w:sz="6" w:space="0" w:color="auto"/>
              <w:right w:val="outset" w:sz="6" w:space="0" w:color="auto"/>
            </w:tcBorders>
            <w:noWrap/>
            <w:hideMark/>
          </w:tcPr>
          <w:p w:rsidR="00011E90" w:rsidRPr="00011E90" w:rsidRDefault="00011E90">
            <w:pPr>
              <w:spacing w:before="0" w:after="0"/>
              <w:jc w:val="left"/>
              <w:rPr>
                <w:rFonts w:ascii="Riojana" w:hAnsi="Riojana" w:cs="Arial"/>
                <w:sz w:val="18"/>
                <w:szCs w:val="18"/>
                <w:lang w:val="es-ES_tradnl" w:eastAsia="es-ES_tradnl"/>
              </w:rPr>
            </w:pPr>
            <w:r w:rsidRPr="00011E90">
              <w:rPr>
                <w:rFonts w:ascii="Riojana" w:hAnsi="Riojana"/>
                <w:sz w:val="18"/>
                <w:szCs w:val="18"/>
              </w:rPr>
              <w:t>1.822.038.026</w:t>
            </w:r>
          </w:p>
        </w:tc>
      </w:tr>
    </w:tbl>
    <w:p w:rsidR="00011E90" w:rsidRDefault="00011E90" w:rsidP="00011E90">
      <w:pPr>
        <w:pStyle w:val="Ttulo6"/>
      </w:pPr>
    </w:p>
    <w:p w:rsidR="00011E90" w:rsidRPr="00011E90" w:rsidRDefault="00011E90" w:rsidP="00011E90">
      <w:pPr>
        <w:pStyle w:val="Ttulo6"/>
        <w:spacing w:line="280" w:lineRule="exact"/>
        <w:rPr>
          <w:rFonts w:ascii="Riojana" w:hAnsi="Riojana" w:cs="Arial"/>
        </w:rPr>
      </w:pPr>
      <w:r w:rsidRPr="00011E90">
        <w:rPr>
          <w:rFonts w:ascii="Riojana" w:hAnsi="Riojana"/>
        </w:rPr>
        <w:t>Artículo 5. Beneficios fiscales</w:t>
      </w:r>
    </w:p>
    <w:p w:rsidR="00011E90" w:rsidRDefault="00011E90" w:rsidP="00011E90">
      <w:pPr>
        <w:spacing w:line="280" w:lineRule="exact"/>
        <w:rPr>
          <w:rFonts w:ascii="Riojana" w:hAnsi="Riojana"/>
        </w:rPr>
      </w:pPr>
      <w:r w:rsidRPr="00011E90">
        <w:rPr>
          <w:rFonts w:ascii="Riojana" w:hAnsi="Riojana"/>
        </w:rPr>
        <w:t xml:space="preserve">Los beneficios fiscales que afectan a los tributos, tanto propios como cedidos, de la Comunidad Autónoma de La Rioja ascienden </w:t>
      </w:r>
      <w:r w:rsidRPr="00C27500">
        <w:rPr>
          <w:rFonts w:ascii="Riojana" w:hAnsi="Riojana"/>
          <w:color w:val="000000" w:themeColor="text1"/>
        </w:rPr>
        <w:t xml:space="preserve">a 350.793.957 </w:t>
      </w:r>
      <w:r w:rsidRPr="00011E90">
        <w:rPr>
          <w:rFonts w:ascii="Riojana" w:hAnsi="Riojana"/>
        </w:rPr>
        <w:t>euros.</w:t>
      </w:r>
    </w:p>
    <w:p w:rsidR="00011E90" w:rsidRPr="00011E90" w:rsidRDefault="00011E90" w:rsidP="00011E90">
      <w:pPr>
        <w:spacing w:line="280" w:lineRule="exact"/>
        <w:rPr>
          <w:rFonts w:ascii="Riojana" w:hAnsi="Riojana"/>
        </w:rPr>
      </w:pPr>
    </w:p>
    <w:p w:rsidR="00011E90" w:rsidRPr="00011E90" w:rsidRDefault="00011E90" w:rsidP="00011E90">
      <w:pPr>
        <w:pStyle w:val="Ttulo6"/>
        <w:spacing w:line="280" w:lineRule="exact"/>
        <w:rPr>
          <w:rFonts w:ascii="Riojana" w:hAnsi="Riojana"/>
        </w:rPr>
      </w:pPr>
      <w:r w:rsidRPr="00011E90">
        <w:rPr>
          <w:rFonts w:ascii="Riojana" w:hAnsi="Riojana"/>
        </w:rPr>
        <w:t>Artículo 6. Especificación de los Presupuestos de la Comunidad Autónoma de La Rioja y de los organismos autónomos</w:t>
      </w:r>
    </w:p>
    <w:p w:rsidR="00011E90" w:rsidRPr="00011E90" w:rsidRDefault="00011E90" w:rsidP="00011E90">
      <w:pPr>
        <w:pStyle w:val="Normalltimoprrafo"/>
        <w:spacing w:line="280" w:lineRule="exact"/>
        <w:rPr>
          <w:rFonts w:ascii="Riojana" w:hAnsi="Riojana"/>
        </w:rPr>
      </w:pPr>
      <w:r w:rsidRPr="00011E90">
        <w:rPr>
          <w:rFonts w:ascii="Riojana" w:hAnsi="Riojana"/>
        </w:rPr>
        <w:t>1. En los Presupuestos de la Administración general, de los organismos autónomos, y del resto de los órganos con dotaciones diferenciadas en los Presupuestos, se establecen las siguientes excepciones a las previstas en el artículo 47 de la Ley de Hacienda Pública de La Rioja:</w:t>
      </w:r>
    </w:p>
    <w:p w:rsidR="00011E90" w:rsidRPr="00011E90" w:rsidRDefault="00011E90" w:rsidP="00204CB1">
      <w:pPr>
        <w:numPr>
          <w:ilvl w:val="0"/>
          <w:numId w:val="12"/>
        </w:numPr>
        <w:spacing w:before="100" w:after="100" w:line="280" w:lineRule="exact"/>
        <w:rPr>
          <w:rFonts w:ascii="Riojana" w:hAnsi="Riojana"/>
        </w:rPr>
      </w:pPr>
      <w:r w:rsidRPr="00011E90">
        <w:rPr>
          <w:rFonts w:ascii="Riojana" w:hAnsi="Riojana"/>
        </w:rPr>
        <w:t>La vinculación se establecerá según la clasificación orgánica y funcional a nivel respectivo de servicio o centro presupuestario y programa de gasto, conforme al siguiente nivel de clasificación económica:</w:t>
      </w:r>
    </w:p>
    <w:p w:rsidR="00011E90" w:rsidRPr="00011E90" w:rsidRDefault="00011E90" w:rsidP="00204CB1">
      <w:pPr>
        <w:numPr>
          <w:ilvl w:val="1"/>
          <w:numId w:val="12"/>
        </w:numPr>
        <w:spacing w:before="100" w:after="100" w:line="280" w:lineRule="exact"/>
        <w:rPr>
          <w:rFonts w:ascii="Riojana" w:hAnsi="Riojana"/>
        </w:rPr>
      </w:pPr>
      <w:r w:rsidRPr="00011E90">
        <w:rPr>
          <w:rFonts w:ascii="Riojana" w:hAnsi="Riojana"/>
        </w:rPr>
        <w:t>A nivel de capítulo: Capítulo 6 'Inversiones reales'.</w:t>
      </w:r>
    </w:p>
    <w:p w:rsidR="00011E90" w:rsidRPr="00011E90" w:rsidRDefault="00011E90" w:rsidP="00204CB1">
      <w:pPr>
        <w:numPr>
          <w:ilvl w:val="1"/>
          <w:numId w:val="12"/>
        </w:numPr>
        <w:spacing w:before="100" w:after="100" w:line="280" w:lineRule="exact"/>
        <w:rPr>
          <w:rFonts w:ascii="Riojana" w:hAnsi="Riojana"/>
        </w:rPr>
      </w:pPr>
      <w:r w:rsidRPr="00011E90">
        <w:rPr>
          <w:rFonts w:ascii="Riojana" w:hAnsi="Riojana"/>
        </w:rPr>
        <w:t>A nivel de artículo: Capítulo 2 'Gastos corrientes en bienes y servicios', y artículos 46, 'Transferencias corrientes a corporaciones locales', y 76, 'Transferencias de capital a corporaciones locales'.</w:t>
      </w:r>
    </w:p>
    <w:p w:rsidR="00011E90" w:rsidRPr="00011E90" w:rsidRDefault="00011E90" w:rsidP="00204CB1">
      <w:pPr>
        <w:numPr>
          <w:ilvl w:val="0"/>
          <w:numId w:val="12"/>
        </w:numPr>
        <w:spacing w:before="100" w:after="100" w:line="280" w:lineRule="exact"/>
        <w:rPr>
          <w:rFonts w:ascii="Riojana" w:hAnsi="Riojana"/>
        </w:rPr>
      </w:pPr>
      <w:r w:rsidRPr="00011E90">
        <w:rPr>
          <w:rFonts w:ascii="Riojana" w:hAnsi="Riojana"/>
        </w:rPr>
        <w:lastRenderedPageBreak/>
        <w:t>El capítulo 1, 'Gastos de Personal', vinculará a nivel únicamente de capítulo, sin establecerse por tanto especificación a nivel orgánico ni funcional, con las siguientes excepciones:</w:t>
      </w:r>
    </w:p>
    <w:p w:rsidR="00011E90" w:rsidRPr="00011E90" w:rsidRDefault="00011E90" w:rsidP="00204CB1">
      <w:pPr>
        <w:numPr>
          <w:ilvl w:val="1"/>
          <w:numId w:val="12"/>
        </w:numPr>
        <w:spacing w:before="100" w:after="100" w:line="280" w:lineRule="exact"/>
        <w:rPr>
          <w:rFonts w:ascii="Riojana" w:hAnsi="Riojana"/>
        </w:rPr>
      </w:pPr>
      <w:r w:rsidRPr="00011E90">
        <w:rPr>
          <w:rFonts w:ascii="Riojana" w:hAnsi="Riojana"/>
        </w:rPr>
        <w:t>Las secciones 01, 'Parlamento', 02, 'Defensor del Pueblo', y 03, 'Consejo Consultivo de La Rioja', cuya vinculación se establecerá a nivel de la sección orgánica y el capítulo económico mencionados.</w:t>
      </w:r>
    </w:p>
    <w:p w:rsidR="00011E90" w:rsidRPr="00011E90" w:rsidRDefault="00011E90" w:rsidP="00204CB1">
      <w:pPr>
        <w:numPr>
          <w:ilvl w:val="1"/>
          <w:numId w:val="12"/>
        </w:numPr>
        <w:spacing w:before="100" w:after="100" w:line="280" w:lineRule="exact"/>
        <w:rPr>
          <w:rFonts w:ascii="Riojana" w:hAnsi="Riojana"/>
        </w:rPr>
      </w:pPr>
      <w:r w:rsidRPr="00011E90">
        <w:rPr>
          <w:rFonts w:ascii="Riojana" w:hAnsi="Riojana"/>
        </w:rPr>
        <w:t>Los artículos 18, 'Personal docente', y 19, 'Personal funcionario y estatutario del Servicio Riojano de Salud', cuya vinculación se establecerá a nivel de sección orgánica correspondiente y artículo económico mencionado.</w:t>
      </w:r>
    </w:p>
    <w:p w:rsidR="00011E90" w:rsidRPr="00011E90" w:rsidRDefault="00011E90" w:rsidP="00204CB1">
      <w:pPr>
        <w:numPr>
          <w:ilvl w:val="0"/>
          <w:numId w:val="12"/>
        </w:numPr>
        <w:spacing w:before="100" w:after="100" w:line="280" w:lineRule="exact"/>
        <w:rPr>
          <w:rFonts w:ascii="Riojana" w:hAnsi="Riojana"/>
        </w:rPr>
      </w:pPr>
      <w:r w:rsidRPr="00011E90">
        <w:rPr>
          <w:rFonts w:ascii="Riojana" w:hAnsi="Riojana"/>
        </w:rPr>
        <w:t>En la sección 08, servicio 04, 'Dirección General de Gestión Educativa', no se especificarán a nivel funcional los gastos de los centros docentes públicos no universitarios y los del concepto 480 de los programas de gasto 3221, 3222 y 3223.</w:t>
      </w:r>
    </w:p>
    <w:p w:rsidR="00011E90" w:rsidRPr="00011E90" w:rsidRDefault="00011E90" w:rsidP="00204CB1">
      <w:pPr>
        <w:numPr>
          <w:ilvl w:val="0"/>
          <w:numId w:val="12"/>
        </w:numPr>
        <w:spacing w:before="100" w:after="100" w:line="280" w:lineRule="exact"/>
        <w:rPr>
          <w:rFonts w:ascii="Riojana" w:hAnsi="Riojana"/>
        </w:rPr>
      </w:pPr>
      <w:r w:rsidRPr="00011E90">
        <w:rPr>
          <w:rFonts w:ascii="Riojana" w:hAnsi="Riojana"/>
        </w:rPr>
        <w:t>En la sección 08, servicio 05, 'Dirección General de Formación Profesional Integrada', programa 2412, 'Formación para el empleo', la vinculación se establecerá a nivel de capítulo económico según el nivel de servicio orgánico y programa funcional mencionados para los capítulos 4, 'Transferencias corrientes', y 7, 'Transferencias de capital'.</w:t>
      </w:r>
    </w:p>
    <w:p w:rsidR="00011E90" w:rsidRPr="00011E90" w:rsidRDefault="00011E90" w:rsidP="00204CB1">
      <w:pPr>
        <w:numPr>
          <w:ilvl w:val="0"/>
          <w:numId w:val="12"/>
        </w:numPr>
        <w:spacing w:before="100" w:after="100" w:line="280" w:lineRule="exact"/>
        <w:rPr>
          <w:rFonts w:ascii="Riojana" w:hAnsi="Riojana"/>
        </w:rPr>
      </w:pPr>
      <w:r w:rsidRPr="00011E90">
        <w:rPr>
          <w:rFonts w:ascii="Riojana" w:hAnsi="Riojana"/>
        </w:rPr>
        <w:t>En la sección 19, servicio 05, 'Dirección General de Empleo, Diálogo Social y Relaciones Laborales', la vinculación se establecerá para el programa de gasto 2411 a nivel capítulo económico, según el servicio orgánico mencionado y el programa funcional citado para el capítulo 4, 'Transferencias corrientes'.</w:t>
      </w:r>
    </w:p>
    <w:p w:rsidR="00011E90" w:rsidRDefault="00011E90" w:rsidP="00011E90">
      <w:pPr>
        <w:pStyle w:val="Normalprimerprrafo"/>
        <w:spacing w:line="280" w:lineRule="exact"/>
        <w:rPr>
          <w:rFonts w:ascii="Riojana" w:hAnsi="Riojana"/>
        </w:rPr>
      </w:pPr>
      <w:r w:rsidRPr="00011E90">
        <w:rPr>
          <w:rFonts w:ascii="Riojana" w:hAnsi="Riojana"/>
        </w:rPr>
        <w:t xml:space="preserve">3. Sin perjuicio de lo dispuesto en los apartados anteriores, los créditos incluidos dentro de un proyecto o </w:t>
      </w:r>
      <w:proofErr w:type="spellStart"/>
      <w:r w:rsidRPr="00011E90">
        <w:rPr>
          <w:rFonts w:ascii="Riojana" w:hAnsi="Riojana"/>
        </w:rPr>
        <w:t>subproyecto</w:t>
      </w:r>
      <w:proofErr w:type="spellEnd"/>
      <w:r w:rsidRPr="00011E90">
        <w:rPr>
          <w:rFonts w:ascii="Riojana" w:hAnsi="Riojana"/>
        </w:rPr>
        <w:t xml:space="preserve"> vinculante de los recogidos en el anexo V se especificarán entre sí cualquiera que sea la sección, el grupo de función o el capítulo.</w:t>
      </w:r>
    </w:p>
    <w:p w:rsidR="00F532F4" w:rsidRPr="00011E90" w:rsidRDefault="00F532F4" w:rsidP="00011E90">
      <w:pPr>
        <w:pStyle w:val="Normalprimerprrafo"/>
        <w:spacing w:line="280" w:lineRule="exact"/>
        <w:rPr>
          <w:rFonts w:ascii="Riojana" w:hAnsi="Riojana"/>
        </w:rPr>
      </w:pPr>
    </w:p>
    <w:p w:rsidR="00011E90" w:rsidRPr="00011E90" w:rsidRDefault="00011E90" w:rsidP="00011E90">
      <w:pPr>
        <w:pStyle w:val="Ttulo6"/>
        <w:spacing w:line="280" w:lineRule="exact"/>
        <w:rPr>
          <w:rFonts w:ascii="Riojana" w:hAnsi="Riojana"/>
        </w:rPr>
      </w:pPr>
      <w:r w:rsidRPr="00011E90">
        <w:rPr>
          <w:rFonts w:ascii="Riojana" w:hAnsi="Riojana"/>
        </w:rPr>
        <w:t>Artículo 7. No disponibilidad de créditos</w:t>
      </w:r>
    </w:p>
    <w:p w:rsidR="00011E90" w:rsidRDefault="00011E90" w:rsidP="00011E90">
      <w:pPr>
        <w:spacing w:line="280" w:lineRule="exact"/>
        <w:rPr>
          <w:rFonts w:ascii="Riojana" w:hAnsi="Riojana"/>
        </w:rPr>
      </w:pPr>
      <w:r w:rsidRPr="00011E90">
        <w:rPr>
          <w:rFonts w:ascii="Riojana" w:hAnsi="Riojana"/>
        </w:rPr>
        <w:t>No se aplicarán las restricciones previstas en el artículo 55 de la Ley de Hacienda Pública de La Rioja a los expedientes de modificaciones presupuestarias mediante transferencias de créditos que se financien con los créditos retenidos conforme a lo establecido en el artículo 48 de la ley mencionada.</w:t>
      </w:r>
    </w:p>
    <w:p w:rsidR="00011E90" w:rsidRPr="00011E90" w:rsidRDefault="00011E90" w:rsidP="00011E90">
      <w:pPr>
        <w:spacing w:line="280" w:lineRule="exact"/>
        <w:rPr>
          <w:rFonts w:ascii="Riojana" w:hAnsi="Riojana"/>
        </w:rPr>
      </w:pPr>
    </w:p>
    <w:p w:rsidR="00011E90" w:rsidRPr="00011E90" w:rsidRDefault="00011E90" w:rsidP="00011E90">
      <w:pPr>
        <w:pStyle w:val="Ttulo6"/>
        <w:spacing w:line="280" w:lineRule="exact"/>
        <w:rPr>
          <w:rFonts w:ascii="Riojana" w:hAnsi="Riojana"/>
        </w:rPr>
      </w:pPr>
      <w:r w:rsidRPr="00011E90">
        <w:rPr>
          <w:rFonts w:ascii="Riojana" w:hAnsi="Riojana"/>
        </w:rPr>
        <w:t>Artículo 8. Gastos de carácter plurianual</w:t>
      </w:r>
    </w:p>
    <w:p w:rsidR="00011E90" w:rsidRPr="00011E90" w:rsidRDefault="00011E90" w:rsidP="00011E90">
      <w:pPr>
        <w:pStyle w:val="Normalltimoprrafo"/>
        <w:spacing w:line="280" w:lineRule="exact"/>
        <w:rPr>
          <w:rFonts w:ascii="Riojana" w:hAnsi="Riojana"/>
        </w:rPr>
      </w:pPr>
      <w:r w:rsidRPr="00011E90">
        <w:rPr>
          <w:rFonts w:ascii="Riojana" w:hAnsi="Riojana"/>
        </w:rPr>
        <w:t>Las limitaciones establecidas en el artículo 39 de la Ley de Hacienda Pública de La Rioja no serán de aplicación a los compromisos derivados de:</w:t>
      </w:r>
    </w:p>
    <w:p w:rsidR="00011E90" w:rsidRPr="00011E90" w:rsidRDefault="00011E90" w:rsidP="00204CB1">
      <w:pPr>
        <w:numPr>
          <w:ilvl w:val="0"/>
          <w:numId w:val="13"/>
        </w:numPr>
        <w:tabs>
          <w:tab w:val="num" w:pos="567"/>
        </w:tabs>
        <w:spacing w:before="100" w:after="100" w:line="280" w:lineRule="exact"/>
        <w:ind w:left="567" w:hanging="283"/>
        <w:rPr>
          <w:rFonts w:ascii="Riojana" w:hAnsi="Riojana"/>
        </w:rPr>
      </w:pPr>
      <w:r w:rsidRPr="00011E90">
        <w:rPr>
          <w:rFonts w:ascii="Riojana" w:hAnsi="Riojana"/>
        </w:rPr>
        <w:lastRenderedPageBreak/>
        <w:t>Transferencias corrientes que, en materia educativa o relacionada directamente con el curso escolar, tengan por objeto la financiación de gastos que hayan de extenderse a cursos académicos completos no coincidentes con el ejercicio económico actual.</w:t>
      </w:r>
    </w:p>
    <w:p w:rsidR="00011E90" w:rsidRPr="00011E90" w:rsidRDefault="00011E90" w:rsidP="00204CB1">
      <w:pPr>
        <w:numPr>
          <w:ilvl w:val="0"/>
          <w:numId w:val="13"/>
        </w:numPr>
        <w:tabs>
          <w:tab w:val="num" w:pos="567"/>
        </w:tabs>
        <w:spacing w:before="100" w:after="100" w:line="280" w:lineRule="exact"/>
        <w:ind w:left="567" w:hanging="283"/>
        <w:rPr>
          <w:rFonts w:ascii="Riojana" w:hAnsi="Riojana"/>
        </w:rPr>
      </w:pPr>
      <w:r w:rsidRPr="00011E90">
        <w:rPr>
          <w:rFonts w:ascii="Riojana" w:hAnsi="Riojana"/>
        </w:rPr>
        <w:t>Transferencias corrientes y de capital que se deriven de la aplicación de las medidas contempladas en el Programa de Desarrollo Rural cofinanciado por el Fondo Europeo Agrícola de Desarrollo Rural (FEADER).</w:t>
      </w:r>
    </w:p>
    <w:p w:rsidR="00011E90" w:rsidRPr="00011E90" w:rsidRDefault="00011E90" w:rsidP="00204CB1">
      <w:pPr>
        <w:numPr>
          <w:ilvl w:val="0"/>
          <w:numId w:val="13"/>
        </w:numPr>
        <w:tabs>
          <w:tab w:val="num" w:pos="567"/>
        </w:tabs>
        <w:spacing w:before="100" w:after="100" w:line="280" w:lineRule="exact"/>
        <w:ind w:left="567" w:hanging="283"/>
        <w:rPr>
          <w:rFonts w:ascii="Riojana" w:hAnsi="Riojana"/>
        </w:rPr>
      </w:pPr>
      <w:r w:rsidRPr="00011E90">
        <w:rPr>
          <w:rFonts w:ascii="Riojana" w:hAnsi="Riojana"/>
        </w:rPr>
        <w:t>Subvenciones corrientes y de capital que estén totalmente financiadas por el Fondo Europeo Agrícola de Garantía (FEAGA).</w:t>
      </w:r>
    </w:p>
    <w:p w:rsidR="00011E90" w:rsidRPr="00011E90" w:rsidRDefault="00011E90" w:rsidP="00204CB1">
      <w:pPr>
        <w:numPr>
          <w:ilvl w:val="0"/>
          <w:numId w:val="13"/>
        </w:numPr>
        <w:tabs>
          <w:tab w:val="num" w:pos="567"/>
        </w:tabs>
        <w:spacing w:before="100" w:after="100" w:line="280" w:lineRule="exact"/>
        <w:ind w:left="567" w:hanging="283"/>
        <w:rPr>
          <w:rFonts w:ascii="Riojana" w:hAnsi="Riojana"/>
        </w:rPr>
      </w:pPr>
      <w:r w:rsidRPr="00011E90">
        <w:rPr>
          <w:rFonts w:ascii="Riojana" w:hAnsi="Riojana"/>
        </w:rPr>
        <w:t>Los gastos con financiación afectada al 100 % con recursos ajenos.</w:t>
      </w:r>
    </w:p>
    <w:p w:rsidR="00011E90" w:rsidRPr="00011E90" w:rsidRDefault="00011E90" w:rsidP="00204CB1">
      <w:pPr>
        <w:numPr>
          <w:ilvl w:val="0"/>
          <w:numId w:val="13"/>
        </w:numPr>
        <w:tabs>
          <w:tab w:val="num" w:pos="567"/>
        </w:tabs>
        <w:spacing w:before="100" w:after="100" w:line="280" w:lineRule="exact"/>
        <w:ind w:left="567" w:hanging="283"/>
        <w:rPr>
          <w:rFonts w:ascii="Riojana" w:hAnsi="Riojana"/>
        </w:rPr>
      </w:pPr>
      <w:r w:rsidRPr="00011E90">
        <w:rPr>
          <w:rFonts w:ascii="Riojana" w:hAnsi="Riojana"/>
        </w:rPr>
        <w:t>Los gastos derivados de las actualizaciones y revisiones de precios anuales contemplados en los contratos de concesión de obras y concesión de servicios.</w:t>
      </w:r>
    </w:p>
    <w:p w:rsidR="00011E90" w:rsidRDefault="00011E90" w:rsidP="00204CB1">
      <w:pPr>
        <w:numPr>
          <w:ilvl w:val="0"/>
          <w:numId w:val="13"/>
        </w:numPr>
        <w:tabs>
          <w:tab w:val="num" w:pos="567"/>
        </w:tabs>
        <w:spacing w:before="100" w:after="100" w:line="280" w:lineRule="exact"/>
        <w:ind w:left="567" w:hanging="283"/>
        <w:rPr>
          <w:rFonts w:ascii="Riojana" w:hAnsi="Riojana"/>
        </w:rPr>
      </w:pPr>
      <w:r w:rsidRPr="00011E90">
        <w:rPr>
          <w:rFonts w:ascii="Riojana" w:hAnsi="Riojana"/>
        </w:rPr>
        <w:t>Los gastos financiados con el Mecanismo de Recuperación y Resiliencia.</w:t>
      </w:r>
    </w:p>
    <w:p w:rsidR="00011E90" w:rsidRPr="00011E90" w:rsidRDefault="00011E90" w:rsidP="00011E90">
      <w:pPr>
        <w:spacing w:before="100" w:after="100" w:line="280" w:lineRule="exact"/>
        <w:ind w:left="284"/>
        <w:rPr>
          <w:rFonts w:ascii="Riojana" w:hAnsi="Riojana"/>
        </w:rPr>
      </w:pPr>
    </w:p>
    <w:p w:rsidR="00011E90" w:rsidRPr="00F532F4" w:rsidRDefault="00011E90" w:rsidP="00011E90">
      <w:pPr>
        <w:pStyle w:val="Ttulo4"/>
        <w:rPr>
          <w:rFonts w:ascii="Riojana Bold" w:hAnsi="Riojana Bold"/>
          <w:b w:val="0"/>
          <w:i w:val="0"/>
          <w:color w:val="auto"/>
          <w:sz w:val="22"/>
          <w:szCs w:val="22"/>
        </w:rPr>
      </w:pPr>
      <w:r w:rsidRPr="00F532F4">
        <w:rPr>
          <w:rFonts w:ascii="Riojana Bold" w:hAnsi="Riojana Bold"/>
          <w:b w:val="0"/>
          <w:i w:val="0"/>
          <w:color w:val="auto"/>
          <w:sz w:val="22"/>
          <w:szCs w:val="22"/>
        </w:rPr>
        <w:t>CAPÍTULO II. Normas de modificación de los créditos presupuestarios</w:t>
      </w:r>
    </w:p>
    <w:p w:rsidR="00011E90" w:rsidRDefault="00011E90" w:rsidP="00F532F4">
      <w:pPr>
        <w:pStyle w:val="Ttulo6"/>
        <w:spacing w:before="120" w:after="0" w:line="280" w:lineRule="exact"/>
        <w:rPr>
          <w:rFonts w:ascii="Riojana Bold" w:hAnsi="Riojana Bold"/>
          <w:sz w:val="22"/>
          <w:szCs w:val="22"/>
        </w:rPr>
      </w:pPr>
    </w:p>
    <w:p w:rsidR="00011E90" w:rsidRPr="00F532F4" w:rsidRDefault="00011E90" w:rsidP="00011E90">
      <w:pPr>
        <w:pStyle w:val="Ttulo6"/>
        <w:rPr>
          <w:rFonts w:ascii="Riojana" w:hAnsi="Riojana"/>
          <w:sz w:val="22"/>
          <w:szCs w:val="22"/>
        </w:rPr>
      </w:pPr>
      <w:r w:rsidRPr="00F532F4">
        <w:rPr>
          <w:rFonts w:ascii="Riojana" w:hAnsi="Riojana"/>
          <w:sz w:val="22"/>
          <w:szCs w:val="22"/>
        </w:rPr>
        <w:t>Artículo 9. Principios generales</w:t>
      </w:r>
    </w:p>
    <w:p w:rsidR="00011E90" w:rsidRPr="00011E90" w:rsidRDefault="00011E90" w:rsidP="00011E90">
      <w:pPr>
        <w:pStyle w:val="Normalltimoprrafo"/>
        <w:spacing w:line="280" w:lineRule="exact"/>
        <w:rPr>
          <w:rFonts w:ascii="Riojana" w:hAnsi="Riojana"/>
        </w:rPr>
      </w:pPr>
      <w:r w:rsidRPr="00011E90">
        <w:rPr>
          <w:rFonts w:ascii="Riojana" w:hAnsi="Riojana"/>
        </w:rPr>
        <w:t>Las modificaciones de los créditos presupuestarios autorizados en esta ley se ajustarán a las siguientes reglas:</w:t>
      </w:r>
    </w:p>
    <w:p w:rsidR="00011E90" w:rsidRPr="00011E90" w:rsidRDefault="00011E90" w:rsidP="00204CB1">
      <w:pPr>
        <w:numPr>
          <w:ilvl w:val="0"/>
          <w:numId w:val="14"/>
        </w:numPr>
        <w:spacing w:after="100" w:line="280" w:lineRule="exact"/>
        <w:rPr>
          <w:rFonts w:ascii="Riojana" w:hAnsi="Riojana"/>
        </w:rPr>
      </w:pPr>
      <w:r w:rsidRPr="00011E90">
        <w:rPr>
          <w:rFonts w:ascii="Riojana" w:hAnsi="Riojana"/>
        </w:rPr>
        <w:t>Las modificaciones de los créditos presupuestarios se ajustarán a lo dispuesto en esta ley y, supletoriamente, a lo que al efecto se dispone en la Ley de Hacienda Pública de La Rioja.</w:t>
      </w:r>
    </w:p>
    <w:p w:rsidR="00011E90" w:rsidRPr="00011E90" w:rsidRDefault="00011E90" w:rsidP="00204CB1">
      <w:pPr>
        <w:numPr>
          <w:ilvl w:val="0"/>
          <w:numId w:val="14"/>
        </w:numPr>
        <w:spacing w:after="100" w:line="280" w:lineRule="exact"/>
        <w:rPr>
          <w:rFonts w:ascii="Riojana" w:hAnsi="Riojana"/>
        </w:rPr>
      </w:pPr>
      <w:r w:rsidRPr="00011E90">
        <w:rPr>
          <w:rFonts w:ascii="Riojana" w:hAnsi="Riojana"/>
        </w:rPr>
        <w:t>Las modificaciones presupuestarias que afecten al capítulo 1 del estado de gastos de la Administración general definida en la Ley 3/2003, de 3 de marzo, de Organización del Sector Público de la Comunidad Autónoma de La Rioja, exigirán informe previo de la Dirección General de Función Pública excepto de aquellas modificaciones que afecten a las partidas 0804.3211.171.00 de la Consejería de Educación, Cultura, Deporte y Juventud y a los créditos de la partida 199.99 del Servicio Riojano de Salud.</w:t>
      </w:r>
    </w:p>
    <w:p w:rsidR="00011E90" w:rsidRPr="00011E90" w:rsidRDefault="00011E90" w:rsidP="00204CB1">
      <w:pPr>
        <w:numPr>
          <w:ilvl w:val="0"/>
          <w:numId w:val="14"/>
        </w:numPr>
        <w:spacing w:after="100" w:line="280" w:lineRule="exact"/>
        <w:rPr>
          <w:rFonts w:ascii="Riojana" w:hAnsi="Riojana"/>
        </w:rPr>
      </w:pPr>
      <w:r w:rsidRPr="00011E90">
        <w:rPr>
          <w:rFonts w:ascii="Riojana" w:hAnsi="Riojana"/>
        </w:rPr>
        <w:t xml:space="preserve">Con independencia de los niveles de especificación, todo acuerdo de modificación deberá indicar expresamente la sección, servicio, centro presupuestario u organismo público a los que se refiera, así como el programa, proyecto o </w:t>
      </w:r>
      <w:proofErr w:type="spellStart"/>
      <w:r w:rsidRPr="00011E90">
        <w:rPr>
          <w:rFonts w:ascii="Riojana" w:hAnsi="Riojana"/>
        </w:rPr>
        <w:t>subproyecto</w:t>
      </w:r>
      <w:proofErr w:type="spellEnd"/>
      <w:r w:rsidRPr="00011E90">
        <w:rPr>
          <w:rFonts w:ascii="Riojana" w:hAnsi="Riojana"/>
        </w:rPr>
        <w:t xml:space="preserve"> de gasto, capítulo, artículo y subconcepto, en su caso, afectados por la misma.</w:t>
      </w:r>
    </w:p>
    <w:p w:rsidR="00011E90" w:rsidRDefault="00011E90" w:rsidP="00011E90">
      <w:pPr>
        <w:pStyle w:val="Normalprimerprrafo"/>
        <w:spacing w:before="120" w:line="280" w:lineRule="exact"/>
        <w:rPr>
          <w:rFonts w:ascii="Riojana" w:hAnsi="Riojana"/>
        </w:rPr>
      </w:pPr>
      <w:r w:rsidRPr="00011E90">
        <w:rPr>
          <w:rFonts w:ascii="Riojana" w:hAnsi="Riojana"/>
        </w:rPr>
        <w:lastRenderedPageBreak/>
        <w:t>La propuesta de modificación deberá expresar, mediante memoria razonada, las circunstancias que la justifican y las desviaciones que en la ejecución de los programas de gasto puedan producirse, así como la incidencia de la misma en la consecución de los objetivos.</w:t>
      </w:r>
    </w:p>
    <w:p w:rsidR="00011E90" w:rsidRPr="00011E90" w:rsidRDefault="00011E90" w:rsidP="00011E90">
      <w:pPr>
        <w:pStyle w:val="Normalprimerprrafo"/>
        <w:spacing w:before="120" w:line="280" w:lineRule="exact"/>
        <w:rPr>
          <w:rFonts w:ascii="Riojana" w:hAnsi="Riojana"/>
        </w:rPr>
      </w:pPr>
    </w:p>
    <w:p w:rsidR="00011E90" w:rsidRPr="00011E90" w:rsidRDefault="00011E90" w:rsidP="00011E90">
      <w:pPr>
        <w:pStyle w:val="Ttulo6"/>
        <w:spacing w:before="120" w:line="280" w:lineRule="exact"/>
        <w:rPr>
          <w:rFonts w:ascii="Riojana" w:hAnsi="Riojana"/>
        </w:rPr>
      </w:pPr>
      <w:r w:rsidRPr="00011E90">
        <w:rPr>
          <w:rFonts w:ascii="Riojana" w:hAnsi="Riojana"/>
        </w:rPr>
        <w:t>Artículo 10. Transferencias de crédito</w:t>
      </w:r>
    </w:p>
    <w:p w:rsidR="00011E90" w:rsidRPr="00011E90" w:rsidRDefault="00011E90" w:rsidP="00011E90">
      <w:pPr>
        <w:pStyle w:val="Normalltimoprrafo"/>
        <w:spacing w:line="280" w:lineRule="exact"/>
        <w:rPr>
          <w:rFonts w:ascii="Riojana" w:hAnsi="Riojana"/>
        </w:rPr>
      </w:pPr>
      <w:r w:rsidRPr="00011E90">
        <w:rPr>
          <w:rFonts w:ascii="Riojana" w:hAnsi="Riojana"/>
        </w:rPr>
        <w:t>Las transferencias de crédito se ajustarán a las siguientes restricciones:</w:t>
      </w:r>
    </w:p>
    <w:p w:rsidR="00011E90" w:rsidRPr="00011E90" w:rsidRDefault="00011E90" w:rsidP="00204CB1">
      <w:pPr>
        <w:numPr>
          <w:ilvl w:val="0"/>
          <w:numId w:val="15"/>
        </w:numPr>
        <w:spacing w:after="100" w:line="280" w:lineRule="exact"/>
        <w:rPr>
          <w:rFonts w:ascii="Riojana" w:hAnsi="Riojana"/>
        </w:rPr>
      </w:pPr>
      <w:r w:rsidRPr="00011E90">
        <w:rPr>
          <w:rFonts w:ascii="Riojana" w:hAnsi="Riojana"/>
        </w:rPr>
        <w:t>No podrán minorarse créditos que hayan sido incrementados por transferencias.</w:t>
      </w:r>
    </w:p>
    <w:p w:rsidR="00011E90" w:rsidRPr="00011E90" w:rsidRDefault="00011E90" w:rsidP="00204CB1">
      <w:pPr>
        <w:numPr>
          <w:ilvl w:val="0"/>
          <w:numId w:val="15"/>
        </w:numPr>
        <w:spacing w:after="100" w:line="280" w:lineRule="exact"/>
        <w:rPr>
          <w:rFonts w:ascii="Riojana" w:hAnsi="Riojana"/>
        </w:rPr>
      </w:pPr>
      <w:r w:rsidRPr="00011E90">
        <w:rPr>
          <w:rFonts w:ascii="Riojana" w:hAnsi="Riojana"/>
        </w:rPr>
        <w:t>No podrán incrementarse créditos que como consecuencia de otras transferencias hayan sido objeto de minoración.</w:t>
      </w:r>
    </w:p>
    <w:p w:rsidR="00011E90" w:rsidRDefault="00011E90" w:rsidP="00204CB1">
      <w:pPr>
        <w:numPr>
          <w:ilvl w:val="0"/>
          <w:numId w:val="15"/>
        </w:numPr>
        <w:spacing w:after="100" w:line="280" w:lineRule="exact"/>
        <w:rPr>
          <w:rFonts w:ascii="Riojana" w:hAnsi="Riojana"/>
        </w:rPr>
      </w:pPr>
      <w:r w:rsidRPr="00011E90">
        <w:rPr>
          <w:rFonts w:ascii="Riojana" w:hAnsi="Riojana"/>
        </w:rPr>
        <w:t xml:space="preserve">Las anteriores restricciones no afectarán a los créditos de un mismo código presupuestario que afecte a niveles de especificación distintos, así como a los créditos de los </w:t>
      </w:r>
      <w:proofErr w:type="spellStart"/>
      <w:r w:rsidRPr="00011E90">
        <w:rPr>
          <w:rFonts w:ascii="Riojana" w:hAnsi="Riojana"/>
        </w:rPr>
        <w:t>superproyectos</w:t>
      </w:r>
      <w:proofErr w:type="spellEnd"/>
      <w:r w:rsidRPr="00011E90">
        <w:rPr>
          <w:rFonts w:ascii="Riojana" w:hAnsi="Riojana"/>
        </w:rPr>
        <w:t xml:space="preserve"> de gastos 'Fondo Europeo de Desarrollo Regional' (FEDER), Plan de Transformación de La Rioja y los del Mecanismo de Recuperación y Resiliencia.</w:t>
      </w:r>
    </w:p>
    <w:p w:rsidR="00011E90" w:rsidRPr="00011E90" w:rsidRDefault="00011E90" w:rsidP="00011E90">
      <w:pPr>
        <w:spacing w:after="100" w:line="280" w:lineRule="exact"/>
        <w:ind w:left="284"/>
        <w:rPr>
          <w:rFonts w:ascii="Riojana" w:hAnsi="Riojana"/>
        </w:rPr>
      </w:pPr>
    </w:p>
    <w:p w:rsidR="00011E90" w:rsidRPr="00011E90" w:rsidRDefault="00011E90" w:rsidP="00011E90">
      <w:pPr>
        <w:pStyle w:val="Ttulo6"/>
        <w:spacing w:before="120" w:line="280" w:lineRule="exact"/>
        <w:rPr>
          <w:rFonts w:ascii="Riojana" w:hAnsi="Riojana"/>
        </w:rPr>
      </w:pPr>
      <w:r w:rsidRPr="00011E90">
        <w:rPr>
          <w:rFonts w:ascii="Riojana" w:hAnsi="Riojana"/>
        </w:rPr>
        <w:t>Artículo 11. Generaciones de crédito</w:t>
      </w:r>
    </w:p>
    <w:p w:rsidR="00011E90" w:rsidRPr="00011E90" w:rsidRDefault="00011E90" w:rsidP="00011E90">
      <w:pPr>
        <w:pStyle w:val="Normalltimoprrafo"/>
        <w:spacing w:line="280" w:lineRule="exact"/>
        <w:rPr>
          <w:rFonts w:ascii="Riojana" w:hAnsi="Riojana"/>
        </w:rPr>
      </w:pPr>
      <w:r w:rsidRPr="00011E90">
        <w:rPr>
          <w:rFonts w:ascii="Riojana" w:hAnsi="Riojana"/>
        </w:rPr>
        <w:t>Podrán dar lugar a generaciones de crédito las siguientes operaciones:</w:t>
      </w:r>
    </w:p>
    <w:p w:rsidR="00011E90" w:rsidRPr="00011E90" w:rsidRDefault="00011E90" w:rsidP="00204CB1">
      <w:pPr>
        <w:numPr>
          <w:ilvl w:val="0"/>
          <w:numId w:val="16"/>
        </w:numPr>
        <w:spacing w:after="100" w:line="280" w:lineRule="exact"/>
        <w:rPr>
          <w:rFonts w:ascii="Riojana" w:hAnsi="Riojana"/>
        </w:rPr>
      </w:pPr>
      <w:r w:rsidRPr="00011E90">
        <w:rPr>
          <w:rFonts w:ascii="Riojana" w:hAnsi="Riojana"/>
        </w:rPr>
        <w:t>Los ingresos procedentes de anticipos del Fondo Europeo Agrícola de Garantía, cuya solicitud esté prevista por el organismo pagador, para los que no será necesaria la acreditación del cumplimiento de los requisitos recogidos en el artículo 56, apartado 3, de la Ley de Hacienda Pública de La Rioja.</w:t>
      </w:r>
    </w:p>
    <w:p w:rsidR="00011E90" w:rsidRPr="00011E90" w:rsidRDefault="00011E90" w:rsidP="00204CB1">
      <w:pPr>
        <w:numPr>
          <w:ilvl w:val="0"/>
          <w:numId w:val="16"/>
        </w:numPr>
        <w:spacing w:after="100" w:line="280" w:lineRule="exact"/>
        <w:rPr>
          <w:rFonts w:ascii="Riojana" w:hAnsi="Riojana"/>
        </w:rPr>
      </w:pPr>
      <w:r w:rsidRPr="00011E90">
        <w:rPr>
          <w:rFonts w:ascii="Riojana" w:hAnsi="Riojana"/>
        </w:rPr>
        <w:t>Las aportaciones o compromisos firmes de aportación reconocidos a favor de la Administración general de la Comunidad Autónoma de La Rioja para financiar gastos que por su naturaleza estén comprendidos dentro de los fines de la entidad pública empresarial Agencia de Desarrollo Económico de La Rioja (ADER) se generarán en las asignaciones presupuestarias de la Consejería en la que esta se encuentre adscrita, con el objeto de su libramiento posterior a la Agencia, de acuerdo con la naturaleza de las aportaciones.</w:t>
      </w:r>
    </w:p>
    <w:p w:rsidR="00011E90" w:rsidRPr="00011E90" w:rsidRDefault="00011E90" w:rsidP="00204CB1">
      <w:pPr>
        <w:numPr>
          <w:ilvl w:val="0"/>
          <w:numId w:val="16"/>
        </w:numPr>
        <w:spacing w:after="100" w:line="280" w:lineRule="exact"/>
        <w:rPr>
          <w:rFonts w:ascii="Riojana" w:hAnsi="Riojana"/>
        </w:rPr>
      </w:pPr>
      <w:r w:rsidRPr="00011E90">
        <w:rPr>
          <w:rFonts w:ascii="Riojana" w:hAnsi="Riojana"/>
        </w:rPr>
        <w:t>Los mayores ingresos que se deriven de los conceptos que recogen, en conjunto, las entregas a cuenta del Sistema de Financiación para el ejercicio 2023, en concepto de Tramo Autonómico del IRPF, IVA, Impuestos Especiales, Fondo de Garantía y Fondo de Suficiencia.</w:t>
      </w:r>
    </w:p>
    <w:p w:rsidR="00011E90" w:rsidRPr="00011E90" w:rsidRDefault="00011E90" w:rsidP="00204CB1">
      <w:pPr>
        <w:numPr>
          <w:ilvl w:val="0"/>
          <w:numId w:val="16"/>
        </w:numPr>
        <w:spacing w:after="100" w:line="280" w:lineRule="exact"/>
        <w:rPr>
          <w:rFonts w:ascii="Riojana" w:hAnsi="Riojana"/>
        </w:rPr>
      </w:pPr>
      <w:r w:rsidRPr="00011E90">
        <w:rPr>
          <w:rFonts w:ascii="Riojana" w:hAnsi="Riojana"/>
        </w:rPr>
        <w:t>Los mayores ingresos en los capítulos 4, 'Transferencias corrientes', y 7, 'Transferencias de capital', de ingresos que se perciban como consecuencia del reparto de los fondos COVID, tanto europeos como estatales o de cualquier otra naturaleza, destinados a paliar la crisis sanitaria y económica.</w:t>
      </w:r>
    </w:p>
    <w:p w:rsidR="00011E90" w:rsidRDefault="00011E90" w:rsidP="00204CB1">
      <w:pPr>
        <w:numPr>
          <w:ilvl w:val="0"/>
          <w:numId w:val="16"/>
        </w:numPr>
        <w:spacing w:after="100" w:line="280" w:lineRule="exact"/>
        <w:rPr>
          <w:rFonts w:ascii="Riojana" w:hAnsi="Riojana"/>
        </w:rPr>
      </w:pPr>
      <w:r w:rsidRPr="00011E90">
        <w:rPr>
          <w:rFonts w:ascii="Riojana" w:hAnsi="Riojana"/>
        </w:rPr>
        <w:lastRenderedPageBreak/>
        <w:t>Los ingresos procedentes del supuesto contemplado en el artículo 56.2.c) de la Ley 11/2013, de 21 de octubre, de Hacienda Pública de La Rioja, podrán generar crédito en distinto ejercicio a aquel en el que se reconozca el derecho cuando deriven de la venta de bienes inmuebles. A dicho efecto, los referidos ingresos se considerará que forman parte del remanente líquido de tesorería afectado.</w:t>
      </w:r>
    </w:p>
    <w:p w:rsidR="00011E90" w:rsidRPr="00011E90" w:rsidRDefault="00011E90" w:rsidP="00011E90">
      <w:pPr>
        <w:spacing w:after="100" w:line="280" w:lineRule="exact"/>
        <w:ind w:left="284"/>
        <w:rPr>
          <w:rFonts w:ascii="Riojana" w:hAnsi="Riojana"/>
        </w:rPr>
      </w:pPr>
    </w:p>
    <w:p w:rsidR="00011E90" w:rsidRPr="00011E90" w:rsidRDefault="00011E90" w:rsidP="00011E90">
      <w:pPr>
        <w:pStyle w:val="Ttulo6"/>
        <w:spacing w:before="120" w:line="280" w:lineRule="exact"/>
        <w:rPr>
          <w:rFonts w:ascii="Riojana" w:hAnsi="Riojana"/>
        </w:rPr>
      </w:pPr>
      <w:r w:rsidRPr="00011E90">
        <w:rPr>
          <w:rFonts w:ascii="Riojana" w:hAnsi="Riojana"/>
        </w:rPr>
        <w:t>Artículo 12. Financiación de los créditos extraordinarios y suplementos de crédito de las entidades públicas empresariales</w:t>
      </w:r>
    </w:p>
    <w:p w:rsidR="00011E90" w:rsidRDefault="00011E90" w:rsidP="00011E90">
      <w:pPr>
        <w:spacing w:line="280" w:lineRule="exact"/>
        <w:rPr>
          <w:rFonts w:ascii="Riojana" w:hAnsi="Riojana"/>
        </w:rPr>
      </w:pPr>
      <w:r w:rsidRPr="00011E90">
        <w:rPr>
          <w:rFonts w:ascii="Riojana" w:hAnsi="Riojana"/>
        </w:rPr>
        <w:t>La financiación de los créditos extraordinarios o suplementos de crédito únicamente podrá realizarse con cargo a la parte del remanente de tesorería al fin del ejercicio anterior que no haya sido aplicada en el presupuesto del ente o con mayores ingresos sobre los previstos inicialmente. En el caso de que la financiación propuesta para la modificación del presupuesto de la entidad pública empresarial haga necesaria la modificación del presupuesto de gastos de la Administración general, ambas modificaciones se acordarán mediante el procedimiento que le sea de aplicación a la Administración general.</w:t>
      </w:r>
    </w:p>
    <w:p w:rsidR="00011E90" w:rsidRPr="00011E90" w:rsidRDefault="00011E90" w:rsidP="00011E90">
      <w:pPr>
        <w:spacing w:line="280" w:lineRule="exact"/>
        <w:rPr>
          <w:rFonts w:ascii="Riojana" w:hAnsi="Riojana"/>
        </w:rPr>
      </w:pPr>
    </w:p>
    <w:p w:rsidR="00011E90" w:rsidRPr="00011E90" w:rsidRDefault="00011E90" w:rsidP="00011E90">
      <w:pPr>
        <w:pStyle w:val="Ttulo6"/>
        <w:spacing w:before="120" w:line="280" w:lineRule="exact"/>
        <w:rPr>
          <w:rFonts w:ascii="Riojana" w:hAnsi="Riojana"/>
        </w:rPr>
      </w:pPr>
      <w:r w:rsidRPr="00011E90">
        <w:rPr>
          <w:rFonts w:ascii="Riojana" w:hAnsi="Riojana"/>
        </w:rPr>
        <w:t>Artículo 13. Créditos ampliables</w:t>
      </w:r>
    </w:p>
    <w:p w:rsidR="00011E90" w:rsidRDefault="00011E90" w:rsidP="00011E90">
      <w:pPr>
        <w:spacing w:line="280" w:lineRule="exact"/>
        <w:rPr>
          <w:rFonts w:ascii="Riojana" w:hAnsi="Riojana"/>
        </w:rPr>
      </w:pPr>
      <w:r w:rsidRPr="00011E90">
        <w:rPr>
          <w:rFonts w:ascii="Riojana" w:hAnsi="Riojana"/>
        </w:rPr>
        <w:t>Se consideran créditos ampliables hasta una suma igual a las obligaciones que se reconozcan, previo cumplimiento de las formalidades legalmente establecidas o de las que se establezcan, los recogidos en el anexo VIII de esta ley.</w:t>
      </w:r>
    </w:p>
    <w:p w:rsidR="00011E90" w:rsidRPr="00011E90" w:rsidRDefault="00011E90" w:rsidP="00011E90">
      <w:pPr>
        <w:spacing w:line="280" w:lineRule="exact"/>
        <w:rPr>
          <w:rFonts w:ascii="Riojana" w:hAnsi="Riojana"/>
        </w:rPr>
      </w:pPr>
    </w:p>
    <w:p w:rsidR="00011E90" w:rsidRPr="00011E90" w:rsidRDefault="00011E90" w:rsidP="00011E90">
      <w:pPr>
        <w:pStyle w:val="Ttulo6"/>
        <w:spacing w:before="120" w:line="280" w:lineRule="exact"/>
        <w:rPr>
          <w:rFonts w:ascii="Riojana" w:hAnsi="Riojana"/>
        </w:rPr>
      </w:pPr>
      <w:r w:rsidRPr="00011E90">
        <w:rPr>
          <w:rFonts w:ascii="Riojana" w:hAnsi="Riojana"/>
        </w:rPr>
        <w:t>Artículo 14. Incorporación de créditos</w:t>
      </w:r>
    </w:p>
    <w:p w:rsidR="00011E90" w:rsidRPr="00011E90" w:rsidRDefault="00011E90" w:rsidP="00011E90">
      <w:pPr>
        <w:spacing w:line="280" w:lineRule="exact"/>
        <w:rPr>
          <w:rFonts w:ascii="Riojana" w:hAnsi="Riojana"/>
        </w:rPr>
      </w:pPr>
      <w:r w:rsidRPr="00011E90">
        <w:rPr>
          <w:rFonts w:ascii="Riojana" w:hAnsi="Riojana"/>
        </w:rPr>
        <w:t>1. Podrán incorporarse al presupuesto de gastos aprobado por esta ley los previstos en el anexo VI de esta ley.</w:t>
      </w:r>
    </w:p>
    <w:p w:rsidR="00011E90" w:rsidRDefault="00011E90" w:rsidP="00011E90">
      <w:pPr>
        <w:spacing w:line="280" w:lineRule="exact"/>
        <w:rPr>
          <w:rFonts w:ascii="Riojana" w:hAnsi="Riojana"/>
        </w:rPr>
      </w:pPr>
      <w:r w:rsidRPr="00011E90">
        <w:rPr>
          <w:rFonts w:ascii="Riojana" w:hAnsi="Riojana"/>
        </w:rPr>
        <w:t>2. Las incorporaciones de crédito en las entidades públicas empresariales únicamente podrán realizarse con cargo a la parte del remanente de tesorería que al fin del ejercicio anterior no haya sido aplicada al presupuesto del organismo.</w:t>
      </w:r>
    </w:p>
    <w:p w:rsidR="00011E90" w:rsidRPr="00011E90" w:rsidRDefault="00011E90" w:rsidP="00011E90">
      <w:pPr>
        <w:spacing w:line="280" w:lineRule="exact"/>
        <w:rPr>
          <w:rFonts w:ascii="Riojana" w:hAnsi="Riojana"/>
        </w:rPr>
      </w:pPr>
    </w:p>
    <w:p w:rsidR="00011E90" w:rsidRPr="00011E90" w:rsidRDefault="00011E90" w:rsidP="00011E90">
      <w:pPr>
        <w:pStyle w:val="Ttulo6"/>
        <w:spacing w:before="120" w:line="280" w:lineRule="exact"/>
        <w:rPr>
          <w:rFonts w:ascii="Riojana" w:hAnsi="Riojana"/>
        </w:rPr>
      </w:pPr>
      <w:r w:rsidRPr="00011E90">
        <w:rPr>
          <w:rFonts w:ascii="Riojana" w:hAnsi="Riojana"/>
        </w:rPr>
        <w:t>Artículo 15. Competencias</w:t>
      </w:r>
    </w:p>
    <w:p w:rsidR="00011E90" w:rsidRPr="00011E90" w:rsidRDefault="00011E90" w:rsidP="00011E90">
      <w:pPr>
        <w:pStyle w:val="Normalltimoprrafo"/>
        <w:spacing w:line="280" w:lineRule="exact"/>
        <w:rPr>
          <w:rFonts w:ascii="Riojana" w:hAnsi="Riojana"/>
        </w:rPr>
      </w:pPr>
      <w:r w:rsidRPr="00011E90">
        <w:rPr>
          <w:rFonts w:ascii="Riojana" w:hAnsi="Riojana"/>
        </w:rPr>
        <w:t>La competencia para la aprobación de las modificaciones presupuestarias se ajustará a lo dispuesto en la Ley 11/2013 con las siguientes especificidades:</w:t>
      </w:r>
    </w:p>
    <w:p w:rsidR="00011E90" w:rsidRPr="00011E90" w:rsidRDefault="00011E90" w:rsidP="00204CB1">
      <w:pPr>
        <w:numPr>
          <w:ilvl w:val="0"/>
          <w:numId w:val="18"/>
        </w:numPr>
        <w:spacing w:after="100" w:line="280" w:lineRule="exact"/>
        <w:rPr>
          <w:rFonts w:ascii="Riojana" w:hAnsi="Riojana"/>
        </w:rPr>
      </w:pPr>
      <w:r w:rsidRPr="00011E90">
        <w:rPr>
          <w:rFonts w:ascii="Riojana" w:hAnsi="Riojana"/>
        </w:rPr>
        <w:t xml:space="preserve">Corresponderá al consejero de Agricultura, Ganadería, Mundo Rural, Territorio y Población la competencia para generar crédito derivado de los ingresos referentes a gastos financiados </w:t>
      </w:r>
      <w:r w:rsidRPr="00011E90">
        <w:rPr>
          <w:rFonts w:ascii="Riojana" w:hAnsi="Riojana"/>
        </w:rPr>
        <w:lastRenderedPageBreak/>
        <w:t>totalmente por el Fondo Europeo Agrícola de Garantía, siempre que exista un compromiso firme de aportación de crédito superior al ingreso presupuestado. La generación podrá producirse en cualquier momento del año, aun cuando dichos ingresos se hayan producido en ejercicios anteriores, siempre que esté constatado el ingreso y que la consiguiente ejecución del gasto se vaya a producir durante el ejercicio 2023.</w:t>
      </w:r>
    </w:p>
    <w:p w:rsidR="00011E90" w:rsidRPr="00011E90" w:rsidRDefault="00011E90" w:rsidP="00204CB1">
      <w:pPr>
        <w:numPr>
          <w:ilvl w:val="0"/>
          <w:numId w:val="18"/>
        </w:numPr>
        <w:spacing w:after="100" w:line="280" w:lineRule="exact"/>
        <w:rPr>
          <w:rFonts w:ascii="Riojana" w:hAnsi="Riojana"/>
        </w:rPr>
      </w:pPr>
      <w:r w:rsidRPr="00011E90">
        <w:rPr>
          <w:rFonts w:ascii="Riojana" w:hAnsi="Riojana"/>
        </w:rPr>
        <w:t xml:space="preserve">Corresponderán al consejero de Hacienda y Administración Pública las transferencias que se realicen de los </w:t>
      </w:r>
      <w:proofErr w:type="spellStart"/>
      <w:r w:rsidRPr="00011E90">
        <w:rPr>
          <w:rFonts w:ascii="Riojana" w:hAnsi="Riojana"/>
        </w:rPr>
        <w:t>superproyectos</w:t>
      </w:r>
      <w:proofErr w:type="spellEnd"/>
      <w:r w:rsidRPr="00011E90">
        <w:rPr>
          <w:rFonts w:ascii="Riojana" w:hAnsi="Riojana"/>
        </w:rPr>
        <w:t xml:space="preserve"> de gastos 'Fondo Europeo de Desarrollo Regional' (FEDER), Plan de Transformación de La Rioja y del Mecanismo de Recuperación y Resiliencia.</w:t>
      </w:r>
    </w:p>
    <w:p w:rsidR="00011E90" w:rsidRDefault="00011E90" w:rsidP="00204CB1">
      <w:pPr>
        <w:numPr>
          <w:ilvl w:val="0"/>
          <w:numId w:val="18"/>
        </w:numPr>
        <w:spacing w:after="100" w:line="280" w:lineRule="exact"/>
        <w:rPr>
          <w:rFonts w:ascii="Riojana" w:hAnsi="Riojana"/>
        </w:rPr>
      </w:pPr>
      <w:r w:rsidRPr="00011E90">
        <w:rPr>
          <w:rFonts w:ascii="Riojana" w:hAnsi="Riojana"/>
        </w:rPr>
        <w:t>El Consejo de Gobierno autorizará los créditos extraordinarios y suplementos de crédito para atender obligaciones de ejercicios anteriores u obligaciones del ejercicio corriente cuando se financien con baja en otros créditos del presupuesto.</w:t>
      </w:r>
    </w:p>
    <w:p w:rsidR="00011E90" w:rsidRPr="00011E90" w:rsidRDefault="00011E90" w:rsidP="00011E90">
      <w:pPr>
        <w:spacing w:after="100" w:line="280" w:lineRule="exact"/>
        <w:ind w:left="284"/>
        <w:rPr>
          <w:rFonts w:ascii="Riojana" w:hAnsi="Riojana"/>
        </w:rPr>
      </w:pPr>
    </w:p>
    <w:p w:rsidR="00011E90" w:rsidRPr="00011E90" w:rsidRDefault="00011E90" w:rsidP="00011E90">
      <w:pPr>
        <w:pStyle w:val="Ttulo3"/>
        <w:jc w:val="center"/>
        <w:rPr>
          <w:rFonts w:ascii="Riojana Bold" w:hAnsi="Riojana Bold"/>
          <w:b w:val="0"/>
          <w:sz w:val="24"/>
          <w:szCs w:val="24"/>
        </w:rPr>
      </w:pPr>
      <w:r w:rsidRPr="00011E90">
        <w:rPr>
          <w:rFonts w:ascii="Riojana Bold" w:hAnsi="Riojana Bold"/>
          <w:b w:val="0"/>
          <w:sz w:val="24"/>
          <w:szCs w:val="24"/>
        </w:rPr>
        <w:t>TÍTULO II. Procedimientos de gestión presupuestaria</w:t>
      </w:r>
    </w:p>
    <w:p w:rsidR="007E1399" w:rsidRDefault="007E1399" w:rsidP="00011E90">
      <w:pPr>
        <w:pStyle w:val="Ttulo4"/>
        <w:rPr>
          <w:rFonts w:ascii="Riojana Bold" w:hAnsi="Riojana Bold"/>
          <w:b w:val="0"/>
          <w:i w:val="0"/>
          <w:color w:val="auto"/>
          <w:sz w:val="22"/>
          <w:szCs w:val="22"/>
        </w:rPr>
      </w:pPr>
    </w:p>
    <w:p w:rsidR="00011E90" w:rsidRPr="00011E90" w:rsidRDefault="00011E90" w:rsidP="007E1399">
      <w:pPr>
        <w:pStyle w:val="Ttulo4"/>
        <w:spacing w:before="0"/>
        <w:rPr>
          <w:rFonts w:ascii="Riojana Bold" w:hAnsi="Riojana Bold"/>
          <w:b w:val="0"/>
          <w:i w:val="0"/>
          <w:color w:val="auto"/>
          <w:sz w:val="22"/>
          <w:szCs w:val="22"/>
        </w:rPr>
      </w:pPr>
      <w:r w:rsidRPr="00011E90">
        <w:rPr>
          <w:rFonts w:ascii="Riojana Bold" w:hAnsi="Riojana Bold"/>
          <w:b w:val="0"/>
          <w:i w:val="0"/>
          <w:color w:val="auto"/>
          <w:sz w:val="22"/>
          <w:szCs w:val="22"/>
        </w:rPr>
        <w:t>CAPÍTULO I. Ejecución de gastos</w:t>
      </w:r>
    </w:p>
    <w:p w:rsidR="00011E90" w:rsidRDefault="00011E90" w:rsidP="00011E90">
      <w:pPr>
        <w:pStyle w:val="Ttulo6"/>
      </w:pPr>
    </w:p>
    <w:p w:rsidR="00011E90" w:rsidRPr="00011E90" w:rsidRDefault="00011E90" w:rsidP="00011E90">
      <w:pPr>
        <w:pStyle w:val="Ttulo6"/>
        <w:spacing w:before="120" w:line="280" w:lineRule="exact"/>
        <w:rPr>
          <w:rFonts w:ascii="Riojana" w:hAnsi="Riojana"/>
        </w:rPr>
      </w:pPr>
      <w:r w:rsidRPr="00011E90">
        <w:rPr>
          <w:rFonts w:ascii="Riojana" w:hAnsi="Riojana"/>
        </w:rPr>
        <w:t>Artículo 16. Aprobación de gastos</w:t>
      </w:r>
    </w:p>
    <w:p w:rsidR="00011E90" w:rsidRPr="00011E90" w:rsidRDefault="00011E90" w:rsidP="00011E90">
      <w:pPr>
        <w:pStyle w:val="Normalltimoprrafo"/>
        <w:spacing w:line="280" w:lineRule="exact"/>
        <w:rPr>
          <w:rFonts w:ascii="Riojana" w:hAnsi="Riojana"/>
        </w:rPr>
      </w:pPr>
      <w:r w:rsidRPr="00011E90">
        <w:rPr>
          <w:rFonts w:ascii="Riojana" w:hAnsi="Riojana"/>
        </w:rPr>
        <w:t>1. El titular de la consejería o presidente del organismo autónomo u órgano del mismo que determine su propia ley de creación necesitará autorización previa del Consejo de Gobierno en los siguientes supuestos:</w:t>
      </w:r>
    </w:p>
    <w:p w:rsidR="00011E90" w:rsidRPr="00011E90" w:rsidRDefault="00011E90" w:rsidP="00204CB1">
      <w:pPr>
        <w:numPr>
          <w:ilvl w:val="0"/>
          <w:numId w:val="20"/>
        </w:numPr>
        <w:spacing w:after="100" w:line="280" w:lineRule="exact"/>
        <w:rPr>
          <w:rFonts w:ascii="Riojana" w:hAnsi="Riojana"/>
        </w:rPr>
      </w:pPr>
      <w:r w:rsidRPr="00011E90">
        <w:rPr>
          <w:rFonts w:ascii="Riojana" w:hAnsi="Riojana"/>
        </w:rPr>
        <w:t>Cuando el presupuesto o gasto a aprobar en bienes corrientes y servicios o en transferencias corrientes sea superior a 250.000 euros.</w:t>
      </w:r>
    </w:p>
    <w:p w:rsidR="00011E90" w:rsidRPr="00011E90" w:rsidRDefault="00011E90" w:rsidP="00204CB1">
      <w:pPr>
        <w:numPr>
          <w:ilvl w:val="0"/>
          <w:numId w:val="20"/>
        </w:numPr>
        <w:spacing w:after="100" w:line="280" w:lineRule="exact"/>
        <w:rPr>
          <w:rFonts w:ascii="Riojana" w:hAnsi="Riojana"/>
        </w:rPr>
      </w:pPr>
      <w:r w:rsidRPr="00011E90">
        <w:rPr>
          <w:rFonts w:ascii="Riojana" w:hAnsi="Riojana"/>
        </w:rPr>
        <w:t>Cuando el presupuesto o gasto a aprobar en inversiones reales o transferencias de capital sea superior a 750.000 euros.</w:t>
      </w:r>
    </w:p>
    <w:p w:rsidR="00011E90" w:rsidRPr="00011E90" w:rsidRDefault="00011E90" w:rsidP="00011E90">
      <w:pPr>
        <w:pStyle w:val="Normalprimerprrafo"/>
        <w:spacing w:before="120" w:line="280" w:lineRule="exact"/>
        <w:rPr>
          <w:rFonts w:ascii="Riojana" w:hAnsi="Riojana"/>
        </w:rPr>
      </w:pPr>
      <w:r w:rsidRPr="00011E90">
        <w:rPr>
          <w:rFonts w:ascii="Riojana" w:hAnsi="Riojana"/>
        </w:rPr>
        <w:t>2. No será necesaria la autorización previa del Consejo de Gobierno para subvenciones y transferencias nominativas.</w:t>
      </w:r>
    </w:p>
    <w:p w:rsidR="00011E90" w:rsidRPr="00011E90" w:rsidRDefault="00011E90" w:rsidP="00011E90">
      <w:pPr>
        <w:spacing w:line="280" w:lineRule="exact"/>
        <w:rPr>
          <w:rFonts w:ascii="Riojana" w:hAnsi="Riojana"/>
        </w:rPr>
      </w:pPr>
      <w:r w:rsidRPr="00011E90">
        <w:rPr>
          <w:rFonts w:ascii="Riojana" w:hAnsi="Riojana"/>
        </w:rPr>
        <w:t xml:space="preserve">3. En el caso de las prestaciones económicas del Sistema Riojano para la Autonomía Personal y la Atención a la Dependencia, las prestaciones de renta de ciudadanía, los gastos derivados de los conciertos educativos, los gastos financiados con el Mecanismo de Recuperación y Resiliencia, así como las subvenciones financiadas totalmente por el FEAGA no estarán sujetos durante el año 2023 al régimen de autorización previa previsto en este artículo. Tampoco estarán sujetan a autorización previa la aprobación del gasto necesario para el cumplimiento de sentencias judiciales y de resoluciones o fallos de </w:t>
      </w:r>
      <w:r w:rsidRPr="00011E90">
        <w:rPr>
          <w:rFonts w:ascii="Riojana" w:hAnsi="Riojana"/>
        </w:rPr>
        <w:lastRenderedPageBreak/>
        <w:t>tribunales económico-administrativos, así como las actualizaciones y revisiones de precios anuales contempladas en los contratos de concesión administrativa.</w:t>
      </w:r>
    </w:p>
    <w:p w:rsidR="00011E90" w:rsidRPr="00011E90" w:rsidRDefault="00011E90" w:rsidP="00011E90">
      <w:pPr>
        <w:spacing w:line="280" w:lineRule="exact"/>
        <w:rPr>
          <w:rFonts w:ascii="Riojana" w:hAnsi="Riojana"/>
        </w:rPr>
      </w:pPr>
      <w:r w:rsidRPr="00011E90">
        <w:rPr>
          <w:rFonts w:ascii="Riojana" w:hAnsi="Riojana"/>
        </w:rPr>
        <w:t>4. En las convocatorias de subvenciones en las que se haya previsto la posibilidad de distribuir la cuantía máxima entre varios créditos presupuestarios, la autorización previa de gasto a la que se refiere el párrafo primero de este artículo tendrá carácter estimativo y podrá prever que la posterior alteración de dicha distribución no necesitará de una nueva autorización por parte del Consejo de Gobierno.</w:t>
      </w:r>
    </w:p>
    <w:p w:rsidR="00011E90" w:rsidRDefault="00011E90" w:rsidP="00011E90">
      <w:pPr>
        <w:spacing w:line="280" w:lineRule="exact"/>
        <w:rPr>
          <w:rFonts w:ascii="Riojana" w:hAnsi="Riojana"/>
        </w:rPr>
      </w:pPr>
      <w:r w:rsidRPr="00011E90">
        <w:rPr>
          <w:rFonts w:ascii="Riojana" w:hAnsi="Riojana"/>
        </w:rPr>
        <w:t>5. Sin perjuicio de la no sujeción a autorización previa de los gastos financiados con el Mecanismo de Recuperación y Resiliencia, las consejerías deberán dar cuenta de las aprobaciones de gasto que se produzcan para la ejecución de los fondos. Los requisitos, forma, periodicidad y órgano ante el que se producirá esa dación de cuentas se establecerán mediante acuerdo del Consejo de Gobierno.</w:t>
      </w:r>
    </w:p>
    <w:p w:rsidR="00011E90" w:rsidRPr="00011E90" w:rsidRDefault="00011E90" w:rsidP="00011E90">
      <w:pPr>
        <w:spacing w:line="280" w:lineRule="exact"/>
        <w:rPr>
          <w:rFonts w:ascii="Riojana" w:hAnsi="Riojana"/>
        </w:rPr>
      </w:pPr>
    </w:p>
    <w:p w:rsidR="00011E90" w:rsidRPr="00011E90" w:rsidRDefault="00011E90" w:rsidP="007E1399">
      <w:pPr>
        <w:pStyle w:val="Ttulo4"/>
        <w:rPr>
          <w:rFonts w:ascii="Riojana Bold" w:hAnsi="Riojana Bold"/>
          <w:b w:val="0"/>
          <w:i w:val="0"/>
          <w:color w:val="auto"/>
          <w:sz w:val="22"/>
          <w:szCs w:val="22"/>
        </w:rPr>
      </w:pPr>
      <w:r w:rsidRPr="00011E90">
        <w:rPr>
          <w:rFonts w:ascii="Riojana Bold" w:hAnsi="Riojana Bold"/>
          <w:b w:val="0"/>
          <w:i w:val="0"/>
          <w:color w:val="auto"/>
          <w:sz w:val="22"/>
          <w:szCs w:val="22"/>
        </w:rPr>
        <w:t>CAPÍTULO II. Transferencias y subvenciones</w:t>
      </w:r>
    </w:p>
    <w:p w:rsidR="00011E90" w:rsidRPr="00011E90" w:rsidRDefault="00011E90" w:rsidP="00011E90"/>
    <w:p w:rsidR="00011E90" w:rsidRPr="00011E90" w:rsidRDefault="00011E90" w:rsidP="00011E90">
      <w:pPr>
        <w:pStyle w:val="Ttulo6"/>
        <w:spacing w:before="120" w:line="280" w:lineRule="exact"/>
        <w:rPr>
          <w:rFonts w:ascii="Riojana" w:hAnsi="Riojana"/>
        </w:rPr>
      </w:pPr>
      <w:r w:rsidRPr="00011E90">
        <w:rPr>
          <w:rFonts w:ascii="Riojana" w:hAnsi="Riojana"/>
        </w:rPr>
        <w:t>Artículo 17. De las subvenciones</w:t>
      </w:r>
    </w:p>
    <w:p w:rsidR="00011E90" w:rsidRDefault="00C27500" w:rsidP="00011E90">
      <w:pPr>
        <w:spacing w:line="280" w:lineRule="exact"/>
        <w:rPr>
          <w:rFonts w:ascii="Riojana" w:hAnsi="Riojana"/>
        </w:rPr>
      </w:pPr>
      <w:r>
        <w:rPr>
          <w:rFonts w:ascii="Riojana" w:hAnsi="Riojana"/>
        </w:rPr>
        <w:t xml:space="preserve">1. </w:t>
      </w:r>
      <w:r w:rsidR="00011E90" w:rsidRPr="00011E90">
        <w:rPr>
          <w:rFonts w:ascii="Riojana" w:hAnsi="Riojana"/>
        </w:rPr>
        <w:t>La concesión de ayudas y subvenciones con cargo a los créditos de los capítulos de transferencias consignados en los Presupuestos de la Comunidad Autónoma de La Rioja se someterá a lo dispuesto en la Ley 11/2013, de 21 de octubre, de Hacienda Pública de La Rioja, así como en la normativa básica reguladora de las subvenciones públicas dictada por el Estado, y a las disposiciones aprobadas por la Comunidad Autónoma en desarrollo de la misma.</w:t>
      </w:r>
    </w:p>
    <w:p w:rsidR="00C27500" w:rsidRPr="00C27500" w:rsidRDefault="00C27500" w:rsidP="00C27500">
      <w:pPr>
        <w:spacing w:line="280" w:lineRule="exact"/>
        <w:rPr>
          <w:rFonts w:ascii="Riojana" w:hAnsi="Riojana"/>
        </w:rPr>
      </w:pPr>
    </w:p>
    <w:p w:rsidR="00C27500" w:rsidRPr="00C27500" w:rsidRDefault="00C27500" w:rsidP="00C27500">
      <w:pPr>
        <w:spacing w:line="280" w:lineRule="exact"/>
        <w:rPr>
          <w:rFonts w:ascii="Riojana" w:hAnsi="Riojana"/>
        </w:rPr>
      </w:pPr>
      <w:r>
        <w:rPr>
          <w:rFonts w:ascii="Riojana" w:hAnsi="Riojana"/>
        </w:rPr>
        <w:t>2</w:t>
      </w:r>
      <w:r w:rsidRPr="00C27500">
        <w:rPr>
          <w:rFonts w:ascii="Riojana" w:hAnsi="Riojana"/>
        </w:rPr>
        <w:t>. Los gastos de acción social incluidos en los gastos de personal al servicio del sector público,  financiados con cargo al capítulo I del estado de gastos, no tienen la consideración de subvenciones y se regirán por su normativa específica.</w:t>
      </w:r>
    </w:p>
    <w:p w:rsidR="00C27500" w:rsidRPr="00C27500" w:rsidRDefault="00C27500" w:rsidP="00C27500">
      <w:pPr>
        <w:spacing w:line="280" w:lineRule="exact"/>
        <w:rPr>
          <w:rFonts w:ascii="Riojana" w:hAnsi="Riojana"/>
        </w:rPr>
      </w:pPr>
    </w:p>
    <w:p w:rsidR="00011E90" w:rsidRPr="00011E90" w:rsidRDefault="00011E90" w:rsidP="00011E90">
      <w:pPr>
        <w:pStyle w:val="Ttulo6"/>
        <w:spacing w:before="120" w:line="280" w:lineRule="exact"/>
        <w:rPr>
          <w:rFonts w:ascii="Riojana" w:hAnsi="Riojana"/>
        </w:rPr>
      </w:pPr>
      <w:r w:rsidRPr="00011E90">
        <w:rPr>
          <w:rFonts w:ascii="Riojana" w:hAnsi="Riojana"/>
        </w:rPr>
        <w:t>Artículo 18. De las subvenciones nominativas</w:t>
      </w:r>
    </w:p>
    <w:p w:rsidR="00011E90" w:rsidRPr="00011E90" w:rsidRDefault="00011E90" w:rsidP="00011E90">
      <w:pPr>
        <w:pStyle w:val="Normalltimoprrafo"/>
        <w:spacing w:line="280" w:lineRule="exact"/>
        <w:rPr>
          <w:rFonts w:ascii="Riojana" w:hAnsi="Riojana"/>
        </w:rPr>
      </w:pPr>
      <w:r w:rsidRPr="00011E90">
        <w:rPr>
          <w:rFonts w:ascii="Riojana" w:hAnsi="Riojana"/>
        </w:rPr>
        <w:t>1. Las subvenciones tendrán carácter nominativo, hasta el límite del crédito que como tal aparezca consignado en la Ley de Presupuestos Generales de la Comunidad Autónoma de La Rioja, cuando se cumplan los dos requisitos siguientes:</w:t>
      </w:r>
    </w:p>
    <w:p w:rsidR="00011E90" w:rsidRPr="00011E90" w:rsidRDefault="00011E90" w:rsidP="00204CB1">
      <w:pPr>
        <w:numPr>
          <w:ilvl w:val="0"/>
          <w:numId w:val="22"/>
        </w:numPr>
        <w:spacing w:after="100" w:line="280" w:lineRule="exact"/>
        <w:rPr>
          <w:rFonts w:ascii="Riojana" w:hAnsi="Riojana"/>
        </w:rPr>
      </w:pPr>
      <w:r w:rsidRPr="00011E90">
        <w:rPr>
          <w:rFonts w:ascii="Riojana" w:hAnsi="Riojana"/>
        </w:rPr>
        <w:t>Que tanto el beneficiario como la actividad, proyecto o comportamiento singular a financiar figuren nominativamente en los créditos de los estados numéricos de esta ley.</w:t>
      </w:r>
    </w:p>
    <w:p w:rsidR="00011E90" w:rsidRPr="00011E90" w:rsidRDefault="00011E90" w:rsidP="00204CB1">
      <w:pPr>
        <w:numPr>
          <w:ilvl w:val="0"/>
          <w:numId w:val="22"/>
        </w:numPr>
        <w:spacing w:after="100" w:line="280" w:lineRule="exact"/>
        <w:rPr>
          <w:rFonts w:ascii="Riojana" w:hAnsi="Riojana"/>
        </w:rPr>
      </w:pPr>
      <w:r w:rsidRPr="00011E90">
        <w:rPr>
          <w:rFonts w:ascii="Riojana" w:hAnsi="Riojana"/>
        </w:rPr>
        <w:t>Que la subvención aparezca recogida en el anexo III de subvenciones nominativas de esta ley.</w:t>
      </w:r>
    </w:p>
    <w:p w:rsidR="00011E90" w:rsidRDefault="00011E90" w:rsidP="00011E90">
      <w:pPr>
        <w:pStyle w:val="Normalprimerprrafo"/>
        <w:spacing w:before="120" w:line="280" w:lineRule="exact"/>
        <w:rPr>
          <w:rFonts w:ascii="Riojana" w:hAnsi="Riojana"/>
        </w:rPr>
      </w:pPr>
      <w:r w:rsidRPr="00011E90">
        <w:rPr>
          <w:rFonts w:ascii="Riojana" w:hAnsi="Riojana"/>
        </w:rPr>
        <w:lastRenderedPageBreak/>
        <w:t>2. La aprobación de las bases reguladoras de cada una de las subvenciones previstas en este artículo deberá ir precedida por una memoria del beneficiario sobre las actividades a subvencionar, que incluirá un listado de indicadores asociados a la finalidad que justifica la subvención y que permitan evaluar su grado de cumplimiento. Si de esta evaluación, efectuada por el centro gestor de la subvención, se acreditara un incumplimiento total o parcial, se minorará la cuantía de la subvención si no se ha procedido al pago completo o se abrirá el procedimiento de reintegro regulado en los artículos 36 y siguientes de la Ley 38/2003, de 17 de diciembre, General de Subvenciones.</w:t>
      </w:r>
    </w:p>
    <w:p w:rsidR="00011E90" w:rsidRPr="00011E90" w:rsidRDefault="00011E90" w:rsidP="00011E90">
      <w:pPr>
        <w:pStyle w:val="Normalprimerprrafo"/>
        <w:spacing w:before="120" w:line="280" w:lineRule="exact"/>
        <w:rPr>
          <w:rFonts w:ascii="Riojana" w:hAnsi="Riojana"/>
        </w:rPr>
      </w:pPr>
    </w:p>
    <w:p w:rsidR="00011E90" w:rsidRPr="00011E90" w:rsidRDefault="00011E90" w:rsidP="00011E90">
      <w:pPr>
        <w:pStyle w:val="Ttulo6"/>
        <w:spacing w:before="120" w:line="280" w:lineRule="exact"/>
        <w:rPr>
          <w:rFonts w:ascii="Riojana" w:hAnsi="Riojana"/>
        </w:rPr>
      </w:pPr>
      <w:r w:rsidRPr="00011E90">
        <w:rPr>
          <w:rFonts w:ascii="Riojana" w:hAnsi="Riojana"/>
        </w:rPr>
        <w:t>Artículo 19. De las transferencias nominativas</w:t>
      </w:r>
    </w:p>
    <w:p w:rsidR="00011E90" w:rsidRPr="00011E90" w:rsidRDefault="00011E90" w:rsidP="00011E90">
      <w:pPr>
        <w:spacing w:line="280" w:lineRule="exact"/>
        <w:rPr>
          <w:rFonts w:ascii="Riojana" w:hAnsi="Riojana"/>
        </w:rPr>
      </w:pPr>
      <w:r w:rsidRPr="00011E90">
        <w:rPr>
          <w:rFonts w:ascii="Riojana" w:hAnsi="Riojana"/>
        </w:rPr>
        <w:t>1. Transferencia es la disposición dineraria que se realiza sin contraprestación directa por parte del beneficiario para la Administración y que se destina a financiar actividades no singularizadas.</w:t>
      </w:r>
    </w:p>
    <w:p w:rsidR="00011E90" w:rsidRPr="00011E90" w:rsidRDefault="00011E90" w:rsidP="00011E90">
      <w:pPr>
        <w:pStyle w:val="Normalltimoprrafo"/>
        <w:spacing w:line="280" w:lineRule="exact"/>
        <w:rPr>
          <w:rFonts w:ascii="Riojana" w:hAnsi="Riojana"/>
        </w:rPr>
      </w:pPr>
      <w:r w:rsidRPr="00011E90">
        <w:rPr>
          <w:rFonts w:ascii="Riojana" w:hAnsi="Riojana"/>
        </w:rPr>
        <w:t>2. Para que una transferencia tenga carácter nominativo se han de cumplir dos requisitos:</w:t>
      </w:r>
    </w:p>
    <w:p w:rsidR="00011E90" w:rsidRPr="00011E90" w:rsidRDefault="00011E90" w:rsidP="00204CB1">
      <w:pPr>
        <w:numPr>
          <w:ilvl w:val="0"/>
          <w:numId w:val="24"/>
        </w:numPr>
        <w:spacing w:after="100" w:line="280" w:lineRule="exact"/>
        <w:rPr>
          <w:rFonts w:ascii="Riojana" w:hAnsi="Riojana"/>
        </w:rPr>
      </w:pPr>
      <w:r w:rsidRPr="00011E90">
        <w:rPr>
          <w:rFonts w:ascii="Riojana" w:hAnsi="Riojana"/>
        </w:rPr>
        <w:t>Que el beneficiario figure nominativamente en los créditos de los estados numéricos de esta ley.</w:t>
      </w:r>
    </w:p>
    <w:p w:rsidR="00011E90" w:rsidRPr="00011E90" w:rsidRDefault="00011E90" w:rsidP="00204CB1">
      <w:pPr>
        <w:numPr>
          <w:ilvl w:val="0"/>
          <w:numId w:val="24"/>
        </w:numPr>
        <w:spacing w:after="100" w:line="280" w:lineRule="exact"/>
        <w:rPr>
          <w:rFonts w:ascii="Riojana" w:hAnsi="Riojana"/>
        </w:rPr>
      </w:pPr>
      <w:r w:rsidRPr="00011E90">
        <w:rPr>
          <w:rFonts w:ascii="Riojana" w:hAnsi="Riojana"/>
        </w:rPr>
        <w:t>Que la transferencia aparezca recogida en el anexo IV de transferencias nominativas de esta ley.</w:t>
      </w:r>
    </w:p>
    <w:p w:rsidR="00011E90" w:rsidRPr="00011E90" w:rsidRDefault="00011E90" w:rsidP="00011E90">
      <w:pPr>
        <w:pStyle w:val="Normalprimerprrafo"/>
        <w:spacing w:before="120" w:line="280" w:lineRule="exact"/>
        <w:rPr>
          <w:rFonts w:ascii="Riojana" w:hAnsi="Riojana"/>
        </w:rPr>
      </w:pPr>
      <w:r w:rsidRPr="00011E90">
        <w:rPr>
          <w:rFonts w:ascii="Riojana" w:hAnsi="Riojana"/>
        </w:rPr>
        <w:t>3. Los citados créditos se reconocerán y librarán por doceavas partes iguales al principio de cada mes natural, salvo que por norma de carácter específico o mediante la firma del oportuno convenio se determine otra forma de reconocimiento y libramiento.</w:t>
      </w:r>
    </w:p>
    <w:p w:rsidR="00011E90" w:rsidRPr="00011E90" w:rsidRDefault="00011E90" w:rsidP="00011E90">
      <w:pPr>
        <w:spacing w:line="280" w:lineRule="exact"/>
        <w:rPr>
          <w:rFonts w:ascii="Riojana" w:hAnsi="Riojana"/>
        </w:rPr>
      </w:pPr>
      <w:r w:rsidRPr="00011E90">
        <w:rPr>
          <w:rFonts w:ascii="Riojana" w:hAnsi="Riojana"/>
        </w:rPr>
        <w:t>En el caso de las transferencias nominativas destinadas a entes integrantes del sector público de la Comunidad Autónoma de La Rioja, los libramientos resultantes de aplicar lo dispuesto en el párrafo anterior se sujetarán a los planes de disposición de fondos que puedan establecerse por la Dirección General de Control Presupuestario en atención a la existencia de suficientes disponibilidades líquidas en la entidad beneficiaria.</w:t>
      </w:r>
    </w:p>
    <w:p w:rsidR="00011E90" w:rsidRPr="00011E90" w:rsidRDefault="00011E90" w:rsidP="00204CB1">
      <w:pPr>
        <w:pStyle w:val="Prrafodelista"/>
        <w:numPr>
          <w:ilvl w:val="0"/>
          <w:numId w:val="18"/>
        </w:numPr>
        <w:spacing w:line="280" w:lineRule="exact"/>
        <w:rPr>
          <w:rFonts w:ascii="Riojana" w:hAnsi="Riojana"/>
        </w:rPr>
      </w:pPr>
      <w:r w:rsidRPr="00011E90">
        <w:rPr>
          <w:rFonts w:ascii="Riojana" w:hAnsi="Riojana"/>
        </w:rPr>
        <w:t>Dichas asignaciones estarán sujetas a control financiero con el alcance que reglamentariamente se determine.</w:t>
      </w:r>
    </w:p>
    <w:p w:rsidR="00011E90" w:rsidRPr="00011E90" w:rsidRDefault="00011E90" w:rsidP="00011E90">
      <w:pPr>
        <w:spacing w:line="280" w:lineRule="exact"/>
        <w:ind w:left="284"/>
        <w:rPr>
          <w:rFonts w:ascii="Riojana" w:hAnsi="Riojana"/>
        </w:rPr>
      </w:pPr>
    </w:p>
    <w:p w:rsidR="00011E90" w:rsidRPr="007E1399" w:rsidRDefault="00011E90" w:rsidP="007E1399">
      <w:pPr>
        <w:pStyle w:val="Ttulo4"/>
        <w:rPr>
          <w:rFonts w:ascii="Riojana Bold" w:hAnsi="Riojana Bold"/>
          <w:b w:val="0"/>
          <w:i w:val="0"/>
          <w:color w:val="auto"/>
          <w:sz w:val="22"/>
          <w:szCs w:val="22"/>
        </w:rPr>
      </w:pPr>
      <w:r w:rsidRPr="007E1399">
        <w:rPr>
          <w:rFonts w:ascii="Riojana Bold" w:hAnsi="Riojana Bold"/>
          <w:b w:val="0"/>
          <w:i w:val="0"/>
          <w:color w:val="auto"/>
          <w:sz w:val="22"/>
          <w:szCs w:val="22"/>
        </w:rPr>
        <w:t>CAPÍTULO III. De la función interventora</w:t>
      </w:r>
    </w:p>
    <w:p w:rsidR="00011E90" w:rsidRDefault="00011E90" w:rsidP="00011E90">
      <w:pPr>
        <w:pStyle w:val="Ttulo6"/>
      </w:pPr>
    </w:p>
    <w:p w:rsidR="00011E90" w:rsidRPr="00011E90" w:rsidRDefault="00011E90" w:rsidP="00011E90">
      <w:pPr>
        <w:pStyle w:val="Ttulo6"/>
        <w:spacing w:before="120" w:line="280" w:lineRule="exact"/>
        <w:rPr>
          <w:rFonts w:ascii="Riojana" w:hAnsi="Riojana"/>
        </w:rPr>
      </w:pPr>
      <w:r w:rsidRPr="00011E90">
        <w:rPr>
          <w:rFonts w:ascii="Riojana" w:hAnsi="Riojana"/>
        </w:rPr>
        <w:t>Artículo 20. De la función interventora</w:t>
      </w:r>
    </w:p>
    <w:p w:rsidR="00011E90" w:rsidRPr="00011E90" w:rsidRDefault="00011E90" w:rsidP="00011E90">
      <w:pPr>
        <w:spacing w:line="280" w:lineRule="exact"/>
        <w:rPr>
          <w:rFonts w:ascii="Riojana" w:hAnsi="Riojana"/>
        </w:rPr>
      </w:pPr>
      <w:r w:rsidRPr="00011E90">
        <w:rPr>
          <w:rFonts w:ascii="Riojana" w:hAnsi="Riojana"/>
        </w:rPr>
        <w:t xml:space="preserve">1. La fiscalización previa e intervención de los derechos e ingresos de la Tesorería de la Comunidad Autónoma de La Rioja serán sustituidos por el control inherente a la toma de razón en contabilidad, estableciéndose las actuaciones comprobatorias posteriores que determine la Intervención General y </w:t>
      </w:r>
      <w:r w:rsidRPr="00011E90">
        <w:rPr>
          <w:rFonts w:ascii="Riojana" w:hAnsi="Riojana"/>
        </w:rPr>
        <w:lastRenderedPageBreak/>
        <w:t>Evaluación de Políticas Públicas de la Comunidad Autónoma de La Rioja. Esta sustitución no podrá alcanzar a las devoluciones de ingresos indebidos.</w:t>
      </w:r>
    </w:p>
    <w:p w:rsidR="00011E90" w:rsidRPr="00011E90" w:rsidRDefault="00011E90" w:rsidP="00011E90">
      <w:pPr>
        <w:pStyle w:val="Normalltimoprrafo"/>
        <w:spacing w:line="280" w:lineRule="exact"/>
        <w:rPr>
          <w:rFonts w:ascii="Riojana" w:hAnsi="Riojana"/>
        </w:rPr>
      </w:pPr>
      <w:r w:rsidRPr="00011E90">
        <w:rPr>
          <w:rFonts w:ascii="Riojana" w:hAnsi="Riojana"/>
        </w:rPr>
        <w:t>2. No estarán sujetos a fiscalización previa:</w:t>
      </w:r>
    </w:p>
    <w:p w:rsidR="00011E90" w:rsidRPr="00011E90" w:rsidRDefault="00011E90" w:rsidP="00204CB1">
      <w:pPr>
        <w:numPr>
          <w:ilvl w:val="0"/>
          <w:numId w:val="26"/>
        </w:numPr>
        <w:spacing w:after="100" w:line="280" w:lineRule="exact"/>
        <w:rPr>
          <w:rFonts w:ascii="Riojana" w:hAnsi="Riojana"/>
        </w:rPr>
      </w:pPr>
      <w:r w:rsidRPr="00011E90">
        <w:rPr>
          <w:rFonts w:ascii="Riojana" w:hAnsi="Riojana"/>
        </w:rPr>
        <w:t>Las fases de autorización, disposición y reconocimiento de la obligación de los gastos correspondientes a transferencias nominativas.</w:t>
      </w:r>
    </w:p>
    <w:p w:rsidR="00011E90" w:rsidRPr="00011E90" w:rsidRDefault="00011E90" w:rsidP="00204CB1">
      <w:pPr>
        <w:numPr>
          <w:ilvl w:val="0"/>
          <w:numId w:val="26"/>
        </w:numPr>
        <w:spacing w:after="100" w:line="280" w:lineRule="exact"/>
        <w:rPr>
          <w:rFonts w:ascii="Riojana" w:hAnsi="Riojana"/>
        </w:rPr>
      </w:pPr>
      <w:r w:rsidRPr="00011E90">
        <w:rPr>
          <w:rFonts w:ascii="Riojana" w:hAnsi="Riojana"/>
        </w:rPr>
        <w:t>Las fases de autorización y disposición de los gastos correspondientes a subvenciones nominativas.</w:t>
      </w:r>
    </w:p>
    <w:p w:rsidR="00011E90" w:rsidRPr="00011E90" w:rsidRDefault="00011E90" w:rsidP="00011E90">
      <w:pPr>
        <w:pStyle w:val="Normalintermedioprrafo"/>
        <w:spacing w:before="120" w:line="280" w:lineRule="exact"/>
        <w:rPr>
          <w:rFonts w:ascii="Riojana" w:hAnsi="Riojana"/>
        </w:rPr>
      </w:pPr>
      <w:r w:rsidRPr="00011E90">
        <w:rPr>
          <w:rFonts w:ascii="Riojana" w:hAnsi="Riojana"/>
        </w:rPr>
        <w:t>3. Fondos librados a los centros docentes públicos no universitarios con cargo al concepto presupuestario 229:</w:t>
      </w:r>
    </w:p>
    <w:p w:rsidR="00011E90" w:rsidRPr="00011E90" w:rsidRDefault="00011E90" w:rsidP="00204CB1">
      <w:pPr>
        <w:numPr>
          <w:ilvl w:val="0"/>
          <w:numId w:val="28"/>
        </w:numPr>
        <w:spacing w:after="100" w:line="280" w:lineRule="exact"/>
        <w:rPr>
          <w:rFonts w:ascii="Riojana" w:hAnsi="Riojana"/>
        </w:rPr>
      </w:pPr>
      <w:r w:rsidRPr="00011E90">
        <w:rPr>
          <w:rFonts w:ascii="Riojana" w:hAnsi="Riojana"/>
        </w:rPr>
        <w:t>Los fondos librados para afrontar los gastos de funcionamiento ordinarios, definidos en el artículo 10.2 del Decreto 16/2018, de 18 de mayo, por el que se regula la autonomía de gestión económica de los centros docentes públicos no universitarios de La Rioja, no estarán sujetos a fiscalización previa en ninguna de sus fases de autorización, disposición y reconocimiento de la obligación.</w:t>
      </w:r>
    </w:p>
    <w:p w:rsidR="00011E90" w:rsidRPr="00011E90" w:rsidRDefault="00011E90" w:rsidP="00204CB1">
      <w:pPr>
        <w:numPr>
          <w:ilvl w:val="0"/>
          <w:numId w:val="28"/>
        </w:numPr>
        <w:spacing w:after="100" w:line="280" w:lineRule="exact"/>
        <w:rPr>
          <w:rFonts w:ascii="Riojana" w:hAnsi="Riojana"/>
        </w:rPr>
      </w:pPr>
      <w:r w:rsidRPr="00011E90">
        <w:rPr>
          <w:rFonts w:ascii="Riojana" w:hAnsi="Riojana"/>
        </w:rPr>
        <w:t>Las fases de autorización, disposición y obligación de los fondos librados para afrontar gastos extraordinarios estarán sujetas a fiscalización previa.</w:t>
      </w:r>
    </w:p>
    <w:p w:rsidR="00011E90" w:rsidRDefault="00011E90" w:rsidP="00204CB1">
      <w:pPr>
        <w:numPr>
          <w:ilvl w:val="0"/>
          <w:numId w:val="28"/>
        </w:numPr>
        <w:spacing w:after="100" w:line="280" w:lineRule="exact"/>
        <w:rPr>
          <w:rFonts w:ascii="Riojana" w:hAnsi="Riojana"/>
        </w:rPr>
      </w:pPr>
      <w:r w:rsidRPr="00011E90">
        <w:rPr>
          <w:rFonts w:ascii="Riojana" w:hAnsi="Riojana"/>
        </w:rPr>
        <w:t>Los expedientes de contratación gestionados por la Consejería en su fase de preparación, aprobación y adjudicación serán objeto de informe por la Intervención.</w:t>
      </w:r>
    </w:p>
    <w:p w:rsidR="00204CB1" w:rsidRPr="00011E90" w:rsidRDefault="00204CB1" w:rsidP="00204CB1">
      <w:pPr>
        <w:spacing w:after="100" w:line="280" w:lineRule="exact"/>
        <w:ind w:left="284"/>
        <w:rPr>
          <w:rFonts w:ascii="Riojana" w:hAnsi="Riojana"/>
        </w:rPr>
      </w:pPr>
    </w:p>
    <w:p w:rsidR="00011E90" w:rsidRPr="00204CB1" w:rsidRDefault="00011E90" w:rsidP="007E1399">
      <w:pPr>
        <w:pStyle w:val="Ttulo6"/>
        <w:rPr>
          <w:rFonts w:ascii="Riojana Bold" w:hAnsi="Riojana Bold"/>
          <w:b w:val="0"/>
          <w:sz w:val="22"/>
          <w:szCs w:val="22"/>
        </w:rPr>
      </w:pPr>
      <w:r w:rsidRPr="00204CB1">
        <w:rPr>
          <w:rFonts w:ascii="Riojana Bold" w:hAnsi="Riojana Bold"/>
          <w:b w:val="0"/>
          <w:sz w:val="22"/>
          <w:szCs w:val="22"/>
        </w:rPr>
        <w:t>CAPÍTULO IV. De la gestión de los presupuestos docentes</w:t>
      </w:r>
    </w:p>
    <w:p w:rsidR="00204CB1" w:rsidRPr="00204CB1" w:rsidRDefault="00204CB1" w:rsidP="00204CB1">
      <w:pPr>
        <w:pStyle w:val="Ttulo6"/>
        <w:jc w:val="center"/>
        <w:rPr>
          <w:rFonts w:ascii="Riojana Bold" w:hAnsi="Riojana Bold"/>
          <w:b w:val="0"/>
          <w:sz w:val="22"/>
          <w:szCs w:val="22"/>
        </w:rPr>
      </w:pPr>
    </w:p>
    <w:p w:rsidR="00011E90" w:rsidRPr="00204CB1" w:rsidRDefault="00011E90" w:rsidP="00204CB1">
      <w:pPr>
        <w:pStyle w:val="Ttulo6"/>
        <w:spacing w:before="120" w:line="280" w:lineRule="exact"/>
        <w:rPr>
          <w:rFonts w:ascii="Riojana" w:hAnsi="Riojana"/>
        </w:rPr>
      </w:pPr>
      <w:r w:rsidRPr="00204CB1">
        <w:rPr>
          <w:rFonts w:ascii="Riojana" w:hAnsi="Riojana"/>
        </w:rPr>
        <w:t>Artículo 21. Modulo económico de distribución de fondos públicos para sostenimiento de centros concertados</w:t>
      </w:r>
    </w:p>
    <w:p w:rsidR="00011E90" w:rsidRPr="00204CB1" w:rsidRDefault="00011E90" w:rsidP="00204CB1">
      <w:pPr>
        <w:spacing w:line="280" w:lineRule="exact"/>
        <w:rPr>
          <w:rFonts w:ascii="Riojana" w:hAnsi="Riojana"/>
        </w:rPr>
      </w:pPr>
      <w:r w:rsidRPr="00204CB1">
        <w:rPr>
          <w:rFonts w:ascii="Riojana" w:hAnsi="Riojana"/>
        </w:rPr>
        <w:t>1. De acuerdo con lo establecido en los artículos 116 y 117 de la Ley Orgánica 2/2006, de 3 de mayo, de Educación, el importe del módulo económico por unidad escolar, a efectos de distribución de la cuantía global de los fondos públicos destinados al sostenimiento de los centros concertados para el año 2023, es el fijado en el anexo II de esta ley.</w:t>
      </w:r>
    </w:p>
    <w:p w:rsidR="00011E90" w:rsidRPr="00204CB1" w:rsidRDefault="00011E90" w:rsidP="00204CB1">
      <w:pPr>
        <w:spacing w:line="280" w:lineRule="exact"/>
        <w:rPr>
          <w:rFonts w:ascii="Riojana" w:hAnsi="Riojana"/>
        </w:rPr>
      </w:pPr>
      <w:r w:rsidRPr="00204CB1">
        <w:rPr>
          <w:rFonts w:ascii="Riojana" w:hAnsi="Riojana"/>
        </w:rPr>
        <w:t>Las previsiones sobre retribuciones del personal docente tendrán efectividad desde el 1 de enero del año 2023, sin perjuicio de las actualizaciones de las tablas salariales anexas al Convenio Colectivo de la Enseñanza Privada, pudiendo la Administración aceptar pagos a cuenta, previa solicitud expresa y coincidente de todas las organizaciones patronales y consulta con las sindicales, hasta el momento en que se produzca la citada actualización de los salarios, considerándose que estos pagos a cuenta tendrán efectos desde el 1 de enero del año 2023.</w:t>
      </w:r>
    </w:p>
    <w:p w:rsidR="00011E90" w:rsidRPr="00204CB1" w:rsidRDefault="00011E90" w:rsidP="00204CB1">
      <w:pPr>
        <w:spacing w:line="280" w:lineRule="exact"/>
        <w:rPr>
          <w:rFonts w:ascii="Riojana" w:hAnsi="Riojana"/>
        </w:rPr>
      </w:pPr>
      <w:r w:rsidRPr="00204CB1">
        <w:rPr>
          <w:rFonts w:ascii="Riojana" w:hAnsi="Riojana"/>
        </w:rPr>
        <w:lastRenderedPageBreak/>
        <w:t>Las cuantías señaladas para salarios del personal docente, incluidas cargas sociales, serán abonadas directamente por la Administración, mediante pago delegado, sin perjuicio de la relación laboral entre el profesorado y el titular del centro respectivo.</w:t>
      </w:r>
    </w:p>
    <w:p w:rsidR="00011E90" w:rsidRPr="00204CB1" w:rsidRDefault="00011E90" w:rsidP="00204CB1">
      <w:pPr>
        <w:spacing w:line="280" w:lineRule="exact"/>
        <w:rPr>
          <w:rFonts w:ascii="Riojana" w:hAnsi="Riojana"/>
        </w:rPr>
      </w:pPr>
      <w:r w:rsidRPr="00204CB1">
        <w:rPr>
          <w:rFonts w:ascii="Riojana" w:hAnsi="Riojana"/>
        </w:rPr>
        <w:t>La distribución de los importes que integran los 'Gastos Variables' se efectuará de acuerdo a lo establecido en las disposiciones reguladoras del régimen de conciertos. La cuantía correspondiente a 'Otros Gastos' y, en su caso, personal complementario, se abonará mensualmente a los centros concertados, debiendo estos justificar su aplicación al finalizar cada curso escolar.</w:t>
      </w:r>
    </w:p>
    <w:p w:rsidR="00011E90" w:rsidRPr="00204CB1" w:rsidRDefault="00011E90" w:rsidP="00204CB1">
      <w:pPr>
        <w:spacing w:line="280" w:lineRule="exact"/>
        <w:rPr>
          <w:rFonts w:ascii="Riojana" w:hAnsi="Riojana"/>
        </w:rPr>
      </w:pPr>
      <w:r w:rsidRPr="00204CB1">
        <w:rPr>
          <w:rFonts w:ascii="Riojana" w:hAnsi="Riojana"/>
        </w:rPr>
        <w:t>2. A los centros concertados que impartan Segundo Ciclo de Educación Infantil, Educación Primaria, Educación Secundaria Obligatoria o Ciclos Formativos de Formación Profesional Básica se les dotará de fondos para financiar los servicios de orientación educativa a los que se refiere el artículo 157.1.h) de la Ley Orgánica 2/2006, de 3 de mayo, de Educación.</w:t>
      </w:r>
    </w:p>
    <w:p w:rsidR="00011E90" w:rsidRPr="00204CB1" w:rsidRDefault="00011E90" w:rsidP="00204CB1">
      <w:pPr>
        <w:spacing w:line="280" w:lineRule="exact"/>
        <w:rPr>
          <w:rFonts w:ascii="Riojana" w:hAnsi="Riojana"/>
        </w:rPr>
      </w:pPr>
      <w:r w:rsidRPr="00204CB1">
        <w:rPr>
          <w:rFonts w:ascii="Riojana" w:hAnsi="Riojana"/>
        </w:rPr>
        <w:t>Los centros concertados tendrán derecho a la jornada correspondiente de los profesionales de los citados servicios en función del número de unidades concertadas. Esta dotación se realizará sobre la base de calcular el equivalente a una jornada completa del profesional adecuado a estas funciones por cada 25 unidades concertadas en el Segundo Ciclo de Educación Infantil, Educación Primaria, Educación Secundaria Obligatoria o Formación Profesional de Grado Básico, respectivamente.</w:t>
      </w:r>
    </w:p>
    <w:p w:rsidR="00011E90" w:rsidRPr="00204CB1" w:rsidRDefault="00011E90" w:rsidP="00204CB1">
      <w:pPr>
        <w:spacing w:line="280" w:lineRule="exact"/>
        <w:rPr>
          <w:rFonts w:ascii="Riojana" w:hAnsi="Riojana"/>
        </w:rPr>
      </w:pPr>
      <w:r w:rsidRPr="00204CB1">
        <w:rPr>
          <w:rFonts w:ascii="Riojana" w:hAnsi="Riojana"/>
        </w:rPr>
        <w:t>Asimismo, a los centros concertados que cuenten con aulas terapéutico-educativas para alumnos con graves trastornos de personalidad se les dotará de los servicios de orientación educativa a razón de una jornada completa del profesional adecuado a estas funciones por cada dos apoyos concertados para ese tipo de alumnado.</w:t>
      </w:r>
    </w:p>
    <w:p w:rsidR="00011E90" w:rsidRPr="00204CB1" w:rsidRDefault="00011E90" w:rsidP="00204CB1">
      <w:pPr>
        <w:spacing w:line="280" w:lineRule="exact"/>
        <w:rPr>
          <w:rFonts w:ascii="Riojana" w:hAnsi="Riojana"/>
        </w:rPr>
      </w:pPr>
      <w:r w:rsidRPr="00204CB1">
        <w:rPr>
          <w:rFonts w:ascii="Riojana" w:hAnsi="Riojana"/>
        </w:rPr>
        <w:t>3. Las cantidades a percibir de los alumnos en concepto de financiación complementaria a la proveniente de los fondos públicos que se asignen al régimen de conciertos singulares, suscritos para enseñanzas de niveles no obligatorios, y en concepto exclusivo de enseñanza reglada, son las que se establecen a continuación:</w:t>
      </w:r>
    </w:p>
    <w:p w:rsidR="00011E90" w:rsidRPr="00204CB1" w:rsidRDefault="00011E90" w:rsidP="00204CB1">
      <w:pPr>
        <w:spacing w:line="280" w:lineRule="exact"/>
        <w:rPr>
          <w:rFonts w:ascii="Riojana" w:hAnsi="Riojana"/>
        </w:rPr>
      </w:pPr>
      <w:r w:rsidRPr="00204CB1">
        <w:rPr>
          <w:rFonts w:ascii="Riojana" w:hAnsi="Riojana"/>
        </w:rPr>
        <w:t>Ciclos Formativos de Grado Superior: 23,98 euros alumno/mes durante 10 meses, en el periodo comprendido entre el 1 de enero y el 31 de diciembre del año 2023.</w:t>
      </w:r>
    </w:p>
    <w:p w:rsidR="00011E90" w:rsidRPr="00204CB1" w:rsidRDefault="00011E90" w:rsidP="00204CB1">
      <w:pPr>
        <w:spacing w:line="280" w:lineRule="exact"/>
        <w:rPr>
          <w:rFonts w:ascii="Riojana" w:hAnsi="Riojana"/>
        </w:rPr>
      </w:pPr>
      <w:r w:rsidRPr="00204CB1">
        <w:rPr>
          <w:rFonts w:ascii="Riojana" w:hAnsi="Riojana"/>
        </w:rPr>
        <w:t>Bachillerato: 23,98 euros alumno/mes durante 10 meses, en el periodo comprendido entre el 1 de enero y el 31 de diciembre del año 2023.</w:t>
      </w:r>
    </w:p>
    <w:p w:rsidR="00011E90" w:rsidRPr="00204CB1" w:rsidRDefault="00011E90" w:rsidP="00204CB1">
      <w:pPr>
        <w:spacing w:line="280" w:lineRule="exact"/>
        <w:rPr>
          <w:rFonts w:ascii="Riojana" w:hAnsi="Riojana"/>
        </w:rPr>
      </w:pPr>
      <w:r w:rsidRPr="00204CB1">
        <w:rPr>
          <w:rFonts w:ascii="Riojana" w:hAnsi="Riojana"/>
        </w:rPr>
        <w:t>La financiación obtenida por los centros, consecuencia del cobro a los alumnos de estas cantidades, tendrá el carácter de complementaria a la abonada directamente por la Administración para la financiación de 'Otros Gastos'. La cantidad abonada por la Administración no podrá ser inferior a la resultante de minorar en 4.794,74 euros el importe correspondiente al componente de 'Otros Gastos' de los módulos económicos fijados en el anexo II de esta ley.</w:t>
      </w:r>
    </w:p>
    <w:p w:rsidR="00011E90" w:rsidRPr="00204CB1" w:rsidRDefault="00011E90" w:rsidP="00204CB1">
      <w:pPr>
        <w:spacing w:line="280" w:lineRule="exact"/>
        <w:rPr>
          <w:rFonts w:ascii="Riojana" w:hAnsi="Riojana"/>
        </w:rPr>
      </w:pPr>
      <w:r w:rsidRPr="00204CB1">
        <w:rPr>
          <w:rFonts w:ascii="Riojana" w:hAnsi="Riojana"/>
        </w:rPr>
        <w:lastRenderedPageBreak/>
        <w:t>En cualquier caso, la cantidad abonada por la Administración nunca será inferior a la resultante de minorar el componente de 'Otros Gastos' de los módulos económicos fijados por Ley de Presupuestos Generales del Estado para el año 2023, en la cuantía que determine la citada ley, todo ello de conformidad con lo dispuesto en el artículo 117.3 de la Ley Orgánica 2/2006, de 3 de mayo, de Educación.</w:t>
      </w:r>
    </w:p>
    <w:p w:rsidR="00011E90" w:rsidRPr="00204CB1" w:rsidRDefault="00011E90" w:rsidP="00204CB1">
      <w:pPr>
        <w:spacing w:line="280" w:lineRule="exact"/>
        <w:rPr>
          <w:rFonts w:ascii="Riojana" w:hAnsi="Riojana"/>
        </w:rPr>
      </w:pPr>
      <w:r w:rsidRPr="00204CB1">
        <w:rPr>
          <w:rFonts w:ascii="Riojana" w:hAnsi="Riojana"/>
        </w:rPr>
        <w:t>4. A los centros educativos concertados se les dotará de la financiación necesaria para apoyar el ejercicio de la función directiva docente. Dicha dotación se realizará sobre la base de calcular el coste de una hora lectiva por cada tres unidades concertadas en los diferentes niveles educativos de cada centro, excluyéndose en todo caso los apoyos y programas educativos.</w:t>
      </w:r>
    </w:p>
    <w:p w:rsidR="00011E90" w:rsidRPr="00204CB1" w:rsidRDefault="00011E90" w:rsidP="00204CB1">
      <w:pPr>
        <w:spacing w:line="280" w:lineRule="exact"/>
        <w:rPr>
          <w:rFonts w:ascii="Riojana" w:hAnsi="Riojana"/>
        </w:rPr>
      </w:pPr>
      <w:r w:rsidRPr="00204CB1">
        <w:rPr>
          <w:rFonts w:ascii="Riojana" w:hAnsi="Riojana"/>
        </w:rPr>
        <w:t>Las mencionadas cantidades se destinarán exclusivamente a la contratación de profesorado que sustituya al personal que ejerce la función directiva docente, durante el número de horas lectivas que correspondan a cada centro en función del cálculo anterior.</w:t>
      </w:r>
    </w:p>
    <w:p w:rsidR="00011E90" w:rsidRPr="00204CB1" w:rsidRDefault="00011E90" w:rsidP="00204CB1">
      <w:pPr>
        <w:spacing w:line="280" w:lineRule="exact"/>
        <w:rPr>
          <w:rFonts w:ascii="Riojana" w:hAnsi="Riojana"/>
        </w:rPr>
      </w:pPr>
      <w:r w:rsidRPr="00204CB1">
        <w:rPr>
          <w:rFonts w:ascii="Riojana" w:hAnsi="Riojana"/>
        </w:rPr>
        <w:t xml:space="preserve">5. En cumplimiento del artículo 49 del Decreto 31/2022, de 1 de junio, por el que se regula la convivencia en los centros educativos sostenidos con fondos públicos en la Comunidad Autónoma de La Rioja, se dotará a los centros educativos concertados de la financiación necesaria para la implantación del coordinador de convivencia, bienestar y protección del alumnado. El personal docente que ejerza la coordinación tendrá una reducción horaria de carga lectiva de tres horas en primaria y cuatro en secundaria. </w:t>
      </w:r>
    </w:p>
    <w:p w:rsidR="00011E90" w:rsidRPr="00204CB1" w:rsidRDefault="00011E90" w:rsidP="00204CB1">
      <w:pPr>
        <w:spacing w:line="280" w:lineRule="exact"/>
        <w:rPr>
          <w:rFonts w:ascii="Riojana" w:hAnsi="Riojana"/>
        </w:rPr>
      </w:pPr>
      <w:r w:rsidRPr="00204CB1">
        <w:rPr>
          <w:rFonts w:ascii="Riojana" w:hAnsi="Riojana"/>
        </w:rPr>
        <w:t>La financiación se destinará exclusivamente a la contratación de profesorado que sustituya al personal que ejerce la función de coordinación de convivencia, bienestar y protección del alumnado y se hará efectiva desde la implantación de la normativa que lo regule en el curso 2022-2023. En el caso de que dicha implantación se produzca con anterioridad al 1 de enero de 2023, se financiará a los centros afectados la reducción horaria con efecto retroactivo.</w:t>
      </w:r>
    </w:p>
    <w:p w:rsidR="00011E90" w:rsidRPr="00204CB1" w:rsidRDefault="00011E90" w:rsidP="00204CB1">
      <w:pPr>
        <w:spacing w:line="280" w:lineRule="exact"/>
        <w:rPr>
          <w:rFonts w:ascii="Riojana" w:hAnsi="Riojana"/>
        </w:rPr>
      </w:pPr>
      <w:r w:rsidRPr="00204CB1">
        <w:rPr>
          <w:rFonts w:ascii="Riojana" w:hAnsi="Riojana"/>
        </w:rPr>
        <w:t>6. Se faculta a la consejería con competencias en materia de educación para fijar las relaciones profesor/unidades concertadas adecuadas para impartir el plan de estudios vigente en cada nivel objeto del concierto, calculadas sobre la base de jornadas de profesor con veinticinco horas semanales, no pudiendo la citada consejería asumir los incrementos retributivos, las reducciones horarias o cualquier otra circunstancia, como los complementos de cargos directivos o la antigüedad, que conduzcan a superar lo previsto en los módulos económicos del anexo II de esta ley, sin perjuicio de lo establecido en los apartados 8 y 9 del presente artículo.</w:t>
      </w:r>
    </w:p>
    <w:p w:rsidR="00011E90" w:rsidRPr="00204CB1" w:rsidRDefault="00011E90" w:rsidP="00204CB1">
      <w:pPr>
        <w:spacing w:line="280" w:lineRule="exact"/>
        <w:rPr>
          <w:rFonts w:ascii="Riojana" w:hAnsi="Riojana"/>
        </w:rPr>
      </w:pPr>
      <w:r w:rsidRPr="00204CB1">
        <w:rPr>
          <w:rFonts w:ascii="Riojana" w:hAnsi="Riojana"/>
        </w:rPr>
        <w:t xml:space="preserve">Para los centros docentes concertados que estén autorizados para participar en proyectos educativos bilingües o plurilingües, se podrán incrementar las ratios profesor/unidad en los términos que establezca la normativa y previo informe del servicio competente en materia de innovación educativa en el que se concreten las ratios para cada centro. De igual modo, los centros docentes concertados recibirán un único importe fijo al inicio del proyecto de 3.000 euros a través de la partida de 'Otros Gastos', sin perjuicio de </w:t>
      </w:r>
      <w:r w:rsidRPr="00204CB1">
        <w:rPr>
          <w:rFonts w:ascii="Riojana" w:hAnsi="Riojana"/>
        </w:rPr>
        <w:lastRenderedPageBreak/>
        <w:t>las cantidades que para cada curso puedan asignarse equivalentes a las percibidas por los centros públicos, conforme a la normativa vigente en materia de bilingüismo.</w:t>
      </w:r>
    </w:p>
    <w:p w:rsidR="00011E90" w:rsidRPr="00204CB1" w:rsidRDefault="00011E90" w:rsidP="00204CB1">
      <w:pPr>
        <w:spacing w:line="280" w:lineRule="exact"/>
        <w:rPr>
          <w:rFonts w:ascii="Riojana" w:hAnsi="Riojana"/>
        </w:rPr>
      </w:pPr>
      <w:r w:rsidRPr="00204CB1">
        <w:rPr>
          <w:rFonts w:ascii="Riojana" w:hAnsi="Riojana"/>
        </w:rPr>
        <w:t>7. La relación profesor/unidad de los centros concertados podrá ser incrementada en función del número total de profesores afectados por las medidas de recolocación que se hayan venido adoptando hasta el momento de entrada en vigor de esta ley y que se encuentren en la nómina de pago delegado.</w:t>
      </w:r>
    </w:p>
    <w:p w:rsidR="00011E90" w:rsidRPr="00204CB1" w:rsidRDefault="00011E90" w:rsidP="00204CB1">
      <w:pPr>
        <w:spacing w:line="280" w:lineRule="exact"/>
        <w:rPr>
          <w:rFonts w:ascii="Riojana" w:hAnsi="Riojana"/>
        </w:rPr>
      </w:pPr>
      <w:r w:rsidRPr="00204CB1">
        <w:rPr>
          <w:rFonts w:ascii="Riojana" w:hAnsi="Riojana"/>
        </w:rPr>
        <w:t>Todo ello, sin perjuicio de las modificaciones de unidades que se produzcan en los centros concertados, como consecuencia de la normativa vigente en materia de conciertos educativos.</w:t>
      </w:r>
    </w:p>
    <w:p w:rsidR="00011E90" w:rsidRPr="00204CB1" w:rsidRDefault="00011E90" w:rsidP="00204CB1">
      <w:pPr>
        <w:spacing w:line="280" w:lineRule="exact"/>
        <w:rPr>
          <w:rFonts w:ascii="Riojana" w:hAnsi="Riojana"/>
        </w:rPr>
      </w:pPr>
      <w:r w:rsidRPr="00204CB1">
        <w:rPr>
          <w:rFonts w:ascii="Riojana" w:hAnsi="Riojana"/>
        </w:rPr>
        <w:t>8. Se faculta al Consejo de Gobierno de La Rioja a modificar los módulos económicos de distribución de fondos públicos para el sostenimiento de centros concertados, con el límite de los créditos existentes en ese momento en las partidas destinadas a los conciertos educativos, para fijar posibles incrementos en cualquiera de los componentes de los mismos, con el objeto de conseguir mejoras de la calidad en la educación. En los casos en que, como consecuencia de incrementos retributivos, la modificación afecte al componente salarial de los módulos previstos en el anexo II de esta ley, dicha modificación quedará condicionada a un acuerdo previo en el sector de la enseñanza concertada.</w:t>
      </w:r>
    </w:p>
    <w:p w:rsidR="00011E90" w:rsidRPr="00204CB1" w:rsidRDefault="00011E90" w:rsidP="00204CB1">
      <w:pPr>
        <w:spacing w:line="280" w:lineRule="exact"/>
        <w:rPr>
          <w:rFonts w:ascii="Riojana" w:hAnsi="Riojana"/>
        </w:rPr>
      </w:pPr>
      <w:r w:rsidRPr="00204CB1">
        <w:rPr>
          <w:rFonts w:ascii="Riojana" w:hAnsi="Riojana"/>
        </w:rPr>
        <w:t>9. Se faculta al Consejo de Gobierno de La Rioja a autorizar posibles incrementos retributivos derivados de acuerdos suscritos por el sector de la enseñanza concertada que supongan el abono de mejoras salariales en concepto de atrasos correspondientes a ejercicios económicos anteriores.</w:t>
      </w:r>
    </w:p>
    <w:p w:rsidR="00011E90" w:rsidRPr="00204CB1" w:rsidRDefault="00011E90" w:rsidP="00204CB1">
      <w:pPr>
        <w:spacing w:line="280" w:lineRule="exact"/>
        <w:rPr>
          <w:rFonts w:ascii="Riojana" w:hAnsi="Riojana"/>
        </w:rPr>
      </w:pPr>
      <w:r w:rsidRPr="00204CB1">
        <w:rPr>
          <w:rFonts w:ascii="Riojana" w:hAnsi="Riojana"/>
        </w:rPr>
        <w:t>10. En el caso de que, como consecuencia de la reducción del número de alumnos, se produjera de oficio la reducción de unidades recogidas en el concierto educativo con un centro, la Administración educativa asumirá el coste de la indemnización abonada a los trabajadores despedidos por aquel motivo. La Dirección General de Gestión Educativa establecerá el procedimiento administrativo correspondiente para hacer efectiva esa medida.</w:t>
      </w:r>
    </w:p>
    <w:p w:rsidR="00011E90" w:rsidRPr="00204CB1" w:rsidRDefault="00011E90" w:rsidP="00204CB1">
      <w:pPr>
        <w:spacing w:line="280" w:lineRule="exact"/>
        <w:rPr>
          <w:rFonts w:ascii="Riojana" w:hAnsi="Riojana"/>
        </w:rPr>
      </w:pPr>
      <w:r w:rsidRPr="00204CB1">
        <w:rPr>
          <w:rFonts w:ascii="Riojana" w:hAnsi="Riojana"/>
        </w:rPr>
        <w:t>11. La disposición final quinta de la Ley Orgánica 3/2020, de 29 de diciembre, establece que las modificaciones introducidas en el currículo, la organización, objetivos y programas de Educación Secundaria Obligatoria se implantarán para los cursos segundo y cuarto en el curso escolar 2023-2024. Aquellos centros concertados que cumplan con lo establecido en el  Decreto 42/2022, de 13 de julio, por el que se establece el currículo de la Educación Secundaria Obligatoria y se regulan determinados aspectos sobre su organización, evaluación, promoción y titulación en la Comunidad Autónoma de La Rioja, para solicitar el Programa de Diversificación Curricular así como los programas de Atención a la Diversidad en primero y segundo de Educación Secundaria Obligatoria, contarán, para el curso 2023-2024 con los módulos económicos recogidos en el anexo II.</w:t>
      </w:r>
    </w:p>
    <w:p w:rsidR="00011E90" w:rsidRPr="00204CB1" w:rsidRDefault="00011E90" w:rsidP="00204CB1">
      <w:pPr>
        <w:spacing w:line="280" w:lineRule="exact"/>
        <w:rPr>
          <w:rFonts w:ascii="Riojana" w:hAnsi="Riojana"/>
        </w:rPr>
      </w:pPr>
      <w:r w:rsidRPr="00204CB1">
        <w:rPr>
          <w:rFonts w:ascii="Riojana" w:hAnsi="Riojana"/>
        </w:rPr>
        <w:t xml:space="preserve">Para el curso 2022-2023, los centros educativos concertados que, debidamente autorizados por la Dirección General de Innovación Educativa, impartan el primer curso del Programa de Diversificación Curricular percibirán lo establecido en el módulo económico correspondiente del anexo II. Esta </w:t>
      </w:r>
      <w:r w:rsidRPr="00204CB1">
        <w:rPr>
          <w:rFonts w:ascii="Riojana" w:hAnsi="Riojana"/>
        </w:rPr>
        <w:lastRenderedPageBreak/>
        <w:t xml:space="preserve">financiación se aplicará con carácter retroactivo desde el 1 de septiembre de 2022 y se abonará en el ejercicio de 2023. </w:t>
      </w:r>
    </w:p>
    <w:p w:rsidR="00011E90" w:rsidRPr="00204CB1" w:rsidRDefault="00011E90" w:rsidP="00204CB1">
      <w:pPr>
        <w:spacing w:line="280" w:lineRule="exact"/>
        <w:rPr>
          <w:rFonts w:ascii="Riojana" w:hAnsi="Riojana"/>
        </w:rPr>
      </w:pPr>
      <w:r w:rsidRPr="00204CB1">
        <w:rPr>
          <w:rFonts w:ascii="Riojana" w:hAnsi="Riojana"/>
        </w:rPr>
        <w:t>12. En los centros concertados donde se concierten ciclos formativos en oferta bilingüe se podrán incrementar, previo informe justificativo del servicio competente en materia de formación profesional, las ratios profesor/unidad que permitan impartir las asignaturas desdobladas en un segundo idioma.</w:t>
      </w:r>
    </w:p>
    <w:p w:rsidR="00011E90" w:rsidRPr="00204CB1" w:rsidRDefault="00011E90" w:rsidP="00204CB1">
      <w:pPr>
        <w:spacing w:line="280" w:lineRule="exact"/>
        <w:rPr>
          <w:rFonts w:ascii="Riojana" w:hAnsi="Riojana"/>
        </w:rPr>
      </w:pPr>
      <w:r w:rsidRPr="00204CB1">
        <w:rPr>
          <w:rFonts w:ascii="Riojana" w:hAnsi="Riojana"/>
        </w:rPr>
        <w:t>Los centros concertados que cuenten con programas de creación de Aulas de Emprendimiento debidamente autorizados, podrán percibir hasta un máximo de 10.000 euros a través de la partida de otros gastos, de acuerdo con lo que indique el informe justificativo del servicio competente en materia de formación profesional.</w:t>
      </w:r>
    </w:p>
    <w:p w:rsidR="00011E90" w:rsidRPr="00204CB1" w:rsidRDefault="00011E90" w:rsidP="00204CB1">
      <w:pPr>
        <w:spacing w:line="280" w:lineRule="exact"/>
        <w:rPr>
          <w:rFonts w:ascii="Riojana" w:hAnsi="Riojana"/>
        </w:rPr>
      </w:pPr>
      <w:r w:rsidRPr="00204CB1">
        <w:rPr>
          <w:rFonts w:ascii="Riojana" w:hAnsi="Riojana"/>
        </w:rPr>
        <w:t>Las medidas recogidas en este apartado se enmarcan dentro del Plan estratégico para el impulso de la Formación Profesional del Mecanismo de Recuperación, Transformación y Resiliencia (MRR).</w:t>
      </w:r>
    </w:p>
    <w:p w:rsidR="00011E90" w:rsidRDefault="00011E90" w:rsidP="00204CB1">
      <w:pPr>
        <w:spacing w:line="280" w:lineRule="exact"/>
        <w:rPr>
          <w:rFonts w:ascii="Riojana" w:hAnsi="Riojana"/>
        </w:rPr>
      </w:pPr>
      <w:r w:rsidRPr="00204CB1">
        <w:rPr>
          <w:rFonts w:ascii="Riojana" w:hAnsi="Riojana"/>
        </w:rPr>
        <w:t>En el caso de que estas medidas tengan efectos anteriores a 1 de enero de 2023, se financiará a los centros que cuenten con las mismas con carácter retroactivo.</w:t>
      </w:r>
    </w:p>
    <w:p w:rsidR="00204CB1" w:rsidRPr="00204CB1" w:rsidRDefault="00204CB1" w:rsidP="00204CB1">
      <w:pPr>
        <w:spacing w:line="280" w:lineRule="exact"/>
        <w:rPr>
          <w:rFonts w:ascii="Riojana" w:hAnsi="Riojana"/>
        </w:rPr>
      </w:pPr>
    </w:p>
    <w:p w:rsidR="00011E90" w:rsidRPr="00204CB1" w:rsidRDefault="00011E90" w:rsidP="00204CB1">
      <w:pPr>
        <w:pStyle w:val="Ttulo6"/>
        <w:spacing w:before="120" w:line="280" w:lineRule="exact"/>
        <w:rPr>
          <w:rFonts w:ascii="Riojana" w:hAnsi="Riojana"/>
        </w:rPr>
      </w:pPr>
      <w:r w:rsidRPr="00204CB1">
        <w:rPr>
          <w:rFonts w:ascii="Riojana" w:hAnsi="Riojana"/>
        </w:rPr>
        <w:t>Artículo 22. Medidas destinadas a la atención a la diversidad en centros concertados</w:t>
      </w:r>
    </w:p>
    <w:p w:rsidR="00011E90" w:rsidRPr="00204CB1" w:rsidRDefault="00011E90" w:rsidP="00204CB1">
      <w:pPr>
        <w:spacing w:line="280" w:lineRule="exact"/>
        <w:rPr>
          <w:rFonts w:ascii="Riojana" w:hAnsi="Riojana"/>
        </w:rPr>
      </w:pPr>
      <w:r w:rsidRPr="00204CB1">
        <w:rPr>
          <w:rFonts w:ascii="Riojana" w:hAnsi="Riojana"/>
        </w:rPr>
        <w:t>1. Aquellos centros educativos concertados que, en función de la decisión de la Administración educativa, escolaricen de modo preferente en régimen de integración a alumnos con necesidades educativas especiales permanentes asociadas a condiciones de discapacidad física percibirán, como máximo, para la contratación de personal complementario, 56.600,70 euros anuales en concepto de 'Otros Gastos', que serán abonados mensualmente. Excepcionalmente, en función del número y especiales características de dichos alumnos, los centros podrán percibir hasta un máximo de 81.757,00 euros anuales abonados mensualmente.</w:t>
      </w:r>
    </w:p>
    <w:p w:rsidR="00011E90" w:rsidRPr="00204CB1" w:rsidRDefault="00011E90" w:rsidP="00204CB1">
      <w:pPr>
        <w:spacing w:line="280" w:lineRule="exact"/>
        <w:rPr>
          <w:rFonts w:ascii="Riojana" w:hAnsi="Riojana"/>
        </w:rPr>
      </w:pPr>
      <w:r w:rsidRPr="00204CB1">
        <w:rPr>
          <w:rFonts w:ascii="Riojana" w:hAnsi="Riojana"/>
        </w:rPr>
        <w:t>El servicio competente en materia de atención a la diversidad emitirá informe en el que se indiquen las necesidades concretas de personal complementario. En el caso de que sea necesario contratar personal complementario para el servicio de fisioterapia, este se limitará a la atención de alumnos en los niveles concertados de Educación Infantil y Primaria.</w:t>
      </w:r>
    </w:p>
    <w:p w:rsidR="00011E90" w:rsidRPr="00204CB1" w:rsidRDefault="00011E90" w:rsidP="00204CB1">
      <w:pPr>
        <w:spacing w:line="280" w:lineRule="exact"/>
        <w:rPr>
          <w:rFonts w:ascii="Riojana" w:hAnsi="Riojana"/>
        </w:rPr>
      </w:pPr>
      <w:r w:rsidRPr="00204CB1">
        <w:rPr>
          <w:rFonts w:ascii="Riojana" w:hAnsi="Riojana"/>
        </w:rPr>
        <w:t>2. A los centros educativos concertados que impartan Educación Infantil y Primaria y que escolaricen alumnos con necesidades educativas especiales se les dotará, en caso necesario, de la financiación de los servicios de apoyo en audición y lenguaje. La dotación concreta se realizará sobre la base de calcular el equivalente a una jornada completa del profesional adecuado a estas funciones por cada treinta alumnos con necesidades educativas especiales en los niveles anteriormente referidos.</w:t>
      </w:r>
    </w:p>
    <w:p w:rsidR="00011E90" w:rsidRPr="00204CB1" w:rsidRDefault="00011E90" w:rsidP="00204CB1">
      <w:pPr>
        <w:spacing w:line="280" w:lineRule="exact"/>
        <w:rPr>
          <w:rFonts w:ascii="Riojana" w:hAnsi="Riojana"/>
        </w:rPr>
      </w:pPr>
      <w:r w:rsidRPr="00204CB1">
        <w:rPr>
          <w:rFonts w:ascii="Riojana" w:hAnsi="Riojana"/>
        </w:rPr>
        <w:t xml:space="preserve">Para ello, se tendrán en cuenta los datos de dichos alumnos debidamente validados por el servicio competente en la materia, y que se hayan introducido en la plataforma educativa Racima hasta el 30 de </w:t>
      </w:r>
      <w:r w:rsidRPr="00204CB1">
        <w:rPr>
          <w:rFonts w:ascii="Riojana" w:hAnsi="Riojana"/>
        </w:rPr>
        <w:lastRenderedPageBreak/>
        <w:t>junio de 2023. La consejería competente en materia de educación comunicará los datos debidamente verificados a cada uno de los centros, especificando el número de horas de apoyo resultante. Las actualizaciones de los contratos de trabajo del personal afectado tendrán efectos desde el inicio del curso 2023/2024</w:t>
      </w:r>
    </w:p>
    <w:p w:rsidR="00011E90" w:rsidRPr="00204CB1" w:rsidRDefault="00011E90" w:rsidP="00204CB1">
      <w:pPr>
        <w:spacing w:line="280" w:lineRule="exact"/>
        <w:rPr>
          <w:rFonts w:ascii="Riojana" w:hAnsi="Riojana"/>
        </w:rPr>
      </w:pPr>
      <w:r w:rsidRPr="00204CB1">
        <w:rPr>
          <w:rFonts w:ascii="Riojana" w:hAnsi="Riojana"/>
        </w:rPr>
        <w:t xml:space="preserve">3. A los centros concertados con unidades de Educación Especial se les podrá dotar de una ayuda destinada a financiar el transporte de alumnos </w:t>
      </w:r>
      <w:proofErr w:type="spellStart"/>
      <w:r w:rsidRPr="00204CB1">
        <w:rPr>
          <w:rFonts w:ascii="Riojana" w:hAnsi="Riojana"/>
        </w:rPr>
        <w:t>plurideficientes</w:t>
      </w:r>
      <w:proofErr w:type="spellEnd"/>
      <w:r w:rsidRPr="00204CB1">
        <w:rPr>
          <w:rFonts w:ascii="Riojana" w:hAnsi="Riojana"/>
        </w:rPr>
        <w:t xml:space="preserve">, con discapacidad </w:t>
      </w:r>
      <w:proofErr w:type="spellStart"/>
      <w:r w:rsidRPr="00204CB1">
        <w:rPr>
          <w:rFonts w:ascii="Riojana" w:hAnsi="Riojana"/>
        </w:rPr>
        <w:t>motórica</w:t>
      </w:r>
      <w:proofErr w:type="spellEnd"/>
      <w:r w:rsidRPr="00204CB1">
        <w:rPr>
          <w:rFonts w:ascii="Riojana" w:hAnsi="Riojana"/>
        </w:rPr>
        <w:t>, que tengan serias dificultades en el desplazamiento y requieran un transporte adecuado. El importe anual de la ayuda será de 1.312 euros por alumno. La cantidad correspondiente se abonará mensualmente a los centros concertados con unidades de Educación Especial, en función del número de alumnos con las características reflejadas en el párrafo anterior, escolarizados en los mismos a inicios del curso escolar, y de acuerdo con las disponibilidades presupuestarias.</w:t>
      </w:r>
    </w:p>
    <w:p w:rsidR="00011E90" w:rsidRPr="00204CB1" w:rsidRDefault="00011E90" w:rsidP="00204CB1">
      <w:pPr>
        <w:spacing w:line="280" w:lineRule="exact"/>
        <w:rPr>
          <w:rFonts w:ascii="Riojana" w:hAnsi="Riojana"/>
        </w:rPr>
      </w:pPr>
      <w:r w:rsidRPr="00204CB1">
        <w:rPr>
          <w:rFonts w:ascii="Riojana" w:hAnsi="Riojana"/>
        </w:rPr>
        <w:t>4. En el caso de atención educativa domiciliaria por razón de enfermedad de los alumnos matriculados en centros docentes privados concertados en el curso 2023/2024, así como en los sucesivos, la prestación del servicio educativo, que responde a los principios de equidad en la educación y de apoyo a los alumnos con necesidades educativas especiales consagrados en la Ley Orgánica 2/2006, de 3 de mayo, de Educación, se desarrollará por el profesorado o empresa designados al efecto. El centro será quien gestione la prestación del servicio de apoyo educativo domiciliario con la conformidad previa de la Administración educativa relativa a los costes derivados del mismo, sin que en ningún caso tal gestión suponga modificación del concierto establecido.</w:t>
      </w:r>
    </w:p>
    <w:p w:rsidR="00011E90" w:rsidRPr="00204CB1" w:rsidRDefault="00011E90" w:rsidP="00204CB1">
      <w:pPr>
        <w:spacing w:line="280" w:lineRule="exact"/>
        <w:rPr>
          <w:rFonts w:ascii="Riojana" w:hAnsi="Riojana"/>
        </w:rPr>
      </w:pPr>
      <w:r w:rsidRPr="00204CB1">
        <w:rPr>
          <w:rFonts w:ascii="Riojana" w:hAnsi="Riojana"/>
        </w:rPr>
        <w:t>El otorgamiento de la subvención, que será de concesión directa, de acuerdo con lo dispuesto en el artículo 22.2.b) de la Ley 38/2003, de 17 de noviembre, General de Subvenciones, se realizará mediante resolución del consejero competente en materia de educación, a solicitud de los centros educativos interesados, y se abonará trimestralmente, previa la justificación del gasto realizado en ese periodo por el beneficiario.</w:t>
      </w:r>
    </w:p>
    <w:p w:rsidR="00011E90" w:rsidRPr="00204CB1" w:rsidRDefault="00011E90" w:rsidP="00204CB1">
      <w:pPr>
        <w:spacing w:line="280" w:lineRule="exact"/>
        <w:rPr>
          <w:rFonts w:ascii="Riojana" w:hAnsi="Riojana"/>
        </w:rPr>
      </w:pPr>
      <w:r w:rsidRPr="00204CB1">
        <w:rPr>
          <w:rFonts w:ascii="Riojana" w:hAnsi="Riojana"/>
        </w:rPr>
        <w:t>5. A los centros concertados que escolaricen alumnado con necesidad específica de apoyo educativo en el Segundo Ciclo de Educación Infantil, Educación Primaria o Educación Secundaria Obligatoria se les podrá dotar, a partir del curso 2022/2023, de un Profesor Técnico de Servicios a la Comunidad como apoyo especializado del Departamento de Orientación, en la adecuación entre las necesidades educativas de los alumnos y los recursos educativos, personales, familiares y sociales, dentro de la comunidad educativa. La Dirección General de Gestión Educativa establecerá, entre otros requisitos para recibir esta dotación, el número mínimo de alumnos de tales características matriculados en el centro y debidamente validados por el servicio competente en materia de atención a la diversidad, así como el procedimiento para su solicitud.</w:t>
      </w:r>
    </w:p>
    <w:p w:rsidR="00011E90" w:rsidRPr="00204CB1" w:rsidRDefault="00011E90" w:rsidP="00204CB1">
      <w:pPr>
        <w:spacing w:line="280" w:lineRule="exact"/>
        <w:rPr>
          <w:rFonts w:ascii="Riojana" w:hAnsi="Riojana"/>
        </w:rPr>
      </w:pPr>
      <w:r w:rsidRPr="00204CB1">
        <w:rPr>
          <w:rFonts w:ascii="Riojana" w:hAnsi="Riojana"/>
        </w:rPr>
        <w:t xml:space="preserve">6. Los centros concertados seleccionados mediante convocatoria para la implementación del programa de cooperación territorial para la orientación, el avance y el enriquecimiento educativo PROA+, tendrán que desarrollar las actividades palanca que les hayan sido concedidas con la finalidad de mejorar los </w:t>
      </w:r>
      <w:r w:rsidRPr="00204CB1">
        <w:rPr>
          <w:rFonts w:ascii="Riojana" w:hAnsi="Riojana"/>
        </w:rPr>
        <w:lastRenderedPageBreak/>
        <w:t xml:space="preserve">resultados escolares de todo el alumnado, especialmente de los más vulnerables, e incrementar el porcentaje de alumnado que permanece en el sistema educativo. </w:t>
      </w:r>
    </w:p>
    <w:p w:rsidR="00011E90" w:rsidRPr="00204CB1" w:rsidRDefault="00011E90" w:rsidP="00204CB1">
      <w:pPr>
        <w:spacing w:line="280" w:lineRule="exact"/>
        <w:rPr>
          <w:rFonts w:ascii="Riojana" w:hAnsi="Riojana"/>
        </w:rPr>
      </w:pPr>
      <w:r w:rsidRPr="00204CB1">
        <w:rPr>
          <w:rFonts w:ascii="Riojana" w:hAnsi="Riojana"/>
        </w:rPr>
        <w:t>Para su financiación, se tendrán en cuenta los siguientes aspectos:</w:t>
      </w:r>
    </w:p>
    <w:p w:rsidR="00011E90" w:rsidRPr="00204CB1" w:rsidRDefault="00011E90" w:rsidP="00204CB1">
      <w:pPr>
        <w:spacing w:line="280" w:lineRule="exact"/>
        <w:rPr>
          <w:rFonts w:ascii="Riojana" w:hAnsi="Riojana"/>
        </w:rPr>
      </w:pPr>
      <w:r w:rsidRPr="00204CB1">
        <w:rPr>
          <w:rFonts w:ascii="Riojana" w:hAnsi="Riojana"/>
        </w:rPr>
        <w:t xml:space="preserve">La dotación económica para la implementación del PROA+ se realizará a través del apartado de 'Otros Gastos' y será, por curso escolar, de hasta un máximo de 30.000 euros para el desarrollo de las actividades palanca concedidas y de un máximo de 60.000 para la contratación de personal complementario. </w:t>
      </w:r>
    </w:p>
    <w:p w:rsidR="00011E90" w:rsidRPr="00204CB1" w:rsidRDefault="00011E90" w:rsidP="00204CB1">
      <w:pPr>
        <w:spacing w:line="280" w:lineRule="exact"/>
        <w:rPr>
          <w:rFonts w:ascii="Riojana" w:hAnsi="Riojana"/>
        </w:rPr>
      </w:pPr>
      <w:r w:rsidRPr="00204CB1">
        <w:rPr>
          <w:rFonts w:ascii="Riojana" w:hAnsi="Riojana"/>
        </w:rPr>
        <w:t xml:space="preserve">El servicio competente en materia de diversidad emitirá informe en el que se indiquen las necesidades concretas de cada centro seleccionado conforme a lo descrito en el párrafo anterior. </w:t>
      </w:r>
    </w:p>
    <w:p w:rsidR="00011E90" w:rsidRPr="00204CB1" w:rsidRDefault="00011E90" w:rsidP="00204CB1">
      <w:pPr>
        <w:spacing w:line="280" w:lineRule="exact"/>
        <w:rPr>
          <w:rFonts w:ascii="Riojana" w:hAnsi="Riojana"/>
        </w:rPr>
      </w:pPr>
      <w:r w:rsidRPr="00204CB1">
        <w:rPr>
          <w:rFonts w:ascii="Riojana" w:hAnsi="Riojana"/>
        </w:rPr>
        <w:t xml:space="preserve">Además de lo anterior, excepcionalmente también podrán financiarse posibles necesidades de personal docente en los centros concertados para atender el programa PROA+, previo informe favorable del servicio competente en materia de diversidad. En este caso, la financiación necesaria se realizará a través del pago delegado contemplado en los conciertos educativos. </w:t>
      </w:r>
    </w:p>
    <w:p w:rsidR="00011E90" w:rsidRPr="00204CB1" w:rsidRDefault="00011E90" w:rsidP="00204CB1">
      <w:pPr>
        <w:spacing w:line="280" w:lineRule="exact"/>
        <w:rPr>
          <w:rFonts w:ascii="Riojana" w:hAnsi="Riojana"/>
        </w:rPr>
      </w:pPr>
      <w:r w:rsidRPr="00204CB1">
        <w:rPr>
          <w:rFonts w:ascii="Riojana" w:hAnsi="Riojana"/>
        </w:rPr>
        <w:t>Si la necesidad de este personal docente para el curso 2022/2023 se hubiera producido  con anterioridad al 1 de enero de 2023, y previo informe favorable del servicio competente en materia de diversidad, el coste de personal del periodo que abarque desde su contratación efectiva por el centro concertado hasta el 31 de diciembre de 2022, se abonará retroactivamente a dicho centro como compensación por los abonos de nómina realizados por este directamente al trabajador en virtud de un contrato laboral no incluido en el concierto, al no haber podido acudir en ese momento a la figura jurídica del pago delegado.</w:t>
      </w:r>
    </w:p>
    <w:p w:rsidR="00011E90" w:rsidRDefault="00011E90" w:rsidP="00204CB1">
      <w:pPr>
        <w:numPr>
          <w:ilvl w:val="0"/>
          <w:numId w:val="16"/>
        </w:numPr>
        <w:spacing w:after="100" w:line="280" w:lineRule="exact"/>
        <w:rPr>
          <w:rFonts w:ascii="Riojana" w:hAnsi="Riojana"/>
        </w:rPr>
      </w:pPr>
      <w:r w:rsidRPr="00204CB1">
        <w:rPr>
          <w:rFonts w:ascii="Riojana" w:hAnsi="Riojana"/>
        </w:rPr>
        <w:t>Los centros concertados que sean seleccionados para desarrollar acciones para la promoción de Escuelas Saludables, en el marco de la convocatoria que efectúe la Dirección General de Innovación Educativa, podrán percibir hasta un máximo de 2.000 euros en concepto de “Otros gastos”, para la compra del material necesario para el desarrollo de las actividades objeto de dichas convocatorias.</w:t>
      </w:r>
    </w:p>
    <w:p w:rsidR="00204CB1" w:rsidRPr="00204CB1" w:rsidRDefault="00204CB1" w:rsidP="00204CB1">
      <w:pPr>
        <w:numPr>
          <w:ilvl w:val="0"/>
          <w:numId w:val="16"/>
        </w:numPr>
        <w:spacing w:after="100" w:line="280" w:lineRule="exact"/>
        <w:rPr>
          <w:rFonts w:ascii="Riojana" w:hAnsi="Riojana"/>
        </w:rPr>
      </w:pPr>
    </w:p>
    <w:p w:rsidR="00011E90" w:rsidRPr="00204CB1" w:rsidRDefault="00011E90" w:rsidP="00204CB1">
      <w:pPr>
        <w:pStyle w:val="Ttulo6"/>
        <w:spacing w:before="120" w:line="280" w:lineRule="exact"/>
        <w:rPr>
          <w:rFonts w:ascii="Riojana" w:hAnsi="Riojana"/>
        </w:rPr>
      </w:pPr>
      <w:r w:rsidRPr="00204CB1">
        <w:rPr>
          <w:rFonts w:ascii="Riojana" w:hAnsi="Riojana"/>
        </w:rPr>
        <w:t>Artículo 23. Medidas relacionadas con la innovación educativa en centros concertados</w:t>
      </w:r>
    </w:p>
    <w:p w:rsidR="00011E90" w:rsidRDefault="00011E90" w:rsidP="00204CB1">
      <w:pPr>
        <w:spacing w:line="280" w:lineRule="exact"/>
        <w:rPr>
          <w:rFonts w:ascii="Riojana" w:hAnsi="Riojana"/>
        </w:rPr>
      </w:pPr>
      <w:r w:rsidRPr="00204CB1">
        <w:rPr>
          <w:rFonts w:ascii="Riojana" w:hAnsi="Riojana"/>
        </w:rPr>
        <w:t>Los centros concertados que en el curso 2021/2022 hubieran implantado, programas, proyectos u otros instrumentos relacionados con la innovación educativa continuarán siendo financiados por parte de la Administración Educativa para la ejecución de los mismos durante el curso 2022/2023. Dicha financiación estará condicionada a la existencia de disponibilidades presupuestarias, así como al informe favorable de la Dirección General de Innovación Educativa, en el que se compruebe el cumplimiento de los objetivos de los proyectos implantados en centros concertados, de cara a su posible continuidad en cursos posteriores.</w:t>
      </w:r>
    </w:p>
    <w:p w:rsidR="00204CB1" w:rsidRPr="00204CB1" w:rsidRDefault="00204CB1" w:rsidP="00204CB1">
      <w:pPr>
        <w:spacing w:line="280" w:lineRule="exact"/>
        <w:rPr>
          <w:rFonts w:ascii="Riojana" w:hAnsi="Riojana"/>
        </w:rPr>
      </w:pPr>
    </w:p>
    <w:p w:rsidR="00011E90" w:rsidRPr="00204CB1" w:rsidRDefault="00011E90" w:rsidP="007E1399">
      <w:pPr>
        <w:pStyle w:val="Ttulo4"/>
        <w:rPr>
          <w:rFonts w:ascii="Riojana Bold" w:hAnsi="Riojana Bold"/>
          <w:b w:val="0"/>
          <w:i w:val="0"/>
          <w:color w:val="auto"/>
          <w:sz w:val="22"/>
          <w:szCs w:val="22"/>
        </w:rPr>
      </w:pPr>
      <w:r w:rsidRPr="00204CB1">
        <w:rPr>
          <w:rFonts w:ascii="Riojana Bold" w:hAnsi="Riojana Bold"/>
          <w:b w:val="0"/>
          <w:i w:val="0"/>
          <w:color w:val="auto"/>
          <w:sz w:val="22"/>
          <w:szCs w:val="22"/>
        </w:rPr>
        <w:t>CAPÍTULO V. Otras normas de gestión presupuestaria</w:t>
      </w:r>
    </w:p>
    <w:p w:rsidR="00204CB1" w:rsidRDefault="00204CB1" w:rsidP="00011E90">
      <w:pPr>
        <w:pStyle w:val="Ttulo6"/>
      </w:pPr>
    </w:p>
    <w:p w:rsidR="00011E90" w:rsidRPr="00204CB1" w:rsidRDefault="00011E90" w:rsidP="00204CB1">
      <w:pPr>
        <w:pStyle w:val="Ttulo6"/>
        <w:spacing w:before="120" w:line="280" w:lineRule="exact"/>
        <w:rPr>
          <w:rFonts w:ascii="Riojana" w:hAnsi="Riojana"/>
        </w:rPr>
      </w:pPr>
      <w:r w:rsidRPr="00204CB1">
        <w:rPr>
          <w:rFonts w:ascii="Riojana" w:hAnsi="Riojana"/>
        </w:rPr>
        <w:t>Artículo 24. De otras retenciones de crédito</w:t>
      </w:r>
    </w:p>
    <w:p w:rsidR="00011E90" w:rsidRPr="00204CB1" w:rsidRDefault="00011E90" w:rsidP="00204CB1">
      <w:pPr>
        <w:spacing w:line="280" w:lineRule="exact"/>
        <w:rPr>
          <w:rFonts w:ascii="Riojana" w:hAnsi="Riojana"/>
        </w:rPr>
      </w:pPr>
      <w:r w:rsidRPr="00204CB1">
        <w:rPr>
          <w:rFonts w:ascii="Riojana" w:hAnsi="Riojana"/>
        </w:rPr>
        <w:t>1. Los créditos para gastos financiados con recursos afectados, así como los nuevos límites autorizados en el marco de la regulación de los gastos plurianuales, se destinarán exclusivamente a la finalidad específica para la que hayan sido autorizados.</w:t>
      </w:r>
    </w:p>
    <w:p w:rsidR="00011E90" w:rsidRDefault="00011E90" w:rsidP="00204CB1">
      <w:pPr>
        <w:spacing w:line="280" w:lineRule="exact"/>
        <w:rPr>
          <w:rFonts w:ascii="Riojana" w:hAnsi="Riojana"/>
        </w:rPr>
      </w:pPr>
      <w:r w:rsidRPr="00204CB1">
        <w:rPr>
          <w:rFonts w:ascii="Riojana" w:hAnsi="Riojana"/>
        </w:rPr>
        <w:t>2. Se autoriza a la Consejería de Hacienda y Administración Pública a realizar las oportunas retenciones contables de crédito en dichas partidas, con el fin de adecuar la ejecución de las mismas a la cuantía de los recursos efectivamente concedidos y a la concreta finalidad prevista.</w:t>
      </w:r>
    </w:p>
    <w:p w:rsidR="00204CB1" w:rsidRPr="00204CB1" w:rsidRDefault="00204CB1" w:rsidP="00204CB1">
      <w:pPr>
        <w:spacing w:line="280" w:lineRule="exact"/>
        <w:rPr>
          <w:rFonts w:ascii="Riojana" w:hAnsi="Riojana"/>
        </w:rPr>
      </w:pPr>
    </w:p>
    <w:p w:rsidR="00011E90" w:rsidRPr="00204CB1" w:rsidRDefault="00011E90" w:rsidP="00204CB1">
      <w:pPr>
        <w:pStyle w:val="Ttulo6"/>
        <w:spacing w:before="120" w:line="280" w:lineRule="exact"/>
        <w:rPr>
          <w:rFonts w:ascii="Riojana" w:hAnsi="Riojana"/>
        </w:rPr>
      </w:pPr>
      <w:r w:rsidRPr="00204CB1">
        <w:rPr>
          <w:rFonts w:ascii="Riojana" w:hAnsi="Riojana"/>
        </w:rPr>
        <w:t>Artículo 25. Ejecución de créditos incluidos en gastos con financiación afectada del Mecanismo de Recuperación y Resiliencia a través de entes del sector público de la Comunidad Autónoma de La Rioja y del Consorcio de Aguas y Residuos de La Rioja para la ejecución de fondos del Mecanismo de Recuperación y Resiliencia</w:t>
      </w:r>
    </w:p>
    <w:p w:rsidR="00011E90" w:rsidRPr="00204CB1" w:rsidRDefault="00011E90" w:rsidP="00204CB1">
      <w:pPr>
        <w:spacing w:line="280" w:lineRule="exact"/>
        <w:rPr>
          <w:rFonts w:ascii="Riojana" w:hAnsi="Riojana"/>
        </w:rPr>
      </w:pPr>
      <w:r w:rsidRPr="00204CB1">
        <w:rPr>
          <w:rFonts w:ascii="Riojana" w:hAnsi="Riojana"/>
        </w:rPr>
        <w:t>1. Cuando razones de competencia o de carácter organizativo así lo justifiquen, la ejecución de todo o parte del crédito incluido en un gasto con financiación afectada del Mecanismo de Recuperación y Resiliencia podrá trasladarse, mediante resolución del consejero competente por razón de la materia, a entes del sector público de la Comunidad Autónoma de La Rioja o al Consorcio de Aguas y Residuos de La Rioja.</w:t>
      </w:r>
    </w:p>
    <w:p w:rsidR="00011E90" w:rsidRPr="00204CB1" w:rsidRDefault="00011E90" w:rsidP="00204CB1">
      <w:pPr>
        <w:pStyle w:val="Normalltimoprrafo"/>
        <w:spacing w:line="280" w:lineRule="exact"/>
        <w:rPr>
          <w:rFonts w:ascii="Riojana" w:hAnsi="Riojana"/>
        </w:rPr>
      </w:pPr>
      <w:r w:rsidRPr="00204CB1">
        <w:rPr>
          <w:rFonts w:ascii="Riojana" w:hAnsi="Riojana"/>
        </w:rPr>
        <w:t>2. La resolución indicará:</w:t>
      </w:r>
    </w:p>
    <w:p w:rsidR="00011E90" w:rsidRPr="00204CB1" w:rsidRDefault="00011E90" w:rsidP="00204CB1">
      <w:pPr>
        <w:numPr>
          <w:ilvl w:val="0"/>
          <w:numId w:val="30"/>
        </w:numPr>
        <w:spacing w:after="100" w:line="280" w:lineRule="exact"/>
        <w:rPr>
          <w:rFonts w:ascii="Riojana" w:hAnsi="Riojana"/>
        </w:rPr>
      </w:pPr>
      <w:r w:rsidRPr="00204CB1">
        <w:rPr>
          <w:rFonts w:ascii="Riojana" w:hAnsi="Riojana"/>
        </w:rPr>
        <w:t>Las obligaciones que se trasladan al ente receptor de los fondos, así como el importe que se transfiere.</w:t>
      </w:r>
    </w:p>
    <w:p w:rsidR="00011E90" w:rsidRPr="00204CB1" w:rsidRDefault="00011E90" w:rsidP="00204CB1">
      <w:pPr>
        <w:numPr>
          <w:ilvl w:val="0"/>
          <w:numId w:val="30"/>
        </w:numPr>
        <w:spacing w:after="100" w:line="280" w:lineRule="exact"/>
        <w:rPr>
          <w:rFonts w:ascii="Riojana" w:hAnsi="Riojana"/>
        </w:rPr>
      </w:pPr>
      <w:r w:rsidRPr="00204CB1">
        <w:rPr>
          <w:rFonts w:ascii="Riojana" w:hAnsi="Riojana"/>
        </w:rPr>
        <w:t>Los mecanismos de control que se reserve la consejería de origen, así como la obligación de cumplir las instrucciones y remitir la información que sea precisa a la Consejería de Hacienda y Administración Pública, para garantizar la correcta ejecución de los fondos y el cumplimiento de los hitos u otras obligaciones que puedan incumbir a la Comunidad Autónoma de La Rioja.</w:t>
      </w:r>
    </w:p>
    <w:p w:rsidR="00011E90" w:rsidRPr="00204CB1" w:rsidRDefault="00011E90" w:rsidP="00204CB1">
      <w:pPr>
        <w:numPr>
          <w:ilvl w:val="0"/>
          <w:numId w:val="30"/>
        </w:numPr>
        <w:spacing w:after="100" w:line="280" w:lineRule="exact"/>
        <w:rPr>
          <w:rFonts w:ascii="Riojana" w:hAnsi="Riojana"/>
        </w:rPr>
      </w:pPr>
      <w:r w:rsidRPr="00204CB1">
        <w:rPr>
          <w:rFonts w:ascii="Riojana" w:hAnsi="Riojana"/>
        </w:rPr>
        <w:t>La obligación del ente receptor de aplicar medidas antifraude eficaces y proporcionadas en función de los riesgos detectados.</w:t>
      </w:r>
    </w:p>
    <w:p w:rsidR="00011E90" w:rsidRPr="00204CB1" w:rsidRDefault="00011E90" w:rsidP="00204CB1">
      <w:pPr>
        <w:numPr>
          <w:ilvl w:val="0"/>
          <w:numId w:val="30"/>
        </w:numPr>
        <w:spacing w:after="100" w:line="280" w:lineRule="exact"/>
        <w:rPr>
          <w:rFonts w:ascii="Riojana" w:hAnsi="Riojana"/>
        </w:rPr>
      </w:pPr>
      <w:r w:rsidRPr="00204CB1">
        <w:rPr>
          <w:rFonts w:ascii="Riojana" w:hAnsi="Riojana"/>
        </w:rPr>
        <w:t xml:space="preserve">La obligación del ente receptor de someterse a cualesquiera otras actuaciones de comprobación y control financiero que puedan realizar los órganos de control y fiscalización de la Comisión </w:t>
      </w:r>
      <w:r w:rsidRPr="00204CB1">
        <w:rPr>
          <w:rFonts w:ascii="Riojana" w:hAnsi="Riojana"/>
        </w:rPr>
        <w:lastRenderedPageBreak/>
        <w:t>Europea y a cualesquiera otras actuaciones de comprobación y/o control financiero que puedan realizar los órganos o autoridades de control competentes, tanto nacionales como de la Unión Europea, de acuerdo a lo establecido en la normativa aplicable a la gestión de las ayudas cofinanciadas con fondos europeos, aportando para ello cuanta información le sea requerida y cooperando plenamente en la protección de los intereses financieros tanto nacionales como de la Unión Europea, concediendo los derechos y el acceso necesarios a tales órganos o autoridades.</w:t>
      </w:r>
    </w:p>
    <w:p w:rsidR="00011E90" w:rsidRPr="00204CB1" w:rsidRDefault="00011E90" w:rsidP="00204CB1">
      <w:pPr>
        <w:numPr>
          <w:ilvl w:val="0"/>
          <w:numId w:val="30"/>
        </w:numPr>
        <w:spacing w:after="100" w:line="280" w:lineRule="exact"/>
        <w:rPr>
          <w:rFonts w:ascii="Riojana" w:hAnsi="Riojana"/>
        </w:rPr>
      </w:pPr>
      <w:r w:rsidRPr="00204CB1">
        <w:rPr>
          <w:rFonts w:ascii="Riojana" w:hAnsi="Riojana"/>
        </w:rPr>
        <w:t>La obligación del ente receptor de aplicar procesos de control interno apropiados en los niveles de gestión, diseñados para ofrecer garantías razonables de la consecución de los siguientes objetivos: eficacia, eficiencia y economía de las operaciones; fiabilidad de los informes; salvaguardia de los activos y de la información; gestión adecuada de los riesgos relativos a la legalidad y regularidad de las operaciones subyacentes, y prevención, detección, corrección y seguimiento de fraudes e irregularidades.</w:t>
      </w:r>
    </w:p>
    <w:p w:rsidR="00011E90" w:rsidRPr="00204CB1" w:rsidRDefault="00011E90" w:rsidP="00204CB1">
      <w:pPr>
        <w:numPr>
          <w:ilvl w:val="0"/>
          <w:numId w:val="30"/>
        </w:numPr>
        <w:spacing w:after="100" w:line="280" w:lineRule="exact"/>
        <w:rPr>
          <w:rFonts w:ascii="Riojana" w:hAnsi="Riojana"/>
        </w:rPr>
      </w:pPr>
      <w:r w:rsidRPr="00204CB1">
        <w:rPr>
          <w:rFonts w:ascii="Riojana" w:hAnsi="Riojana"/>
        </w:rPr>
        <w:t>La obligación de reintegrar las cantidades que no lleguen a ejecutarse cumpliendo los plazos y demás términos previstos en la resolución, pudiendo establecerse reintegros parciales en caso de que se incumplan determinados hitos o condiciones que específicamente se fijen en la resolución.</w:t>
      </w:r>
    </w:p>
    <w:p w:rsidR="00011E90" w:rsidRDefault="00011E90" w:rsidP="00204CB1">
      <w:pPr>
        <w:pStyle w:val="Normalprimerprrafo"/>
        <w:spacing w:before="120" w:line="280" w:lineRule="exact"/>
        <w:rPr>
          <w:rFonts w:ascii="Riojana" w:hAnsi="Riojana"/>
        </w:rPr>
      </w:pPr>
      <w:r w:rsidRPr="00204CB1">
        <w:rPr>
          <w:rFonts w:ascii="Riojana" w:hAnsi="Riojana"/>
        </w:rPr>
        <w:t>3. La resolución adoptada en virtud del presente artículo implicará la aprobación, compromiso y obligación del crédito correspondiente.</w:t>
      </w:r>
    </w:p>
    <w:p w:rsidR="00204CB1" w:rsidRPr="00204CB1" w:rsidRDefault="00204CB1" w:rsidP="00204CB1">
      <w:pPr>
        <w:pStyle w:val="Normalprimerprrafo"/>
        <w:spacing w:before="120" w:line="280" w:lineRule="exact"/>
        <w:rPr>
          <w:rFonts w:ascii="Riojana" w:hAnsi="Riojana"/>
        </w:rPr>
      </w:pPr>
    </w:p>
    <w:p w:rsidR="00011E90" w:rsidRPr="00204CB1" w:rsidRDefault="00011E90" w:rsidP="00204CB1">
      <w:pPr>
        <w:pStyle w:val="Ttulo6"/>
        <w:spacing w:before="120" w:line="280" w:lineRule="exact"/>
        <w:rPr>
          <w:rFonts w:ascii="Riojana" w:hAnsi="Riojana"/>
        </w:rPr>
      </w:pPr>
      <w:r w:rsidRPr="00204CB1">
        <w:rPr>
          <w:rFonts w:ascii="Riojana" w:hAnsi="Riojana"/>
        </w:rPr>
        <w:t xml:space="preserve">Artículo 26. Creación de proyectos y </w:t>
      </w:r>
      <w:proofErr w:type="spellStart"/>
      <w:r w:rsidRPr="00204CB1">
        <w:rPr>
          <w:rFonts w:ascii="Riojana" w:hAnsi="Riojana"/>
        </w:rPr>
        <w:t>subproyectos</w:t>
      </w:r>
      <w:proofErr w:type="spellEnd"/>
      <w:r w:rsidRPr="00204CB1">
        <w:rPr>
          <w:rFonts w:ascii="Riojana" w:hAnsi="Riojana"/>
        </w:rPr>
        <w:t xml:space="preserve"> vinculantes</w:t>
      </w:r>
    </w:p>
    <w:p w:rsidR="00011E90" w:rsidRDefault="00011E90" w:rsidP="00204CB1">
      <w:pPr>
        <w:pStyle w:val="Normalprimerprrafo"/>
        <w:spacing w:before="120" w:line="280" w:lineRule="exact"/>
        <w:rPr>
          <w:rFonts w:ascii="Riojana" w:hAnsi="Riojana"/>
        </w:rPr>
      </w:pPr>
      <w:r w:rsidRPr="00204CB1">
        <w:rPr>
          <w:rFonts w:ascii="Riojana" w:hAnsi="Riojana"/>
        </w:rPr>
        <w:t xml:space="preserve">Sin perjuicio de los proyectos o </w:t>
      </w:r>
      <w:proofErr w:type="spellStart"/>
      <w:r w:rsidRPr="00204CB1">
        <w:rPr>
          <w:rFonts w:ascii="Riojana" w:hAnsi="Riojana"/>
        </w:rPr>
        <w:t>subproyectos</w:t>
      </w:r>
      <w:proofErr w:type="spellEnd"/>
      <w:r w:rsidRPr="00204CB1">
        <w:rPr>
          <w:rFonts w:ascii="Riojana" w:hAnsi="Riojana"/>
        </w:rPr>
        <w:t xml:space="preserve"> de gastos vinculantes recogidos en el anexo V de esta Ley de Presupuestos, se considerarán vinculantes los nuevos proyectos o </w:t>
      </w:r>
      <w:proofErr w:type="spellStart"/>
      <w:r w:rsidRPr="00204CB1">
        <w:rPr>
          <w:rFonts w:ascii="Riojana" w:hAnsi="Riojana"/>
        </w:rPr>
        <w:t>subproyectos</w:t>
      </w:r>
      <w:proofErr w:type="spellEnd"/>
      <w:r w:rsidRPr="00204CB1">
        <w:rPr>
          <w:rFonts w:ascii="Riojana" w:hAnsi="Riojana"/>
        </w:rPr>
        <w:t xml:space="preserve"> que se creen como consecuencia de ingresos de recursos ajenos, que tengan consideración de financiación afectada, incluidos los derivados del Mecanismo de Recuperación y Resiliencia.</w:t>
      </w:r>
    </w:p>
    <w:p w:rsidR="00204CB1" w:rsidRPr="00204CB1" w:rsidRDefault="00204CB1" w:rsidP="00204CB1">
      <w:pPr>
        <w:pStyle w:val="Normalprimerprrafo"/>
        <w:spacing w:before="120" w:line="280" w:lineRule="exact"/>
        <w:rPr>
          <w:rFonts w:ascii="Riojana" w:hAnsi="Riojana"/>
        </w:rPr>
      </w:pPr>
    </w:p>
    <w:p w:rsidR="00011E90" w:rsidRPr="00204CB1" w:rsidRDefault="00011E90" w:rsidP="00204CB1">
      <w:pPr>
        <w:pStyle w:val="Ttulo6"/>
        <w:spacing w:before="120" w:line="280" w:lineRule="exact"/>
        <w:rPr>
          <w:rFonts w:ascii="Riojana" w:hAnsi="Riojana"/>
        </w:rPr>
      </w:pPr>
      <w:r w:rsidRPr="00204CB1">
        <w:rPr>
          <w:rFonts w:ascii="Riojana" w:hAnsi="Riojana"/>
        </w:rPr>
        <w:t>Artículo 27. Gestión de las transferencias nominativas derivadas de transferencias de crédito</w:t>
      </w:r>
    </w:p>
    <w:p w:rsidR="00011E90" w:rsidRDefault="00011E90" w:rsidP="00204CB1">
      <w:pPr>
        <w:spacing w:line="280" w:lineRule="exact"/>
        <w:rPr>
          <w:rFonts w:ascii="Riojana" w:hAnsi="Riojana"/>
        </w:rPr>
      </w:pPr>
      <w:r w:rsidRPr="00204CB1">
        <w:rPr>
          <w:rFonts w:ascii="Riojana" w:hAnsi="Riojana"/>
        </w:rPr>
        <w:t>Las transferencias de crédito que se realicen en aplicación de lo dispuesto en el artículo 55.3 de la Ley 11/2013, de 21 de octubre, de Hacienda Pública de La Rioja, tendrán la consideración de transferencias nominativas, siendo de aplicación lo dispuesto en el artículo 19.3 de esta Ley de Presupuestos, pero en proporción a los meses desde su creación hasta finalizar el ejercicio.</w:t>
      </w:r>
    </w:p>
    <w:p w:rsidR="00204CB1" w:rsidRPr="00204CB1" w:rsidRDefault="00204CB1" w:rsidP="00204CB1">
      <w:pPr>
        <w:spacing w:line="280" w:lineRule="exact"/>
        <w:rPr>
          <w:rFonts w:ascii="Riojana" w:hAnsi="Riojana"/>
        </w:rPr>
      </w:pPr>
    </w:p>
    <w:p w:rsidR="00011E90" w:rsidRPr="00204CB1" w:rsidRDefault="00011E90" w:rsidP="00204CB1">
      <w:pPr>
        <w:pStyle w:val="Ttulo6"/>
        <w:spacing w:before="120" w:line="280" w:lineRule="exact"/>
        <w:rPr>
          <w:rFonts w:ascii="Riojana" w:hAnsi="Riojana"/>
        </w:rPr>
      </w:pPr>
      <w:r w:rsidRPr="00204CB1">
        <w:rPr>
          <w:rFonts w:ascii="Riojana" w:hAnsi="Riojana"/>
        </w:rPr>
        <w:lastRenderedPageBreak/>
        <w:t>Artículo 28. Especialidades en materia de gestión de subvenciones financiadas con el Mecanismo de Recuperación y Resiliencia</w:t>
      </w:r>
    </w:p>
    <w:p w:rsidR="00011E90" w:rsidRPr="00204CB1" w:rsidRDefault="00011E90" w:rsidP="00204CB1">
      <w:pPr>
        <w:spacing w:line="280" w:lineRule="exact"/>
        <w:rPr>
          <w:rFonts w:ascii="Riojana" w:hAnsi="Riojana"/>
        </w:rPr>
      </w:pPr>
      <w:r w:rsidRPr="00204CB1">
        <w:rPr>
          <w:rFonts w:ascii="Riojana" w:hAnsi="Riojana"/>
        </w:rPr>
        <w:t>1. La gestión de subvenciones financiadas con el Mecanismo de Recuperación y Resiliencia no exigirá la previa aprobación de bases reguladoras por parte de la Comunidad Autónoma de La Rioja cuando las normas sectoriales específicas aprobadas por el Estado incluyan las citadas bases.</w:t>
      </w:r>
    </w:p>
    <w:p w:rsidR="00011E90" w:rsidRPr="00204CB1" w:rsidRDefault="00011E90" w:rsidP="00204CB1">
      <w:pPr>
        <w:pStyle w:val="Normalltimoprrafo"/>
        <w:spacing w:line="280" w:lineRule="exact"/>
        <w:rPr>
          <w:rFonts w:ascii="Riojana" w:hAnsi="Riojana"/>
        </w:rPr>
      </w:pPr>
      <w:r w:rsidRPr="00204CB1">
        <w:rPr>
          <w:rFonts w:ascii="Riojana" w:hAnsi="Riojana"/>
        </w:rPr>
        <w:t>2. La Comunidad Autónoma de La Rioja podrá gestionar subvenciones en régimen de concurrencia no competitiva financiadas por el Mecanismo de Recuperación y Resiliencia, en los siguientes casos:</w:t>
      </w:r>
    </w:p>
    <w:p w:rsidR="00011E90" w:rsidRPr="00204CB1" w:rsidRDefault="00011E90" w:rsidP="00204CB1">
      <w:pPr>
        <w:numPr>
          <w:ilvl w:val="0"/>
          <w:numId w:val="32"/>
        </w:numPr>
        <w:spacing w:after="100" w:line="280" w:lineRule="exact"/>
        <w:rPr>
          <w:rFonts w:ascii="Riojana" w:hAnsi="Riojana"/>
        </w:rPr>
      </w:pPr>
      <w:r w:rsidRPr="00204CB1">
        <w:rPr>
          <w:rFonts w:ascii="Riojana" w:hAnsi="Riojana"/>
        </w:rPr>
        <w:t>Cuando la norma sectorial aprobada por el Estado a la que hace referencia el apartado anterior haya previsto este sistema de concesión.</w:t>
      </w:r>
    </w:p>
    <w:p w:rsidR="00011E90" w:rsidRPr="00204CB1" w:rsidRDefault="00011E90" w:rsidP="00204CB1">
      <w:pPr>
        <w:numPr>
          <w:ilvl w:val="0"/>
          <w:numId w:val="32"/>
        </w:numPr>
        <w:spacing w:after="100" w:line="280" w:lineRule="exact"/>
        <w:rPr>
          <w:rFonts w:ascii="Riojana" w:hAnsi="Riojana"/>
        </w:rPr>
      </w:pPr>
      <w:r w:rsidRPr="00204CB1">
        <w:rPr>
          <w:rFonts w:ascii="Riojana" w:hAnsi="Riojana"/>
        </w:rPr>
        <w:t>Cuando las bases reguladoras de la subvención que aprueben los órganos de la Comunidad Autónoma de La Rioja hayan previsto este sistema de concesión, previa justificación de la excepción que dificulte la utilización del procedimiento ordinario de concurrencia competitiva. En tal caso, la aprobación de las bases reguladoras estará sujeta a las mismas normas de procedimiento previstas para la aprobación de las bases en régimen de concurrencia competitiva.</w:t>
      </w:r>
    </w:p>
    <w:p w:rsidR="00011E90" w:rsidRPr="00204CB1" w:rsidRDefault="00011E90" w:rsidP="00204CB1">
      <w:pPr>
        <w:pStyle w:val="Normalprimerprrafo"/>
        <w:spacing w:before="120" w:line="280" w:lineRule="exact"/>
        <w:rPr>
          <w:rFonts w:ascii="Riojana" w:hAnsi="Riojana"/>
        </w:rPr>
      </w:pPr>
      <w:r w:rsidRPr="00204CB1">
        <w:rPr>
          <w:rFonts w:ascii="Riojana" w:hAnsi="Riojana"/>
        </w:rPr>
        <w:t>3. En las subvenciones gestionadas en régimen de concurrencia no competitiva, la concesión de las subvenciones se producirá hasta el límite del crédito presupuestario afectado por la convocatoria, en atención a la mera concurrencia de una determinada situación en el beneficiario, sin que sea necesario establecer en tales casos la comparación de las solicitudes ni la prelación entre las mismas.</w:t>
      </w:r>
    </w:p>
    <w:p w:rsidR="00011E90" w:rsidRDefault="00011E90" w:rsidP="00204CB1">
      <w:pPr>
        <w:spacing w:line="280" w:lineRule="exact"/>
        <w:rPr>
          <w:rFonts w:ascii="Riojana" w:hAnsi="Riojana"/>
        </w:rPr>
      </w:pPr>
      <w:r w:rsidRPr="00204CB1">
        <w:rPr>
          <w:rFonts w:ascii="Riojana" w:hAnsi="Riojana"/>
        </w:rPr>
        <w:t>A estas subvenciones les serán de aplicación, en lo que sea compatible con su naturaleza, las normas de procedimiento previstas para las subvenciones de concurrencia competitiva.</w:t>
      </w:r>
    </w:p>
    <w:p w:rsidR="00204CB1" w:rsidRPr="00204CB1" w:rsidRDefault="00204CB1" w:rsidP="00204CB1">
      <w:pPr>
        <w:spacing w:line="280" w:lineRule="exact"/>
        <w:rPr>
          <w:rFonts w:ascii="Riojana" w:hAnsi="Riojana"/>
        </w:rPr>
      </w:pPr>
    </w:p>
    <w:p w:rsidR="00011E90" w:rsidRPr="00204CB1" w:rsidRDefault="00011E90" w:rsidP="00204CB1">
      <w:pPr>
        <w:pStyle w:val="Ttulo6"/>
        <w:spacing w:before="120" w:line="280" w:lineRule="exact"/>
        <w:rPr>
          <w:rFonts w:ascii="Riojana" w:hAnsi="Riojana"/>
        </w:rPr>
      </w:pPr>
      <w:r w:rsidRPr="00204CB1">
        <w:rPr>
          <w:rFonts w:ascii="Riojana" w:hAnsi="Riojana"/>
        </w:rPr>
        <w:t>Artículo 29. Seguimiento de los gastos con financiación afectada</w:t>
      </w:r>
    </w:p>
    <w:p w:rsidR="00011E90" w:rsidRDefault="00011E90" w:rsidP="00204CB1">
      <w:pPr>
        <w:spacing w:line="280" w:lineRule="exact"/>
        <w:rPr>
          <w:rFonts w:ascii="Riojana" w:hAnsi="Riojana"/>
        </w:rPr>
      </w:pPr>
      <w:r w:rsidRPr="00204CB1">
        <w:rPr>
          <w:rFonts w:ascii="Riojana" w:hAnsi="Riojana"/>
        </w:rPr>
        <w:t>Corresponderá a los centros gestores del gasto el suministro de información relativa a los gastos con financiación afectada, y en especial la relativa a la evolución de los ingresos previstos inicialmente, de cara a adecuar los niveles de ejecución de gasto a los recursos efectivamente disponibles.</w:t>
      </w:r>
    </w:p>
    <w:p w:rsidR="00204CB1" w:rsidRPr="00204CB1" w:rsidRDefault="00204CB1" w:rsidP="00204CB1">
      <w:pPr>
        <w:spacing w:line="280" w:lineRule="exact"/>
        <w:rPr>
          <w:rFonts w:ascii="Riojana" w:hAnsi="Riojana"/>
        </w:rPr>
      </w:pPr>
    </w:p>
    <w:p w:rsidR="00011E90" w:rsidRPr="00204CB1" w:rsidRDefault="00011E90" w:rsidP="007E1399">
      <w:pPr>
        <w:pStyle w:val="Ttulo4"/>
        <w:rPr>
          <w:rFonts w:ascii="Riojana Bold" w:hAnsi="Riojana Bold"/>
          <w:b w:val="0"/>
          <w:i w:val="0"/>
          <w:color w:val="auto"/>
          <w:sz w:val="22"/>
          <w:szCs w:val="22"/>
        </w:rPr>
      </w:pPr>
      <w:r w:rsidRPr="00204CB1">
        <w:rPr>
          <w:rFonts w:ascii="Riojana Bold" w:hAnsi="Riojana Bold"/>
          <w:b w:val="0"/>
          <w:i w:val="0"/>
          <w:color w:val="auto"/>
          <w:sz w:val="22"/>
          <w:szCs w:val="22"/>
        </w:rPr>
        <w:t>CAPÍTULO VI. Fondo de Cooperación Local de La Rioja</w:t>
      </w:r>
    </w:p>
    <w:p w:rsidR="00204CB1" w:rsidRDefault="00204CB1" w:rsidP="00011E90">
      <w:pPr>
        <w:pStyle w:val="Ttulo6"/>
      </w:pPr>
    </w:p>
    <w:p w:rsidR="00011E90" w:rsidRPr="00204CB1" w:rsidRDefault="00011E90" w:rsidP="00204CB1">
      <w:pPr>
        <w:pStyle w:val="Ttulo6"/>
        <w:spacing w:before="120" w:line="280" w:lineRule="exact"/>
        <w:rPr>
          <w:rFonts w:ascii="Riojana" w:hAnsi="Riojana"/>
        </w:rPr>
      </w:pPr>
      <w:r w:rsidRPr="00204CB1">
        <w:rPr>
          <w:rFonts w:ascii="Riojana" w:hAnsi="Riojana"/>
        </w:rPr>
        <w:t>Artículo 30. Fondo de Cooperación Local de La Rioja</w:t>
      </w:r>
    </w:p>
    <w:p w:rsidR="00011E90" w:rsidRPr="00204CB1" w:rsidRDefault="00011E90" w:rsidP="00204CB1">
      <w:pPr>
        <w:spacing w:line="280" w:lineRule="exact"/>
        <w:rPr>
          <w:rFonts w:ascii="Riojana" w:hAnsi="Riojana"/>
        </w:rPr>
      </w:pPr>
      <w:r w:rsidRPr="00204CB1">
        <w:rPr>
          <w:rFonts w:ascii="Riojana" w:hAnsi="Riojana"/>
        </w:rPr>
        <w:t xml:space="preserve">1. Según lo establecido en el artículo 113 de la Ley 1/2003, de 3 de marzo, de la Administración Local de La Rioja, el Fondo de Cooperación Local de La Rioja, a través de sus diferentes líneas de actuación, es el </w:t>
      </w:r>
      <w:r w:rsidRPr="00204CB1">
        <w:rPr>
          <w:rFonts w:ascii="Riojana" w:hAnsi="Riojana"/>
        </w:rPr>
        <w:lastRenderedPageBreak/>
        <w:t>instrumento general de cooperación económica de la Comunidad Autónoma de La Rioja con las entidades locales de su territorio para la financiación de las obras y servicios municipales, y para contribuir a la suficiencia financiera de las mismas.</w:t>
      </w:r>
    </w:p>
    <w:p w:rsidR="00011E90" w:rsidRPr="00204CB1" w:rsidRDefault="00011E90" w:rsidP="00204CB1">
      <w:pPr>
        <w:spacing w:line="280" w:lineRule="exact"/>
        <w:rPr>
          <w:rFonts w:ascii="Riojana" w:hAnsi="Riojana"/>
        </w:rPr>
      </w:pPr>
      <w:r w:rsidRPr="00204CB1">
        <w:rPr>
          <w:rFonts w:ascii="Riojana" w:hAnsi="Riojana"/>
        </w:rPr>
        <w:t>2. La cuantía total del Fondo será la suma de los créditos consignados como transferencias a corporaciones locales, con la clasificación orgánica 20.06, programas 9311 y 4513, estructurados en las siguientes líneas de actuación: Sección de capitalidad; Sección de cabeceras de comarca; Sección de municipios con población superior a 5.000 habitantes; Sección de municipios con población superior a 2.000 habitantes; Sección de pequeños municipios; Sección de otras líneas de cooperación local, que incluye, entre otras, el Plan de Obras y Servicios Locales de la Comunidad Autónoma de La Rioja.</w:t>
      </w:r>
    </w:p>
    <w:p w:rsidR="00011E90" w:rsidRDefault="00011E90" w:rsidP="00204CB1">
      <w:pPr>
        <w:spacing w:line="280" w:lineRule="exact"/>
        <w:rPr>
          <w:rFonts w:ascii="Riojana" w:hAnsi="Riojana"/>
        </w:rPr>
      </w:pPr>
      <w:r w:rsidRPr="00204CB1">
        <w:rPr>
          <w:rFonts w:ascii="Riojana" w:hAnsi="Riojana"/>
        </w:rPr>
        <w:t>3. La dotación presupuestaria correspondiente al Fondo de Cooperación Local de La Rioja se gestionará por la Consejería de Servicios Sociales y Gobernanza Pública a través de la Dirección General de Política Local.</w:t>
      </w:r>
    </w:p>
    <w:p w:rsidR="00204CB1" w:rsidRPr="00204CB1" w:rsidRDefault="00204CB1" w:rsidP="00204CB1">
      <w:pPr>
        <w:spacing w:line="280" w:lineRule="exact"/>
        <w:rPr>
          <w:rFonts w:ascii="Riojana" w:hAnsi="Riojana"/>
        </w:rPr>
      </w:pPr>
    </w:p>
    <w:p w:rsidR="00011E90" w:rsidRPr="00204CB1" w:rsidRDefault="00011E90" w:rsidP="00204CB1">
      <w:pPr>
        <w:pStyle w:val="Ttulo6"/>
        <w:spacing w:before="120" w:line="280" w:lineRule="exact"/>
        <w:rPr>
          <w:rFonts w:ascii="Riojana" w:hAnsi="Riojana"/>
        </w:rPr>
      </w:pPr>
      <w:r w:rsidRPr="00204CB1">
        <w:rPr>
          <w:rFonts w:ascii="Riojana" w:hAnsi="Riojana"/>
        </w:rPr>
        <w:t>Artículo 31. Sección de capitalidad</w:t>
      </w:r>
    </w:p>
    <w:p w:rsidR="00011E90" w:rsidRPr="00204CB1" w:rsidRDefault="00011E90" w:rsidP="00204CB1">
      <w:pPr>
        <w:spacing w:line="280" w:lineRule="exact"/>
        <w:rPr>
          <w:rFonts w:ascii="Riojana" w:hAnsi="Riojana"/>
        </w:rPr>
      </w:pPr>
      <w:r w:rsidRPr="00204CB1">
        <w:rPr>
          <w:rFonts w:ascii="Riojana" w:hAnsi="Riojana"/>
        </w:rPr>
        <w:t>1. El crédito consignado en la aplicación presupuestaria 20.06.4513.461.03, cuyo importe se determina por el Gobierno de La Rioja, oído el Consejo de la Capitalidad, de acuerdo con lo establecido en el artículo 46 de la Ley 2/2015, de 23 de marzo, del Estatuto de Capitalidad de la ciudad de Logroño, se dispondrá como transferencia nominativa al Ayuntamiento de Logroño, por la condición de esta ciudad como capital de la Comunidad Autónoma de La Rioja reconocida en el artículo 4 del Estatuto de Autonomía de La Rioja y en la citada Ley 2/2015.</w:t>
      </w:r>
    </w:p>
    <w:p w:rsidR="00011E90" w:rsidRPr="00204CB1" w:rsidRDefault="00011E90" w:rsidP="00204CB1">
      <w:pPr>
        <w:spacing w:line="280" w:lineRule="exact"/>
        <w:rPr>
          <w:rFonts w:ascii="Riojana" w:hAnsi="Riojana"/>
        </w:rPr>
      </w:pPr>
      <w:r w:rsidRPr="00204CB1">
        <w:rPr>
          <w:rFonts w:ascii="Riojana" w:hAnsi="Riojana"/>
        </w:rPr>
        <w:t>2. La efectividad de la transferencia quedará condicionada a la suscripción del correspondiente convenio, en el que se determinará la periodicidad con la que se realizarán las aportaciones a lo largo del ejercicio 2023.</w:t>
      </w:r>
    </w:p>
    <w:p w:rsidR="00011E90" w:rsidRPr="00204CB1" w:rsidRDefault="00011E90" w:rsidP="00204CB1">
      <w:pPr>
        <w:spacing w:line="280" w:lineRule="exact"/>
        <w:rPr>
          <w:rFonts w:ascii="Riojana" w:hAnsi="Riojana"/>
        </w:rPr>
      </w:pPr>
      <w:r w:rsidRPr="00204CB1">
        <w:rPr>
          <w:rFonts w:ascii="Riojana" w:hAnsi="Riojana"/>
        </w:rPr>
        <w:t>3. El Ayuntamiento remitirá a la Consejería de Servicios Sociales y Gobernanza Pública certificación acreditativa de la incorporación de las cantidades recibidas al presupuesto del ejercicio 2023, así como la documentación complementaria que se deduzca del convenio suscrito.</w:t>
      </w:r>
    </w:p>
    <w:p w:rsidR="00011E90" w:rsidRDefault="00011E90" w:rsidP="00204CB1">
      <w:pPr>
        <w:spacing w:line="280" w:lineRule="exact"/>
        <w:rPr>
          <w:rFonts w:ascii="Riojana" w:hAnsi="Riojana"/>
        </w:rPr>
      </w:pPr>
      <w:r w:rsidRPr="00204CB1">
        <w:rPr>
          <w:rFonts w:ascii="Riojana" w:hAnsi="Riojana"/>
        </w:rPr>
        <w:t>4. Las asignaciones derivadas de esta sección estarán sujetas a control financiero con el alcance que reglamentariamente se determine.</w:t>
      </w:r>
    </w:p>
    <w:p w:rsidR="00204CB1" w:rsidRPr="00204CB1" w:rsidRDefault="00204CB1" w:rsidP="00204CB1">
      <w:pPr>
        <w:spacing w:line="280" w:lineRule="exact"/>
        <w:rPr>
          <w:rFonts w:ascii="Riojana" w:hAnsi="Riojana"/>
        </w:rPr>
      </w:pPr>
    </w:p>
    <w:p w:rsidR="00011E90" w:rsidRPr="00204CB1" w:rsidRDefault="00011E90" w:rsidP="00204CB1">
      <w:pPr>
        <w:pStyle w:val="Ttulo6"/>
        <w:spacing w:before="120" w:line="280" w:lineRule="exact"/>
        <w:rPr>
          <w:rFonts w:ascii="Riojana" w:hAnsi="Riojana"/>
        </w:rPr>
      </w:pPr>
      <w:r w:rsidRPr="00204CB1">
        <w:rPr>
          <w:rFonts w:ascii="Riojana" w:hAnsi="Riojana"/>
        </w:rPr>
        <w:t>Artículo 32. Sección de cabeceras de comarca</w:t>
      </w:r>
    </w:p>
    <w:p w:rsidR="00011E90" w:rsidRPr="00204CB1" w:rsidRDefault="00011E90" w:rsidP="00204CB1">
      <w:pPr>
        <w:spacing w:line="280" w:lineRule="exact"/>
        <w:rPr>
          <w:rFonts w:ascii="Riojana" w:hAnsi="Riojana"/>
        </w:rPr>
      </w:pPr>
      <w:r w:rsidRPr="00204CB1">
        <w:rPr>
          <w:rFonts w:ascii="Riojana" w:hAnsi="Riojana"/>
        </w:rPr>
        <w:t xml:space="preserve">1. El crédito de la aplicación presupuestaria 20.06.4513.461.04 tiene como destinatarios a los municipios considerados cabeceras de comarca, a excepción del de Logroño, cuya relación se recoge en el anexo VII </w:t>
      </w:r>
      <w:r w:rsidRPr="00204CB1">
        <w:rPr>
          <w:rFonts w:ascii="Riojana" w:hAnsi="Riojana"/>
        </w:rPr>
        <w:lastRenderedPageBreak/>
        <w:t>de esta ley, atendiendo a la concentración de servicios de interés para los municipios de su entorno respectivo.</w:t>
      </w:r>
    </w:p>
    <w:p w:rsidR="00011E90" w:rsidRPr="00204CB1" w:rsidRDefault="00011E90" w:rsidP="00204CB1">
      <w:pPr>
        <w:pStyle w:val="Normalltimoprrafo"/>
        <w:spacing w:line="280" w:lineRule="exact"/>
        <w:rPr>
          <w:rFonts w:ascii="Riojana" w:hAnsi="Riojana"/>
        </w:rPr>
      </w:pPr>
      <w:r w:rsidRPr="00204CB1">
        <w:rPr>
          <w:rFonts w:ascii="Riojana" w:hAnsi="Riojana"/>
        </w:rPr>
        <w:t>2. La cuantía correspondiente a cada uno de los beneficiarios vendrá determinada por el resultado agregado de las siguientes cuotas:</w:t>
      </w:r>
    </w:p>
    <w:p w:rsidR="00011E90" w:rsidRPr="00204CB1" w:rsidRDefault="00011E90" w:rsidP="00204CB1">
      <w:pPr>
        <w:numPr>
          <w:ilvl w:val="0"/>
          <w:numId w:val="34"/>
        </w:numPr>
        <w:spacing w:after="100" w:line="280" w:lineRule="exact"/>
        <w:rPr>
          <w:rFonts w:ascii="Riojana" w:hAnsi="Riojana"/>
        </w:rPr>
      </w:pPr>
      <w:r w:rsidRPr="00204CB1">
        <w:rPr>
          <w:rFonts w:ascii="Riojana" w:hAnsi="Riojana"/>
        </w:rPr>
        <w:t>Cuota fija. Determinada en la tabla que se recoge en el anexo VII.</w:t>
      </w:r>
    </w:p>
    <w:p w:rsidR="00011E90" w:rsidRDefault="00011E90" w:rsidP="00204CB1">
      <w:pPr>
        <w:numPr>
          <w:ilvl w:val="0"/>
          <w:numId w:val="34"/>
        </w:numPr>
        <w:spacing w:after="100" w:line="280" w:lineRule="exact"/>
        <w:rPr>
          <w:rFonts w:ascii="Riojana" w:hAnsi="Riojana"/>
        </w:rPr>
      </w:pPr>
      <w:r w:rsidRPr="00204CB1">
        <w:rPr>
          <w:rFonts w:ascii="Riojana" w:hAnsi="Riojana"/>
        </w:rPr>
        <w:t>Cuota variable. Correspondiente a la cuantía resultante de minorar en el importe total de la presente sección la cantidad asignada a la totalidad de las cuotas fijas, y repartida de forma proporcional al indicador de población de cada uno de los beneficiarios. Para determinar este indicador se tendrán en cuenta los datos de población suministrados por el Instituto Nacional de Estadística correspondientes al 1 de enero del ejercicio anterior al de distribución de la presente línea de actuación.</w:t>
      </w:r>
    </w:p>
    <w:p w:rsidR="00204CB1" w:rsidRPr="00204CB1" w:rsidRDefault="00204CB1" w:rsidP="00204CB1">
      <w:pPr>
        <w:spacing w:after="100" w:line="280" w:lineRule="exact"/>
        <w:ind w:left="284"/>
        <w:rPr>
          <w:rFonts w:ascii="Riojana" w:hAnsi="Riojana"/>
        </w:rPr>
      </w:pPr>
    </w:p>
    <w:p w:rsidR="00011E90" w:rsidRPr="00204CB1" w:rsidRDefault="00011E90" w:rsidP="00204CB1">
      <w:pPr>
        <w:pStyle w:val="Ttulo6"/>
        <w:spacing w:before="120" w:line="280" w:lineRule="exact"/>
        <w:rPr>
          <w:rFonts w:ascii="Riojana" w:hAnsi="Riojana"/>
        </w:rPr>
      </w:pPr>
      <w:r w:rsidRPr="00204CB1">
        <w:rPr>
          <w:rFonts w:ascii="Riojana" w:hAnsi="Riojana"/>
        </w:rPr>
        <w:t>Artículo 33. Sección de municipios con población superior a 5.000 habitantes</w:t>
      </w:r>
    </w:p>
    <w:p w:rsidR="00011E90" w:rsidRPr="00204CB1" w:rsidRDefault="00011E90" w:rsidP="00204CB1">
      <w:pPr>
        <w:spacing w:line="280" w:lineRule="exact"/>
        <w:rPr>
          <w:rFonts w:ascii="Riojana" w:hAnsi="Riojana"/>
        </w:rPr>
      </w:pPr>
      <w:r w:rsidRPr="00204CB1">
        <w:rPr>
          <w:rFonts w:ascii="Riojana" w:hAnsi="Riojana"/>
        </w:rPr>
        <w:t>1. El crédito de la aplicación presupuestaria 20.06.4513.461.05 tiene como destinatarios, atendiendo a sus circunstancias específicas de población, a los municipios con una población superior a 5.000 habitantes no contemplados en las secciones anteriores. Para determinar dicha población se tendrán en cuenta los datos de población suministrados por el Instituto Nacional de Estadística correspondientes al 1 de enero del ejercicio anterior al de distribución de la presente sección.</w:t>
      </w:r>
    </w:p>
    <w:p w:rsidR="00011E90" w:rsidRPr="00204CB1" w:rsidRDefault="00011E90" w:rsidP="00204CB1">
      <w:pPr>
        <w:pStyle w:val="Normalltimoprrafo"/>
        <w:spacing w:line="280" w:lineRule="exact"/>
        <w:rPr>
          <w:rFonts w:ascii="Riojana" w:hAnsi="Riojana"/>
        </w:rPr>
      </w:pPr>
      <w:r w:rsidRPr="00204CB1">
        <w:rPr>
          <w:rFonts w:ascii="Riojana" w:hAnsi="Riojana"/>
        </w:rPr>
        <w:t>2. La cuantía correspondiente a cada uno de los beneficiarios vendrá determinada por el resultado agregado de las siguientes cuotas:</w:t>
      </w:r>
    </w:p>
    <w:p w:rsidR="00011E90" w:rsidRPr="00204CB1" w:rsidRDefault="00011E90" w:rsidP="00204CB1">
      <w:pPr>
        <w:numPr>
          <w:ilvl w:val="0"/>
          <w:numId w:val="36"/>
        </w:numPr>
        <w:spacing w:after="100" w:line="280" w:lineRule="exact"/>
        <w:rPr>
          <w:rFonts w:ascii="Riojana" w:hAnsi="Riojana"/>
        </w:rPr>
      </w:pPr>
      <w:r w:rsidRPr="00204CB1">
        <w:rPr>
          <w:rFonts w:ascii="Riojana" w:hAnsi="Riojana"/>
        </w:rPr>
        <w:t>Cuota fija. Consistente en una cuantía de 120.000 euros.</w:t>
      </w:r>
    </w:p>
    <w:p w:rsidR="00011E90" w:rsidRDefault="00011E90" w:rsidP="00204CB1">
      <w:pPr>
        <w:numPr>
          <w:ilvl w:val="0"/>
          <w:numId w:val="36"/>
        </w:numPr>
        <w:spacing w:after="100" w:line="280" w:lineRule="exact"/>
        <w:rPr>
          <w:rFonts w:ascii="Riojana" w:hAnsi="Riojana"/>
        </w:rPr>
      </w:pPr>
      <w:r w:rsidRPr="00204CB1">
        <w:rPr>
          <w:rFonts w:ascii="Riojana" w:hAnsi="Riojana"/>
        </w:rPr>
        <w:t>Cuota variable. Correspondiente a la cuantía resultante de minorar al importe total de la presente sección la cantidad asignada a la totalidad de las cuotas fijas, y repartida de forma proporcional al indicador de población de cada uno de los beneficiarios. Para determinar este indicador se tendrán en cuenta los datos de población suministrados por el Instituto Nacional de Estadística correspondientes al 1 de enero del ejercicio anterior al de distribución de la presente línea de actuación.</w:t>
      </w:r>
    </w:p>
    <w:p w:rsidR="00204CB1" w:rsidRPr="00204CB1" w:rsidRDefault="00204CB1" w:rsidP="00204CB1">
      <w:pPr>
        <w:spacing w:after="100" w:line="280" w:lineRule="exact"/>
        <w:ind w:left="284"/>
        <w:rPr>
          <w:rFonts w:ascii="Riojana" w:hAnsi="Riojana"/>
        </w:rPr>
      </w:pPr>
    </w:p>
    <w:p w:rsidR="00011E90" w:rsidRPr="00204CB1" w:rsidRDefault="00011E90" w:rsidP="00204CB1">
      <w:pPr>
        <w:pStyle w:val="Ttulo6"/>
        <w:spacing w:before="120" w:line="280" w:lineRule="exact"/>
        <w:rPr>
          <w:rFonts w:ascii="Riojana" w:hAnsi="Riojana"/>
        </w:rPr>
      </w:pPr>
      <w:r w:rsidRPr="00204CB1">
        <w:rPr>
          <w:rFonts w:ascii="Riojana" w:hAnsi="Riojana"/>
        </w:rPr>
        <w:t>Artículo 34. Sección de municipios con población superior a 2.000 habitantes</w:t>
      </w:r>
    </w:p>
    <w:p w:rsidR="00011E90" w:rsidRPr="00204CB1" w:rsidRDefault="00011E90" w:rsidP="00204CB1">
      <w:pPr>
        <w:spacing w:line="280" w:lineRule="exact"/>
        <w:rPr>
          <w:rFonts w:ascii="Riojana" w:hAnsi="Riojana"/>
        </w:rPr>
      </w:pPr>
      <w:r w:rsidRPr="00204CB1">
        <w:rPr>
          <w:rFonts w:ascii="Riojana" w:hAnsi="Riojana"/>
        </w:rPr>
        <w:t xml:space="preserve">1. El crédito de la aplicación presupuestaria 20.06.4513.461.06 tiene como destinatarios, atendiendo a sus circunstancias específicas de población, a los municipios con una población superior a 2.000 habitantes no contemplados en las secciones anteriores. Para determinar dicha población se tendrán en </w:t>
      </w:r>
      <w:r w:rsidRPr="00204CB1">
        <w:rPr>
          <w:rFonts w:ascii="Riojana" w:hAnsi="Riojana"/>
        </w:rPr>
        <w:lastRenderedPageBreak/>
        <w:t>cuenta los datos de población suministrados por el Instituto Nacional de Estadística correspondientes al 1 de enero del ejercicio anterior al de distribución de la presente sección.</w:t>
      </w:r>
    </w:p>
    <w:p w:rsidR="00011E90" w:rsidRPr="00204CB1" w:rsidRDefault="00011E90" w:rsidP="00204CB1">
      <w:pPr>
        <w:spacing w:line="280" w:lineRule="exact"/>
        <w:rPr>
          <w:rFonts w:ascii="Riojana" w:hAnsi="Riojana"/>
        </w:rPr>
      </w:pPr>
      <w:r w:rsidRPr="00204CB1">
        <w:rPr>
          <w:rFonts w:ascii="Riojana" w:hAnsi="Riojana"/>
        </w:rPr>
        <w:t>Cuando por variaciones en la población, el número de municipios adscritos resulte mayor o menor que en el año precedente, el crédito presupuestario asignado a esta sección se ajustará proporcionalmente al alza o a la baja, de forma que la incorporación o exclusión de municipios no afecte a la participación que correspondería a los demás sin tales variaciones.</w:t>
      </w:r>
    </w:p>
    <w:p w:rsidR="00011E90" w:rsidRPr="00204CB1" w:rsidRDefault="00011E90" w:rsidP="00204CB1">
      <w:pPr>
        <w:pStyle w:val="Normalltimoprrafo"/>
        <w:spacing w:line="280" w:lineRule="exact"/>
        <w:rPr>
          <w:rFonts w:ascii="Riojana" w:hAnsi="Riojana"/>
        </w:rPr>
      </w:pPr>
      <w:r w:rsidRPr="00204CB1">
        <w:rPr>
          <w:rFonts w:ascii="Riojana" w:hAnsi="Riojana"/>
        </w:rPr>
        <w:t>2. La cuantía correspondiente a cada uno de los beneficiarios vendrá determinada por el resultado agregado de las siguientes cuotas:</w:t>
      </w:r>
    </w:p>
    <w:p w:rsidR="00011E90" w:rsidRPr="00204CB1" w:rsidRDefault="00011E90" w:rsidP="00204CB1">
      <w:pPr>
        <w:numPr>
          <w:ilvl w:val="0"/>
          <w:numId w:val="38"/>
        </w:numPr>
        <w:spacing w:after="100" w:line="280" w:lineRule="exact"/>
        <w:rPr>
          <w:rFonts w:ascii="Riojana" w:hAnsi="Riojana"/>
        </w:rPr>
      </w:pPr>
      <w:r w:rsidRPr="00204CB1">
        <w:rPr>
          <w:rFonts w:ascii="Riojana" w:hAnsi="Riojana"/>
        </w:rPr>
        <w:t>Cuota fija. Consistente en una cuantía de 15.000 euros.</w:t>
      </w:r>
    </w:p>
    <w:p w:rsidR="00011E90" w:rsidRDefault="00011E90" w:rsidP="00204CB1">
      <w:pPr>
        <w:numPr>
          <w:ilvl w:val="0"/>
          <w:numId w:val="38"/>
        </w:numPr>
        <w:spacing w:after="100" w:line="280" w:lineRule="exact"/>
        <w:rPr>
          <w:rFonts w:ascii="Riojana" w:hAnsi="Riojana"/>
        </w:rPr>
      </w:pPr>
      <w:r w:rsidRPr="00204CB1">
        <w:rPr>
          <w:rFonts w:ascii="Riojana" w:hAnsi="Riojana"/>
        </w:rPr>
        <w:t>Cuota variable. Correspondiente a la cuantía resultante de minorar al importe total de la presente sección la cantidad asignada a la totalidad de las cuotas fijas, y repartida de forma proporcional al indicador de población de cada uno de los beneficiarios. Para determinar este indicador se tendrán en cuenta los datos de población suministrados por el Instituto Nacional de Estadística correspondientes al 1 de enero del ejercicio anterior al de distribución de la presente línea de actuación.</w:t>
      </w:r>
    </w:p>
    <w:p w:rsidR="00204CB1" w:rsidRPr="00204CB1" w:rsidRDefault="00204CB1" w:rsidP="00204CB1">
      <w:pPr>
        <w:spacing w:after="100" w:line="280" w:lineRule="exact"/>
        <w:ind w:left="284"/>
        <w:rPr>
          <w:rFonts w:ascii="Riojana" w:hAnsi="Riojana"/>
        </w:rPr>
      </w:pPr>
    </w:p>
    <w:p w:rsidR="00011E90" w:rsidRPr="00204CB1" w:rsidRDefault="00011E90" w:rsidP="00204CB1">
      <w:pPr>
        <w:pStyle w:val="Ttulo6"/>
        <w:spacing w:before="120" w:line="280" w:lineRule="exact"/>
        <w:rPr>
          <w:rFonts w:ascii="Riojana" w:hAnsi="Riojana"/>
        </w:rPr>
      </w:pPr>
      <w:r w:rsidRPr="00204CB1">
        <w:rPr>
          <w:rFonts w:ascii="Riojana" w:hAnsi="Riojana"/>
        </w:rPr>
        <w:t>Artículo 35. Requisitos comunes a las secciones de cabeceras de comarca, de municipios con población superior a 5.000 y 2.000 habitantes</w:t>
      </w:r>
    </w:p>
    <w:p w:rsidR="00011E90" w:rsidRPr="00204CB1" w:rsidRDefault="00011E90" w:rsidP="00204CB1">
      <w:pPr>
        <w:spacing w:line="280" w:lineRule="exact"/>
        <w:rPr>
          <w:rFonts w:ascii="Riojana" w:hAnsi="Riojana"/>
        </w:rPr>
      </w:pPr>
      <w:r w:rsidRPr="00204CB1">
        <w:rPr>
          <w:rFonts w:ascii="Riojana" w:hAnsi="Riojana"/>
        </w:rPr>
        <w:t>1. Las asignaciones que corresponde a cada Ayuntamiento de las secciones de cabeceras de comarca, de municipios con población superior a 5.000 y 2.000 habitantes, calculadas conforme a los artículos anteriores, tendrán la consideración de subvenciones nominativas.</w:t>
      </w:r>
    </w:p>
    <w:p w:rsidR="00011E90" w:rsidRPr="00204CB1" w:rsidRDefault="00011E90" w:rsidP="00204CB1">
      <w:pPr>
        <w:spacing w:line="280" w:lineRule="exact"/>
        <w:rPr>
          <w:rFonts w:ascii="Riojana" w:hAnsi="Riojana"/>
        </w:rPr>
      </w:pPr>
      <w:r w:rsidRPr="00204CB1">
        <w:rPr>
          <w:rFonts w:ascii="Riojana" w:hAnsi="Riojana"/>
        </w:rPr>
        <w:t>En el anexo VII se recoge la fórmula para la determinación de la cuantía correspondiente a cada beneficiario de acuerdo con los anteriores criterios.</w:t>
      </w:r>
    </w:p>
    <w:p w:rsidR="00011E90" w:rsidRPr="00204CB1" w:rsidRDefault="00011E90" w:rsidP="00204CB1">
      <w:pPr>
        <w:spacing w:line="280" w:lineRule="exact"/>
        <w:rPr>
          <w:rFonts w:ascii="Riojana" w:hAnsi="Riojana"/>
        </w:rPr>
      </w:pPr>
      <w:r w:rsidRPr="00204CB1">
        <w:rPr>
          <w:rFonts w:ascii="Riojana" w:hAnsi="Riojana"/>
        </w:rPr>
        <w:t>2. Determinadas las participaciones de cada uno de los ayuntamientos de las secciones de cabeceras de comarca y de municipios con población superior a 5.000 y 2.000 habitantes, si alguno de ellos justificase que el régimen de cada sección no le permite atender determinada necesidad excepcional relativa a la prestación de los servicios básicos de su competencia, podrá renunciar a la participación que pudiera corresponderle en una o más anualidades, a fin de que se le proporcionen por otra línea de financiación recursos por importe equivalente al de su renuncia.</w:t>
      </w:r>
    </w:p>
    <w:p w:rsidR="00011E90" w:rsidRPr="00204CB1" w:rsidRDefault="00011E90" w:rsidP="00204CB1">
      <w:pPr>
        <w:spacing w:line="280" w:lineRule="exact"/>
        <w:rPr>
          <w:rFonts w:ascii="Riojana" w:hAnsi="Riojana"/>
        </w:rPr>
      </w:pPr>
      <w:r w:rsidRPr="00204CB1">
        <w:rPr>
          <w:rFonts w:ascii="Riojana" w:hAnsi="Riojana"/>
        </w:rPr>
        <w:t xml:space="preserve">3. La efectividad de las subvenciones quedará condicionada a la suscripción del correspondiente convenio, en el que se determinarán tanto la cuantía de la sección en cada caso, de acuerdo con los indicadores determinados en la presente ley, como el destino de los fondos, que se aplicarán a financiar operaciones corrientes y de capital vinculadas a la prestación de los servicios reconocidos como </w:t>
      </w:r>
      <w:r w:rsidRPr="00204CB1">
        <w:rPr>
          <w:rFonts w:ascii="Riojana" w:hAnsi="Riojana"/>
        </w:rPr>
        <w:lastRenderedPageBreak/>
        <w:t>competencias propias de los municipios, en los términos de los artículos 7 y 25 de la Ley 7/1985, de 2 de abril, Reguladora de las Bases de Régimen Local.</w:t>
      </w:r>
    </w:p>
    <w:p w:rsidR="00011E90" w:rsidRPr="00204CB1" w:rsidRDefault="00011E90" w:rsidP="00204CB1">
      <w:pPr>
        <w:spacing w:line="280" w:lineRule="exact"/>
        <w:rPr>
          <w:rFonts w:ascii="Riojana" w:hAnsi="Riojana"/>
        </w:rPr>
      </w:pPr>
      <w:r w:rsidRPr="00204CB1">
        <w:rPr>
          <w:rFonts w:ascii="Riojana" w:hAnsi="Riojana"/>
        </w:rPr>
        <w:t>4. Los ayuntamientos remitirán a la Consejería de Servicios Sociales y Gobernanza Pública certificación acreditativa de la incorporación de las cantidades recibidas al Presupuesto del ejercicio 2023, así como la documentación complementaria que se deduzca del convenio suscrito.</w:t>
      </w:r>
    </w:p>
    <w:p w:rsidR="00011E90" w:rsidRDefault="00011E90" w:rsidP="00204CB1">
      <w:pPr>
        <w:spacing w:line="280" w:lineRule="exact"/>
        <w:rPr>
          <w:rFonts w:ascii="Riojana" w:hAnsi="Riojana"/>
        </w:rPr>
      </w:pPr>
      <w:r w:rsidRPr="00204CB1">
        <w:rPr>
          <w:rFonts w:ascii="Riojana" w:hAnsi="Riojana"/>
        </w:rPr>
        <w:t>5. Las asignaciones derivadas de las secciones de cabeceras de comarca, de municipios con población superior a 5.000 y 2.000 habitantes estarán sujetas a control financiero con el alcance que reglamentariamente se determine.</w:t>
      </w:r>
    </w:p>
    <w:p w:rsidR="00204CB1" w:rsidRPr="00204CB1" w:rsidRDefault="00204CB1" w:rsidP="00204CB1">
      <w:pPr>
        <w:spacing w:line="280" w:lineRule="exact"/>
        <w:rPr>
          <w:rFonts w:ascii="Riojana" w:hAnsi="Riojana"/>
        </w:rPr>
      </w:pPr>
    </w:p>
    <w:p w:rsidR="00011E90" w:rsidRPr="00204CB1" w:rsidRDefault="00011E90" w:rsidP="00204CB1">
      <w:pPr>
        <w:pStyle w:val="Ttulo6"/>
        <w:spacing w:before="120" w:line="280" w:lineRule="exact"/>
        <w:rPr>
          <w:rFonts w:ascii="Riojana" w:hAnsi="Riojana"/>
        </w:rPr>
      </w:pPr>
      <w:r w:rsidRPr="00204CB1">
        <w:rPr>
          <w:rFonts w:ascii="Riojana" w:hAnsi="Riojana"/>
        </w:rPr>
        <w:t>Artículo 36. Sección de pequeños municipios</w:t>
      </w:r>
    </w:p>
    <w:p w:rsidR="00011E90" w:rsidRPr="00204CB1" w:rsidRDefault="00011E90" w:rsidP="00204CB1">
      <w:pPr>
        <w:spacing w:line="280" w:lineRule="exact"/>
        <w:rPr>
          <w:rFonts w:ascii="Riojana" w:hAnsi="Riojana"/>
        </w:rPr>
      </w:pPr>
      <w:r w:rsidRPr="00204CB1">
        <w:rPr>
          <w:rFonts w:ascii="Riojana" w:hAnsi="Riojana"/>
        </w:rPr>
        <w:t>1. Los municipios incluidos en el Consejo Riojano de Pequeños Municipios, en atención a la dificultad que supone la prestación de servicios en igualdad de condiciones con los municipios de mayor población, son destinatarios del crédito asignado a la presente sección con cargo a la partida presupuestaria 20.06.4513.761.02. La financiación procedente de esta sección tendrá carácter finalista.</w:t>
      </w:r>
    </w:p>
    <w:p w:rsidR="00011E90" w:rsidRDefault="00011E90" w:rsidP="00204CB1">
      <w:pPr>
        <w:spacing w:line="280" w:lineRule="exact"/>
        <w:rPr>
          <w:rFonts w:ascii="Riojana" w:hAnsi="Riojana"/>
        </w:rPr>
      </w:pPr>
      <w:r w:rsidRPr="00204CB1">
        <w:rPr>
          <w:rFonts w:ascii="Riojana" w:hAnsi="Riojana"/>
        </w:rPr>
        <w:t>2. La gestión y justificación de la financiación derivada de esta sección se sujetará a lo que dispongan las bases reguladoras que se establezcan al efecto.</w:t>
      </w:r>
    </w:p>
    <w:p w:rsidR="00204CB1" w:rsidRPr="00204CB1" w:rsidRDefault="00204CB1" w:rsidP="00204CB1">
      <w:pPr>
        <w:spacing w:line="280" w:lineRule="exact"/>
        <w:rPr>
          <w:rFonts w:ascii="Riojana" w:hAnsi="Riojana"/>
        </w:rPr>
      </w:pPr>
    </w:p>
    <w:p w:rsidR="00011E90" w:rsidRPr="00204CB1" w:rsidRDefault="00011E90" w:rsidP="00204CB1">
      <w:pPr>
        <w:pStyle w:val="Ttulo6"/>
        <w:spacing w:before="120" w:line="280" w:lineRule="exact"/>
        <w:rPr>
          <w:rFonts w:ascii="Riojana" w:hAnsi="Riojana"/>
        </w:rPr>
      </w:pPr>
      <w:r w:rsidRPr="00204CB1">
        <w:rPr>
          <w:rFonts w:ascii="Riojana" w:hAnsi="Riojana"/>
        </w:rPr>
        <w:t>Artículo 37. Sección de otras líneas de cooperación local</w:t>
      </w:r>
    </w:p>
    <w:p w:rsidR="00011E90" w:rsidRPr="00204CB1" w:rsidRDefault="00011E90" w:rsidP="00204CB1">
      <w:pPr>
        <w:spacing w:line="280" w:lineRule="exact"/>
        <w:rPr>
          <w:rFonts w:ascii="Riojana" w:hAnsi="Riojana"/>
        </w:rPr>
      </w:pPr>
      <w:r w:rsidRPr="00204CB1">
        <w:rPr>
          <w:rFonts w:ascii="Riojana" w:hAnsi="Riojana"/>
        </w:rPr>
        <w:t>1. Se integran finalmente en el Fondo de Cooperación Local de La Rioja, en el marco del Plan Estratégico de Subvenciones aprobado por la Consejería de Servicios Sociales y Gobernanza Pública, el resto de las líneas de cooperación económica con las entidades locales riojanas cuya financiación se realice con cargo a los créditos previstos en la 'Sección 20.06' del vigente Presupuesto. Su gestión y liquidación se sujetará a lo que disponga en cada caso su normativa reguladora.</w:t>
      </w:r>
    </w:p>
    <w:p w:rsidR="00011E90" w:rsidRPr="00204CB1" w:rsidRDefault="00011E90" w:rsidP="00204CB1">
      <w:pPr>
        <w:spacing w:line="280" w:lineRule="exact"/>
        <w:rPr>
          <w:rFonts w:ascii="Riojana" w:hAnsi="Riojana"/>
        </w:rPr>
      </w:pPr>
      <w:r w:rsidRPr="00204CB1">
        <w:rPr>
          <w:rFonts w:ascii="Riojana" w:hAnsi="Riojana"/>
        </w:rPr>
        <w:t>En el marco de esta Sección de otras líneas de cooperación local, la cooperación económica del Gobierno de La Rioja con las entidades locales se realizará, con carácter general, en régimen de publicidad y concurrencia.</w:t>
      </w:r>
    </w:p>
    <w:p w:rsidR="00011E90" w:rsidRPr="00204CB1" w:rsidRDefault="00011E90" w:rsidP="00204CB1">
      <w:pPr>
        <w:spacing w:line="280" w:lineRule="exact"/>
        <w:rPr>
          <w:rFonts w:ascii="Riojana" w:hAnsi="Riojana"/>
        </w:rPr>
      </w:pPr>
      <w:r w:rsidRPr="00204CB1">
        <w:rPr>
          <w:rFonts w:ascii="Riojana" w:hAnsi="Riojana"/>
        </w:rPr>
        <w:t>2. La presente sección incluye, entre otras, las siguientes líneas de cooperación: Mejora en la accesibilidad en las vías públicas; Obras de captación y renovación de redes de abastecimiento; Mejora y eficiencia energética y actuaciones en '</w:t>
      </w:r>
      <w:proofErr w:type="spellStart"/>
      <w:r w:rsidRPr="00204CB1">
        <w:rPr>
          <w:rFonts w:ascii="Riojana" w:hAnsi="Riojana"/>
        </w:rPr>
        <w:t>micropolígonos</w:t>
      </w:r>
      <w:proofErr w:type="spellEnd"/>
      <w:r w:rsidRPr="00204CB1">
        <w:rPr>
          <w:rFonts w:ascii="Riojana" w:hAnsi="Riojana"/>
        </w:rPr>
        <w:t>'.</w:t>
      </w:r>
    </w:p>
    <w:p w:rsidR="00011E90" w:rsidRPr="00204CB1" w:rsidRDefault="00011E90" w:rsidP="00204CB1">
      <w:pPr>
        <w:spacing w:line="280" w:lineRule="exact"/>
        <w:rPr>
          <w:rFonts w:ascii="Riojana" w:hAnsi="Riojana"/>
        </w:rPr>
      </w:pPr>
      <w:r w:rsidRPr="00204CB1">
        <w:rPr>
          <w:rFonts w:ascii="Riojana" w:hAnsi="Riojana"/>
        </w:rPr>
        <w:t xml:space="preserve">3. El Plan de Obras y Servicios Locales, de carácter bienal, tiene como objetivo garantizar la prestación de los servicios de competencia municipal, mediante la concesión de subvenciones a los municipios con población igual o inferior a 2.000 habitantes, a las entidades locales menores y a las mancomunidades de municipios. Se considerarán actuaciones susceptibles de acogerse al Plan cualesquiera inversiones que </w:t>
      </w:r>
      <w:r w:rsidRPr="00204CB1">
        <w:rPr>
          <w:rFonts w:ascii="Riojana" w:hAnsi="Riojana"/>
        </w:rPr>
        <w:lastRenderedPageBreak/>
        <w:t>correspondan a las competencias de las entidades locales. El importe de la subvención se determinará en función de la población y el tipo de obra y servicio financiado, con un máximo del 90 % y un mínimo del 55 %.</w:t>
      </w:r>
    </w:p>
    <w:p w:rsidR="00011E90" w:rsidRPr="00204CB1" w:rsidRDefault="00011E90" w:rsidP="00204CB1">
      <w:pPr>
        <w:spacing w:line="280" w:lineRule="exact"/>
        <w:rPr>
          <w:rFonts w:ascii="Riojana" w:hAnsi="Riojana"/>
        </w:rPr>
      </w:pPr>
      <w:r w:rsidRPr="00204CB1">
        <w:rPr>
          <w:rFonts w:ascii="Riojana" w:hAnsi="Riojana"/>
        </w:rPr>
        <w:t>Sin perjuicio de la graduación que se determine en función del número de habitantes o de las circunstancias específicas relativas al tipo de obra, podrán alcanzar el máximo del 90 % del coste de la inversión las subvenciones para actuaciones relativas a la urbanización o reurbanización de vías públicas y al alumbrado público, así como a los cementerios o a las casas consistoriales. Las actuaciones relacionadas con el abastecimiento de agua potable podrán obtener como máximo un 85 % de subvención sobre el coste de la inversión. Para el resto de las actuaciones, con carácter general, la subvención máxima será del 75 %.</w:t>
      </w:r>
    </w:p>
    <w:p w:rsidR="00011E90" w:rsidRPr="00204CB1" w:rsidRDefault="00011E90" w:rsidP="00204CB1">
      <w:pPr>
        <w:pStyle w:val="Prrafodelista"/>
        <w:numPr>
          <w:ilvl w:val="0"/>
          <w:numId w:val="18"/>
        </w:numPr>
        <w:spacing w:line="280" w:lineRule="exact"/>
        <w:rPr>
          <w:rFonts w:ascii="Riojana" w:hAnsi="Riojana"/>
        </w:rPr>
      </w:pPr>
      <w:r w:rsidRPr="00204CB1">
        <w:rPr>
          <w:rFonts w:ascii="Riojana" w:hAnsi="Riojana"/>
        </w:rPr>
        <w:t>Con carácter excepcional podrán suscribirse convenios de cooperación, previa justificación, fundada en criterios objetivos, de la necesidad e interés público de la actividad y de la imposibilidad de proporcionar la ayuda en régimen de concurrencia. En estos casos, para la determinación de la cuantía de la subvención se tendrá en cuenta la renuncia por parte de las entidades locales a otras fuentes de financiación en el marco del Fondo de Cooperación Local. Salvo cuando la cooperación responda a situaciones de emergencia, por parte de la entidad local se incorporará al expediente un informe sobre la incidencia económica de la actividad cofinanciada en sus parámetros de estabilidad presupuestaria y de sostenibilidad financiera; se informará también de la presión fiscal que se ejerce por la entidad local, con una referencia expresa a los tributos y tipos impositivos aplicados.</w:t>
      </w:r>
    </w:p>
    <w:p w:rsidR="00204CB1" w:rsidRPr="00204CB1" w:rsidRDefault="00204CB1" w:rsidP="00204CB1">
      <w:pPr>
        <w:spacing w:line="280" w:lineRule="exact"/>
        <w:ind w:left="284"/>
        <w:rPr>
          <w:rFonts w:ascii="Riojana" w:hAnsi="Riojana"/>
        </w:rPr>
      </w:pPr>
    </w:p>
    <w:p w:rsidR="00011E90" w:rsidRPr="00204CB1" w:rsidRDefault="00011E90" w:rsidP="00011E90">
      <w:pPr>
        <w:pStyle w:val="Ttulo4"/>
        <w:rPr>
          <w:rFonts w:ascii="Riojana Bold" w:hAnsi="Riojana Bold"/>
          <w:b w:val="0"/>
          <w:i w:val="0"/>
          <w:color w:val="auto"/>
          <w:sz w:val="22"/>
          <w:szCs w:val="22"/>
        </w:rPr>
      </w:pPr>
      <w:r w:rsidRPr="00204CB1">
        <w:rPr>
          <w:rFonts w:ascii="Riojana Bold" w:hAnsi="Riojana Bold"/>
          <w:b w:val="0"/>
          <w:i w:val="0"/>
          <w:color w:val="auto"/>
          <w:sz w:val="22"/>
          <w:szCs w:val="22"/>
        </w:rPr>
        <w:t>CAPÍTULO VII. De la gestión económica de los centros docentes públicos de niveles no universitarios dependientes de la Comunidad Autónoma de La Rioja</w:t>
      </w:r>
    </w:p>
    <w:p w:rsidR="00204CB1" w:rsidRDefault="00204CB1" w:rsidP="00011E90">
      <w:pPr>
        <w:pStyle w:val="Ttulo6"/>
      </w:pPr>
    </w:p>
    <w:p w:rsidR="00011E90" w:rsidRPr="00204CB1" w:rsidRDefault="00011E90" w:rsidP="00204CB1">
      <w:pPr>
        <w:pStyle w:val="Ttulo6"/>
        <w:spacing w:before="120" w:after="0" w:line="280" w:lineRule="exact"/>
        <w:rPr>
          <w:rFonts w:ascii="Riojana" w:hAnsi="Riojana"/>
        </w:rPr>
      </w:pPr>
      <w:r w:rsidRPr="00204CB1">
        <w:rPr>
          <w:rFonts w:ascii="Riojana" w:hAnsi="Riojana"/>
        </w:rPr>
        <w:t>Artículo 38. Autonomía en la gestión económica</w:t>
      </w:r>
    </w:p>
    <w:p w:rsidR="00011E90" w:rsidRPr="00204CB1" w:rsidRDefault="00011E90" w:rsidP="00204CB1">
      <w:pPr>
        <w:spacing w:after="0" w:line="280" w:lineRule="exact"/>
        <w:rPr>
          <w:rFonts w:ascii="Riojana" w:hAnsi="Riojana"/>
        </w:rPr>
      </w:pPr>
      <w:r w:rsidRPr="00204CB1">
        <w:rPr>
          <w:rFonts w:ascii="Riojana" w:hAnsi="Riojana"/>
        </w:rPr>
        <w:t>1. Los centros docentes públicos de niveles no universitarios dependientes de la Comunidad Autónoma de La Rioja dispondrán de autonomía en su gestión económica en los términos establecidos reglamentariamente.</w:t>
      </w:r>
    </w:p>
    <w:p w:rsidR="00011E90" w:rsidRPr="00204CB1" w:rsidRDefault="00011E90" w:rsidP="00204CB1">
      <w:pPr>
        <w:spacing w:after="0" w:line="280" w:lineRule="exact"/>
        <w:rPr>
          <w:rFonts w:ascii="Riojana" w:hAnsi="Riojana"/>
        </w:rPr>
      </w:pPr>
      <w:r w:rsidRPr="00204CB1">
        <w:rPr>
          <w:rFonts w:ascii="Riojana" w:hAnsi="Riojana"/>
        </w:rPr>
        <w:t>2. Sin perjuicio del carácter 'en firme' de los fondos recibidos del Presupuesto de la Comunidad Autónoma de La Rioja, el saldo de tesorería existente al final del ejercicio presupuestario será objeto de reintegro a la Tesorería General de la Comunidad Autónoma de La Rioja con anterioridad al cierre del ejercicio. Una vez abierto el ejercicio, dichos saldos se restituirán en las cuentas de gestión de los diferentes centros, figurando como saldo inicial de la cuenta de gestión del nuevo ejercicio.</w:t>
      </w:r>
    </w:p>
    <w:p w:rsidR="00011E90" w:rsidRPr="00204CB1" w:rsidRDefault="00011E90" w:rsidP="00204CB1">
      <w:pPr>
        <w:spacing w:after="0" w:line="280" w:lineRule="exact"/>
        <w:rPr>
          <w:rFonts w:ascii="Riojana" w:hAnsi="Riojana"/>
        </w:rPr>
      </w:pPr>
      <w:r w:rsidRPr="00204CB1">
        <w:rPr>
          <w:rFonts w:ascii="Riojana" w:hAnsi="Riojana"/>
        </w:rPr>
        <w:lastRenderedPageBreak/>
        <w:t>3. Los remanentes existentes al final del ejercicio presupuestario, procedentes de operaciones de gastos de funcionamiento afectados por los Presupuestos Generales de la Comunidad Autónoma de La Rioja por recursos librados con cargo al concepto 229, podrán determinarse como no incorporables al ejercicio siguiente.</w:t>
      </w:r>
    </w:p>
    <w:p w:rsidR="00011E90" w:rsidRDefault="00011E90" w:rsidP="00204CB1">
      <w:pPr>
        <w:spacing w:after="0" w:line="280" w:lineRule="exact"/>
        <w:rPr>
          <w:rFonts w:ascii="Riojana" w:hAnsi="Riojana"/>
        </w:rPr>
      </w:pPr>
      <w:r w:rsidRPr="00204CB1">
        <w:rPr>
          <w:rFonts w:ascii="Riojana" w:hAnsi="Riojana"/>
        </w:rPr>
        <w:t>4. La Consejería de Hacienda y Administración Pública procederá a regular el procedimiento de la incorporación de los saldos de tesorería recogidos en el apartado anterior.</w:t>
      </w:r>
    </w:p>
    <w:p w:rsidR="00204CB1" w:rsidRPr="00204CB1" w:rsidRDefault="00204CB1" w:rsidP="00204CB1">
      <w:pPr>
        <w:spacing w:after="0" w:line="280" w:lineRule="exact"/>
        <w:rPr>
          <w:rFonts w:ascii="Riojana" w:hAnsi="Riojana"/>
        </w:rPr>
      </w:pPr>
    </w:p>
    <w:p w:rsidR="00011E90" w:rsidRPr="00204CB1" w:rsidRDefault="00011E90" w:rsidP="00011E90">
      <w:pPr>
        <w:pStyle w:val="Ttulo4"/>
        <w:rPr>
          <w:rFonts w:ascii="Riojana Bold" w:hAnsi="Riojana Bold"/>
          <w:b w:val="0"/>
          <w:i w:val="0"/>
          <w:color w:val="auto"/>
          <w:sz w:val="22"/>
          <w:szCs w:val="22"/>
        </w:rPr>
      </w:pPr>
      <w:r w:rsidRPr="00204CB1">
        <w:rPr>
          <w:rFonts w:ascii="Riojana Bold" w:hAnsi="Riojana Bold"/>
          <w:b w:val="0"/>
          <w:i w:val="0"/>
          <w:color w:val="auto"/>
          <w:sz w:val="22"/>
          <w:szCs w:val="22"/>
        </w:rPr>
        <w:t>CAPÍTULO VIII. Del régimen económico-financiero de la Universidad de La Rioja</w:t>
      </w:r>
    </w:p>
    <w:p w:rsidR="00204CB1" w:rsidRDefault="00204CB1" w:rsidP="00011E90">
      <w:pPr>
        <w:pStyle w:val="Ttulo6"/>
      </w:pPr>
    </w:p>
    <w:p w:rsidR="00011E90" w:rsidRPr="00204CB1" w:rsidRDefault="00011E90" w:rsidP="00204CB1">
      <w:pPr>
        <w:pStyle w:val="Ttulo6"/>
        <w:spacing w:before="120" w:line="280" w:lineRule="exact"/>
        <w:rPr>
          <w:rFonts w:ascii="Riojana" w:hAnsi="Riojana"/>
        </w:rPr>
      </w:pPr>
      <w:r w:rsidRPr="00204CB1">
        <w:rPr>
          <w:rFonts w:ascii="Riojana" w:hAnsi="Riojana"/>
        </w:rPr>
        <w:t>Artículo 39. Principios generales</w:t>
      </w:r>
    </w:p>
    <w:p w:rsidR="00011E90" w:rsidRPr="00204CB1" w:rsidRDefault="00011E90" w:rsidP="00204CB1">
      <w:pPr>
        <w:spacing w:line="280" w:lineRule="exact"/>
        <w:rPr>
          <w:rFonts w:ascii="Riojana" w:hAnsi="Riojana"/>
        </w:rPr>
      </w:pPr>
      <w:r w:rsidRPr="00204CB1">
        <w:rPr>
          <w:rFonts w:ascii="Riojana" w:hAnsi="Riojana"/>
        </w:rPr>
        <w:t>1. La Universidad de La Rioja gozará de autonomía económica y financiera en los términos establecidos en la Ley Orgánica 6/2001, de 21 de diciembre, de Universidades, y deberá disponer de los recursos suficientes para el desempeño de las funciones que tenga atribuidas.</w:t>
      </w:r>
    </w:p>
    <w:p w:rsidR="00011E90" w:rsidRDefault="00011E90" w:rsidP="00204CB1">
      <w:pPr>
        <w:spacing w:line="280" w:lineRule="exact"/>
        <w:rPr>
          <w:rFonts w:ascii="Riojana" w:hAnsi="Riojana"/>
        </w:rPr>
      </w:pPr>
      <w:r w:rsidRPr="00204CB1">
        <w:rPr>
          <w:rFonts w:ascii="Riojana" w:hAnsi="Riojana"/>
        </w:rPr>
        <w:t>2. La Universidad de La Rioja aplicará en su gestión económico-presupuestaria la Ley de Hacienda Pública de la Comunidad Autónoma de La Rioja, sin perjuicio de las particularidades que resulten de la Ley Orgánica 6/2001, de 21 de diciembre, de Universidades, y de su régimen de autoorganización.</w:t>
      </w:r>
    </w:p>
    <w:p w:rsidR="00204CB1" w:rsidRPr="00204CB1" w:rsidRDefault="00204CB1" w:rsidP="00204CB1">
      <w:pPr>
        <w:spacing w:line="280" w:lineRule="exact"/>
        <w:rPr>
          <w:rFonts w:ascii="Riojana" w:hAnsi="Riojana"/>
        </w:rPr>
      </w:pPr>
    </w:p>
    <w:p w:rsidR="00011E90" w:rsidRPr="00204CB1" w:rsidRDefault="00011E90" w:rsidP="00204CB1">
      <w:pPr>
        <w:pStyle w:val="Ttulo6"/>
        <w:spacing w:before="120" w:line="280" w:lineRule="exact"/>
        <w:rPr>
          <w:rFonts w:ascii="Riojana" w:hAnsi="Riojana"/>
        </w:rPr>
      </w:pPr>
      <w:r w:rsidRPr="00204CB1">
        <w:rPr>
          <w:rFonts w:ascii="Riojana" w:hAnsi="Riojana"/>
        </w:rPr>
        <w:t>Artículo 40. Del modelo de financiación de la Universidad de La Rioja</w:t>
      </w:r>
    </w:p>
    <w:p w:rsidR="00011E90" w:rsidRPr="00204CB1" w:rsidRDefault="00011E90" w:rsidP="00204CB1">
      <w:pPr>
        <w:pStyle w:val="Normalltimoprrafo"/>
        <w:spacing w:line="280" w:lineRule="exact"/>
        <w:rPr>
          <w:rFonts w:ascii="Riojana" w:hAnsi="Riojana"/>
        </w:rPr>
      </w:pPr>
      <w:r w:rsidRPr="00204CB1">
        <w:rPr>
          <w:rFonts w:ascii="Riojana" w:hAnsi="Riojana"/>
        </w:rPr>
        <w:t>1. La financiación de la Universidad de La Rioja procedente de los Presupuestos Generales de la Comunidad Autónoma de La Rioja se articulará a través de los siguientes componentes:</w:t>
      </w:r>
    </w:p>
    <w:p w:rsidR="00011E90" w:rsidRPr="00204CB1" w:rsidRDefault="00011E90" w:rsidP="00204CB1">
      <w:pPr>
        <w:numPr>
          <w:ilvl w:val="0"/>
          <w:numId w:val="40"/>
        </w:numPr>
        <w:spacing w:after="100" w:line="280" w:lineRule="exact"/>
        <w:rPr>
          <w:rFonts w:ascii="Riojana" w:hAnsi="Riojana"/>
        </w:rPr>
      </w:pPr>
      <w:r w:rsidRPr="00204CB1">
        <w:rPr>
          <w:rFonts w:ascii="Riojana" w:hAnsi="Riojana"/>
        </w:rPr>
        <w:t>Financiación estructural: destinada a garantizar el funcionamiento general de la Universidad de La Rioja asegurando los recursos suficientes para realizar las funciones de servicio público de la educación superior mediante la investigación, la docencia y el estudio de acuerdo con el artículo 1 de la Ley Orgánica 6/2001, de 21 de diciembre, de Universidades. Esta financiación se articulará a través de transferencias nominativas.</w:t>
      </w:r>
    </w:p>
    <w:p w:rsidR="00011E90" w:rsidRPr="00204CB1" w:rsidRDefault="00011E90" w:rsidP="00204CB1">
      <w:pPr>
        <w:numPr>
          <w:ilvl w:val="0"/>
          <w:numId w:val="40"/>
        </w:numPr>
        <w:spacing w:after="100" w:line="280" w:lineRule="exact"/>
        <w:rPr>
          <w:rFonts w:ascii="Riojana" w:hAnsi="Riojana"/>
        </w:rPr>
      </w:pPr>
      <w:r w:rsidRPr="00204CB1">
        <w:rPr>
          <w:rFonts w:ascii="Riojana" w:hAnsi="Riojana"/>
        </w:rPr>
        <w:t>Financiación condicionada: ligada a los resultados que la Universidad de La Rioja obtenga en docencia, investigación y transferencia de conocimiento. Esta financiación se articulará a través de transferencias corrientes y de capital.</w:t>
      </w:r>
    </w:p>
    <w:p w:rsidR="00011E90" w:rsidRPr="00204CB1" w:rsidRDefault="00011E90" w:rsidP="00204CB1">
      <w:pPr>
        <w:numPr>
          <w:ilvl w:val="0"/>
          <w:numId w:val="40"/>
        </w:numPr>
        <w:spacing w:after="100" w:line="280" w:lineRule="exact"/>
        <w:rPr>
          <w:rFonts w:ascii="Riojana" w:hAnsi="Riojana"/>
        </w:rPr>
      </w:pPr>
      <w:r w:rsidRPr="00204CB1">
        <w:rPr>
          <w:rFonts w:ascii="Riojana" w:hAnsi="Riojana"/>
        </w:rPr>
        <w:t xml:space="preserve">Financiación singularizada: destinada a sufragar las inversiones en equipamiento o nuevas infraestructuras, los planes conjuntos de investigación y de formación de personal investigador, la puesta en marcha de nuevas titulaciones, u otras singularizadas. Esta financiación se articulará a </w:t>
      </w:r>
      <w:r w:rsidRPr="00204CB1">
        <w:rPr>
          <w:rFonts w:ascii="Riojana" w:hAnsi="Riojana"/>
        </w:rPr>
        <w:lastRenderedPageBreak/>
        <w:t>través de convenios específicos de colaboración de la Consejería competente por razón de la materia.</w:t>
      </w:r>
    </w:p>
    <w:p w:rsidR="00011E90" w:rsidRPr="00204CB1" w:rsidRDefault="00011E90" w:rsidP="00204CB1">
      <w:pPr>
        <w:pStyle w:val="Normalprimerprrafo"/>
        <w:spacing w:before="120" w:line="280" w:lineRule="exact"/>
        <w:rPr>
          <w:rFonts w:ascii="Riojana" w:hAnsi="Riojana"/>
        </w:rPr>
      </w:pPr>
      <w:r w:rsidRPr="00204CB1">
        <w:rPr>
          <w:rFonts w:ascii="Riojana" w:hAnsi="Riojana"/>
        </w:rPr>
        <w:t>2. La financiación estructural de la Universidad de La Rioja, que figure debidamente nominada en el estado de gastos de los Presupuestos de la Comunidad Autónoma de La Rioja para cada año, se librará por doceavas partes iguales a principios de cada mes natural.</w:t>
      </w:r>
    </w:p>
    <w:p w:rsidR="00011E90" w:rsidRPr="00204CB1" w:rsidRDefault="00011E90" w:rsidP="00204CB1">
      <w:pPr>
        <w:spacing w:line="280" w:lineRule="exact"/>
        <w:rPr>
          <w:rFonts w:ascii="Riojana" w:hAnsi="Riojana"/>
        </w:rPr>
      </w:pPr>
      <w:r w:rsidRPr="00204CB1">
        <w:rPr>
          <w:rFonts w:ascii="Riojana" w:hAnsi="Riojana"/>
        </w:rPr>
        <w:t>3. No obstante, los libramientos correspondientes al crédito total que figura dispuesto a tal fin en el estado de gastos, según lo establecido en el apartado 2 de este artículo, se sujetarán a los planes de disposición de fondos que puedan establecerse por la Dirección General de Control Presupuestario en atención a la existencia de suficientes disponibilidades líquidas en la entidad beneficiaria.</w:t>
      </w:r>
    </w:p>
    <w:p w:rsidR="00011E90" w:rsidRDefault="00011E90" w:rsidP="00204CB1">
      <w:pPr>
        <w:spacing w:line="280" w:lineRule="exact"/>
        <w:rPr>
          <w:rFonts w:ascii="Riojana" w:hAnsi="Riojana"/>
        </w:rPr>
      </w:pPr>
      <w:r w:rsidRPr="00204CB1">
        <w:rPr>
          <w:rFonts w:ascii="Riojana" w:hAnsi="Riojana"/>
        </w:rPr>
        <w:t>4. Se exonera a la Universidad de La Rioja de la obligación de acreditar hallarse al corriente de sus obligaciones tributarias y frente a la Seguridad Social.</w:t>
      </w:r>
    </w:p>
    <w:p w:rsidR="00204CB1" w:rsidRPr="00204CB1" w:rsidRDefault="00204CB1" w:rsidP="00204CB1">
      <w:pPr>
        <w:spacing w:line="280" w:lineRule="exact"/>
        <w:rPr>
          <w:rFonts w:ascii="Riojana" w:hAnsi="Riojana"/>
        </w:rPr>
      </w:pPr>
    </w:p>
    <w:p w:rsidR="00011E90" w:rsidRPr="00204CB1" w:rsidRDefault="00011E90" w:rsidP="00204CB1">
      <w:pPr>
        <w:pStyle w:val="Ttulo6"/>
        <w:spacing w:before="120" w:line="280" w:lineRule="exact"/>
        <w:rPr>
          <w:rFonts w:ascii="Riojana" w:hAnsi="Riojana"/>
        </w:rPr>
      </w:pPr>
      <w:r w:rsidRPr="00204CB1">
        <w:rPr>
          <w:rFonts w:ascii="Riojana" w:hAnsi="Riojana"/>
        </w:rPr>
        <w:t>Artículo 41. De la financiación del programa de inversiones</w:t>
      </w:r>
    </w:p>
    <w:p w:rsidR="00011E90" w:rsidRPr="00204CB1" w:rsidRDefault="00011E90" w:rsidP="00204CB1">
      <w:pPr>
        <w:spacing w:line="280" w:lineRule="exact"/>
        <w:rPr>
          <w:rFonts w:ascii="Riojana" w:hAnsi="Riojana"/>
        </w:rPr>
      </w:pPr>
      <w:r w:rsidRPr="00204CB1">
        <w:rPr>
          <w:rFonts w:ascii="Riojana" w:hAnsi="Riojana"/>
        </w:rPr>
        <w:t>1. La financiación de las inversiones de la Universidad de La Rioja se realizará con cargo a los créditos consignados para esta finalidad en el Presupuesto de cada año de la Comunidad Autónoma de La Rioja.</w:t>
      </w:r>
    </w:p>
    <w:p w:rsidR="00011E90" w:rsidRPr="00204CB1" w:rsidRDefault="00011E90" w:rsidP="00204CB1">
      <w:pPr>
        <w:spacing w:line="280" w:lineRule="exact"/>
        <w:rPr>
          <w:rFonts w:ascii="Riojana" w:hAnsi="Riojana"/>
        </w:rPr>
      </w:pPr>
      <w:r w:rsidRPr="00204CB1">
        <w:rPr>
          <w:rFonts w:ascii="Riojana" w:hAnsi="Riojana"/>
        </w:rPr>
        <w:t>2. Las obligaciones que se deriven del apartado anterior podrán cumplirse mediante la inversión directa de la Administración o mediante transferencia de capital a favor de la Universidad.</w:t>
      </w:r>
    </w:p>
    <w:p w:rsidR="00011E90" w:rsidRDefault="00011E90" w:rsidP="00204CB1">
      <w:pPr>
        <w:spacing w:line="280" w:lineRule="exact"/>
        <w:rPr>
          <w:rFonts w:ascii="Riojana" w:hAnsi="Riojana"/>
        </w:rPr>
      </w:pPr>
      <w:r w:rsidRPr="00204CB1">
        <w:rPr>
          <w:rFonts w:ascii="Riojana" w:hAnsi="Riojana"/>
        </w:rPr>
        <w:t>3. Las transferencias de capital que se libren a favor de la Universidad, y que se deriven del programa de inversiones, se realizarán contra certificaciones de obra presentadas o justificación del programa de gasto correspondiente.</w:t>
      </w:r>
    </w:p>
    <w:p w:rsidR="00204CB1" w:rsidRPr="00204CB1" w:rsidRDefault="00204CB1" w:rsidP="00204CB1">
      <w:pPr>
        <w:spacing w:line="280" w:lineRule="exact"/>
        <w:rPr>
          <w:rFonts w:ascii="Riojana" w:hAnsi="Riojana"/>
        </w:rPr>
      </w:pPr>
    </w:p>
    <w:p w:rsidR="00011E90" w:rsidRPr="00204CB1" w:rsidRDefault="00011E90" w:rsidP="00204CB1">
      <w:pPr>
        <w:pStyle w:val="Ttulo6"/>
        <w:spacing w:before="120" w:line="280" w:lineRule="exact"/>
        <w:rPr>
          <w:rFonts w:ascii="Riojana" w:hAnsi="Riojana"/>
        </w:rPr>
      </w:pPr>
      <w:r w:rsidRPr="00204CB1">
        <w:rPr>
          <w:rFonts w:ascii="Riojana" w:hAnsi="Riojana"/>
        </w:rPr>
        <w:t>Artículo 42. Liquidación y control de los presupuestos</w:t>
      </w:r>
    </w:p>
    <w:p w:rsidR="00011E90" w:rsidRPr="00204CB1" w:rsidRDefault="00011E90" w:rsidP="00204CB1">
      <w:pPr>
        <w:spacing w:line="280" w:lineRule="exact"/>
        <w:rPr>
          <w:rFonts w:ascii="Riojana" w:hAnsi="Riojana"/>
        </w:rPr>
      </w:pPr>
      <w:r w:rsidRPr="00204CB1">
        <w:rPr>
          <w:rFonts w:ascii="Riojana" w:hAnsi="Riojana"/>
        </w:rPr>
        <w:t>1. Antes del 31 de julio de cada año se remitirá por la Universidad de La Rioja a las consejerías de Desarrollo Autonómico y de Hacienda y Administración Pública la cuenta general correspondiente al año anterior, así como la relación de puestos de trabajo, tanto de personal docente como no docente, debidamente clasificada.</w:t>
      </w:r>
    </w:p>
    <w:p w:rsidR="00011E90" w:rsidRPr="00204CB1" w:rsidRDefault="00011E90" w:rsidP="00204CB1">
      <w:pPr>
        <w:spacing w:line="280" w:lineRule="exact"/>
        <w:rPr>
          <w:rFonts w:ascii="Riojana" w:hAnsi="Riojana"/>
        </w:rPr>
      </w:pPr>
      <w:r w:rsidRPr="00204CB1">
        <w:rPr>
          <w:rFonts w:ascii="Riojana" w:hAnsi="Riojana"/>
        </w:rPr>
        <w:t>2. La cuenta general correspondiente se integrará como anexo en la de la Comunidad Autónoma y será remitida tanto al Parlamento de La Rioja como al Tribunal de Cuentas.</w:t>
      </w:r>
    </w:p>
    <w:p w:rsidR="00011E90" w:rsidRPr="00204CB1" w:rsidRDefault="00011E90" w:rsidP="00204CB1">
      <w:pPr>
        <w:spacing w:line="280" w:lineRule="exact"/>
        <w:rPr>
          <w:rFonts w:ascii="Riojana" w:hAnsi="Riojana"/>
        </w:rPr>
      </w:pPr>
      <w:r w:rsidRPr="00204CB1">
        <w:rPr>
          <w:rFonts w:ascii="Riojana" w:hAnsi="Riojana"/>
        </w:rPr>
        <w:t xml:space="preserve">3. Sin perjuicio de lo establecido en la Ley Orgánica 6/2001, de 21 de diciembre, de Universidades, modificada por la Ley Orgánica 4/2007, de 12 de abril, y en sus Estatutos respecto al control interno de los gastos e inversiones de la Universidad, la Intervención General de la Comunidad Autónoma de La Rioja </w:t>
      </w:r>
      <w:r w:rsidRPr="00204CB1">
        <w:rPr>
          <w:rFonts w:ascii="Riojana" w:hAnsi="Riojana"/>
        </w:rPr>
        <w:lastRenderedPageBreak/>
        <w:t>podrá acordar la realización, previa audiencia del rector, de auditorías sobre la gestión económica y financiera de la Universidad dentro del plan anual que para cada ejercicio apruebe el interventor general.</w:t>
      </w:r>
    </w:p>
    <w:p w:rsidR="00011E90" w:rsidRPr="00204CB1" w:rsidRDefault="00011E90" w:rsidP="00204CB1">
      <w:pPr>
        <w:pStyle w:val="Ttulo4"/>
        <w:jc w:val="left"/>
        <w:rPr>
          <w:rFonts w:ascii="Riojana Bold" w:hAnsi="Riojana Bold"/>
          <w:b w:val="0"/>
          <w:i w:val="0"/>
          <w:color w:val="auto"/>
          <w:sz w:val="22"/>
          <w:szCs w:val="22"/>
        </w:rPr>
      </w:pPr>
      <w:r w:rsidRPr="00204CB1">
        <w:rPr>
          <w:rFonts w:ascii="Riojana Bold" w:hAnsi="Riojana Bold"/>
          <w:b w:val="0"/>
          <w:i w:val="0"/>
          <w:color w:val="auto"/>
          <w:sz w:val="22"/>
          <w:szCs w:val="22"/>
        </w:rPr>
        <w:t>CAPÍTULO IX. Del régimen económico-financiero de la Agencia de Desarrollo Económico de La Rioja</w:t>
      </w:r>
    </w:p>
    <w:p w:rsidR="00204CB1" w:rsidRPr="00204CB1" w:rsidRDefault="00204CB1" w:rsidP="00204CB1">
      <w:pPr>
        <w:pStyle w:val="Ttulo6"/>
        <w:spacing w:before="120" w:after="0" w:line="280" w:lineRule="exact"/>
        <w:rPr>
          <w:rFonts w:ascii="Riojana" w:hAnsi="Riojana"/>
        </w:rPr>
      </w:pPr>
    </w:p>
    <w:p w:rsidR="00011E90" w:rsidRPr="00204CB1" w:rsidRDefault="00011E90" w:rsidP="00204CB1">
      <w:pPr>
        <w:pStyle w:val="Ttulo6"/>
        <w:spacing w:before="120" w:after="0" w:line="280" w:lineRule="exact"/>
        <w:rPr>
          <w:rFonts w:ascii="Riojana" w:hAnsi="Riojana"/>
        </w:rPr>
      </w:pPr>
      <w:r w:rsidRPr="00204CB1">
        <w:rPr>
          <w:rFonts w:ascii="Riojana" w:hAnsi="Riojana"/>
        </w:rPr>
        <w:t>Artículo 43. De los libramientos</w:t>
      </w:r>
    </w:p>
    <w:p w:rsidR="00011E90" w:rsidRPr="00204CB1" w:rsidRDefault="00011E90" w:rsidP="00204CB1">
      <w:pPr>
        <w:spacing w:after="0" w:line="280" w:lineRule="exact"/>
        <w:rPr>
          <w:rFonts w:ascii="Riojana" w:hAnsi="Riojana"/>
        </w:rPr>
      </w:pPr>
      <w:r w:rsidRPr="00204CB1">
        <w:rPr>
          <w:rFonts w:ascii="Riojana" w:hAnsi="Riojana"/>
        </w:rPr>
        <w:t>1. La financiación incondicionada de los gastos de la Agencia de Desarrollo Económico de La Rioja que figuren debidamente nominados en los Presupuestos de la Comunidad Autónoma de La Rioja, para cada año, se librará de acuerdo con lo establecido en su ley de creación.</w:t>
      </w:r>
    </w:p>
    <w:p w:rsidR="00011E90" w:rsidRDefault="00011E90" w:rsidP="00204CB1">
      <w:pPr>
        <w:spacing w:after="0" w:line="280" w:lineRule="exact"/>
        <w:rPr>
          <w:rFonts w:ascii="Riojana" w:hAnsi="Riojana"/>
        </w:rPr>
      </w:pPr>
      <w:r w:rsidRPr="00204CB1">
        <w:rPr>
          <w:rFonts w:ascii="Riojana" w:hAnsi="Riojana"/>
        </w:rPr>
        <w:t>2. Los libramientos procedentes de las aportaciones o compromisos firmes de aportación reconocidos a favor de la Administración general de la Comunidad Autónoma de La Rioja que por su naturaleza estén dentro de los fines de la Agencia de Desarrollo Económico de La Rioja, en aplicación del artículo 11.2 de esta ley, se realizarán de una sola vez a favor de esta última, en el trimestre siguiente, sin que les sea de aplicación lo establecido en el punto anterior. En el caso de que las generaciones se produzcan en el último trimestre del año, se procederá al libramiento antes de finalizar el 31 de diciembre de cada año.</w:t>
      </w:r>
    </w:p>
    <w:p w:rsidR="00204CB1" w:rsidRPr="00204CB1" w:rsidRDefault="00204CB1" w:rsidP="00204CB1">
      <w:pPr>
        <w:spacing w:after="0" w:line="280" w:lineRule="exact"/>
        <w:rPr>
          <w:rFonts w:ascii="Riojana" w:hAnsi="Riojana"/>
        </w:rPr>
      </w:pPr>
    </w:p>
    <w:p w:rsidR="00011E90" w:rsidRPr="00204CB1" w:rsidRDefault="00011E90" w:rsidP="00204CB1">
      <w:pPr>
        <w:pStyle w:val="Ttulo3"/>
        <w:jc w:val="center"/>
        <w:rPr>
          <w:rFonts w:ascii="Riojana Bold" w:hAnsi="Riojana Bold"/>
          <w:sz w:val="24"/>
          <w:szCs w:val="24"/>
        </w:rPr>
      </w:pPr>
      <w:r w:rsidRPr="00204CB1">
        <w:rPr>
          <w:rFonts w:ascii="Riojana Bold" w:hAnsi="Riojana Bold"/>
          <w:sz w:val="24"/>
          <w:szCs w:val="24"/>
        </w:rPr>
        <w:t>TÍTULO III. De los créditos de personal</w:t>
      </w:r>
    </w:p>
    <w:p w:rsidR="00204CB1" w:rsidRDefault="00204CB1" w:rsidP="00011E90">
      <w:pPr>
        <w:pStyle w:val="Ttulo4"/>
      </w:pPr>
    </w:p>
    <w:p w:rsidR="00011E90" w:rsidRPr="00204CB1" w:rsidRDefault="00011E90" w:rsidP="00011E90">
      <w:pPr>
        <w:pStyle w:val="Ttulo4"/>
        <w:rPr>
          <w:rFonts w:ascii="Riojana Bold" w:hAnsi="Riojana Bold"/>
          <w:b w:val="0"/>
          <w:i w:val="0"/>
          <w:color w:val="auto"/>
          <w:sz w:val="22"/>
          <w:szCs w:val="22"/>
        </w:rPr>
      </w:pPr>
      <w:r w:rsidRPr="00204CB1">
        <w:rPr>
          <w:rFonts w:ascii="Riojana Bold" w:hAnsi="Riojana Bold"/>
          <w:b w:val="0"/>
          <w:i w:val="0"/>
          <w:color w:val="auto"/>
          <w:sz w:val="22"/>
          <w:szCs w:val="22"/>
        </w:rPr>
        <w:t>CAPÍTULO I. Del incremento de los gastos del personal al servicio del sector público de la Comunidad Autónoma de La Rioja</w:t>
      </w:r>
    </w:p>
    <w:p w:rsidR="00204CB1" w:rsidRDefault="00204CB1" w:rsidP="00011E90">
      <w:pPr>
        <w:pStyle w:val="Ttulo6"/>
      </w:pPr>
    </w:p>
    <w:p w:rsidR="00011E90" w:rsidRPr="00204CB1" w:rsidRDefault="00011E90" w:rsidP="00011E90">
      <w:pPr>
        <w:pStyle w:val="Ttulo6"/>
        <w:rPr>
          <w:rFonts w:ascii="Riojana" w:hAnsi="Riojana"/>
        </w:rPr>
      </w:pPr>
      <w:r w:rsidRPr="00204CB1">
        <w:rPr>
          <w:rFonts w:ascii="Riojana" w:hAnsi="Riojana"/>
        </w:rPr>
        <w:t>Artículo 44. De los gastos del personal al servicio del sector público</w:t>
      </w:r>
    </w:p>
    <w:p w:rsidR="00011E90" w:rsidRPr="00204CB1" w:rsidRDefault="00011E90" w:rsidP="00011E90">
      <w:pPr>
        <w:pStyle w:val="Normalltimoprrafo"/>
        <w:rPr>
          <w:rFonts w:ascii="Riojana" w:hAnsi="Riojana"/>
        </w:rPr>
      </w:pPr>
      <w:r w:rsidRPr="00204CB1">
        <w:rPr>
          <w:rFonts w:ascii="Riojana" w:hAnsi="Riojana"/>
        </w:rPr>
        <w:t>1. A los efectos de lo establecido en el presente artículo, constituyen el sector público de la Comunidad Autónoma de La Rioja:</w:t>
      </w:r>
    </w:p>
    <w:p w:rsidR="00011E90" w:rsidRPr="00204CB1" w:rsidRDefault="00011E90" w:rsidP="00204CB1">
      <w:pPr>
        <w:numPr>
          <w:ilvl w:val="0"/>
          <w:numId w:val="42"/>
        </w:numPr>
        <w:spacing w:before="100" w:after="100"/>
        <w:rPr>
          <w:rFonts w:ascii="Riojana" w:hAnsi="Riojana"/>
        </w:rPr>
      </w:pPr>
      <w:r w:rsidRPr="00204CB1">
        <w:rPr>
          <w:rFonts w:ascii="Riojana" w:hAnsi="Riojana"/>
        </w:rPr>
        <w:t>La Administración general.</w:t>
      </w:r>
    </w:p>
    <w:p w:rsidR="00011E90" w:rsidRPr="00204CB1" w:rsidRDefault="00011E90" w:rsidP="00204CB1">
      <w:pPr>
        <w:numPr>
          <w:ilvl w:val="0"/>
          <w:numId w:val="42"/>
        </w:numPr>
        <w:spacing w:before="100" w:after="100"/>
        <w:rPr>
          <w:rFonts w:ascii="Riojana" w:hAnsi="Riojana"/>
        </w:rPr>
      </w:pPr>
      <w:r w:rsidRPr="00204CB1">
        <w:rPr>
          <w:rFonts w:ascii="Riojana" w:hAnsi="Riojana"/>
        </w:rPr>
        <w:t>Los organismos autónomos dependientes de la Administración general.</w:t>
      </w:r>
    </w:p>
    <w:p w:rsidR="00011E90" w:rsidRPr="00204CB1" w:rsidRDefault="00011E90" w:rsidP="00204CB1">
      <w:pPr>
        <w:numPr>
          <w:ilvl w:val="0"/>
          <w:numId w:val="42"/>
        </w:numPr>
        <w:spacing w:before="100" w:after="100"/>
        <w:rPr>
          <w:rFonts w:ascii="Riojana" w:hAnsi="Riojana"/>
        </w:rPr>
      </w:pPr>
      <w:r w:rsidRPr="00204CB1">
        <w:rPr>
          <w:rFonts w:ascii="Riojana" w:hAnsi="Riojana"/>
        </w:rPr>
        <w:t>Las entidades públicas empresariales dependientes de la Administración general o de cualesquiera otros organismos públicos vinculados o dependientes de ella.</w:t>
      </w:r>
    </w:p>
    <w:p w:rsidR="00011E90" w:rsidRPr="00204CB1" w:rsidRDefault="00011E90" w:rsidP="00204CB1">
      <w:pPr>
        <w:numPr>
          <w:ilvl w:val="0"/>
          <w:numId w:val="42"/>
        </w:numPr>
        <w:spacing w:before="100" w:after="100"/>
        <w:rPr>
          <w:rFonts w:ascii="Riojana" w:hAnsi="Riojana"/>
        </w:rPr>
      </w:pPr>
      <w:r w:rsidRPr="00204CB1">
        <w:rPr>
          <w:rFonts w:ascii="Riojana" w:hAnsi="Riojana"/>
        </w:rPr>
        <w:t>Las sociedades públicas definidas en la Ley de Organización del Sector Público de la Comunidad Autónoma de La Rioja.</w:t>
      </w:r>
    </w:p>
    <w:p w:rsidR="00011E90" w:rsidRPr="00204CB1" w:rsidRDefault="00011E90" w:rsidP="00204CB1">
      <w:pPr>
        <w:numPr>
          <w:ilvl w:val="0"/>
          <w:numId w:val="42"/>
        </w:numPr>
        <w:spacing w:before="100" w:after="100"/>
        <w:rPr>
          <w:rFonts w:ascii="Riojana" w:hAnsi="Riojana"/>
        </w:rPr>
      </w:pPr>
      <w:r w:rsidRPr="00204CB1">
        <w:rPr>
          <w:rFonts w:ascii="Riojana" w:hAnsi="Riojana"/>
        </w:rPr>
        <w:lastRenderedPageBreak/>
        <w:t>Las fundaciones públicas definidas en la Ley de Organización del Sector Público de la Comunidad Autónoma de La Rioja.</w:t>
      </w:r>
    </w:p>
    <w:p w:rsidR="00011E90" w:rsidRPr="00204CB1" w:rsidRDefault="00011E90" w:rsidP="00204CB1">
      <w:pPr>
        <w:numPr>
          <w:ilvl w:val="0"/>
          <w:numId w:val="42"/>
        </w:numPr>
        <w:spacing w:before="100" w:after="100"/>
        <w:rPr>
          <w:rFonts w:ascii="Riojana" w:hAnsi="Riojana"/>
        </w:rPr>
      </w:pPr>
      <w:r w:rsidRPr="00204CB1">
        <w:rPr>
          <w:rFonts w:ascii="Riojana" w:hAnsi="Riojana"/>
        </w:rPr>
        <w:t>Las entidades autonómicas de derecho público distintas a las mencionadas en los párrafos b) y c) de este apartado.</w:t>
      </w:r>
    </w:p>
    <w:p w:rsidR="00011E90" w:rsidRPr="00204CB1" w:rsidRDefault="00011E90" w:rsidP="00204CB1">
      <w:pPr>
        <w:numPr>
          <w:ilvl w:val="0"/>
          <w:numId w:val="42"/>
        </w:numPr>
        <w:spacing w:before="100" w:after="100"/>
        <w:rPr>
          <w:rFonts w:ascii="Riojana" w:hAnsi="Riojana"/>
        </w:rPr>
      </w:pPr>
      <w:r w:rsidRPr="00204CB1">
        <w:rPr>
          <w:rFonts w:ascii="Riojana" w:hAnsi="Riojana"/>
        </w:rPr>
        <w:t>Los consorcios adscritos a la Comunidad Autónoma de La Rioja.</w:t>
      </w:r>
    </w:p>
    <w:p w:rsidR="00011E90" w:rsidRPr="00204CB1" w:rsidRDefault="00011E90" w:rsidP="00204CB1">
      <w:pPr>
        <w:numPr>
          <w:ilvl w:val="0"/>
          <w:numId w:val="42"/>
        </w:numPr>
        <w:spacing w:before="100" w:after="100"/>
        <w:rPr>
          <w:rFonts w:ascii="Riojana" w:hAnsi="Riojana"/>
        </w:rPr>
      </w:pPr>
      <w:r w:rsidRPr="00204CB1">
        <w:rPr>
          <w:rFonts w:ascii="Riojana" w:hAnsi="Riojana"/>
        </w:rPr>
        <w:t>Las Universidades de titularidad pública competencia de la Comunidad Autónoma de La Rioja.</w:t>
      </w:r>
    </w:p>
    <w:p w:rsidR="00011E90" w:rsidRPr="00204CB1" w:rsidRDefault="00011E90" w:rsidP="00011E90">
      <w:pPr>
        <w:pStyle w:val="Normalprimerprrafo"/>
        <w:rPr>
          <w:rFonts w:ascii="Riojana" w:hAnsi="Riojana"/>
        </w:rPr>
      </w:pPr>
      <w:r w:rsidRPr="00204CB1">
        <w:rPr>
          <w:rFonts w:ascii="Riojana" w:hAnsi="Riojana"/>
        </w:rPr>
        <w:t>2. En el año 2023, las retribuciones del personal al servicio del sector público de la Comunidad Autónoma de La Rioja, incluidas, en su caso, las diferidas, no podrán experimentar un incremento global superior al fijado en la normativa básica establecida en materia presupuestaria para el año 2023, respecto a las vigentes a 31 de diciembre de 2022, en términos de homogeneidad para los dos periodos de la comparación, tanto por lo que respecta a efectivos de personal como a la antigüedad del mismo.</w:t>
      </w:r>
    </w:p>
    <w:p w:rsidR="00011E90" w:rsidRPr="00204CB1" w:rsidRDefault="00011E90" w:rsidP="00011E90">
      <w:pPr>
        <w:rPr>
          <w:rFonts w:ascii="Riojana" w:hAnsi="Riojana"/>
        </w:rPr>
      </w:pPr>
      <w:r w:rsidRPr="00204CB1">
        <w:rPr>
          <w:rFonts w:ascii="Riojana" w:hAnsi="Riojana"/>
        </w:rPr>
        <w:t xml:space="preserve">3. La masa salarial del personal laboral, que se incrementará en el porcentaje máximo previsto en el apartado 2 de este artículo, en términos de homogeneidad para los dos periodos objeto de comparación, está integrada por el conjunto de las retribuciones salariales y </w:t>
      </w:r>
      <w:proofErr w:type="spellStart"/>
      <w:r w:rsidRPr="00204CB1">
        <w:rPr>
          <w:rFonts w:ascii="Riojana" w:hAnsi="Riojana"/>
        </w:rPr>
        <w:t>extrasalariales</w:t>
      </w:r>
      <w:proofErr w:type="spellEnd"/>
      <w:r w:rsidRPr="00204CB1">
        <w:rPr>
          <w:rFonts w:ascii="Riojana" w:hAnsi="Riojana"/>
        </w:rPr>
        <w:t xml:space="preserve"> devengados por dicho personal en 2022.</w:t>
      </w:r>
    </w:p>
    <w:p w:rsidR="00011E90" w:rsidRPr="00204CB1" w:rsidRDefault="00011E90" w:rsidP="00011E90">
      <w:pPr>
        <w:pStyle w:val="Normalltimoprrafo"/>
        <w:rPr>
          <w:rFonts w:ascii="Riojana" w:hAnsi="Riojana"/>
        </w:rPr>
      </w:pPr>
      <w:r w:rsidRPr="00204CB1">
        <w:rPr>
          <w:rFonts w:ascii="Riojana" w:hAnsi="Riojana"/>
        </w:rPr>
        <w:t>Se exceptúan en todo caso:</w:t>
      </w:r>
    </w:p>
    <w:p w:rsidR="00011E90" w:rsidRPr="00204CB1" w:rsidRDefault="00011E90" w:rsidP="00204CB1">
      <w:pPr>
        <w:numPr>
          <w:ilvl w:val="0"/>
          <w:numId w:val="44"/>
        </w:numPr>
        <w:spacing w:before="100" w:after="100"/>
        <w:rPr>
          <w:rFonts w:ascii="Riojana" w:hAnsi="Riojana"/>
        </w:rPr>
      </w:pPr>
      <w:r w:rsidRPr="00204CB1">
        <w:rPr>
          <w:rFonts w:ascii="Riojana" w:hAnsi="Riojana"/>
        </w:rPr>
        <w:t>Las prestaciones e indemnizaciones de la Seguridad Social.</w:t>
      </w:r>
    </w:p>
    <w:p w:rsidR="00011E90" w:rsidRPr="00204CB1" w:rsidRDefault="00011E90" w:rsidP="00204CB1">
      <w:pPr>
        <w:numPr>
          <w:ilvl w:val="0"/>
          <w:numId w:val="44"/>
        </w:numPr>
        <w:spacing w:before="100" w:after="100"/>
        <w:rPr>
          <w:rFonts w:ascii="Riojana" w:hAnsi="Riojana"/>
        </w:rPr>
      </w:pPr>
      <w:r w:rsidRPr="00204CB1">
        <w:rPr>
          <w:rFonts w:ascii="Riojana" w:hAnsi="Riojana"/>
        </w:rPr>
        <w:t>Las cotizaciones al sistema de la Seguridad Social a cargo del empleador.</w:t>
      </w:r>
    </w:p>
    <w:p w:rsidR="00011E90" w:rsidRPr="00204CB1" w:rsidRDefault="00011E90" w:rsidP="00204CB1">
      <w:pPr>
        <w:numPr>
          <w:ilvl w:val="0"/>
          <w:numId w:val="44"/>
        </w:numPr>
        <w:spacing w:before="100" w:after="100"/>
        <w:rPr>
          <w:rFonts w:ascii="Riojana" w:hAnsi="Riojana"/>
        </w:rPr>
      </w:pPr>
      <w:r w:rsidRPr="00204CB1">
        <w:rPr>
          <w:rFonts w:ascii="Riojana" w:hAnsi="Riojana"/>
        </w:rPr>
        <w:t>Las indemnizaciones correspondientes a traslados, suspensiones o despidos.</w:t>
      </w:r>
    </w:p>
    <w:p w:rsidR="00011E90" w:rsidRPr="00204CB1" w:rsidRDefault="00011E90" w:rsidP="00204CB1">
      <w:pPr>
        <w:numPr>
          <w:ilvl w:val="0"/>
          <w:numId w:val="44"/>
        </w:numPr>
        <w:spacing w:before="100" w:after="100"/>
        <w:rPr>
          <w:rFonts w:ascii="Riojana" w:hAnsi="Riojana"/>
        </w:rPr>
      </w:pPr>
      <w:r w:rsidRPr="00204CB1">
        <w:rPr>
          <w:rFonts w:ascii="Riojana" w:hAnsi="Riojana"/>
        </w:rPr>
        <w:t>Las indemnizaciones o suplidos por gastos que hubiera realizado el trabajador.</w:t>
      </w:r>
    </w:p>
    <w:p w:rsidR="00011E90" w:rsidRPr="00204CB1" w:rsidRDefault="00011E90" w:rsidP="00011E90">
      <w:pPr>
        <w:rPr>
          <w:rFonts w:ascii="Riojana" w:hAnsi="Riojana"/>
        </w:rPr>
      </w:pPr>
      <w:r w:rsidRPr="00204CB1">
        <w:rPr>
          <w:rFonts w:ascii="Riojana" w:hAnsi="Riojana"/>
        </w:rPr>
        <w:t>4.1. Las retribuciones a percibir en el año 2023 por los funcionarios a los que resulta de aplicación el artículo 76 del Texto Refundido de la Ley del Estatuto Básico del Empleado Público, aprobado mediante Real Decreto Legislativo 5/2015, de 30 de octubre (en adelante EBEP) e incluidos en el ámbito de aplicación de la Ley 30/1984, de 2 de agosto, de Medidas para la Reforma de la Función Pública, en los términos de la disposición final cuarta del EBEP, percibirán, en concepto de sueldo y trienios, en las nóminas ordinarias de enero a diciembre de 2023, las cuantías referidas a doce mensualidades que se fijen en la normativa básica establecida en materia presupuestaria para el año 2023.</w:t>
      </w:r>
    </w:p>
    <w:p w:rsidR="00011E90" w:rsidRPr="00204CB1" w:rsidRDefault="00011E90" w:rsidP="00011E90">
      <w:pPr>
        <w:rPr>
          <w:rFonts w:ascii="Riojana" w:hAnsi="Riojana"/>
        </w:rPr>
      </w:pPr>
      <w:r w:rsidRPr="00204CB1">
        <w:rPr>
          <w:rFonts w:ascii="Riojana" w:hAnsi="Riojana"/>
        </w:rPr>
        <w:t>4.2. Los funcionarios a los que se refiere el punto anterior percibirán en cada una de las pagas extraordinarias de los meses de junio y diciembre en el año 2023, en concepto de sueldo y trienios, las cuantías que se fijen en la normativa básica establecida en materia presupuestaria para el año 2023.</w:t>
      </w:r>
    </w:p>
    <w:p w:rsidR="00011E90" w:rsidRPr="00204CB1" w:rsidRDefault="00011E90" w:rsidP="00011E90">
      <w:pPr>
        <w:pStyle w:val="Normalltimoprrafo"/>
        <w:rPr>
          <w:rFonts w:ascii="Riojana" w:hAnsi="Riojana"/>
        </w:rPr>
      </w:pPr>
      <w:r w:rsidRPr="00204CB1">
        <w:rPr>
          <w:rFonts w:ascii="Riojana" w:hAnsi="Riojana"/>
        </w:rPr>
        <w:t>5. A efectos de lo dispuesto en el apartado anterior, las retribuciones a percibir por los funcionarios públicos que hasta la Ley de Presupuestos Generales de la Comunidad Autónoma de La Rioja para el año 2007 han venido referenciadas a los grupos de titulación previstos en los artículos 25 de la Ley 30/1984, de 2 de agosto, y 10 de la Ley 3/1990, de 29 de junio, de Función Pública de la Administración Pública de la Comunidad Autónoma de La Rioja, están referenciadas a los grupos de clasificación profesional establecidos en el artículo 76 y disposición transitoria tercera del EBEP, sin experimentar otras variaciones que las derivadas de esta ley. Las equivalencias entre ambos sistemas de clasificación son las siguientes:</w:t>
      </w:r>
    </w:p>
    <w:tbl>
      <w:tblPr>
        <w:tblW w:w="5470"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2635"/>
        <w:gridCol w:w="2835"/>
      </w:tblGrid>
      <w:tr w:rsidR="00011E90" w:rsidRPr="00204CB1" w:rsidTr="00011E90">
        <w:trPr>
          <w:trHeight w:val="20"/>
          <w:tblHeader/>
          <w:tblCellSpacing w:w="20" w:type="dxa"/>
        </w:trPr>
        <w:tc>
          <w:tcPr>
            <w:tcW w:w="2575"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rsidR="00011E90" w:rsidRPr="00204CB1" w:rsidRDefault="00011E90">
            <w:pPr>
              <w:spacing w:before="0" w:after="0"/>
              <w:jc w:val="left"/>
              <w:rPr>
                <w:rFonts w:ascii="Riojana" w:hAnsi="Riojana" w:cs="Arial"/>
                <w:b/>
                <w:sz w:val="18"/>
                <w:szCs w:val="18"/>
                <w:lang w:val="es-ES_tradnl" w:eastAsia="es-ES_tradnl"/>
              </w:rPr>
            </w:pPr>
            <w:r w:rsidRPr="00204CB1">
              <w:rPr>
                <w:rFonts w:ascii="Riojana" w:hAnsi="Riojana"/>
                <w:b/>
                <w:sz w:val="18"/>
                <w:szCs w:val="18"/>
                <w:lang w:val="es-ES_tradnl" w:eastAsia="es-ES_tradnl"/>
              </w:rPr>
              <w:lastRenderedPageBreak/>
              <w:t>Ley 30/1984 y Ley 3/1990</w:t>
            </w:r>
          </w:p>
        </w:tc>
        <w:tc>
          <w:tcPr>
            <w:tcW w:w="2775"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rsidR="00011E90" w:rsidRPr="00204CB1" w:rsidRDefault="00011E90">
            <w:pPr>
              <w:spacing w:before="0" w:after="0"/>
              <w:jc w:val="left"/>
              <w:rPr>
                <w:rFonts w:ascii="Riojana" w:hAnsi="Riojana" w:cs="Arial"/>
                <w:b/>
                <w:sz w:val="18"/>
                <w:szCs w:val="18"/>
                <w:lang w:val="es-ES_tradnl" w:eastAsia="es-ES_tradnl"/>
              </w:rPr>
            </w:pPr>
            <w:r w:rsidRPr="00204CB1">
              <w:rPr>
                <w:rFonts w:ascii="Riojana" w:hAnsi="Riojana"/>
                <w:b/>
                <w:sz w:val="18"/>
                <w:szCs w:val="18"/>
                <w:lang w:val="es-ES_tradnl" w:eastAsia="es-ES_tradnl"/>
              </w:rPr>
              <w:t>EBEP</w:t>
            </w:r>
          </w:p>
        </w:tc>
      </w:tr>
      <w:tr w:rsidR="00011E90" w:rsidRPr="00204CB1" w:rsidTr="00011E90">
        <w:trPr>
          <w:trHeight w:val="20"/>
          <w:tblHeader/>
          <w:tblCellSpacing w:w="20" w:type="dxa"/>
        </w:trPr>
        <w:tc>
          <w:tcPr>
            <w:tcW w:w="2575"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rsidR="00011E90" w:rsidRPr="00204CB1" w:rsidRDefault="00011E90">
            <w:pPr>
              <w:spacing w:before="0" w:after="0"/>
              <w:jc w:val="left"/>
              <w:rPr>
                <w:rFonts w:ascii="Riojana" w:hAnsi="Riojana" w:cs="Arial"/>
                <w:sz w:val="18"/>
                <w:szCs w:val="18"/>
                <w:lang w:val="es-ES_tradnl" w:eastAsia="es-ES_tradnl"/>
              </w:rPr>
            </w:pPr>
            <w:r w:rsidRPr="00204CB1">
              <w:rPr>
                <w:rFonts w:ascii="Riojana" w:hAnsi="Riojana"/>
                <w:sz w:val="18"/>
                <w:szCs w:val="18"/>
                <w:lang w:val="es-ES_tradnl" w:eastAsia="es-ES_tradnl"/>
              </w:rPr>
              <w:t>Grupo A</w:t>
            </w:r>
          </w:p>
        </w:tc>
        <w:tc>
          <w:tcPr>
            <w:tcW w:w="2775"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rsidR="00011E90" w:rsidRPr="00204CB1" w:rsidRDefault="00011E90">
            <w:pPr>
              <w:spacing w:before="0" w:after="0"/>
              <w:jc w:val="left"/>
              <w:rPr>
                <w:rFonts w:ascii="Riojana" w:hAnsi="Riojana" w:cs="Arial"/>
                <w:sz w:val="18"/>
                <w:szCs w:val="18"/>
                <w:lang w:val="es-ES_tradnl" w:eastAsia="es-ES_tradnl"/>
              </w:rPr>
            </w:pPr>
            <w:r w:rsidRPr="00204CB1">
              <w:rPr>
                <w:rFonts w:ascii="Riojana" w:hAnsi="Riojana"/>
                <w:sz w:val="18"/>
                <w:szCs w:val="18"/>
                <w:lang w:val="es-ES_tradnl" w:eastAsia="es-ES_tradnl"/>
              </w:rPr>
              <w:t>Subgrupo A1</w:t>
            </w:r>
          </w:p>
        </w:tc>
      </w:tr>
      <w:tr w:rsidR="00011E90" w:rsidRPr="00204CB1" w:rsidTr="00011E90">
        <w:trPr>
          <w:trHeight w:val="20"/>
          <w:tblHeader/>
          <w:tblCellSpacing w:w="20" w:type="dxa"/>
        </w:trPr>
        <w:tc>
          <w:tcPr>
            <w:tcW w:w="2575"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rsidR="00011E90" w:rsidRPr="00204CB1" w:rsidRDefault="00011E90">
            <w:pPr>
              <w:spacing w:before="0" w:after="0"/>
              <w:jc w:val="left"/>
              <w:rPr>
                <w:rFonts w:ascii="Riojana" w:hAnsi="Riojana" w:cs="Arial"/>
                <w:sz w:val="18"/>
                <w:szCs w:val="18"/>
                <w:lang w:val="es-ES_tradnl" w:eastAsia="es-ES_tradnl"/>
              </w:rPr>
            </w:pPr>
            <w:r w:rsidRPr="00204CB1">
              <w:rPr>
                <w:rFonts w:ascii="Riojana" w:hAnsi="Riojana"/>
                <w:sz w:val="18"/>
                <w:szCs w:val="18"/>
                <w:lang w:val="es-ES_tradnl" w:eastAsia="es-ES_tradnl"/>
              </w:rPr>
              <w:t>Grupo B</w:t>
            </w:r>
          </w:p>
        </w:tc>
        <w:tc>
          <w:tcPr>
            <w:tcW w:w="2775"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rsidR="00011E90" w:rsidRPr="00204CB1" w:rsidRDefault="00011E90">
            <w:pPr>
              <w:spacing w:before="0" w:after="0"/>
              <w:jc w:val="left"/>
              <w:rPr>
                <w:rFonts w:ascii="Riojana" w:hAnsi="Riojana" w:cs="Arial"/>
                <w:sz w:val="18"/>
                <w:szCs w:val="18"/>
                <w:lang w:val="es-ES_tradnl" w:eastAsia="es-ES_tradnl"/>
              </w:rPr>
            </w:pPr>
            <w:r w:rsidRPr="00204CB1">
              <w:rPr>
                <w:rFonts w:ascii="Riojana" w:hAnsi="Riojana"/>
                <w:sz w:val="18"/>
                <w:szCs w:val="18"/>
                <w:lang w:val="es-ES_tradnl" w:eastAsia="es-ES_tradnl"/>
              </w:rPr>
              <w:t>Subgrupo A2</w:t>
            </w:r>
          </w:p>
        </w:tc>
      </w:tr>
      <w:tr w:rsidR="00011E90" w:rsidRPr="00204CB1" w:rsidTr="00011E90">
        <w:trPr>
          <w:trHeight w:val="20"/>
          <w:tblHeader/>
          <w:tblCellSpacing w:w="20" w:type="dxa"/>
        </w:trPr>
        <w:tc>
          <w:tcPr>
            <w:tcW w:w="2575"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rsidR="00011E90" w:rsidRPr="00204CB1" w:rsidRDefault="00011E90">
            <w:pPr>
              <w:spacing w:before="0" w:after="0"/>
              <w:jc w:val="left"/>
              <w:rPr>
                <w:rFonts w:ascii="Riojana" w:hAnsi="Riojana" w:cs="Arial"/>
                <w:sz w:val="18"/>
                <w:szCs w:val="18"/>
                <w:lang w:val="es-ES_tradnl" w:eastAsia="es-ES_tradnl"/>
              </w:rPr>
            </w:pPr>
            <w:r w:rsidRPr="00204CB1">
              <w:rPr>
                <w:rFonts w:ascii="Riojana" w:hAnsi="Riojana"/>
                <w:sz w:val="18"/>
                <w:szCs w:val="18"/>
                <w:lang w:val="es-ES_tradnl" w:eastAsia="es-ES_tradnl"/>
              </w:rPr>
              <w:t>Grupo C</w:t>
            </w:r>
          </w:p>
        </w:tc>
        <w:tc>
          <w:tcPr>
            <w:tcW w:w="2775"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rsidR="00011E90" w:rsidRPr="00204CB1" w:rsidRDefault="00011E90">
            <w:pPr>
              <w:spacing w:before="0" w:after="0"/>
              <w:jc w:val="left"/>
              <w:rPr>
                <w:rFonts w:ascii="Riojana" w:hAnsi="Riojana" w:cs="Arial"/>
                <w:sz w:val="18"/>
                <w:szCs w:val="18"/>
                <w:lang w:val="es-ES_tradnl" w:eastAsia="es-ES_tradnl"/>
              </w:rPr>
            </w:pPr>
            <w:r w:rsidRPr="00204CB1">
              <w:rPr>
                <w:rFonts w:ascii="Riojana" w:hAnsi="Riojana"/>
                <w:sz w:val="18"/>
                <w:szCs w:val="18"/>
                <w:lang w:val="es-ES_tradnl" w:eastAsia="es-ES_tradnl"/>
              </w:rPr>
              <w:t>Subgrupo C1</w:t>
            </w:r>
          </w:p>
        </w:tc>
      </w:tr>
      <w:tr w:rsidR="00011E90" w:rsidRPr="00204CB1" w:rsidTr="00011E90">
        <w:trPr>
          <w:trHeight w:val="20"/>
          <w:tblHeader/>
          <w:tblCellSpacing w:w="20" w:type="dxa"/>
        </w:trPr>
        <w:tc>
          <w:tcPr>
            <w:tcW w:w="2575"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rsidR="00011E90" w:rsidRPr="00204CB1" w:rsidRDefault="00011E90">
            <w:pPr>
              <w:spacing w:before="0" w:after="0"/>
              <w:jc w:val="left"/>
              <w:rPr>
                <w:rFonts w:ascii="Riojana" w:hAnsi="Riojana" w:cs="Arial"/>
                <w:sz w:val="18"/>
                <w:szCs w:val="18"/>
                <w:lang w:val="es-ES_tradnl" w:eastAsia="es-ES_tradnl"/>
              </w:rPr>
            </w:pPr>
            <w:r w:rsidRPr="00204CB1">
              <w:rPr>
                <w:rFonts w:ascii="Riojana" w:hAnsi="Riojana"/>
                <w:sz w:val="18"/>
                <w:szCs w:val="18"/>
                <w:lang w:val="es-ES_tradnl" w:eastAsia="es-ES_tradnl"/>
              </w:rPr>
              <w:t>Grupo D</w:t>
            </w:r>
          </w:p>
        </w:tc>
        <w:tc>
          <w:tcPr>
            <w:tcW w:w="2775"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rsidR="00011E90" w:rsidRPr="00204CB1" w:rsidRDefault="00011E90">
            <w:pPr>
              <w:spacing w:before="0" w:after="0"/>
              <w:jc w:val="left"/>
              <w:rPr>
                <w:rFonts w:ascii="Riojana" w:hAnsi="Riojana" w:cs="Arial"/>
                <w:sz w:val="18"/>
                <w:szCs w:val="18"/>
                <w:lang w:val="es-ES_tradnl" w:eastAsia="es-ES_tradnl"/>
              </w:rPr>
            </w:pPr>
            <w:r w:rsidRPr="00204CB1">
              <w:rPr>
                <w:rFonts w:ascii="Riojana" w:hAnsi="Riojana"/>
                <w:sz w:val="18"/>
                <w:szCs w:val="18"/>
                <w:lang w:val="es-ES_tradnl" w:eastAsia="es-ES_tradnl"/>
              </w:rPr>
              <w:t>Subgrupo C2</w:t>
            </w:r>
          </w:p>
        </w:tc>
      </w:tr>
      <w:tr w:rsidR="00011E90" w:rsidRPr="00204CB1" w:rsidTr="00011E90">
        <w:trPr>
          <w:trHeight w:val="20"/>
          <w:tblHeader/>
          <w:tblCellSpacing w:w="20" w:type="dxa"/>
        </w:trPr>
        <w:tc>
          <w:tcPr>
            <w:tcW w:w="2575"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rsidR="00011E90" w:rsidRPr="00204CB1" w:rsidRDefault="00011E90">
            <w:pPr>
              <w:spacing w:before="0" w:after="0"/>
              <w:jc w:val="left"/>
              <w:rPr>
                <w:rFonts w:ascii="Riojana" w:hAnsi="Riojana" w:cs="Arial"/>
                <w:sz w:val="18"/>
                <w:szCs w:val="18"/>
                <w:lang w:val="es-ES_tradnl" w:eastAsia="es-ES_tradnl"/>
              </w:rPr>
            </w:pPr>
            <w:r w:rsidRPr="00204CB1">
              <w:rPr>
                <w:rFonts w:ascii="Riojana" w:hAnsi="Riojana"/>
                <w:sz w:val="18"/>
                <w:szCs w:val="18"/>
                <w:lang w:val="es-ES_tradnl" w:eastAsia="es-ES_tradnl"/>
              </w:rPr>
              <w:t>Grupo E</w:t>
            </w:r>
          </w:p>
        </w:tc>
        <w:tc>
          <w:tcPr>
            <w:tcW w:w="2775"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rsidR="00011E90" w:rsidRPr="00204CB1" w:rsidRDefault="00011E90">
            <w:pPr>
              <w:spacing w:before="0" w:after="0"/>
              <w:jc w:val="left"/>
              <w:rPr>
                <w:rFonts w:ascii="Riojana" w:hAnsi="Riojana" w:cs="Arial"/>
                <w:sz w:val="18"/>
                <w:szCs w:val="18"/>
                <w:lang w:val="es-ES_tradnl" w:eastAsia="es-ES_tradnl"/>
              </w:rPr>
            </w:pPr>
            <w:r w:rsidRPr="00204CB1">
              <w:rPr>
                <w:rFonts w:ascii="Riojana" w:hAnsi="Riojana"/>
                <w:sz w:val="18"/>
                <w:szCs w:val="18"/>
                <w:lang w:val="es-ES_tradnl" w:eastAsia="es-ES_tradnl"/>
              </w:rPr>
              <w:t>Agrupaciones profesionales</w:t>
            </w:r>
          </w:p>
        </w:tc>
      </w:tr>
    </w:tbl>
    <w:p w:rsidR="00011E90" w:rsidRPr="00204CB1" w:rsidRDefault="00011E90" w:rsidP="00011E90">
      <w:pPr>
        <w:pStyle w:val="Normalprimerprrafo"/>
        <w:rPr>
          <w:rFonts w:ascii="Riojana" w:hAnsi="Riojana" w:cs="Arial"/>
        </w:rPr>
      </w:pPr>
      <w:r w:rsidRPr="00204CB1">
        <w:rPr>
          <w:rFonts w:ascii="Riojana" w:hAnsi="Riojana"/>
        </w:rPr>
        <w:t>6. Lo dispuesto en los apartados anteriores debe entenderse sin perjuicio de las adecuaciones retributivas que, con carácter singular y excepcional, resulten imprescindibles por el contenido de los puestos de trabajo, por la variación del número de efectivos asignados a cada programa o por el grado de consecución de los objetivos fijados al mismo.</w:t>
      </w:r>
    </w:p>
    <w:p w:rsidR="00011E90" w:rsidRPr="00204CB1" w:rsidRDefault="00011E90" w:rsidP="00011E90">
      <w:pPr>
        <w:rPr>
          <w:rFonts w:ascii="Riojana" w:hAnsi="Riojana"/>
        </w:rPr>
      </w:pPr>
      <w:r w:rsidRPr="00204CB1">
        <w:rPr>
          <w:rFonts w:ascii="Riojana" w:hAnsi="Riojana"/>
        </w:rPr>
        <w:t>7. Los acuerdos, convenios o pactos que impliquen crecimientos retributivos superiores a los fijados en este artículo deberán experimentar la oportuna adecuación, deviniendo inaplicables las cláusulas que se opongan al mismo.</w:t>
      </w:r>
    </w:p>
    <w:p w:rsidR="00011E90" w:rsidRPr="00204CB1" w:rsidRDefault="00011E90" w:rsidP="00011E90">
      <w:pPr>
        <w:rPr>
          <w:rFonts w:ascii="Riojana" w:hAnsi="Riojana"/>
        </w:rPr>
      </w:pPr>
      <w:r w:rsidRPr="00204CB1">
        <w:rPr>
          <w:rFonts w:ascii="Riojana" w:hAnsi="Riojana"/>
        </w:rPr>
        <w:t>8. Las referencias a retribuciones contenidas en esta ley se entienden siempre hechas a retribuciones íntegras.</w:t>
      </w:r>
    </w:p>
    <w:p w:rsidR="00011E90" w:rsidRDefault="00011E90" w:rsidP="00011E90">
      <w:pPr>
        <w:rPr>
          <w:rFonts w:ascii="Riojana" w:hAnsi="Riojana"/>
        </w:rPr>
      </w:pPr>
      <w:r w:rsidRPr="00204CB1">
        <w:rPr>
          <w:rFonts w:ascii="Riojana" w:hAnsi="Riojana"/>
        </w:rPr>
        <w:t>9. Lo dispuesto en el presente artículo será de aplicación al personal integrante de todos los entes del sector público de la Comunidad Autónoma de La Rioja.</w:t>
      </w:r>
    </w:p>
    <w:p w:rsidR="007E1399" w:rsidRPr="00204CB1" w:rsidRDefault="007E1399" w:rsidP="00011E90">
      <w:pPr>
        <w:rPr>
          <w:rFonts w:ascii="Riojana" w:hAnsi="Riojana"/>
        </w:rPr>
      </w:pPr>
    </w:p>
    <w:p w:rsidR="00011E90" w:rsidRPr="007E1399" w:rsidRDefault="00011E90" w:rsidP="00011E90">
      <w:pPr>
        <w:pStyle w:val="Ttulo4"/>
        <w:rPr>
          <w:rFonts w:ascii="Riojana Bold" w:hAnsi="Riojana Bold"/>
          <w:b w:val="0"/>
          <w:i w:val="0"/>
          <w:color w:val="auto"/>
          <w:sz w:val="22"/>
          <w:szCs w:val="22"/>
        </w:rPr>
      </w:pPr>
      <w:r w:rsidRPr="007E1399">
        <w:rPr>
          <w:rFonts w:ascii="Riojana Bold" w:hAnsi="Riojana Bold"/>
          <w:b w:val="0"/>
          <w:i w:val="0"/>
          <w:color w:val="auto"/>
          <w:sz w:val="22"/>
          <w:szCs w:val="22"/>
        </w:rPr>
        <w:t>CAPÍTULO II. De los regímenes retributivos</w:t>
      </w:r>
    </w:p>
    <w:p w:rsidR="00204CB1" w:rsidRDefault="00204CB1" w:rsidP="00011E90">
      <w:pPr>
        <w:pStyle w:val="Ttulo6"/>
      </w:pPr>
    </w:p>
    <w:p w:rsidR="00011E90" w:rsidRPr="00204CB1" w:rsidRDefault="00011E90" w:rsidP="00204CB1">
      <w:pPr>
        <w:pStyle w:val="Ttulo6"/>
        <w:spacing w:before="120" w:line="280" w:lineRule="exact"/>
        <w:rPr>
          <w:rFonts w:ascii="Riojana" w:hAnsi="Riojana"/>
        </w:rPr>
      </w:pPr>
      <w:r w:rsidRPr="00204CB1">
        <w:rPr>
          <w:rFonts w:ascii="Riojana" w:hAnsi="Riojana"/>
        </w:rPr>
        <w:t>Artículo 45. Personal del sector público no sometido a la legislación laboral</w:t>
      </w:r>
    </w:p>
    <w:p w:rsidR="00011E90" w:rsidRPr="00204CB1" w:rsidRDefault="00011E90" w:rsidP="00204CB1">
      <w:pPr>
        <w:pStyle w:val="Normalltimoprrafo"/>
        <w:spacing w:line="280" w:lineRule="exact"/>
        <w:rPr>
          <w:rFonts w:ascii="Riojana" w:hAnsi="Riojana"/>
        </w:rPr>
      </w:pPr>
      <w:r w:rsidRPr="00204CB1">
        <w:rPr>
          <w:rFonts w:ascii="Riojana" w:hAnsi="Riojana"/>
        </w:rPr>
        <w:t>Con efectos de 1 de enero del año 2023, las cuantías de los conceptos integrantes de las retribuciones del personal del sector público de la Comunidad Autónoma de La Rioja no sometido a legislación laboral serán las derivadas de la aplicación de las siguientes normas:</w:t>
      </w:r>
    </w:p>
    <w:p w:rsidR="00011E90" w:rsidRPr="00204CB1" w:rsidRDefault="00011E90" w:rsidP="00204CB1">
      <w:pPr>
        <w:numPr>
          <w:ilvl w:val="0"/>
          <w:numId w:val="45"/>
        </w:numPr>
        <w:tabs>
          <w:tab w:val="num" w:pos="567"/>
        </w:tabs>
        <w:spacing w:after="100" w:line="280" w:lineRule="exact"/>
        <w:ind w:left="567" w:hanging="283"/>
        <w:rPr>
          <w:rFonts w:ascii="Riojana" w:hAnsi="Riojana"/>
        </w:rPr>
      </w:pPr>
      <w:r w:rsidRPr="00204CB1">
        <w:rPr>
          <w:rFonts w:ascii="Riojana" w:hAnsi="Riojana"/>
        </w:rPr>
        <w:t xml:space="preserve">Las retribuciones básicas de dicho personal, así como las complementarias de carácter fijo y periódico asignadas al puesto de trabajo desempeñado, no podrán experimentar un incremento superior al previsto en el artículo 44.2 de la presente ley, sin perjuicio de lo establecido en el artículo 44.6 de la presente ley y, en su caso, de la adecuación de las retribuciones complementarias cuando sea necesaria para asegurar que las asignadas a cada puesto de trabajo guarden la relación procedente con el contenido de especial dificultad técnica, dedicación, responsabilidad, peligrosidad o </w:t>
      </w:r>
      <w:proofErr w:type="spellStart"/>
      <w:r w:rsidRPr="00204CB1">
        <w:rPr>
          <w:rFonts w:ascii="Riojana" w:hAnsi="Riojana"/>
        </w:rPr>
        <w:t>penosidad</w:t>
      </w:r>
      <w:proofErr w:type="spellEnd"/>
      <w:r w:rsidRPr="00204CB1">
        <w:rPr>
          <w:rFonts w:ascii="Riojana" w:hAnsi="Riojana"/>
        </w:rPr>
        <w:t xml:space="preserve"> del mismo.</w:t>
      </w:r>
    </w:p>
    <w:p w:rsidR="00011E90" w:rsidRPr="00204CB1" w:rsidRDefault="00011E90" w:rsidP="00204CB1">
      <w:pPr>
        <w:numPr>
          <w:ilvl w:val="0"/>
          <w:numId w:val="45"/>
        </w:numPr>
        <w:tabs>
          <w:tab w:val="num" w:pos="567"/>
        </w:tabs>
        <w:spacing w:after="100" w:line="280" w:lineRule="exact"/>
        <w:ind w:left="567" w:hanging="283"/>
        <w:rPr>
          <w:rFonts w:ascii="Riojana" w:hAnsi="Riojana"/>
        </w:rPr>
      </w:pPr>
      <w:r w:rsidRPr="00204CB1">
        <w:rPr>
          <w:rFonts w:ascii="Riojana" w:hAnsi="Riojana"/>
        </w:rPr>
        <w:lastRenderedPageBreak/>
        <w:t>Las pagas extraordinarias del personal incluido en el ámbito de aplicación de este artículo, que se percibirán en los meses de junio y diciembre, serán de la cuantía prevista en el artículo 44.4.2 de sueldo base, trienios, en su caso, complemento de destino y complemento específico o conceptos o cuantías equivalentes en función del régimen retributivo de los colectivos a los que este artículo resulte de aplicación.</w:t>
      </w:r>
    </w:p>
    <w:p w:rsidR="00011E90" w:rsidRPr="00204CB1" w:rsidRDefault="00011E90" w:rsidP="00204CB1">
      <w:pPr>
        <w:numPr>
          <w:ilvl w:val="0"/>
          <w:numId w:val="45"/>
        </w:numPr>
        <w:tabs>
          <w:tab w:val="num" w:pos="567"/>
        </w:tabs>
        <w:spacing w:after="100" w:line="280" w:lineRule="exact"/>
        <w:ind w:left="567" w:hanging="283"/>
        <w:rPr>
          <w:rFonts w:ascii="Riojana" w:hAnsi="Riojana"/>
        </w:rPr>
      </w:pPr>
      <w:r w:rsidRPr="00204CB1">
        <w:rPr>
          <w:rFonts w:ascii="Riojana" w:hAnsi="Riojana"/>
        </w:rPr>
        <w:t>El conjunto de las restantes retribuciones complementarias no podrán experimentar un incremento superior al previsto en el artículo 44.2 de la presente ley, sin perjuicio de las modificaciones que se deriven de la variación del número de efectivos asignados a cada programa, del grado de consecución de los objetivos fijados para el mismo y del resultado individual de su aplicación.</w:t>
      </w:r>
    </w:p>
    <w:p w:rsidR="00011E90" w:rsidRDefault="00011E90" w:rsidP="00204CB1">
      <w:pPr>
        <w:numPr>
          <w:ilvl w:val="0"/>
          <w:numId w:val="45"/>
        </w:numPr>
        <w:tabs>
          <w:tab w:val="num" w:pos="567"/>
        </w:tabs>
        <w:spacing w:after="100" w:line="280" w:lineRule="exact"/>
        <w:ind w:left="567" w:hanging="283"/>
        <w:rPr>
          <w:rFonts w:ascii="Riojana" w:hAnsi="Riojana"/>
        </w:rPr>
      </w:pPr>
      <w:r w:rsidRPr="00204CB1">
        <w:rPr>
          <w:rFonts w:ascii="Riojana" w:hAnsi="Riojana"/>
        </w:rPr>
        <w:t>Los complementos personales y transitorios y demás retribuciones que tengan análogo carácter, así como las indemnizaciones por razón del servicio, no tendrán incremento alguno y se regirán por sus normativas específicas y por lo dispuesto en esta ley.</w:t>
      </w:r>
    </w:p>
    <w:p w:rsidR="00204CB1" w:rsidRPr="00204CB1" w:rsidRDefault="00204CB1" w:rsidP="00204CB1">
      <w:pPr>
        <w:spacing w:after="100" w:line="280" w:lineRule="exact"/>
        <w:ind w:left="284"/>
        <w:rPr>
          <w:rFonts w:ascii="Riojana" w:hAnsi="Riojana"/>
        </w:rPr>
      </w:pPr>
    </w:p>
    <w:p w:rsidR="00011E90" w:rsidRPr="00204CB1" w:rsidRDefault="00011E90" w:rsidP="00204CB1">
      <w:pPr>
        <w:pStyle w:val="Ttulo6"/>
        <w:spacing w:before="120" w:line="280" w:lineRule="exact"/>
        <w:rPr>
          <w:rFonts w:ascii="Riojana" w:hAnsi="Riojana"/>
        </w:rPr>
      </w:pPr>
      <w:r w:rsidRPr="00204CB1">
        <w:rPr>
          <w:rFonts w:ascii="Riojana" w:hAnsi="Riojana"/>
        </w:rPr>
        <w:t>Artículo 46. Del personal laboral del sector público de la Comunidad Autónoma de La Rioja</w:t>
      </w:r>
    </w:p>
    <w:p w:rsidR="00011E90" w:rsidRPr="00204CB1" w:rsidRDefault="00011E90" w:rsidP="00204CB1">
      <w:pPr>
        <w:spacing w:line="280" w:lineRule="exact"/>
        <w:rPr>
          <w:rFonts w:ascii="Riojana" w:hAnsi="Riojana"/>
        </w:rPr>
      </w:pPr>
      <w:r w:rsidRPr="00204CB1">
        <w:rPr>
          <w:rFonts w:ascii="Riojana" w:hAnsi="Riojana"/>
        </w:rPr>
        <w:t>1. Con efectos de 1 de enero del año 2023, la masa salarial del personal laboral del sector público de la Comunidad Autónoma de La Rioja no podrá experimentar un incremento superior al previsto en el artículo 44.2 de la presente ley, en términos de homogeneidad para los dos periodos de la comparación, tanto por lo que respecta a efectivos de personal como a la antigüedad del mismo, sin perjuicio de lo que pudiera derivarse de la consecución de los objetivos asignados a cada ente u organismo mediante el incremento de la productividad o modificación de los sistemas de organización del trabajo o clasificación profesional.</w:t>
      </w:r>
    </w:p>
    <w:p w:rsidR="00011E90" w:rsidRPr="00204CB1" w:rsidRDefault="00011E90" w:rsidP="00204CB1">
      <w:pPr>
        <w:spacing w:line="280" w:lineRule="exact"/>
        <w:rPr>
          <w:rFonts w:ascii="Riojana" w:hAnsi="Riojana"/>
        </w:rPr>
      </w:pPr>
      <w:r w:rsidRPr="00204CB1">
        <w:rPr>
          <w:rFonts w:ascii="Riojana" w:hAnsi="Riojana"/>
        </w:rPr>
        <w:t>2. Tampoco experimentarán incremento superior al previsto en el artículo 44.2 de la presente ley las retribuciones de cualquier otro personal vinculado mediante una relación de carácter laboral no acogida a convenio, con independencia de su tipología, modalidad o naturaleza, incluido el personal con contrato de alta dirección del sector público.</w:t>
      </w:r>
    </w:p>
    <w:p w:rsidR="00011E90" w:rsidRPr="00204CB1" w:rsidRDefault="00011E90" w:rsidP="00204CB1">
      <w:pPr>
        <w:spacing w:line="280" w:lineRule="exact"/>
        <w:rPr>
          <w:rFonts w:ascii="Riojana" w:hAnsi="Riojana"/>
        </w:rPr>
      </w:pPr>
      <w:r w:rsidRPr="00204CB1">
        <w:rPr>
          <w:rFonts w:ascii="Riojana" w:hAnsi="Riojana"/>
        </w:rPr>
        <w:t>3. Lo previsto en el artículo 44.3 de la presente ley y en el párrafo anterior representa el límite máximo de la masa salarial, cuya distribución y aplicación individual se producirá a través de la negociación colectiva.</w:t>
      </w:r>
    </w:p>
    <w:p w:rsidR="00011E90" w:rsidRPr="00204CB1" w:rsidRDefault="00011E90" w:rsidP="00204CB1">
      <w:pPr>
        <w:spacing w:line="280" w:lineRule="exact"/>
        <w:rPr>
          <w:rFonts w:ascii="Riojana" w:hAnsi="Riojana"/>
        </w:rPr>
      </w:pPr>
      <w:r w:rsidRPr="00204CB1">
        <w:rPr>
          <w:rFonts w:ascii="Riojana" w:hAnsi="Riojana"/>
        </w:rPr>
        <w:t>Las variaciones de la masa salarial bruta se calcularán en términos de homogeneidad para los dos periodos objeto de comparación, tanto en lo que respecta a efectivos de personal y antigüedad del mismo como al régimen privativo de trabajo, jornada, horas extraordinarias efectuadas y otras condiciones laborales, computándose por separado las cantidades que correspondan a las variaciones en tales conceptos.</w:t>
      </w:r>
    </w:p>
    <w:p w:rsidR="00011E90" w:rsidRPr="00204CB1" w:rsidRDefault="00011E90" w:rsidP="00204CB1">
      <w:pPr>
        <w:spacing w:line="280" w:lineRule="exact"/>
        <w:rPr>
          <w:rFonts w:ascii="Riojana" w:hAnsi="Riojana"/>
        </w:rPr>
      </w:pPr>
      <w:r w:rsidRPr="00204CB1">
        <w:rPr>
          <w:rFonts w:ascii="Riojana" w:hAnsi="Riojana"/>
        </w:rPr>
        <w:lastRenderedPageBreak/>
        <w:t>4. Cuando se trate de personal no sujeto a convenio colectivo, cuyas retribuciones vengan determinadas en todo o en parte mediante contrato individual, deberán comunicarse a la Consejería de Hacienda y Administración Pública, a través de la Dirección General de Control Presupuestario, las retribuciones satisfechas y devengadas durante 2022.</w:t>
      </w:r>
    </w:p>
    <w:p w:rsidR="00011E90" w:rsidRDefault="00011E90" w:rsidP="00204CB1">
      <w:pPr>
        <w:spacing w:line="280" w:lineRule="exact"/>
        <w:rPr>
          <w:rFonts w:ascii="Riojana" w:hAnsi="Riojana"/>
        </w:rPr>
      </w:pPr>
      <w:r w:rsidRPr="00204CB1">
        <w:rPr>
          <w:rFonts w:ascii="Riojana" w:hAnsi="Riojana"/>
        </w:rPr>
        <w:t>5. Las indemnizaciones o suplidos del personal laboral mantendrán la misma estructura y cuantías que se establezcan con carácter general para el personal no laboral de la Comunidad Autónoma.</w:t>
      </w:r>
    </w:p>
    <w:p w:rsidR="00204CB1" w:rsidRPr="00204CB1" w:rsidRDefault="00204CB1" w:rsidP="00204CB1">
      <w:pPr>
        <w:spacing w:line="280" w:lineRule="exact"/>
        <w:rPr>
          <w:rFonts w:ascii="Riojana" w:hAnsi="Riojana"/>
        </w:rPr>
      </w:pPr>
    </w:p>
    <w:p w:rsidR="00011E90" w:rsidRPr="00204CB1" w:rsidRDefault="00011E90" w:rsidP="00204CB1">
      <w:pPr>
        <w:pStyle w:val="Ttulo6"/>
        <w:spacing w:before="120" w:line="280" w:lineRule="exact"/>
        <w:rPr>
          <w:rFonts w:ascii="Riojana" w:hAnsi="Riojana"/>
        </w:rPr>
      </w:pPr>
      <w:r w:rsidRPr="00204CB1">
        <w:rPr>
          <w:rFonts w:ascii="Riojana" w:hAnsi="Riojana"/>
        </w:rPr>
        <w:t>Artículo 47. Prohibición de cláusulas indemnizatorias</w:t>
      </w:r>
    </w:p>
    <w:p w:rsidR="00011E90" w:rsidRPr="00204CB1" w:rsidRDefault="00011E90" w:rsidP="00204CB1">
      <w:pPr>
        <w:spacing w:line="280" w:lineRule="exact"/>
        <w:rPr>
          <w:rFonts w:ascii="Riojana" w:hAnsi="Riojana"/>
        </w:rPr>
      </w:pPr>
      <w:r w:rsidRPr="00204CB1">
        <w:rPr>
          <w:rFonts w:ascii="Riojana" w:hAnsi="Riojana"/>
        </w:rPr>
        <w:t>La Administración general de la Comunidad Autónoma de La Rioja y los organismos públicos y entes instrumentales que forman su sector público no podrán pactar con su personal de alta dirección ninguna cláusula que implique indemnizaciones de cualquier tipo, por extinción de su relación laboral, cualquiera que sea la causa que la motive, distinta a la prevista en la legislación laboral para dichos supuestos.</w:t>
      </w:r>
    </w:p>
    <w:p w:rsidR="00011E90" w:rsidRDefault="00011E90" w:rsidP="00204CB1">
      <w:pPr>
        <w:spacing w:line="280" w:lineRule="exact"/>
        <w:rPr>
          <w:rFonts w:ascii="Riojana" w:hAnsi="Riojana"/>
        </w:rPr>
      </w:pPr>
      <w:r w:rsidRPr="00204CB1">
        <w:rPr>
          <w:rFonts w:ascii="Riojana" w:hAnsi="Riojana"/>
        </w:rPr>
        <w:t>Tampoco podrán otorgar a dicho personal pólizas de seguros, inclusiones en fondos de pensiones ni cualquier otro tipo de privilegios o ventajas que constituyan un tratamiento discriminatorio en comparación con el resto de los empleados públicos.</w:t>
      </w:r>
    </w:p>
    <w:p w:rsidR="00204CB1" w:rsidRPr="00204CB1" w:rsidRDefault="00204CB1" w:rsidP="00204CB1">
      <w:pPr>
        <w:spacing w:line="280" w:lineRule="exact"/>
        <w:rPr>
          <w:rFonts w:ascii="Riojana" w:hAnsi="Riojana"/>
        </w:rPr>
      </w:pPr>
    </w:p>
    <w:p w:rsidR="00011E90" w:rsidRPr="00204CB1" w:rsidRDefault="00011E90" w:rsidP="00204CB1">
      <w:pPr>
        <w:pStyle w:val="Ttulo6"/>
        <w:spacing w:before="120" w:line="280" w:lineRule="exact"/>
        <w:rPr>
          <w:rFonts w:ascii="Riojana" w:hAnsi="Riojana"/>
        </w:rPr>
      </w:pPr>
      <w:r w:rsidRPr="00204CB1">
        <w:rPr>
          <w:rFonts w:ascii="Riojana" w:hAnsi="Riojana"/>
        </w:rPr>
        <w:t>Artículo 48. Retribuciones de los altos cargos</w:t>
      </w:r>
    </w:p>
    <w:p w:rsidR="00011E90" w:rsidRPr="00204CB1" w:rsidRDefault="00011E90" w:rsidP="00204CB1">
      <w:pPr>
        <w:spacing w:line="280" w:lineRule="exact"/>
        <w:rPr>
          <w:rFonts w:ascii="Riojana" w:hAnsi="Riojana"/>
        </w:rPr>
      </w:pPr>
      <w:r w:rsidRPr="00204CB1">
        <w:rPr>
          <w:rFonts w:ascii="Riojana" w:hAnsi="Riojana"/>
        </w:rPr>
        <w:t>1. En el año 2023 las retribuciones de los miembros del Gobierno y altos cargos de la Comunidad Autónoma de La Rioja y del Parlamento experimentarán un incremento en los mismos términos que lo dispuesto en el artículo 44.2 de la presente ley.</w:t>
      </w:r>
    </w:p>
    <w:p w:rsidR="00011E90" w:rsidRPr="00204CB1" w:rsidRDefault="00011E90" w:rsidP="00204CB1">
      <w:pPr>
        <w:spacing w:line="280" w:lineRule="exact"/>
        <w:rPr>
          <w:rFonts w:ascii="Riojana" w:hAnsi="Riojana"/>
        </w:rPr>
      </w:pPr>
      <w:r w:rsidRPr="00204CB1">
        <w:rPr>
          <w:rFonts w:ascii="Riojana" w:hAnsi="Riojana"/>
        </w:rPr>
        <w:t>2. Las retribuciones de los altos cargos se percibirán en doce mensualidades, más dos pagas extraordinarias en los meses de junio y diciembre, sin perjuicio de la percepción de catorce mensualidades de la retribución por antigüedad que pudieran tener reconocida como funcionarios y personal al servicio del Estado y demás Administraciones públicas.</w:t>
      </w:r>
    </w:p>
    <w:p w:rsidR="00011E90" w:rsidRPr="00204CB1" w:rsidRDefault="00011E90" w:rsidP="00204CB1">
      <w:pPr>
        <w:spacing w:line="280" w:lineRule="exact"/>
        <w:rPr>
          <w:rFonts w:ascii="Riojana" w:hAnsi="Riojana"/>
        </w:rPr>
      </w:pPr>
      <w:r w:rsidRPr="00204CB1">
        <w:rPr>
          <w:rFonts w:ascii="Riojana" w:hAnsi="Riojana"/>
        </w:rPr>
        <w:t>3. Se habilita a la consejería competente en materia de Hacienda y Administración Pública para distribuir la cuantía total de las retribuciones de los altos cargos entre los distintos conceptos retributivos a los que hace referencia el artículo único de la Ley 4/2007, de 17 de septiembre, de homologación de retribuciones de los miembros del Gobierno y Altos Cargos de la Comunidad Autónoma con los de la Administración General del Estado.</w:t>
      </w:r>
    </w:p>
    <w:p w:rsidR="00011E90" w:rsidRDefault="00011E90" w:rsidP="00204CB1">
      <w:pPr>
        <w:spacing w:line="280" w:lineRule="exact"/>
        <w:rPr>
          <w:rFonts w:ascii="Riojana" w:hAnsi="Riojana"/>
        </w:rPr>
      </w:pPr>
      <w:r w:rsidRPr="00204CB1">
        <w:rPr>
          <w:rFonts w:ascii="Riojana" w:hAnsi="Riojana"/>
        </w:rPr>
        <w:t>4. Los trienios devengados por los altos cargos se abonarán con cargo a los créditos que para trienios de funcionarios se incluyen en el Presupuesto de Gastos.</w:t>
      </w:r>
    </w:p>
    <w:p w:rsidR="00204CB1" w:rsidRPr="00204CB1" w:rsidRDefault="00204CB1" w:rsidP="00204CB1">
      <w:pPr>
        <w:spacing w:line="280" w:lineRule="exact"/>
        <w:rPr>
          <w:rFonts w:ascii="Riojana" w:hAnsi="Riojana"/>
        </w:rPr>
      </w:pPr>
    </w:p>
    <w:p w:rsidR="00011E90" w:rsidRPr="00204CB1" w:rsidRDefault="00011E90" w:rsidP="00204CB1">
      <w:pPr>
        <w:pStyle w:val="Ttulo6"/>
        <w:spacing w:before="120" w:line="280" w:lineRule="exact"/>
        <w:rPr>
          <w:rFonts w:ascii="Riojana" w:hAnsi="Riojana"/>
        </w:rPr>
      </w:pPr>
      <w:r w:rsidRPr="00204CB1">
        <w:rPr>
          <w:rFonts w:ascii="Riojana" w:hAnsi="Riojana"/>
        </w:rPr>
        <w:lastRenderedPageBreak/>
        <w:t>Artículo 49. Retribuciones de los funcionarios de la Comunidad Autónoma de La Rioja</w:t>
      </w:r>
    </w:p>
    <w:p w:rsidR="00011E90" w:rsidRPr="00204CB1" w:rsidRDefault="00011E90" w:rsidP="00204CB1">
      <w:pPr>
        <w:pStyle w:val="Normalltimoprrafo"/>
        <w:spacing w:line="280" w:lineRule="exact"/>
        <w:rPr>
          <w:rFonts w:ascii="Riojana" w:hAnsi="Riojana"/>
        </w:rPr>
      </w:pPr>
      <w:r w:rsidRPr="00204CB1">
        <w:rPr>
          <w:rFonts w:ascii="Riojana" w:hAnsi="Riojana"/>
        </w:rPr>
        <w:t>De conformidad con lo establecido en los artículos 44 y 45 de esta ley, las retribuciones a percibir en el año 2023 por los funcionarios al servicio de la Comunidad Autónoma de La Rioja serán las siguientes:</w:t>
      </w:r>
    </w:p>
    <w:p w:rsidR="00011E90" w:rsidRPr="00204CB1" w:rsidRDefault="00011E90" w:rsidP="00204CB1">
      <w:pPr>
        <w:numPr>
          <w:ilvl w:val="0"/>
          <w:numId w:val="46"/>
        </w:numPr>
        <w:tabs>
          <w:tab w:val="num" w:pos="567"/>
        </w:tabs>
        <w:spacing w:after="100" w:line="280" w:lineRule="exact"/>
        <w:ind w:left="567" w:hanging="283"/>
        <w:rPr>
          <w:rFonts w:ascii="Riojana" w:hAnsi="Riojana"/>
        </w:rPr>
      </w:pPr>
      <w:r w:rsidRPr="00204CB1">
        <w:rPr>
          <w:rFonts w:ascii="Riojana" w:hAnsi="Riojana"/>
        </w:rPr>
        <w:t>El sueldo y trienios que correspondan al grupo o subgrupo en el que se halle clasificado el cuerpo o escala a que pertenezca el funcionario, de acuerdo con las cuantías reflejadas en el artículo 44.4.1 de esta ley referidas a doce mensualidades.</w:t>
      </w:r>
    </w:p>
    <w:p w:rsidR="00011E90" w:rsidRPr="00204CB1" w:rsidRDefault="00011E90" w:rsidP="00204CB1">
      <w:pPr>
        <w:numPr>
          <w:ilvl w:val="0"/>
          <w:numId w:val="46"/>
        </w:numPr>
        <w:tabs>
          <w:tab w:val="num" w:pos="567"/>
        </w:tabs>
        <w:spacing w:after="100" w:line="280" w:lineRule="exact"/>
        <w:ind w:left="567" w:hanging="283"/>
        <w:rPr>
          <w:rFonts w:ascii="Riojana" w:hAnsi="Riojana"/>
        </w:rPr>
      </w:pPr>
      <w:r w:rsidRPr="00204CB1">
        <w:rPr>
          <w:rFonts w:ascii="Riojana" w:hAnsi="Riojana"/>
        </w:rPr>
        <w:t>Las pagas extraordinarias, que serán dos al año, se devengarán de acuerdo con lo dispuesto en el artículo 33 de la Ley 33/1987, de 23 de diciembre, de Presupuestos Generales del Estado para 1988. El importe de cada una de dichas pagas será el previsto para el sueldo y trienios, en su caso, en el artículo 44.4.2 y el complemento de destino mensual y complemento específico mensual que se perciba.</w:t>
      </w:r>
    </w:p>
    <w:p w:rsidR="00011E90" w:rsidRPr="00204CB1" w:rsidRDefault="00011E90" w:rsidP="00204CB1">
      <w:pPr>
        <w:spacing w:line="280" w:lineRule="exact"/>
        <w:ind w:left="567"/>
        <w:rPr>
          <w:rFonts w:ascii="Riojana" w:hAnsi="Riojana"/>
        </w:rPr>
      </w:pPr>
      <w:r w:rsidRPr="00204CB1">
        <w:rPr>
          <w:rFonts w:ascii="Riojana" w:hAnsi="Riojana"/>
        </w:rPr>
        <w:t>Cuando los funcionarios hubieran prestado una jornada de trabajo reducida durante todos o parte de los seis meses inmediatos anteriores a los de junio o diciembre, el importe de la paga extraordinaria experimentará la correspondiente reducción proporcional.</w:t>
      </w:r>
    </w:p>
    <w:p w:rsidR="00011E90" w:rsidRPr="00204CB1" w:rsidRDefault="00011E90" w:rsidP="00204CB1">
      <w:pPr>
        <w:numPr>
          <w:ilvl w:val="0"/>
          <w:numId w:val="46"/>
        </w:numPr>
        <w:tabs>
          <w:tab w:val="num" w:pos="567"/>
        </w:tabs>
        <w:spacing w:after="100" w:line="280" w:lineRule="exact"/>
        <w:ind w:left="567" w:hanging="283"/>
        <w:rPr>
          <w:rFonts w:ascii="Riojana" w:hAnsi="Riojana"/>
        </w:rPr>
      </w:pPr>
      <w:r w:rsidRPr="00204CB1">
        <w:rPr>
          <w:rFonts w:ascii="Riojana" w:hAnsi="Riojana"/>
        </w:rPr>
        <w:t>El complemento de destino correspondiente al nivel del puesto de trabajo que se desempeñe, de acuerdo con las cuantías referidas a doce mensualidades que se fijen para los funcionarios del Estado en la normativa presupuestaria estatal para el año 2023.</w:t>
      </w:r>
    </w:p>
    <w:p w:rsidR="00011E90" w:rsidRPr="00204CB1" w:rsidRDefault="00011E90" w:rsidP="00204CB1">
      <w:pPr>
        <w:numPr>
          <w:ilvl w:val="0"/>
          <w:numId w:val="46"/>
        </w:numPr>
        <w:tabs>
          <w:tab w:val="num" w:pos="567"/>
        </w:tabs>
        <w:spacing w:after="100" w:line="280" w:lineRule="exact"/>
        <w:ind w:left="567" w:hanging="283"/>
        <w:rPr>
          <w:rFonts w:ascii="Riojana" w:hAnsi="Riojana"/>
        </w:rPr>
      </w:pPr>
      <w:r w:rsidRPr="00204CB1">
        <w:rPr>
          <w:rFonts w:ascii="Riojana" w:hAnsi="Riojana"/>
        </w:rPr>
        <w:t>El complemento específico que, en su caso, esté asignado al puesto que se desempeñe, cuya cuantía anual experimentará el incremento establecido en el artículo 44.2 de la presente ley, sin perjuicio de lo dispuesto en los artículos 44.6 y 45.a) de la presente ley.</w:t>
      </w:r>
    </w:p>
    <w:p w:rsidR="00011E90" w:rsidRPr="00204CB1" w:rsidRDefault="00011E90" w:rsidP="00204CB1">
      <w:pPr>
        <w:spacing w:line="280" w:lineRule="exact"/>
        <w:ind w:left="567"/>
        <w:rPr>
          <w:rFonts w:ascii="Riojana" w:hAnsi="Riojana"/>
        </w:rPr>
      </w:pPr>
      <w:r w:rsidRPr="00204CB1">
        <w:rPr>
          <w:rFonts w:ascii="Riojana" w:hAnsi="Riojana"/>
        </w:rPr>
        <w:t>El complemento específico anual se percibirá en catorce pagas iguales, de las que doce serán de percibo mensual y dos adicionales, del mismo importe que una mensual, en los meses de junio y diciembre, respectivamente.</w:t>
      </w:r>
    </w:p>
    <w:p w:rsidR="00011E90" w:rsidRPr="00204CB1" w:rsidRDefault="00011E90" w:rsidP="00204CB1">
      <w:pPr>
        <w:numPr>
          <w:ilvl w:val="0"/>
          <w:numId w:val="46"/>
        </w:numPr>
        <w:tabs>
          <w:tab w:val="num" w:pos="567"/>
        </w:tabs>
        <w:spacing w:after="100" w:line="280" w:lineRule="exact"/>
        <w:ind w:left="567" w:hanging="283"/>
        <w:rPr>
          <w:rFonts w:ascii="Riojana" w:hAnsi="Riojana"/>
        </w:rPr>
      </w:pPr>
      <w:r w:rsidRPr="00204CB1">
        <w:rPr>
          <w:rFonts w:ascii="Riojana" w:hAnsi="Riojana"/>
        </w:rPr>
        <w:t>El complemento de grado correspondiente a la carrera horizontal, destinada a retribuir el reconocimiento de los distintos grados de carrera, queda fijado en las siguientes cuantías referidas a doce mensualidades:</w:t>
      </w:r>
    </w:p>
    <w:tbl>
      <w:tblPr>
        <w:tblW w:w="6920" w:type="dxa"/>
        <w:jc w:val="center"/>
        <w:tblCellMar>
          <w:left w:w="70" w:type="dxa"/>
          <w:right w:w="70" w:type="dxa"/>
        </w:tblCellMar>
        <w:tblLook w:val="04A0" w:firstRow="1" w:lastRow="0" w:firstColumn="1" w:lastColumn="0" w:noHBand="0" w:noVBand="1"/>
      </w:tblPr>
      <w:tblGrid>
        <w:gridCol w:w="2120"/>
        <w:gridCol w:w="1200"/>
        <w:gridCol w:w="1200"/>
        <w:gridCol w:w="1200"/>
        <w:gridCol w:w="1200"/>
      </w:tblGrid>
      <w:tr w:rsidR="00011E90" w:rsidRPr="007E1399" w:rsidTr="00011E90">
        <w:trPr>
          <w:trHeight w:val="300"/>
          <w:jc w:val="center"/>
        </w:trPr>
        <w:tc>
          <w:tcPr>
            <w:tcW w:w="2120" w:type="dxa"/>
            <w:tcBorders>
              <w:top w:val="single" w:sz="4" w:space="0" w:color="auto"/>
              <w:left w:val="single" w:sz="4" w:space="0" w:color="auto"/>
              <w:bottom w:val="single" w:sz="4" w:space="0" w:color="auto"/>
              <w:right w:val="single" w:sz="4" w:space="0" w:color="auto"/>
            </w:tcBorders>
            <w:noWrap/>
            <w:vAlign w:val="center"/>
            <w:hideMark/>
          </w:tcPr>
          <w:p w:rsidR="00011E90" w:rsidRPr="007E1399" w:rsidRDefault="00011E90" w:rsidP="00204CB1">
            <w:pPr>
              <w:spacing w:after="0" w:line="280" w:lineRule="exact"/>
              <w:jc w:val="center"/>
              <w:rPr>
                <w:rFonts w:ascii="Riojana" w:hAnsi="Riojana" w:cs="Arial"/>
                <w:sz w:val="18"/>
                <w:szCs w:val="18"/>
              </w:rPr>
            </w:pPr>
            <w:r w:rsidRPr="007E1399">
              <w:rPr>
                <w:rFonts w:ascii="Riojana" w:hAnsi="Riojana"/>
                <w:sz w:val="18"/>
                <w:szCs w:val="18"/>
              </w:rPr>
              <w:t>Subgrupo</w:t>
            </w:r>
          </w:p>
        </w:tc>
        <w:tc>
          <w:tcPr>
            <w:tcW w:w="1200" w:type="dxa"/>
            <w:tcBorders>
              <w:top w:val="single" w:sz="4" w:space="0" w:color="auto"/>
              <w:left w:val="nil"/>
              <w:bottom w:val="single" w:sz="4" w:space="0" w:color="auto"/>
              <w:right w:val="single" w:sz="4" w:space="0" w:color="auto"/>
            </w:tcBorders>
            <w:noWrap/>
            <w:vAlign w:val="center"/>
            <w:hideMark/>
          </w:tcPr>
          <w:p w:rsidR="00011E90" w:rsidRPr="007E1399" w:rsidRDefault="00011E90" w:rsidP="00204CB1">
            <w:pPr>
              <w:spacing w:after="0" w:line="280" w:lineRule="exact"/>
              <w:jc w:val="center"/>
              <w:rPr>
                <w:rFonts w:ascii="Riojana" w:hAnsi="Riojana" w:cs="Arial"/>
                <w:sz w:val="18"/>
                <w:szCs w:val="18"/>
              </w:rPr>
            </w:pPr>
            <w:r w:rsidRPr="007E1399">
              <w:rPr>
                <w:rFonts w:ascii="Riojana" w:hAnsi="Riojana"/>
                <w:sz w:val="18"/>
                <w:szCs w:val="18"/>
              </w:rPr>
              <w:t>Grado I</w:t>
            </w:r>
          </w:p>
        </w:tc>
        <w:tc>
          <w:tcPr>
            <w:tcW w:w="1200" w:type="dxa"/>
            <w:tcBorders>
              <w:top w:val="single" w:sz="4" w:space="0" w:color="auto"/>
              <w:left w:val="nil"/>
              <w:bottom w:val="single" w:sz="4" w:space="0" w:color="auto"/>
              <w:right w:val="single" w:sz="4" w:space="0" w:color="auto"/>
            </w:tcBorders>
            <w:noWrap/>
            <w:vAlign w:val="center"/>
            <w:hideMark/>
          </w:tcPr>
          <w:p w:rsidR="00011E90" w:rsidRPr="007E1399" w:rsidRDefault="00011E90" w:rsidP="00204CB1">
            <w:pPr>
              <w:spacing w:after="0" w:line="280" w:lineRule="exact"/>
              <w:jc w:val="center"/>
              <w:rPr>
                <w:rFonts w:ascii="Riojana" w:hAnsi="Riojana" w:cs="Arial"/>
                <w:sz w:val="18"/>
                <w:szCs w:val="18"/>
              </w:rPr>
            </w:pPr>
            <w:r w:rsidRPr="007E1399">
              <w:rPr>
                <w:rFonts w:ascii="Riojana" w:hAnsi="Riojana"/>
                <w:sz w:val="18"/>
                <w:szCs w:val="18"/>
              </w:rPr>
              <w:t>Grado II</w:t>
            </w:r>
          </w:p>
        </w:tc>
        <w:tc>
          <w:tcPr>
            <w:tcW w:w="1200" w:type="dxa"/>
            <w:tcBorders>
              <w:top w:val="single" w:sz="4" w:space="0" w:color="auto"/>
              <w:left w:val="nil"/>
              <w:bottom w:val="single" w:sz="4" w:space="0" w:color="auto"/>
              <w:right w:val="single" w:sz="4" w:space="0" w:color="auto"/>
            </w:tcBorders>
            <w:noWrap/>
            <w:vAlign w:val="center"/>
            <w:hideMark/>
          </w:tcPr>
          <w:p w:rsidR="00011E90" w:rsidRPr="007E1399" w:rsidRDefault="00011E90" w:rsidP="00204CB1">
            <w:pPr>
              <w:spacing w:after="0" w:line="280" w:lineRule="exact"/>
              <w:jc w:val="center"/>
              <w:rPr>
                <w:rFonts w:ascii="Riojana" w:hAnsi="Riojana" w:cs="Arial"/>
                <w:sz w:val="18"/>
                <w:szCs w:val="18"/>
              </w:rPr>
            </w:pPr>
            <w:r w:rsidRPr="007E1399">
              <w:rPr>
                <w:rFonts w:ascii="Riojana" w:hAnsi="Riojana"/>
                <w:sz w:val="18"/>
                <w:szCs w:val="18"/>
              </w:rPr>
              <w:t>Grado III</w:t>
            </w:r>
          </w:p>
        </w:tc>
        <w:tc>
          <w:tcPr>
            <w:tcW w:w="1200" w:type="dxa"/>
            <w:tcBorders>
              <w:top w:val="single" w:sz="4" w:space="0" w:color="auto"/>
              <w:left w:val="nil"/>
              <w:bottom w:val="single" w:sz="4" w:space="0" w:color="auto"/>
              <w:right w:val="single" w:sz="4" w:space="0" w:color="auto"/>
            </w:tcBorders>
            <w:noWrap/>
            <w:vAlign w:val="center"/>
            <w:hideMark/>
          </w:tcPr>
          <w:p w:rsidR="00011E90" w:rsidRPr="007E1399" w:rsidRDefault="00011E90" w:rsidP="00204CB1">
            <w:pPr>
              <w:spacing w:after="0" w:line="280" w:lineRule="exact"/>
              <w:jc w:val="center"/>
              <w:rPr>
                <w:rFonts w:ascii="Riojana" w:hAnsi="Riojana" w:cs="Arial"/>
                <w:sz w:val="18"/>
                <w:szCs w:val="18"/>
              </w:rPr>
            </w:pPr>
            <w:r w:rsidRPr="007E1399">
              <w:rPr>
                <w:rFonts w:ascii="Riojana" w:hAnsi="Riojana"/>
                <w:sz w:val="18"/>
                <w:szCs w:val="18"/>
              </w:rPr>
              <w:t>Grado IV</w:t>
            </w:r>
          </w:p>
        </w:tc>
      </w:tr>
      <w:tr w:rsidR="00011E90" w:rsidRPr="007E1399" w:rsidTr="00011E90">
        <w:trPr>
          <w:trHeight w:val="300"/>
          <w:jc w:val="center"/>
        </w:trPr>
        <w:tc>
          <w:tcPr>
            <w:tcW w:w="2120" w:type="dxa"/>
            <w:tcBorders>
              <w:top w:val="nil"/>
              <w:left w:val="single" w:sz="4" w:space="0" w:color="auto"/>
              <w:bottom w:val="single" w:sz="4" w:space="0" w:color="auto"/>
              <w:right w:val="single" w:sz="4" w:space="0" w:color="auto"/>
            </w:tcBorders>
            <w:noWrap/>
            <w:vAlign w:val="center"/>
            <w:hideMark/>
          </w:tcPr>
          <w:p w:rsidR="00011E90" w:rsidRPr="007E1399" w:rsidRDefault="00011E90" w:rsidP="00204CB1">
            <w:pPr>
              <w:spacing w:after="0" w:line="280" w:lineRule="exact"/>
              <w:jc w:val="center"/>
              <w:rPr>
                <w:rFonts w:ascii="Riojana" w:hAnsi="Riojana" w:cs="Arial"/>
                <w:sz w:val="18"/>
                <w:szCs w:val="18"/>
              </w:rPr>
            </w:pPr>
            <w:r w:rsidRPr="007E1399">
              <w:rPr>
                <w:rFonts w:ascii="Riojana" w:hAnsi="Riojana"/>
                <w:sz w:val="18"/>
                <w:szCs w:val="18"/>
              </w:rPr>
              <w:t>A1</w:t>
            </w:r>
          </w:p>
        </w:tc>
        <w:tc>
          <w:tcPr>
            <w:tcW w:w="1200" w:type="dxa"/>
            <w:tcBorders>
              <w:top w:val="nil"/>
              <w:left w:val="nil"/>
              <w:bottom w:val="single" w:sz="4" w:space="0" w:color="auto"/>
              <w:right w:val="single" w:sz="4" w:space="0" w:color="auto"/>
            </w:tcBorders>
            <w:noWrap/>
            <w:vAlign w:val="center"/>
            <w:hideMark/>
          </w:tcPr>
          <w:p w:rsidR="00011E90" w:rsidRPr="007E1399" w:rsidRDefault="00011E90" w:rsidP="00204CB1">
            <w:pPr>
              <w:spacing w:after="0" w:line="280" w:lineRule="exact"/>
              <w:jc w:val="center"/>
              <w:rPr>
                <w:rFonts w:ascii="Riojana" w:hAnsi="Riojana" w:cs="Arial"/>
                <w:sz w:val="18"/>
                <w:szCs w:val="18"/>
              </w:rPr>
            </w:pPr>
            <w:r w:rsidRPr="007E1399">
              <w:rPr>
                <w:rFonts w:ascii="Riojana" w:hAnsi="Riojana"/>
                <w:sz w:val="18"/>
                <w:szCs w:val="18"/>
              </w:rPr>
              <w:t>1.328,56</w:t>
            </w:r>
          </w:p>
        </w:tc>
        <w:tc>
          <w:tcPr>
            <w:tcW w:w="1200" w:type="dxa"/>
            <w:tcBorders>
              <w:top w:val="nil"/>
              <w:left w:val="nil"/>
              <w:bottom w:val="single" w:sz="4" w:space="0" w:color="auto"/>
              <w:right w:val="single" w:sz="4" w:space="0" w:color="auto"/>
            </w:tcBorders>
            <w:noWrap/>
            <w:vAlign w:val="center"/>
            <w:hideMark/>
          </w:tcPr>
          <w:p w:rsidR="00011E90" w:rsidRPr="007E1399" w:rsidRDefault="00011E90" w:rsidP="00204CB1">
            <w:pPr>
              <w:spacing w:after="0" w:line="280" w:lineRule="exact"/>
              <w:jc w:val="center"/>
              <w:rPr>
                <w:rFonts w:ascii="Riojana" w:hAnsi="Riojana" w:cs="Arial"/>
                <w:sz w:val="18"/>
                <w:szCs w:val="18"/>
              </w:rPr>
            </w:pPr>
            <w:r w:rsidRPr="007E1399">
              <w:rPr>
                <w:rFonts w:ascii="Riojana" w:hAnsi="Riojana"/>
                <w:sz w:val="18"/>
                <w:szCs w:val="18"/>
              </w:rPr>
              <w:t>1.594,27</w:t>
            </w:r>
          </w:p>
        </w:tc>
        <w:tc>
          <w:tcPr>
            <w:tcW w:w="1200" w:type="dxa"/>
            <w:tcBorders>
              <w:top w:val="nil"/>
              <w:left w:val="nil"/>
              <w:bottom w:val="single" w:sz="4" w:space="0" w:color="auto"/>
              <w:right w:val="single" w:sz="4" w:space="0" w:color="auto"/>
            </w:tcBorders>
            <w:noWrap/>
            <w:vAlign w:val="center"/>
            <w:hideMark/>
          </w:tcPr>
          <w:p w:rsidR="00011E90" w:rsidRPr="007E1399" w:rsidRDefault="00011E90" w:rsidP="00204CB1">
            <w:pPr>
              <w:spacing w:after="0" w:line="280" w:lineRule="exact"/>
              <w:jc w:val="center"/>
              <w:rPr>
                <w:rFonts w:ascii="Riojana" w:hAnsi="Riojana" w:cs="Arial"/>
                <w:sz w:val="18"/>
                <w:szCs w:val="18"/>
              </w:rPr>
            </w:pPr>
            <w:r w:rsidRPr="007E1399">
              <w:rPr>
                <w:rFonts w:ascii="Riojana" w:hAnsi="Riojana"/>
                <w:sz w:val="18"/>
                <w:szCs w:val="18"/>
              </w:rPr>
              <w:t>1.913,13</w:t>
            </w:r>
          </w:p>
        </w:tc>
        <w:tc>
          <w:tcPr>
            <w:tcW w:w="1200" w:type="dxa"/>
            <w:tcBorders>
              <w:top w:val="nil"/>
              <w:left w:val="nil"/>
              <w:bottom w:val="single" w:sz="4" w:space="0" w:color="auto"/>
              <w:right w:val="single" w:sz="4" w:space="0" w:color="auto"/>
            </w:tcBorders>
            <w:noWrap/>
            <w:vAlign w:val="center"/>
            <w:hideMark/>
          </w:tcPr>
          <w:p w:rsidR="00011E90" w:rsidRPr="007E1399" w:rsidRDefault="00011E90" w:rsidP="00204CB1">
            <w:pPr>
              <w:spacing w:after="0" w:line="280" w:lineRule="exact"/>
              <w:jc w:val="center"/>
              <w:rPr>
                <w:rFonts w:ascii="Riojana" w:hAnsi="Riojana" w:cs="Arial"/>
                <w:sz w:val="18"/>
                <w:szCs w:val="18"/>
              </w:rPr>
            </w:pPr>
            <w:r w:rsidRPr="007E1399">
              <w:rPr>
                <w:rFonts w:ascii="Riojana" w:hAnsi="Riojana"/>
                <w:sz w:val="18"/>
                <w:szCs w:val="18"/>
              </w:rPr>
              <w:t>2.295,75</w:t>
            </w:r>
          </w:p>
        </w:tc>
      </w:tr>
      <w:tr w:rsidR="00011E90" w:rsidRPr="007E1399" w:rsidTr="00011E90">
        <w:trPr>
          <w:trHeight w:val="300"/>
          <w:jc w:val="center"/>
        </w:trPr>
        <w:tc>
          <w:tcPr>
            <w:tcW w:w="2120" w:type="dxa"/>
            <w:tcBorders>
              <w:top w:val="nil"/>
              <w:left w:val="single" w:sz="4" w:space="0" w:color="auto"/>
              <w:bottom w:val="single" w:sz="4" w:space="0" w:color="auto"/>
              <w:right w:val="single" w:sz="4" w:space="0" w:color="auto"/>
            </w:tcBorders>
            <w:noWrap/>
            <w:vAlign w:val="center"/>
            <w:hideMark/>
          </w:tcPr>
          <w:p w:rsidR="00011E90" w:rsidRPr="007E1399" w:rsidRDefault="00011E90" w:rsidP="00204CB1">
            <w:pPr>
              <w:spacing w:after="0" w:line="280" w:lineRule="exact"/>
              <w:jc w:val="center"/>
              <w:rPr>
                <w:rFonts w:ascii="Riojana" w:hAnsi="Riojana" w:cs="Arial"/>
                <w:sz w:val="18"/>
                <w:szCs w:val="18"/>
              </w:rPr>
            </w:pPr>
            <w:r w:rsidRPr="007E1399">
              <w:rPr>
                <w:rFonts w:ascii="Riojana" w:hAnsi="Riojana"/>
                <w:sz w:val="18"/>
                <w:szCs w:val="18"/>
              </w:rPr>
              <w:t>A2</w:t>
            </w:r>
          </w:p>
        </w:tc>
        <w:tc>
          <w:tcPr>
            <w:tcW w:w="1200" w:type="dxa"/>
            <w:tcBorders>
              <w:top w:val="nil"/>
              <w:left w:val="nil"/>
              <w:bottom w:val="single" w:sz="4" w:space="0" w:color="auto"/>
              <w:right w:val="single" w:sz="4" w:space="0" w:color="auto"/>
            </w:tcBorders>
            <w:noWrap/>
            <w:vAlign w:val="center"/>
            <w:hideMark/>
          </w:tcPr>
          <w:p w:rsidR="00011E90" w:rsidRPr="007E1399" w:rsidRDefault="00011E90" w:rsidP="00204CB1">
            <w:pPr>
              <w:spacing w:after="0" w:line="280" w:lineRule="exact"/>
              <w:jc w:val="center"/>
              <w:rPr>
                <w:rFonts w:ascii="Riojana" w:hAnsi="Riojana" w:cs="Arial"/>
                <w:sz w:val="18"/>
                <w:szCs w:val="18"/>
              </w:rPr>
            </w:pPr>
            <w:r w:rsidRPr="007E1399">
              <w:rPr>
                <w:rFonts w:ascii="Riojana" w:hAnsi="Riojana"/>
                <w:sz w:val="18"/>
                <w:szCs w:val="18"/>
              </w:rPr>
              <w:t>1.021,48</w:t>
            </w:r>
          </w:p>
        </w:tc>
        <w:tc>
          <w:tcPr>
            <w:tcW w:w="1200" w:type="dxa"/>
            <w:tcBorders>
              <w:top w:val="nil"/>
              <w:left w:val="nil"/>
              <w:bottom w:val="single" w:sz="4" w:space="0" w:color="auto"/>
              <w:right w:val="single" w:sz="4" w:space="0" w:color="auto"/>
            </w:tcBorders>
            <w:noWrap/>
            <w:vAlign w:val="center"/>
            <w:hideMark/>
          </w:tcPr>
          <w:p w:rsidR="00011E90" w:rsidRPr="007E1399" w:rsidRDefault="00011E90" w:rsidP="00204CB1">
            <w:pPr>
              <w:spacing w:after="0" w:line="280" w:lineRule="exact"/>
              <w:jc w:val="center"/>
              <w:rPr>
                <w:rFonts w:ascii="Riojana" w:hAnsi="Riojana" w:cs="Arial"/>
                <w:sz w:val="18"/>
                <w:szCs w:val="18"/>
              </w:rPr>
            </w:pPr>
            <w:r w:rsidRPr="007E1399">
              <w:rPr>
                <w:rFonts w:ascii="Riojana" w:hAnsi="Riojana"/>
                <w:sz w:val="18"/>
                <w:szCs w:val="18"/>
              </w:rPr>
              <w:t>1.225,78</w:t>
            </w:r>
          </w:p>
        </w:tc>
        <w:tc>
          <w:tcPr>
            <w:tcW w:w="1200" w:type="dxa"/>
            <w:tcBorders>
              <w:top w:val="nil"/>
              <w:left w:val="nil"/>
              <w:bottom w:val="single" w:sz="4" w:space="0" w:color="auto"/>
              <w:right w:val="single" w:sz="4" w:space="0" w:color="auto"/>
            </w:tcBorders>
            <w:noWrap/>
            <w:vAlign w:val="center"/>
            <w:hideMark/>
          </w:tcPr>
          <w:p w:rsidR="00011E90" w:rsidRPr="007E1399" w:rsidRDefault="00011E90" w:rsidP="00204CB1">
            <w:pPr>
              <w:spacing w:after="0" w:line="280" w:lineRule="exact"/>
              <w:jc w:val="center"/>
              <w:rPr>
                <w:rFonts w:ascii="Riojana" w:hAnsi="Riojana" w:cs="Arial"/>
                <w:sz w:val="18"/>
                <w:szCs w:val="18"/>
              </w:rPr>
            </w:pPr>
            <w:r w:rsidRPr="007E1399">
              <w:rPr>
                <w:rFonts w:ascii="Riojana" w:hAnsi="Riojana"/>
                <w:sz w:val="18"/>
                <w:szCs w:val="18"/>
              </w:rPr>
              <w:t>1.470,93</w:t>
            </w:r>
          </w:p>
        </w:tc>
        <w:tc>
          <w:tcPr>
            <w:tcW w:w="1200" w:type="dxa"/>
            <w:tcBorders>
              <w:top w:val="nil"/>
              <w:left w:val="nil"/>
              <w:bottom w:val="single" w:sz="4" w:space="0" w:color="auto"/>
              <w:right w:val="single" w:sz="4" w:space="0" w:color="auto"/>
            </w:tcBorders>
            <w:noWrap/>
            <w:vAlign w:val="center"/>
            <w:hideMark/>
          </w:tcPr>
          <w:p w:rsidR="00011E90" w:rsidRPr="007E1399" w:rsidRDefault="00011E90" w:rsidP="00204CB1">
            <w:pPr>
              <w:spacing w:after="0" w:line="280" w:lineRule="exact"/>
              <w:jc w:val="center"/>
              <w:rPr>
                <w:rFonts w:ascii="Riojana" w:hAnsi="Riojana" w:cs="Arial"/>
                <w:sz w:val="18"/>
                <w:szCs w:val="18"/>
              </w:rPr>
            </w:pPr>
            <w:r w:rsidRPr="007E1399">
              <w:rPr>
                <w:rFonts w:ascii="Riojana" w:hAnsi="Riojana"/>
                <w:sz w:val="18"/>
                <w:szCs w:val="18"/>
              </w:rPr>
              <w:t>1.765,12</w:t>
            </w:r>
          </w:p>
        </w:tc>
      </w:tr>
      <w:tr w:rsidR="00011E90" w:rsidRPr="007E1399" w:rsidTr="00011E90">
        <w:trPr>
          <w:trHeight w:val="300"/>
          <w:jc w:val="center"/>
        </w:trPr>
        <w:tc>
          <w:tcPr>
            <w:tcW w:w="2120" w:type="dxa"/>
            <w:tcBorders>
              <w:top w:val="nil"/>
              <w:left w:val="single" w:sz="4" w:space="0" w:color="auto"/>
              <w:bottom w:val="single" w:sz="4" w:space="0" w:color="auto"/>
              <w:right w:val="single" w:sz="4" w:space="0" w:color="auto"/>
            </w:tcBorders>
            <w:noWrap/>
            <w:vAlign w:val="center"/>
            <w:hideMark/>
          </w:tcPr>
          <w:p w:rsidR="00011E90" w:rsidRPr="007E1399" w:rsidRDefault="00011E90" w:rsidP="00204CB1">
            <w:pPr>
              <w:spacing w:after="0" w:line="280" w:lineRule="exact"/>
              <w:jc w:val="center"/>
              <w:rPr>
                <w:rFonts w:ascii="Riojana" w:hAnsi="Riojana" w:cs="Arial"/>
                <w:sz w:val="18"/>
                <w:szCs w:val="18"/>
              </w:rPr>
            </w:pPr>
            <w:r w:rsidRPr="007E1399">
              <w:rPr>
                <w:rFonts w:ascii="Riojana" w:hAnsi="Riojana"/>
                <w:sz w:val="18"/>
                <w:szCs w:val="18"/>
              </w:rPr>
              <w:t>C1</w:t>
            </w:r>
          </w:p>
        </w:tc>
        <w:tc>
          <w:tcPr>
            <w:tcW w:w="1200" w:type="dxa"/>
            <w:tcBorders>
              <w:top w:val="nil"/>
              <w:left w:val="nil"/>
              <w:bottom w:val="single" w:sz="4" w:space="0" w:color="auto"/>
              <w:right w:val="single" w:sz="4" w:space="0" w:color="auto"/>
            </w:tcBorders>
            <w:noWrap/>
            <w:vAlign w:val="center"/>
            <w:hideMark/>
          </w:tcPr>
          <w:p w:rsidR="00011E90" w:rsidRPr="007E1399" w:rsidRDefault="00011E90" w:rsidP="00204CB1">
            <w:pPr>
              <w:spacing w:after="0" w:line="280" w:lineRule="exact"/>
              <w:jc w:val="center"/>
              <w:rPr>
                <w:rFonts w:ascii="Riojana" w:hAnsi="Riojana" w:cs="Arial"/>
                <w:sz w:val="18"/>
                <w:szCs w:val="18"/>
              </w:rPr>
            </w:pPr>
            <w:r w:rsidRPr="007E1399">
              <w:rPr>
                <w:rFonts w:ascii="Riojana" w:hAnsi="Riojana"/>
                <w:sz w:val="18"/>
                <w:szCs w:val="18"/>
              </w:rPr>
              <w:t>790,96</w:t>
            </w:r>
          </w:p>
        </w:tc>
        <w:tc>
          <w:tcPr>
            <w:tcW w:w="1200" w:type="dxa"/>
            <w:tcBorders>
              <w:top w:val="nil"/>
              <w:left w:val="nil"/>
              <w:bottom w:val="single" w:sz="4" w:space="0" w:color="auto"/>
              <w:right w:val="single" w:sz="4" w:space="0" w:color="auto"/>
            </w:tcBorders>
            <w:noWrap/>
            <w:vAlign w:val="center"/>
            <w:hideMark/>
          </w:tcPr>
          <w:p w:rsidR="00011E90" w:rsidRPr="007E1399" w:rsidRDefault="00011E90" w:rsidP="00204CB1">
            <w:pPr>
              <w:spacing w:after="0" w:line="280" w:lineRule="exact"/>
              <w:jc w:val="center"/>
              <w:rPr>
                <w:rFonts w:ascii="Riojana" w:hAnsi="Riojana" w:cs="Arial"/>
                <w:sz w:val="18"/>
                <w:szCs w:val="18"/>
              </w:rPr>
            </w:pPr>
            <w:r w:rsidRPr="007E1399">
              <w:rPr>
                <w:rFonts w:ascii="Riojana" w:hAnsi="Riojana"/>
                <w:sz w:val="18"/>
                <w:szCs w:val="18"/>
              </w:rPr>
              <w:t>949,15</w:t>
            </w:r>
          </w:p>
        </w:tc>
        <w:tc>
          <w:tcPr>
            <w:tcW w:w="1200" w:type="dxa"/>
            <w:tcBorders>
              <w:top w:val="nil"/>
              <w:left w:val="nil"/>
              <w:bottom w:val="single" w:sz="4" w:space="0" w:color="auto"/>
              <w:right w:val="single" w:sz="4" w:space="0" w:color="auto"/>
            </w:tcBorders>
            <w:noWrap/>
            <w:vAlign w:val="center"/>
            <w:hideMark/>
          </w:tcPr>
          <w:p w:rsidR="00011E90" w:rsidRPr="007E1399" w:rsidRDefault="00011E90" w:rsidP="00204CB1">
            <w:pPr>
              <w:spacing w:after="0" w:line="280" w:lineRule="exact"/>
              <w:jc w:val="center"/>
              <w:rPr>
                <w:rFonts w:ascii="Riojana" w:hAnsi="Riojana" w:cs="Arial"/>
                <w:sz w:val="18"/>
                <w:szCs w:val="18"/>
              </w:rPr>
            </w:pPr>
            <w:r w:rsidRPr="007E1399">
              <w:rPr>
                <w:rFonts w:ascii="Riojana" w:hAnsi="Riojana"/>
                <w:sz w:val="18"/>
                <w:szCs w:val="18"/>
              </w:rPr>
              <w:t>1.138,98</w:t>
            </w:r>
          </w:p>
        </w:tc>
        <w:tc>
          <w:tcPr>
            <w:tcW w:w="1200" w:type="dxa"/>
            <w:tcBorders>
              <w:top w:val="nil"/>
              <w:left w:val="nil"/>
              <w:bottom w:val="single" w:sz="4" w:space="0" w:color="auto"/>
              <w:right w:val="single" w:sz="4" w:space="0" w:color="auto"/>
            </w:tcBorders>
            <w:noWrap/>
            <w:vAlign w:val="center"/>
            <w:hideMark/>
          </w:tcPr>
          <w:p w:rsidR="00011E90" w:rsidRPr="007E1399" w:rsidRDefault="00011E90" w:rsidP="00204CB1">
            <w:pPr>
              <w:spacing w:after="0" w:line="280" w:lineRule="exact"/>
              <w:jc w:val="center"/>
              <w:rPr>
                <w:rFonts w:ascii="Riojana" w:hAnsi="Riojana" w:cs="Arial"/>
                <w:sz w:val="18"/>
                <w:szCs w:val="18"/>
              </w:rPr>
            </w:pPr>
            <w:r w:rsidRPr="007E1399">
              <w:rPr>
                <w:rFonts w:ascii="Riojana" w:hAnsi="Riojana"/>
                <w:sz w:val="18"/>
                <w:szCs w:val="18"/>
              </w:rPr>
              <w:t>1.366,78</w:t>
            </w:r>
          </w:p>
        </w:tc>
      </w:tr>
      <w:tr w:rsidR="00011E90" w:rsidRPr="007E1399" w:rsidTr="00011E90">
        <w:trPr>
          <w:trHeight w:val="300"/>
          <w:jc w:val="center"/>
        </w:trPr>
        <w:tc>
          <w:tcPr>
            <w:tcW w:w="2120" w:type="dxa"/>
            <w:tcBorders>
              <w:top w:val="nil"/>
              <w:left w:val="single" w:sz="4" w:space="0" w:color="auto"/>
              <w:bottom w:val="single" w:sz="4" w:space="0" w:color="auto"/>
              <w:right w:val="single" w:sz="4" w:space="0" w:color="auto"/>
            </w:tcBorders>
            <w:noWrap/>
            <w:vAlign w:val="center"/>
            <w:hideMark/>
          </w:tcPr>
          <w:p w:rsidR="00011E90" w:rsidRPr="007E1399" w:rsidRDefault="00011E90" w:rsidP="00204CB1">
            <w:pPr>
              <w:spacing w:after="0" w:line="280" w:lineRule="exact"/>
              <w:jc w:val="center"/>
              <w:rPr>
                <w:rFonts w:ascii="Riojana" w:hAnsi="Riojana" w:cs="Arial"/>
                <w:sz w:val="18"/>
                <w:szCs w:val="18"/>
              </w:rPr>
            </w:pPr>
            <w:r w:rsidRPr="007E1399">
              <w:rPr>
                <w:rFonts w:ascii="Riojana" w:hAnsi="Riojana"/>
                <w:sz w:val="18"/>
                <w:szCs w:val="18"/>
              </w:rPr>
              <w:t>C2</w:t>
            </w:r>
          </w:p>
        </w:tc>
        <w:tc>
          <w:tcPr>
            <w:tcW w:w="1200" w:type="dxa"/>
            <w:tcBorders>
              <w:top w:val="nil"/>
              <w:left w:val="nil"/>
              <w:bottom w:val="single" w:sz="4" w:space="0" w:color="auto"/>
              <w:right w:val="single" w:sz="4" w:space="0" w:color="auto"/>
            </w:tcBorders>
            <w:noWrap/>
            <w:vAlign w:val="center"/>
            <w:hideMark/>
          </w:tcPr>
          <w:p w:rsidR="00011E90" w:rsidRPr="007E1399" w:rsidRDefault="00011E90" w:rsidP="00204CB1">
            <w:pPr>
              <w:spacing w:after="0" w:line="280" w:lineRule="exact"/>
              <w:jc w:val="center"/>
              <w:rPr>
                <w:rFonts w:ascii="Riojana" w:hAnsi="Riojana" w:cs="Arial"/>
                <w:sz w:val="18"/>
                <w:szCs w:val="18"/>
              </w:rPr>
            </w:pPr>
            <w:r w:rsidRPr="007E1399">
              <w:rPr>
                <w:rFonts w:ascii="Riojana" w:hAnsi="Riojana"/>
                <w:sz w:val="18"/>
                <w:szCs w:val="18"/>
              </w:rPr>
              <w:t>618,4</w:t>
            </w:r>
          </w:p>
        </w:tc>
        <w:tc>
          <w:tcPr>
            <w:tcW w:w="1200" w:type="dxa"/>
            <w:tcBorders>
              <w:top w:val="nil"/>
              <w:left w:val="nil"/>
              <w:bottom w:val="single" w:sz="4" w:space="0" w:color="auto"/>
              <w:right w:val="single" w:sz="4" w:space="0" w:color="auto"/>
            </w:tcBorders>
            <w:noWrap/>
            <w:vAlign w:val="center"/>
            <w:hideMark/>
          </w:tcPr>
          <w:p w:rsidR="00011E90" w:rsidRPr="007E1399" w:rsidRDefault="00011E90" w:rsidP="00204CB1">
            <w:pPr>
              <w:spacing w:after="0" w:line="280" w:lineRule="exact"/>
              <w:jc w:val="center"/>
              <w:rPr>
                <w:rFonts w:ascii="Riojana" w:hAnsi="Riojana" w:cs="Arial"/>
                <w:sz w:val="18"/>
                <w:szCs w:val="18"/>
              </w:rPr>
            </w:pPr>
            <w:r w:rsidRPr="007E1399">
              <w:rPr>
                <w:rFonts w:ascii="Riojana" w:hAnsi="Riojana"/>
                <w:sz w:val="18"/>
                <w:szCs w:val="18"/>
              </w:rPr>
              <w:t>742,08</w:t>
            </w:r>
          </w:p>
        </w:tc>
        <w:tc>
          <w:tcPr>
            <w:tcW w:w="1200" w:type="dxa"/>
            <w:tcBorders>
              <w:top w:val="nil"/>
              <w:left w:val="nil"/>
              <w:bottom w:val="single" w:sz="4" w:space="0" w:color="auto"/>
              <w:right w:val="single" w:sz="4" w:space="0" w:color="auto"/>
            </w:tcBorders>
            <w:noWrap/>
            <w:vAlign w:val="center"/>
            <w:hideMark/>
          </w:tcPr>
          <w:p w:rsidR="00011E90" w:rsidRPr="007E1399" w:rsidRDefault="00011E90" w:rsidP="00204CB1">
            <w:pPr>
              <w:spacing w:after="0" w:line="280" w:lineRule="exact"/>
              <w:jc w:val="center"/>
              <w:rPr>
                <w:rFonts w:ascii="Riojana" w:hAnsi="Riojana" w:cs="Arial"/>
                <w:sz w:val="18"/>
                <w:szCs w:val="18"/>
              </w:rPr>
            </w:pPr>
            <w:r w:rsidRPr="007E1399">
              <w:rPr>
                <w:rFonts w:ascii="Riojana" w:hAnsi="Riojana"/>
                <w:sz w:val="18"/>
                <w:szCs w:val="18"/>
              </w:rPr>
              <w:t>890,5</w:t>
            </w:r>
          </w:p>
        </w:tc>
        <w:tc>
          <w:tcPr>
            <w:tcW w:w="1200" w:type="dxa"/>
            <w:tcBorders>
              <w:top w:val="nil"/>
              <w:left w:val="nil"/>
              <w:bottom w:val="single" w:sz="4" w:space="0" w:color="auto"/>
              <w:right w:val="single" w:sz="4" w:space="0" w:color="auto"/>
            </w:tcBorders>
            <w:noWrap/>
            <w:vAlign w:val="center"/>
            <w:hideMark/>
          </w:tcPr>
          <w:p w:rsidR="00011E90" w:rsidRPr="007E1399" w:rsidRDefault="00011E90" w:rsidP="00204CB1">
            <w:pPr>
              <w:spacing w:after="0" w:line="280" w:lineRule="exact"/>
              <w:jc w:val="center"/>
              <w:rPr>
                <w:rFonts w:ascii="Riojana" w:hAnsi="Riojana" w:cs="Arial"/>
                <w:sz w:val="18"/>
                <w:szCs w:val="18"/>
              </w:rPr>
            </w:pPr>
            <w:r w:rsidRPr="007E1399">
              <w:rPr>
                <w:rFonts w:ascii="Riojana" w:hAnsi="Riojana"/>
                <w:sz w:val="18"/>
                <w:szCs w:val="18"/>
              </w:rPr>
              <w:t>1.068,60</w:t>
            </w:r>
          </w:p>
        </w:tc>
      </w:tr>
      <w:tr w:rsidR="00011E90" w:rsidRPr="007E1399" w:rsidTr="00011E90">
        <w:trPr>
          <w:trHeight w:val="300"/>
          <w:jc w:val="center"/>
        </w:trPr>
        <w:tc>
          <w:tcPr>
            <w:tcW w:w="2120" w:type="dxa"/>
            <w:tcBorders>
              <w:top w:val="nil"/>
              <w:left w:val="single" w:sz="4" w:space="0" w:color="auto"/>
              <w:bottom w:val="single" w:sz="4" w:space="0" w:color="auto"/>
              <w:right w:val="single" w:sz="4" w:space="0" w:color="auto"/>
            </w:tcBorders>
            <w:noWrap/>
            <w:vAlign w:val="center"/>
            <w:hideMark/>
          </w:tcPr>
          <w:p w:rsidR="00011E90" w:rsidRPr="007E1399" w:rsidRDefault="00011E90" w:rsidP="00204CB1">
            <w:pPr>
              <w:spacing w:after="0" w:line="280" w:lineRule="exact"/>
              <w:jc w:val="center"/>
              <w:rPr>
                <w:rFonts w:ascii="Riojana" w:hAnsi="Riojana" w:cs="Arial"/>
                <w:sz w:val="18"/>
                <w:szCs w:val="18"/>
              </w:rPr>
            </w:pPr>
            <w:r w:rsidRPr="007E1399">
              <w:rPr>
                <w:rFonts w:ascii="Riojana" w:hAnsi="Riojana"/>
                <w:sz w:val="18"/>
                <w:szCs w:val="18"/>
              </w:rPr>
              <w:lastRenderedPageBreak/>
              <w:t>Agrupación profesional</w:t>
            </w:r>
          </w:p>
        </w:tc>
        <w:tc>
          <w:tcPr>
            <w:tcW w:w="1200" w:type="dxa"/>
            <w:tcBorders>
              <w:top w:val="nil"/>
              <w:left w:val="nil"/>
              <w:bottom w:val="single" w:sz="4" w:space="0" w:color="auto"/>
              <w:right w:val="single" w:sz="4" w:space="0" w:color="auto"/>
            </w:tcBorders>
            <w:noWrap/>
            <w:vAlign w:val="center"/>
            <w:hideMark/>
          </w:tcPr>
          <w:p w:rsidR="00011E90" w:rsidRPr="007E1399" w:rsidRDefault="00011E90" w:rsidP="00204CB1">
            <w:pPr>
              <w:spacing w:after="0" w:line="280" w:lineRule="exact"/>
              <w:jc w:val="center"/>
              <w:rPr>
                <w:rFonts w:ascii="Riojana" w:hAnsi="Riojana" w:cs="Arial"/>
                <w:sz w:val="18"/>
                <w:szCs w:val="18"/>
              </w:rPr>
            </w:pPr>
            <w:r w:rsidRPr="007E1399">
              <w:rPr>
                <w:rFonts w:ascii="Riojana" w:hAnsi="Riojana"/>
                <w:sz w:val="18"/>
                <w:szCs w:val="18"/>
              </w:rPr>
              <w:t>488,88</w:t>
            </w:r>
          </w:p>
        </w:tc>
        <w:tc>
          <w:tcPr>
            <w:tcW w:w="1200" w:type="dxa"/>
            <w:tcBorders>
              <w:top w:val="nil"/>
              <w:left w:val="nil"/>
              <w:bottom w:val="single" w:sz="4" w:space="0" w:color="auto"/>
              <w:right w:val="single" w:sz="4" w:space="0" w:color="auto"/>
            </w:tcBorders>
            <w:noWrap/>
            <w:vAlign w:val="center"/>
            <w:hideMark/>
          </w:tcPr>
          <w:p w:rsidR="00011E90" w:rsidRPr="007E1399" w:rsidRDefault="00011E90" w:rsidP="00204CB1">
            <w:pPr>
              <w:spacing w:after="0" w:line="280" w:lineRule="exact"/>
              <w:jc w:val="center"/>
              <w:rPr>
                <w:rFonts w:ascii="Riojana" w:hAnsi="Riojana" w:cs="Arial"/>
                <w:sz w:val="18"/>
                <w:szCs w:val="18"/>
              </w:rPr>
            </w:pPr>
            <w:r w:rsidRPr="007E1399">
              <w:rPr>
                <w:rFonts w:ascii="Riojana" w:hAnsi="Riojana"/>
                <w:sz w:val="18"/>
                <w:szCs w:val="18"/>
              </w:rPr>
              <w:t>586,66</w:t>
            </w:r>
          </w:p>
        </w:tc>
        <w:tc>
          <w:tcPr>
            <w:tcW w:w="1200" w:type="dxa"/>
            <w:tcBorders>
              <w:top w:val="nil"/>
              <w:left w:val="nil"/>
              <w:bottom w:val="single" w:sz="4" w:space="0" w:color="auto"/>
              <w:right w:val="single" w:sz="4" w:space="0" w:color="auto"/>
            </w:tcBorders>
            <w:noWrap/>
            <w:vAlign w:val="center"/>
            <w:hideMark/>
          </w:tcPr>
          <w:p w:rsidR="00011E90" w:rsidRPr="007E1399" w:rsidRDefault="00011E90" w:rsidP="00204CB1">
            <w:pPr>
              <w:spacing w:after="0" w:line="280" w:lineRule="exact"/>
              <w:jc w:val="center"/>
              <w:rPr>
                <w:rFonts w:ascii="Riojana" w:hAnsi="Riojana" w:cs="Arial"/>
                <w:sz w:val="18"/>
                <w:szCs w:val="18"/>
              </w:rPr>
            </w:pPr>
            <w:r w:rsidRPr="007E1399">
              <w:rPr>
                <w:rFonts w:ascii="Riojana" w:hAnsi="Riojana"/>
                <w:sz w:val="18"/>
                <w:szCs w:val="18"/>
              </w:rPr>
              <w:t>703,99</w:t>
            </w:r>
          </w:p>
        </w:tc>
        <w:tc>
          <w:tcPr>
            <w:tcW w:w="1200" w:type="dxa"/>
            <w:tcBorders>
              <w:top w:val="nil"/>
              <w:left w:val="nil"/>
              <w:bottom w:val="single" w:sz="4" w:space="0" w:color="auto"/>
              <w:right w:val="single" w:sz="4" w:space="0" w:color="auto"/>
            </w:tcBorders>
            <w:noWrap/>
            <w:vAlign w:val="center"/>
            <w:hideMark/>
          </w:tcPr>
          <w:p w:rsidR="00011E90" w:rsidRPr="007E1399" w:rsidRDefault="00011E90" w:rsidP="00204CB1">
            <w:pPr>
              <w:spacing w:after="0" w:line="280" w:lineRule="exact"/>
              <w:jc w:val="center"/>
              <w:rPr>
                <w:rFonts w:ascii="Riojana" w:hAnsi="Riojana" w:cs="Arial"/>
                <w:sz w:val="18"/>
                <w:szCs w:val="18"/>
              </w:rPr>
            </w:pPr>
            <w:r w:rsidRPr="007E1399">
              <w:rPr>
                <w:rFonts w:ascii="Riojana" w:hAnsi="Riojana"/>
                <w:sz w:val="18"/>
                <w:szCs w:val="18"/>
              </w:rPr>
              <w:t>844,78</w:t>
            </w:r>
          </w:p>
        </w:tc>
      </w:tr>
    </w:tbl>
    <w:p w:rsidR="00011E90" w:rsidRPr="00204CB1" w:rsidRDefault="00011E90" w:rsidP="00204CB1">
      <w:pPr>
        <w:spacing w:line="280" w:lineRule="exact"/>
        <w:ind w:left="567"/>
        <w:rPr>
          <w:rFonts w:ascii="Riojana" w:hAnsi="Riojana" w:cs="Arial"/>
        </w:rPr>
      </w:pPr>
      <w:r w:rsidRPr="00204CB1">
        <w:rPr>
          <w:rFonts w:ascii="Riojana" w:hAnsi="Riojana"/>
        </w:rPr>
        <w:t>Las cuantías experimentarán un incremento máximo, en términos anuales, al fijado en el artículo 44.2 de la presente Ley.</w:t>
      </w:r>
    </w:p>
    <w:p w:rsidR="00011E90" w:rsidRPr="00204CB1" w:rsidRDefault="00011E90" w:rsidP="00204CB1">
      <w:pPr>
        <w:numPr>
          <w:ilvl w:val="0"/>
          <w:numId w:val="46"/>
        </w:numPr>
        <w:tabs>
          <w:tab w:val="num" w:pos="567"/>
        </w:tabs>
        <w:spacing w:after="100" w:line="280" w:lineRule="exact"/>
        <w:ind w:left="567" w:hanging="283"/>
        <w:rPr>
          <w:rFonts w:ascii="Riojana" w:hAnsi="Riojana"/>
        </w:rPr>
      </w:pPr>
      <w:r w:rsidRPr="00204CB1">
        <w:rPr>
          <w:rFonts w:ascii="Riojana" w:hAnsi="Riojana"/>
        </w:rPr>
        <w:t>El complemento de productividad, que experimentará un incremento máximo, en términos anuales, del fijado en el artículo  44.2 de la presente ley, retribuirá el especial rendimiento, la actividad y dedicación extraordinaria, y el interés o iniciativa con que se desempeñen los puestos de trabajo.</w:t>
      </w:r>
    </w:p>
    <w:p w:rsidR="00011E90" w:rsidRPr="00204CB1" w:rsidRDefault="00011E90" w:rsidP="00204CB1">
      <w:pPr>
        <w:spacing w:line="280" w:lineRule="exact"/>
        <w:ind w:left="567"/>
        <w:rPr>
          <w:rFonts w:ascii="Riojana" w:hAnsi="Riojana"/>
        </w:rPr>
      </w:pPr>
      <w:r w:rsidRPr="00204CB1">
        <w:rPr>
          <w:rFonts w:ascii="Riojana" w:hAnsi="Riojana"/>
        </w:rPr>
        <w:t>La valoración de la productividad deberá realizarse en función de circunstancias objetivas relacionadas directamente con el desempeño del puesto de trabajo y la consecución de los resultados u objetivos asignados al mismo en el correspondiente programa.</w:t>
      </w:r>
    </w:p>
    <w:p w:rsidR="00011E90" w:rsidRPr="00204CB1" w:rsidRDefault="00011E90" w:rsidP="00204CB1">
      <w:pPr>
        <w:spacing w:line="280" w:lineRule="exact"/>
        <w:ind w:left="567"/>
        <w:rPr>
          <w:rFonts w:ascii="Riojana" w:hAnsi="Riojana"/>
        </w:rPr>
      </w:pPr>
      <w:r w:rsidRPr="00204CB1">
        <w:rPr>
          <w:rFonts w:ascii="Riojana" w:hAnsi="Riojana"/>
        </w:rPr>
        <w:t>En ningún caso, las cuantías asignadas por complemento de productividad durante un periodo de tiempo originarán ningún tipo de derecho individual respecto de las valoraciones o apreciaciones correspondientes a periodos sucesivos.</w:t>
      </w:r>
    </w:p>
    <w:p w:rsidR="00011E90" w:rsidRPr="00204CB1" w:rsidRDefault="00011E90" w:rsidP="00204CB1">
      <w:pPr>
        <w:numPr>
          <w:ilvl w:val="0"/>
          <w:numId w:val="46"/>
        </w:numPr>
        <w:tabs>
          <w:tab w:val="num" w:pos="567"/>
        </w:tabs>
        <w:spacing w:after="100" w:line="280" w:lineRule="exact"/>
        <w:ind w:left="567" w:hanging="283"/>
        <w:rPr>
          <w:rFonts w:ascii="Riojana" w:hAnsi="Riojana"/>
        </w:rPr>
      </w:pPr>
      <w:r w:rsidRPr="00204CB1">
        <w:rPr>
          <w:rFonts w:ascii="Riojana" w:hAnsi="Riojana"/>
        </w:rPr>
        <w:t>Las gratificaciones por servicios extraordinarios, que experimentarán un incremento máximo, en términos anuales, al fijado en el artículo 44.2 de la presente ley, se concederán dentro de los créditos asignados a tal fin.</w:t>
      </w:r>
    </w:p>
    <w:p w:rsidR="00011E90" w:rsidRPr="00204CB1" w:rsidRDefault="00011E90" w:rsidP="00204CB1">
      <w:pPr>
        <w:spacing w:line="280" w:lineRule="exact"/>
        <w:ind w:left="567"/>
        <w:rPr>
          <w:rFonts w:ascii="Riojana" w:hAnsi="Riojana"/>
        </w:rPr>
      </w:pPr>
      <w:r w:rsidRPr="00204CB1">
        <w:rPr>
          <w:rFonts w:ascii="Riojana" w:hAnsi="Riojana"/>
        </w:rPr>
        <w:t>Estas gratificaciones tendrán carácter excepcional y solamente podrán ser reconocidas por servicios extraordinarios prestados fuera de la jornada normal de trabajo, sin que, en ningún caso, puedan ser fijas en su cuantía ni periódicas en su devengo, ni originar derechos individuales en periodos sucesivos.</w:t>
      </w:r>
    </w:p>
    <w:p w:rsidR="00011E90" w:rsidRPr="00204CB1" w:rsidRDefault="00011E90" w:rsidP="00204CB1">
      <w:pPr>
        <w:numPr>
          <w:ilvl w:val="0"/>
          <w:numId w:val="46"/>
        </w:numPr>
        <w:tabs>
          <w:tab w:val="num" w:pos="567"/>
        </w:tabs>
        <w:spacing w:after="100" w:line="280" w:lineRule="exact"/>
        <w:ind w:left="567" w:hanging="283"/>
        <w:rPr>
          <w:rFonts w:ascii="Riojana" w:hAnsi="Riojana"/>
        </w:rPr>
      </w:pPr>
      <w:r w:rsidRPr="00204CB1">
        <w:rPr>
          <w:rFonts w:ascii="Riojana" w:hAnsi="Riojana"/>
        </w:rPr>
        <w:t>Los complementos personales y transitorios reconocidos en cumplimiento de lo dispuesto en el artículo 13 de la Ley 50/1984, de 30 de diciembre, de Presupuestos Generales del Estado para 1985.</w:t>
      </w:r>
    </w:p>
    <w:p w:rsidR="00011E90" w:rsidRPr="00204CB1" w:rsidRDefault="00011E90" w:rsidP="00204CB1">
      <w:pPr>
        <w:spacing w:line="280" w:lineRule="exact"/>
        <w:ind w:left="567"/>
        <w:rPr>
          <w:rFonts w:ascii="Riojana" w:hAnsi="Riojana"/>
        </w:rPr>
      </w:pPr>
      <w:r w:rsidRPr="00204CB1">
        <w:rPr>
          <w:rFonts w:ascii="Riojana" w:hAnsi="Riojana"/>
        </w:rPr>
        <w:t>Estos complementos reconocidos al personal incluido en el ámbito de aplicación de la Ley 50/1984, de 30 de diciembre, serán absorbidos por cualquier mejora retributiva que se produzca en el año 2023, incluidas las derivadas del cambio de puesto de trabajo. Incluso en el caso de que el cambio de puesto de trabajo determine una disminución de retribuciones se mantendrá el complemento personal transitorio fijado al producirse la aplicación del nuevo sistema, a cuya absorción se imputará cualquier mejora retributiva ulterior, incluso las que puedan derivarse del cambio de puesto de trabajo.</w:t>
      </w:r>
    </w:p>
    <w:p w:rsidR="00011E90" w:rsidRPr="00204CB1" w:rsidRDefault="00011E90" w:rsidP="00204CB1">
      <w:pPr>
        <w:spacing w:line="280" w:lineRule="exact"/>
        <w:ind w:left="567"/>
        <w:rPr>
          <w:rFonts w:ascii="Riojana" w:hAnsi="Riojana"/>
        </w:rPr>
      </w:pPr>
      <w:r w:rsidRPr="00204CB1">
        <w:rPr>
          <w:rFonts w:ascii="Riojana" w:hAnsi="Riojana"/>
        </w:rPr>
        <w:t xml:space="preserve">A efectos de la absorción prevista, el incremento de retribuciones de carácter general que se establece en esta ley solo se computará en el 50 % de su importe, entendiendo que tienen este </w:t>
      </w:r>
      <w:r w:rsidRPr="00204CB1">
        <w:rPr>
          <w:rFonts w:ascii="Riojana" w:hAnsi="Riojana"/>
        </w:rPr>
        <w:lastRenderedPageBreak/>
        <w:t>carácter el sueldo, complemento de destino y complemento específico referidos a catorce mensualidades.</w:t>
      </w:r>
    </w:p>
    <w:p w:rsidR="00011E90" w:rsidRPr="00204CB1" w:rsidRDefault="00011E90" w:rsidP="00204CB1">
      <w:pPr>
        <w:spacing w:line="280" w:lineRule="exact"/>
        <w:ind w:left="567"/>
        <w:rPr>
          <w:rFonts w:ascii="Riojana" w:hAnsi="Riojana"/>
        </w:rPr>
      </w:pPr>
      <w:r w:rsidRPr="00204CB1">
        <w:rPr>
          <w:rFonts w:ascii="Riojana" w:hAnsi="Riojana"/>
        </w:rPr>
        <w:t>En ningún caso se considerarán los trienios, el complemento de productividad ni las gratificaciones por servicios extraordinarios.</w:t>
      </w:r>
    </w:p>
    <w:p w:rsidR="00011E90" w:rsidRDefault="00011E90" w:rsidP="00204CB1">
      <w:pPr>
        <w:numPr>
          <w:ilvl w:val="0"/>
          <w:numId w:val="46"/>
        </w:numPr>
        <w:tabs>
          <w:tab w:val="num" w:pos="567"/>
        </w:tabs>
        <w:spacing w:after="100" w:line="280" w:lineRule="exact"/>
        <w:ind w:left="567" w:hanging="283"/>
        <w:rPr>
          <w:rFonts w:ascii="Riojana" w:hAnsi="Riojana"/>
        </w:rPr>
      </w:pPr>
      <w:r w:rsidRPr="00204CB1">
        <w:rPr>
          <w:rFonts w:ascii="Riojana" w:hAnsi="Riojana"/>
        </w:rPr>
        <w:t>Se mantienen a título personal las retribuciones del personal del grupo E/agrupaciones profesionales del EBEP, de acuerdo con lo dispuesto en el artículo 24.Uno.b) de la Ley 26/2009, de 23 de diciembre, de Presupuestos Generales del Estado para el año 2010, incrementadas según lo previsto en el artículo 44.2 de la presente ley, respecto de las vigentes a 31 de diciembre de 2022.</w:t>
      </w:r>
    </w:p>
    <w:p w:rsidR="007E1399" w:rsidRPr="00204CB1" w:rsidRDefault="007E1399" w:rsidP="007E1399">
      <w:pPr>
        <w:spacing w:after="100" w:line="280" w:lineRule="exact"/>
        <w:ind w:left="284"/>
        <w:rPr>
          <w:rFonts w:ascii="Riojana" w:hAnsi="Riojana"/>
        </w:rPr>
      </w:pPr>
    </w:p>
    <w:p w:rsidR="00011E90" w:rsidRPr="00204CB1" w:rsidRDefault="00011E90" w:rsidP="00204CB1">
      <w:pPr>
        <w:pStyle w:val="Ttulo6"/>
        <w:spacing w:before="120" w:line="280" w:lineRule="exact"/>
        <w:rPr>
          <w:rFonts w:ascii="Riojana" w:hAnsi="Riojana"/>
        </w:rPr>
      </w:pPr>
      <w:r w:rsidRPr="00204CB1">
        <w:rPr>
          <w:rFonts w:ascii="Riojana" w:hAnsi="Riojana"/>
        </w:rPr>
        <w:t>Artículo 50. Retribuciones del personal del Servicio Riojano de Salud</w:t>
      </w:r>
    </w:p>
    <w:p w:rsidR="00011E90" w:rsidRPr="00204CB1" w:rsidRDefault="00011E90" w:rsidP="00204CB1">
      <w:pPr>
        <w:spacing w:line="280" w:lineRule="exact"/>
        <w:rPr>
          <w:rFonts w:ascii="Riojana" w:hAnsi="Riojana"/>
        </w:rPr>
      </w:pPr>
      <w:r w:rsidRPr="00204CB1">
        <w:rPr>
          <w:rFonts w:ascii="Riojana" w:hAnsi="Riojana"/>
        </w:rPr>
        <w:t>1. Las retribuciones a percibir en el año 2023 por el personal funcionario del Servicio Riojano de Salud serán las establecidas para el personal estatutario.</w:t>
      </w:r>
    </w:p>
    <w:p w:rsidR="00011E90" w:rsidRPr="00204CB1" w:rsidRDefault="00011E90" w:rsidP="00204CB1">
      <w:pPr>
        <w:spacing w:line="280" w:lineRule="exact"/>
        <w:rPr>
          <w:rFonts w:ascii="Riojana" w:hAnsi="Riojana"/>
        </w:rPr>
      </w:pPr>
      <w:r w:rsidRPr="00204CB1">
        <w:rPr>
          <w:rFonts w:ascii="Riojana" w:hAnsi="Riojana"/>
        </w:rPr>
        <w:t>2. El personal incluido en el ámbito de aplicación de la Ley 55/2003, de 16 de diciembre, del Estatuto Marco del personal estatutario de los servicios de salud, percibirá el sueldo, los trienios y el complemento de destino según lo previsto para dichos conceptos retributivos en el artículo 49.a), b) y c) de esta ley, sin perjuicio de lo establecido en los artículos 42 y 43 de la Ley 55/2003, de 16 de diciembre, del Estatuto Marco del personal estatutario de los servicios de salud.</w:t>
      </w:r>
    </w:p>
    <w:p w:rsidR="00011E90" w:rsidRPr="00204CB1" w:rsidRDefault="00011E90" w:rsidP="00204CB1">
      <w:pPr>
        <w:spacing w:line="280" w:lineRule="exact"/>
        <w:rPr>
          <w:rFonts w:ascii="Riojana" w:hAnsi="Riojana"/>
        </w:rPr>
      </w:pPr>
      <w:r w:rsidRPr="00204CB1">
        <w:rPr>
          <w:rFonts w:ascii="Riojana" w:hAnsi="Riojana"/>
        </w:rPr>
        <w:t>Las pagas extraordinarias, que se percibirán en los meses de junio y diciembre, tendrán el importe previsto en el artículo 44.4.2 de sueldo y trienios, en su caso, y complemento de destino y complemento específico (modalidad A) o conceptos o cuantías equivalentes en función del régimen retributivo de los colectivos a los que este artículo resulte de aplicación.</w:t>
      </w:r>
    </w:p>
    <w:p w:rsidR="00011E90" w:rsidRPr="00204CB1" w:rsidRDefault="00011E90" w:rsidP="00204CB1">
      <w:pPr>
        <w:spacing w:line="280" w:lineRule="exact"/>
        <w:rPr>
          <w:rFonts w:ascii="Riojana" w:hAnsi="Riojana"/>
        </w:rPr>
      </w:pPr>
      <w:r w:rsidRPr="00204CB1">
        <w:rPr>
          <w:rFonts w:ascii="Riojana" w:hAnsi="Riojana"/>
        </w:rPr>
        <w:t>El importe de las retribuciones, a excepción de los complementos de carrera y desarrollo profesional, experimentará un incremento según lo establecido en el artículo 44.2 de la presente ley.</w:t>
      </w:r>
    </w:p>
    <w:p w:rsidR="00011E90" w:rsidRPr="00204CB1" w:rsidRDefault="00011E90" w:rsidP="00204CB1">
      <w:pPr>
        <w:spacing w:line="280" w:lineRule="exact"/>
        <w:rPr>
          <w:rFonts w:ascii="Riojana" w:hAnsi="Riojana"/>
        </w:rPr>
      </w:pPr>
      <w:r w:rsidRPr="00204CB1">
        <w:rPr>
          <w:rFonts w:ascii="Riojana" w:hAnsi="Riojana"/>
        </w:rPr>
        <w:t>La cuantía individual del complemento de productividad se determinará conforme a los criterios señalados en el artículo 43.2.c) de la Ley 55/2003, de 16 de diciembre, del Estatuto Marco del personal estatutario de los servicios de salud, y en las demás normas dictadas en su desarrollo.</w:t>
      </w:r>
    </w:p>
    <w:p w:rsidR="00011E90" w:rsidRDefault="00011E90" w:rsidP="00204CB1">
      <w:pPr>
        <w:spacing w:line="280" w:lineRule="exact"/>
        <w:rPr>
          <w:rFonts w:ascii="Riojana" w:hAnsi="Riojana"/>
        </w:rPr>
      </w:pPr>
      <w:r w:rsidRPr="00204CB1">
        <w:rPr>
          <w:rFonts w:ascii="Riojana" w:hAnsi="Riojana"/>
        </w:rPr>
        <w:t>Para el cómputo del valor de la 'hora ordinaria de trabajo' correspondiente al complemento específico por especial dedicación (modalidad B) se tendrán en cuenta la totalidad de las retribuciones fijas anuales dividida entre el número de horas de la jornada anual.</w:t>
      </w:r>
    </w:p>
    <w:p w:rsidR="007E1399" w:rsidRPr="00204CB1" w:rsidRDefault="007E1399" w:rsidP="00204CB1">
      <w:pPr>
        <w:spacing w:line="280" w:lineRule="exact"/>
        <w:rPr>
          <w:rFonts w:ascii="Riojana" w:hAnsi="Riojana"/>
        </w:rPr>
      </w:pPr>
    </w:p>
    <w:p w:rsidR="00011E90" w:rsidRPr="00204CB1" w:rsidRDefault="00011E90" w:rsidP="00204CB1">
      <w:pPr>
        <w:pStyle w:val="Ttulo6"/>
        <w:spacing w:before="120" w:line="280" w:lineRule="exact"/>
        <w:rPr>
          <w:rFonts w:ascii="Riojana" w:hAnsi="Riojana"/>
        </w:rPr>
      </w:pPr>
      <w:r w:rsidRPr="00204CB1">
        <w:rPr>
          <w:rFonts w:ascii="Riojana" w:hAnsi="Riojana"/>
        </w:rPr>
        <w:lastRenderedPageBreak/>
        <w:t>Artículo 51. Retribuciones del personal funcionario de los cuerpos al servicio de la Administración de Justicia</w:t>
      </w:r>
    </w:p>
    <w:p w:rsidR="00011E90" w:rsidRPr="00204CB1" w:rsidRDefault="00011E90" w:rsidP="00204CB1">
      <w:pPr>
        <w:spacing w:line="280" w:lineRule="exact"/>
        <w:rPr>
          <w:rFonts w:ascii="Riojana" w:hAnsi="Riojana"/>
        </w:rPr>
      </w:pPr>
      <w:r w:rsidRPr="00204CB1">
        <w:rPr>
          <w:rFonts w:ascii="Riojana" w:hAnsi="Riojana"/>
        </w:rPr>
        <w:t>1. El personal funcionario de los cuerpos al servicio de la Administración de Justicia que desempeñe sus funciones en el ámbito competencial de la Comunidad Autónoma de La Rioja percibirá las retribuciones previstas en los Presupuestos Generales del Estado para el año 2023 y en la demás normativa que resulte aplicable.</w:t>
      </w:r>
    </w:p>
    <w:p w:rsidR="00011E90" w:rsidRDefault="00011E90" w:rsidP="00204CB1">
      <w:pPr>
        <w:spacing w:line="280" w:lineRule="exact"/>
        <w:rPr>
          <w:rFonts w:ascii="Riojana" w:hAnsi="Riojana"/>
        </w:rPr>
      </w:pPr>
      <w:r w:rsidRPr="00204CB1">
        <w:rPr>
          <w:rFonts w:ascii="Riojana" w:hAnsi="Riojana"/>
        </w:rPr>
        <w:t>2. Las retribuciones complementarias, variables y especiales de los funcionarios a los que se refiere el apartado anterior experimentarán un incremento en los mismos términos que el fijado en la normativa básica establecida en materia presupuestaria para el año 2023, respecto a las vigentes a 31 de diciembre de 2022.</w:t>
      </w:r>
    </w:p>
    <w:p w:rsidR="007E1399" w:rsidRPr="00204CB1" w:rsidRDefault="007E1399" w:rsidP="00204CB1">
      <w:pPr>
        <w:spacing w:line="280" w:lineRule="exact"/>
        <w:rPr>
          <w:rFonts w:ascii="Riojana" w:hAnsi="Riojana"/>
        </w:rPr>
      </w:pPr>
    </w:p>
    <w:p w:rsidR="00011E90" w:rsidRPr="00204CB1" w:rsidRDefault="00011E90" w:rsidP="00204CB1">
      <w:pPr>
        <w:pStyle w:val="Ttulo6"/>
        <w:spacing w:before="120" w:line="280" w:lineRule="exact"/>
        <w:rPr>
          <w:rFonts w:ascii="Riojana" w:hAnsi="Riojana"/>
        </w:rPr>
      </w:pPr>
      <w:r w:rsidRPr="00204CB1">
        <w:rPr>
          <w:rFonts w:ascii="Riojana" w:hAnsi="Riojana"/>
        </w:rPr>
        <w:t>Artículo 52. Retribuciones de los funcionarios interinos, en prácticas y eventuales</w:t>
      </w:r>
    </w:p>
    <w:p w:rsidR="00011E90" w:rsidRPr="00204CB1" w:rsidRDefault="00011E90" w:rsidP="00204CB1">
      <w:pPr>
        <w:spacing w:line="280" w:lineRule="exact"/>
        <w:rPr>
          <w:rFonts w:ascii="Riojana" w:hAnsi="Riojana"/>
        </w:rPr>
      </w:pPr>
      <w:r w:rsidRPr="00204CB1">
        <w:rPr>
          <w:rFonts w:ascii="Riojana" w:hAnsi="Riojana"/>
        </w:rPr>
        <w:t>1. Los funcionarios interinos incluidos en el ámbito de aplicación del EBEP percibirán las retribuciones básicas, incluidos trienios, correspondientes al grupo o subgrupo en el que esté incluido el cuerpo de pertenencia, siendo de aplicación a este colectivo lo dispuesto en el artículo 44.4 y en el 45.b) de la presente ley, y las retribuciones complementarias que correspondan al puesto de trabajo que desempeñen, excluidas las que están vinculadas a la condición de funcionario de carrera.</w:t>
      </w:r>
    </w:p>
    <w:p w:rsidR="00011E90" w:rsidRPr="00204CB1" w:rsidRDefault="00011E90" w:rsidP="00204CB1">
      <w:pPr>
        <w:spacing w:line="280" w:lineRule="exact"/>
        <w:rPr>
          <w:rFonts w:ascii="Riojana" w:hAnsi="Riojana"/>
        </w:rPr>
      </w:pPr>
      <w:r w:rsidRPr="00204CB1">
        <w:rPr>
          <w:rFonts w:ascii="Riojana" w:hAnsi="Riojana"/>
        </w:rPr>
        <w:t>2. Las retribuciones de los funcionarios en prácticas se acomodarán a lo dispuesto en el Real Decreto 456/1986, de 10 de febrero.</w:t>
      </w:r>
    </w:p>
    <w:p w:rsidR="00011E90" w:rsidRPr="00204CB1" w:rsidRDefault="00011E90" w:rsidP="00204CB1">
      <w:pPr>
        <w:spacing w:line="280" w:lineRule="exact"/>
        <w:rPr>
          <w:rFonts w:ascii="Riojana" w:hAnsi="Riojana"/>
        </w:rPr>
      </w:pPr>
      <w:r w:rsidRPr="00204CB1">
        <w:rPr>
          <w:rFonts w:ascii="Riojana" w:hAnsi="Riojana"/>
        </w:rPr>
        <w:t>Cuando el nombramiento de funcionarios en prácticas a que se refiere el artículo 24.1 del Reglamento General de ingreso del personal al servicio de la Administración General del Estado y de provisión de puestos de trabajo y promoción profesional de los funcionarios civiles de la Administración General del Estado, aprobado por Real Decreto 364/1995, de 10 de marzo, recaiga en personal que esté prestando servicios remunerados en la Administración de la Comunidad Autónoma de La Rioja durante el tiempo correspondiente al periodo de prácticas o el curso selectivo, seguirán percibiendo los trienios en cada momento perfeccionados.</w:t>
      </w:r>
    </w:p>
    <w:p w:rsidR="00011E90" w:rsidRPr="00204CB1" w:rsidRDefault="00011E90" w:rsidP="00204CB1">
      <w:pPr>
        <w:spacing w:line="280" w:lineRule="exact"/>
        <w:rPr>
          <w:rFonts w:ascii="Riojana" w:hAnsi="Riojana"/>
        </w:rPr>
      </w:pPr>
      <w:r w:rsidRPr="00204CB1">
        <w:rPr>
          <w:rFonts w:ascii="Riojana" w:hAnsi="Riojana"/>
        </w:rPr>
        <w:t>El tiempo en el que se preste servicios como funcionario en prácticas se computará, a efectos de consolidación de trienios y de derechos pasivos, como servido en el nuevo cuerpo o escala, en el caso de que, de manera efectiva, se adquiera la condición de funcionario de carrera en estos últimos.</w:t>
      </w:r>
    </w:p>
    <w:p w:rsidR="00011E90" w:rsidRPr="00204CB1" w:rsidRDefault="00011E90" w:rsidP="00204CB1">
      <w:pPr>
        <w:spacing w:line="280" w:lineRule="exact"/>
        <w:rPr>
          <w:rFonts w:ascii="Riojana" w:hAnsi="Riojana"/>
        </w:rPr>
      </w:pPr>
      <w:r w:rsidRPr="00204CB1">
        <w:rPr>
          <w:rFonts w:ascii="Riojana" w:hAnsi="Riojana"/>
        </w:rPr>
        <w:t>3. El régimen retributivo del personal eventual de confianza o asesoramiento especial será análogo al de los funcionarios, pero no devengarán trienios, salvo en el caso de que dicho personal sea funcionario o estatutario.</w:t>
      </w:r>
    </w:p>
    <w:p w:rsidR="00011E90" w:rsidRDefault="00011E90" w:rsidP="00204CB1">
      <w:pPr>
        <w:spacing w:line="280" w:lineRule="exact"/>
        <w:rPr>
          <w:rFonts w:ascii="Riojana" w:hAnsi="Riojana"/>
        </w:rPr>
      </w:pPr>
      <w:r w:rsidRPr="00204CB1">
        <w:rPr>
          <w:rFonts w:ascii="Riojana" w:hAnsi="Riojana"/>
        </w:rPr>
        <w:lastRenderedPageBreak/>
        <w:t>Los funcionarios de carrera que, en situación de activo o de servicios especiales, ocupen puestos de trabajo reservados a personal eventual, percibirán las retribuciones básicas correspondientes a su grupo o subgrupo de clasificación, incluidos trienios, las retribuciones complementarias que correspondan al puesto de trabajo que desempeñen y la antigüedad que les corresponda como funcionarios.</w:t>
      </w:r>
    </w:p>
    <w:p w:rsidR="007E1399" w:rsidRPr="00204CB1" w:rsidRDefault="007E1399" w:rsidP="00204CB1">
      <w:pPr>
        <w:spacing w:line="280" w:lineRule="exact"/>
        <w:rPr>
          <w:rFonts w:ascii="Riojana" w:hAnsi="Riojana"/>
        </w:rPr>
      </w:pPr>
    </w:p>
    <w:p w:rsidR="00011E90" w:rsidRPr="007E1399" w:rsidRDefault="00011E90" w:rsidP="00011E90">
      <w:pPr>
        <w:pStyle w:val="Ttulo4"/>
        <w:rPr>
          <w:rFonts w:ascii="Riojana Bold" w:hAnsi="Riojana Bold"/>
          <w:b w:val="0"/>
          <w:i w:val="0"/>
          <w:color w:val="auto"/>
          <w:sz w:val="22"/>
          <w:szCs w:val="22"/>
        </w:rPr>
      </w:pPr>
      <w:r w:rsidRPr="007E1399">
        <w:rPr>
          <w:rFonts w:ascii="Riojana Bold" w:hAnsi="Riojana Bold"/>
          <w:b w:val="0"/>
          <w:i w:val="0"/>
          <w:color w:val="auto"/>
          <w:sz w:val="22"/>
          <w:szCs w:val="22"/>
        </w:rPr>
        <w:t>CAPÍTULO III. Otras disposiciones en materia de régimen del personal activo</w:t>
      </w:r>
    </w:p>
    <w:p w:rsidR="007E1399" w:rsidRPr="000236AD" w:rsidRDefault="007E1399" w:rsidP="007E1399">
      <w:pPr>
        <w:pStyle w:val="Ttulo6"/>
        <w:spacing w:before="120" w:line="280" w:lineRule="exact"/>
        <w:rPr>
          <w:rFonts w:ascii="Riojana" w:hAnsi="Riojana"/>
        </w:rPr>
      </w:pPr>
    </w:p>
    <w:p w:rsidR="00011E90" w:rsidRPr="000236AD" w:rsidRDefault="00011E90" w:rsidP="007E1399">
      <w:pPr>
        <w:pStyle w:val="Ttulo6"/>
        <w:spacing w:before="120" w:line="280" w:lineRule="exact"/>
        <w:rPr>
          <w:rFonts w:ascii="Riojana" w:hAnsi="Riojana"/>
        </w:rPr>
      </w:pPr>
      <w:r w:rsidRPr="000236AD">
        <w:rPr>
          <w:rFonts w:ascii="Riojana" w:hAnsi="Riojana"/>
        </w:rPr>
        <w:t>Artículo 53. Prohibición de ingresos atípicos</w:t>
      </w:r>
    </w:p>
    <w:p w:rsidR="00011E90" w:rsidRPr="000236AD" w:rsidRDefault="00011E90" w:rsidP="007E1399">
      <w:pPr>
        <w:spacing w:line="280" w:lineRule="exact"/>
        <w:rPr>
          <w:rFonts w:ascii="Riojana" w:hAnsi="Riojana"/>
        </w:rPr>
      </w:pPr>
      <w:r w:rsidRPr="000236AD">
        <w:rPr>
          <w:rFonts w:ascii="Riojana" w:hAnsi="Riojana"/>
        </w:rPr>
        <w:t>1. El personal al servicio de la Comunidad Autónoma no podrá percibir participación alguna de los tributos, comisiones y otros ingresos de cualquier naturaleza que correspondan a la misma o a cualquier ente público de ella dependiente, como contraprestación de cualquier servicio o jurisdicción, ni participación o premio en multas impuestas, aun cuando estuviesen normativamente atribuidas a los mismos, debiendo percibir únicamente las remuneraciones del correspondiente régimen retributivo, y sin perjuicio de lo que resulte de la aplicación del sistema de incompatibilidades y de lo dispuesto en la normativa específica sobre disfrute de vivienda por razón del trabajo o cargo desempeñado.</w:t>
      </w:r>
    </w:p>
    <w:p w:rsidR="00011E90" w:rsidRPr="000236AD" w:rsidRDefault="00011E90" w:rsidP="007E1399">
      <w:pPr>
        <w:spacing w:line="280" w:lineRule="exact"/>
        <w:rPr>
          <w:rFonts w:ascii="Riojana" w:hAnsi="Riojana"/>
        </w:rPr>
      </w:pPr>
      <w:r w:rsidRPr="000236AD">
        <w:rPr>
          <w:rFonts w:ascii="Riojana" w:hAnsi="Riojana"/>
        </w:rPr>
        <w:t>2. Los altos cargos y funcionarios a los que se refieren las leyes 8/2003, de 28 de octubre, del Gobierno e incompatibilidades de sus miembros, y 30/2015, de 30 de marzo, reguladora del ejercicio del Alto Cargo de la Administración General del Estado, respectivamente, no podrán percibir ningún tipo de retribuciones de órganos colegiados de la Administración y de empresas con capital o control públicos.</w:t>
      </w:r>
    </w:p>
    <w:p w:rsidR="00011E90" w:rsidRDefault="00011E90" w:rsidP="007E1399">
      <w:pPr>
        <w:spacing w:line="280" w:lineRule="exact"/>
        <w:rPr>
          <w:rFonts w:ascii="Riojana" w:hAnsi="Riojana"/>
        </w:rPr>
      </w:pPr>
      <w:r w:rsidRPr="000236AD">
        <w:rPr>
          <w:rFonts w:ascii="Riojana" w:hAnsi="Riojana"/>
        </w:rPr>
        <w:t>3. El personal funcionario podrá percibir retribuciones de órganos colegiados únicamente por aquella actividad desarrollada fuera de la jornada laboral.</w:t>
      </w:r>
    </w:p>
    <w:p w:rsidR="000236AD" w:rsidRPr="000236AD" w:rsidRDefault="000236AD" w:rsidP="007E1399">
      <w:pPr>
        <w:spacing w:line="280" w:lineRule="exact"/>
        <w:rPr>
          <w:rFonts w:ascii="Riojana" w:hAnsi="Riojana"/>
        </w:rPr>
      </w:pPr>
    </w:p>
    <w:p w:rsidR="00011E90" w:rsidRPr="000236AD" w:rsidRDefault="00011E90" w:rsidP="007E1399">
      <w:pPr>
        <w:pStyle w:val="Ttulo6"/>
        <w:spacing w:before="120" w:line="280" w:lineRule="exact"/>
        <w:rPr>
          <w:rFonts w:ascii="Riojana" w:hAnsi="Riojana"/>
        </w:rPr>
      </w:pPr>
      <w:r w:rsidRPr="000236AD">
        <w:rPr>
          <w:rFonts w:ascii="Riojana" w:hAnsi="Riojana"/>
        </w:rPr>
        <w:t>Artículo 54. Requisitos para la determinación o modificación de retribuciones del personal laboral y no funcionario</w:t>
      </w:r>
    </w:p>
    <w:p w:rsidR="00011E90" w:rsidRPr="000236AD" w:rsidRDefault="00011E90" w:rsidP="007E1399">
      <w:pPr>
        <w:pStyle w:val="Normalltimoprrafo"/>
        <w:spacing w:line="280" w:lineRule="exact"/>
        <w:rPr>
          <w:rFonts w:ascii="Riojana" w:hAnsi="Riojana"/>
        </w:rPr>
      </w:pPr>
      <w:r w:rsidRPr="000236AD">
        <w:rPr>
          <w:rFonts w:ascii="Riojana" w:hAnsi="Riojana"/>
        </w:rPr>
        <w:t>1. Durante el año 2023 será preceptiva la emisión de informes de la Dirección General de Control Presupuestario y de la Dirección General de Función Pública, teniendo en caso de este último carácter vinculante, para proceder a determinar o modificar las condiciones retributivas del personal laboral y no funcionario al servicio de:</w:t>
      </w:r>
    </w:p>
    <w:p w:rsidR="00011E90" w:rsidRPr="000236AD" w:rsidRDefault="00011E90" w:rsidP="007E1399">
      <w:pPr>
        <w:numPr>
          <w:ilvl w:val="0"/>
          <w:numId w:val="47"/>
        </w:numPr>
        <w:tabs>
          <w:tab w:val="num" w:pos="567"/>
        </w:tabs>
        <w:spacing w:after="100" w:line="280" w:lineRule="exact"/>
        <w:ind w:left="567" w:hanging="283"/>
        <w:rPr>
          <w:rFonts w:ascii="Riojana" w:hAnsi="Riojana"/>
        </w:rPr>
      </w:pPr>
      <w:r w:rsidRPr="000236AD">
        <w:rPr>
          <w:rFonts w:ascii="Riojana" w:hAnsi="Riojana"/>
        </w:rPr>
        <w:t>La Administración general de la Comunidad Autónoma de La Rioja y de sus organismos públicos.</w:t>
      </w:r>
    </w:p>
    <w:p w:rsidR="00011E90" w:rsidRPr="000236AD" w:rsidRDefault="00011E90" w:rsidP="007E1399">
      <w:pPr>
        <w:numPr>
          <w:ilvl w:val="0"/>
          <w:numId w:val="47"/>
        </w:numPr>
        <w:tabs>
          <w:tab w:val="num" w:pos="567"/>
        </w:tabs>
        <w:spacing w:after="100" w:line="280" w:lineRule="exact"/>
        <w:ind w:left="567" w:hanging="283"/>
        <w:rPr>
          <w:rFonts w:ascii="Riojana" w:hAnsi="Riojana"/>
        </w:rPr>
      </w:pPr>
      <w:r w:rsidRPr="000236AD">
        <w:rPr>
          <w:rFonts w:ascii="Riojana" w:hAnsi="Riojana"/>
        </w:rPr>
        <w:t>El resto de los entes integrantes del sector público.</w:t>
      </w:r>
    </w:p>
    <w:p w:rsidR="00011E90" w:rsidRPr="000236AD" w:rsidRDefault="00011E90" w:rsidP="007E1399">
      <w:pPr>
        <w:pStyle w:val="Normalprimerprrafo"/>
        <w:spacing w:before="120" w:line="280" w:lineRule="exact"/>
        <w:rPr>
          <w:rFonts w:ascii="Riojana" w:hAnsi="Riojana"/>
        </w:rPr>
      </w:pPr>
      <w:r w:rsidRPr="000236AD">
        <w:rPr>
          <w:rFonts w:ascii="Riojana" w:hAnsi="Riojana"/>
        </w:rPr>
        <w:t xml:space="preserve">2. Con carácter previo al comienzo de las negociaciones de acuerdos o convenios colectivos que se celebren en el año 2023, deberá solicitarse a la Dirección General de Control Presupuestario la </w:t>
      </w:r>
      <w:r w:rsidRPr="000236AD">
        <w:rPr>
          <w:rFonts w:ascii="Riojana" w:hAnsi="Riojana"/>
        </w:rPr>
        <w:lastRenderedPageBreak/>
        <w:t>correspondiente autorización de masa salarial. A tal efecto, la solicitud de autorización deberá cuantificar el límite máximo de las obligaciones que pretenden contraerse como consecuencia de dichos pactos.</w:t>
      </w:r>
    </w:p>
    <w:p w:rsidR="00011E90" w:rsidRPr="000236AD" w:rsidRDefault="00011E90" w:rsidP="007E1399">
      <w:pPr>
        <w:pStyle w:val="Normalltimoprrafo"/>
        <w:spacing w:line="280" w:lineRule="exact"/>
        <w:rPr>
          <w:rFonts w:ascii="Riojana" w:hAnsi="Riojana"/>
        </w:rPr>
      </w:pPr>
      <w:r w:rsidRPr="000236AD">
        <w:rPr>
          <w:rFonts w:ascii="Riojana" w:hAnsi="Riojana"/>
        </w:rPr>
        <w:t>La propuesta de masa salarial presentada no deberá contener incrementos con respecto a la del año anterior salvo por alguna de las siguientes causas:</w:t>
      </w:r>
    </w:p>
    <w:p w:rsidR="00011E90" w:rsidRPr="000236AD" w:rsidRDefault="00011E90" w:rsidP="007E1399">
      <w:pPr>
        <w:numPr>
          <w:ilvl w:val="0"/>
          <w:numId w:val="48"/>
        </w:numPr>
        <w:tabs>
          <w:tab w:val="num" w:pos="567"/>
        </w:tabs>
        <w:spacing w:after="100" w:line="280" w:lineRule="exact"/>
        <w:ind w:left="567" w:hanging="283"/>
        <w:rPr>
          <w:rFonts w:ascii="Riojana" w:hAnsi="Riojana"/>
        </w:rPr>
      </w:pPr>
      <w:r w:rsidRPr="000236AD">
        <w:rPr>
          <w:rFonts w:ascii="Riojana" w:hAnsi="Riojana"/>
        </w:rPr>
        <w:t>El incremento que se establece en el artículo 44.2 de la presente ley.</w:t>
      </w:r>
    </w:p>
    <w:p w:rsidR="00011E90" w:rsidRPr="000236AD" w:rsidRDefault="00011E90" w:rsidP="007E1399">
      <w:pPr>
        <w:numPr>
          <w:ilvl w:val="0"/>
          <w:numId w:val="48"/>
        </w:numPr>
        <w:tabs>
          <w:tab w:val="num" w:pos="567"/>
        </w:tabs>
        <w:spacing w:after="100" w:line="280" w:lineRule="exact"/>
        <w:ind w:left="567" w:hanging="283"/>
        <w:rPr>
          <w:rFonts w:ascii="Riojana" w:hAnsi="Riojana"/>
        </w:rPr>
      </w:pPr>
      <w:r w:rsidRPr="000236AD">
        <w:rPr>
          <w:rFonts w:ascii="Riojana" w:hAnsi="Riojana"/>
        </w:rPr>
        <w:t>El incremento que se pueda producir por variación de efectivos fijos.</w:t>
      </w:r>
    </w:p>
    <w:p w:rsidR="00011E90" w:rsidRPr="000236AD" w:rsidRDefault="00011E90" w:rsidP="007E1399">
      <w:pPr>
        <w:numPr>
          <w:ilvl w:val="0"/>
          <w:numId w:val="48"/>
        </w:numPr>
        <w:tabs>
          <w:tab w:val="num" w:pos="567"/>
        </w:tabs>
        <w:spacing w:after="100" w:line="280" w:lineRule="exact"/>
        <w:ind w:left="567" w:hanging="283"/>
        <w:rPr>
          <w:rFonts w:ascii="Riojana" w:hAnsi="Riojana"/>
        </w:rPr>
      </w:pPr>
      <w:r w:rsidRPr="000236AD">
        <w:rPr>
          <w:rFonts w:ascii="Riojana" w:hAnsi="Riojana"/>
        </w:rPr>
        <w:t>El incremento producido como consecuencia de los nuevos devengos del concepto antigüedad de acuerdo con el sistema de antigüedad que legal o convencionalmente resulta aplicable.</w:t>
      </w:r>
    </w:p>
    <w:p w:rsidR="00011E90" w:rsidRPr="000236AD" w:rsidRDefault="00011E90" w:rsidP="007E1399">
      <w:pPr>
        <w:pStyle w:val="Normalprimerprrafo"/>
        <w:spacing w:before="120" w:line="280" w:lineRule="exact"/>
        <w:rPr>
          <w:rFonts w:ascii="Riojana" w:hAnsi="Riojana"/>
        </w:rPr>
      </w:pPr>
      <w:r w:rsidRPr="000236AD">
        <w:rPr>
          <w:rFonts w:ascii="Riojana" w:hAnsi="Riojana"/>
        </w:rPr>
        <w:t>No será necesaria esta autorización previa en los casos en los que la determinación o modificación de las condiciones retributivas derive de la ejecución de una sentencia o de la aplicación de normativa estatal básica.</w:t>
      </w:r>
    </w:p>
    <w:p w:rsidR="00011E90" w:rsidRPr="000236AD" w:rsidRDefault="00011E90" w:rsidP="007E1399">
      <w:pPr>
        <w:pStyle w:val="Normalltimoprrafo"/>
        <w:spacing w:line="280" w:lineRule="exact"/>
        <w:rPr>
          <w:rFonts w:ascii="Riojana" w:hAnsi="Riojana"/>
        </w:rPr>
      </w:pPr>
      <w:r w:rsidRPr="000236AD">
        <w:rPr>
          <w:rFonts w:ascii="Riojana" w:hAnsi="Riojana"/>
        </w:rPr>
        <w:t>3. A los efectos de los apartados anteriores, se entenderán por determinación o modificación de las condiciones retributivas del personal laboral y no funcionario las siguientes actuaciones:</w:t>
      </w:r>
    </w:p>
    <w:p w:rsidR="00011E90" w:rsidRPr="000236AD" w:rsidRDefault="00011E90" w:rsidP="007E1399">
      <w:pPr>
        <w:numPr>
          <w:ilvl w:val="0"/>
          <w:numId w:val="49"/>
        </w:numPr>
        <w:tabs>
          <w:tab w:val="num" w:pos="567"/>
        </w:tabs>
        <w:spacing w:after="100" w:line="280" w:lineRule="exact"/>
        <w:ind w:left="567" w:hanging="283"/>
        <w:rPr>
          <w:rFonts w:ascii="Riojana" w:hAnsi="Riojana"/>
        </w:rPr>
      </w:pPr>
      <w:r w:rsidRPr="000236AD">
        <w:rPr>
          <w:rFonts w:ascii="Riojana" w:hAnsi="Riojana"/>
        </w:rPr>
        <w:t>Firma de convenios colectivos por los organismos citados en el apartado 1, así como sus revisiones y las adhesiones o extensiones a los mismos.</w:t>
      </w:r>
    </w:p>
    <w:p w:rsidR="00011E90" w:rsidRPr="000236AD" w:rsidRDefault="00011E90" w:rsidP="007E1399">
      <w:pPr>
        <w:numPr>
          <w:ilvl w:val="0"/>
          <w:numId w:val="49"/>
        </w:numPr>
        <w:tabs>
          <w:tab w:val="num" w:pos="567"/>
        </w:tabs>
        <w:spacing w:after="100" w:line="280" w:lineRule="exact"/>
        <w:ind w:left="567" w:hanging="283"/>
        <w:rPr>
          <w:rFonts w:ascii="Riojana" w:hAnsi="Riojana"/>
        </w:rPr>
      </w:pPr>
      <w:r w:rsidRPr="000236AD">
        <w:rPr>
          <w:rFonts w:ascii="Riojana" w:hAnsi="Riojana"/>
        </w:rPr>
        <w:t>Otorgamiento de cualquier clase de mejoras salariales de tipo unilateral, con carácter individual o colectivo, aunque se deriven de la aplicación extensiva del régimen retributivo de los funcionarios públicos.</w:t>
      </w:r>
    </w:p>
    <w:p w:rsidR="00011E90" w:rsidRPr="000236AD" w:rsidRDefault="00011E90" w:rsidP="007E1399">
      <w:pPr>
        <w:numPr>
          <w:ilvl w:val="0"/>
          <w:numId w:val="49"/>
        </w:numPr>
        <w:tabs>
          <w:tab w:val="num" w:pos="567"/>
        </w:tabs>
        <w:spacing w:after="100" w:line="280" w:lineRule="exact"/>
        <w:ind w:left="567" w:hanging="283"/>
        <w:rPr>
          <w:rFonts w:ascii="Riojana" w:hAnsi="Riojana"/>
        </w:rPr>
      </w:pPr>
      <w:r w:rsidRPr="000236AD">
        <w:rPr>
          <w:rFonts w:ascii="Riojana" w:hAnsi="Riojana"/>
        </w:rPr>
        <w:t>Determinación de las retribuciones de puestos de nueva creación.</w:t>
      </w:r>
    </w:p>
    <w:p w:rsidR="00011E90" w:rsidRPr="000236AD" w:rsidRDefault="00011E90" w:rsidP="007E1399">
      <w:pPr>
        <w:numPr>
          <w:ilvl w:val="0"/>
          <w:numId w:val="49"/>
        </w:numPr>
        <w:tabs>
          <w:tab w:val="num" w:pos="567"/>
        </w:tabs>
        <w:spacing w:after="100" w:line="280" w:lineRule="exact"/>
        <w:ind w:left="567" w:hanging="283"/>
        <w:rPr>
          <w:rFonts w:ascii="Riojana" w:hAnsi="Riojana"/>
        </w:rPr>
      </w:pPr>
      <w:r w:rsidRPr="000236AD">
        <w:rPr>
          <w:rFonts w:ascii="Riojana" w:hAnsi="Riojana"/>
        </w:rPr>
        <w:t>Fijación de retribuciones mediante contrato individual, ya se trate de personal fijo o contratado por tiempo determinado, cuando no vengan reguladas en todo o en parte mediante convenio colectivo, con excepción del personal temporal sujeto a la relación laboral de carácter especial regulada en el artículo 2, apartado 1, letra e), del Real Decreto Legislativo 2/2015, de 23 de octubre, por el que se aprueba el Texto Refundido de la Ley del Estatuto de los Trabajadores (en adelante, Estatuto de los Trabajadores). No obstante, se deberá facilitar información de las retribuciones de este último personal a la Dirección General de Control Presupuestario.</w:t>
      </w:r>
    </w:p>
    <w:p w:rsidR="00011E90" w:rsidRPr="000236AD" w:rsidRDefault="00011E90" w:rsidP="007E1399">
      <w:pPr>
        <w:pStyle w:val="Normalprimerprrafo"/>
        <w:spacing w:before="120" w:line="280" w:lineRule="exact"/>
        <w:rPr>
          <w:rFonts w:ascii="Riojana" w:hAnsi="Riojana"/>
        </w:rPr>
      </w:pPr>
      <w:r w:rsidRPr="000236AD">
        <w:rPr>
          <w:rFonts w:ascii="Riojana" w:hAnsi="Riojana"/>
        </w:rPr>
        <w:t>4. El informe de la Dirección General de Control Presupuestario al que se refiere el apartado 1 del presente artículo versará sobre todos aquellos extremos de los que se deriven consecuencias directas o indirectas en materia de gasto público, tanto para el año 2023 como para ejercicios futuros y, especialmente, en lo que se refiere a la determinación de la masa salarial correspondiente y al control de su crecimiento.</w:t>
      </w:r>
    </w:p>
    <w:p w:rsidR="00011E90" w:rsidRPr="000236AD" w:rsidRDefault="00011E90" w:rsidP="007E1399">
      <w:pPr>
        <w:spacing w:line="280" w:lineRule="exact"/>
        <w:rPr>
          <w:rFonts w:ascii="Riojana" w:hAnsi="Riojana"/>
        </w:rPr>
      </w:pPr>
      <w:r w:rsidRPr="000236AD">
        <w:rPr>
          <w:rFonts w:ascii="Riojana" w:hAnsi="Riojana"/>
        </w:rPr>
        <w:lastRenderedPageBreak/>
        <w:t>Los organismos afectados remitirán a la Dirección General de Control Presupuestario el correspondiente proyecto, con carácter previo al inicio de las negociaciones en el caso de convenios colectivos o antes de la firma en el caso de contratos individuales, acompañando la valoración de todos sus aspectos económicos.</w:t>
      </w:r>
    </w:p>
    <w:p w:rsidR="00011E90" w:rsidRPr="000236AD" w:rsidRDefault="00011E90" w:rsidP="007E1399">
      <w:pPr>
        <w:spacing w:line="280" w:lineRule="exact"/>
        <w:rPr>
          <w:rFonts w:ascii="Riojana" w:hAnsi="Riojana"/>
        </w:rPr>
      </w:pPr>
      <w:r w:rsidRPr="000236AD">
        <w:rPr>
          <w:rFonts w:ascii="Riojana" w:hAnsi="Riojana"/>
        </w:rPr>
        <w:t>5. No podrán autorizarse gastos derivados de la aplicación de las retribuciones para el año 2023 sin el cumplimiento de los requisitos establecidos en el presente artículo.</w:t>
      </w:r>
    </w:p>
    <w:p w:rsidR="00011E90" w:rsidRPr="000236AD" w:rsidRDefault="00011E90" w:rsidP="007E1399">
      <w:pPr>
        <w:pStyle w:val="Ttulo6"/>
        <w:spacing w:before="120" w:line="280" w:lineRule="exact"/>
        <w:rPr>
          <w:rFonts w:ascii="Riojana" w:hAnsi="Riojana"/>
        </w:rPr>
      </w:pPr>
      <w:r w:rsidRPr="000236AD">
        <w:rPr>
          <w:rFonts w:ascii="Riojana" w:hAnsi="Riojana"/>
        </w:rPr>
        <w:t>Artículo 55. Contratación de personal laboral con cargo a los créditos de inversiones</w:t>
      </w:r>
    </w:p>
    <w:p w:rsidR="00011E90" w:rsidRPr="000236AD" w:rsidRDefault="00011E90" w:rsidP="007E1399">
      <w:pPr>
        <w:pStyle w:val="Normalltimoprrafo"/>
        <w:spacing w:line="280" w:lineRule="exact"/>
        <w:rPr>
          <w:rFonts w:ascii="Riojana" w:hAnsi="Riojana"/>
        </w:rPr>
      </w:pPr>
      <w:r w:rsidRPr="000236AD">
        <w:rPr>
          <w:rFonts w:ascii="Riojana" w:hAnsi="Riojana"/>
        </w:rPr>
        <w:t>1. Las consejerías y los organismos autónomos podrán formalizar durante el ejercicio 2023, con cargo a los respectivos créditos de inversiones, contrataciones de personal de carácter temporal para la realización de obras o prestación de servicios, siempre que concurran los siguientes requisitos:</w:t>
      </w:r>
    </w:p>
    <w:p w:rsidR="00011E90" w:rsidRPr="000236AD" w:rsidRDefault="00011E90" w:rsidP="007E1399">
      <w:pPr>
        <w:numPr>
          <w:ilvl w:val="0"/>
          <w:numId w:val="50"/>
        </w:numPr>
        <w:tabs>
          <w:tab w:val="num" w:pos="567"/>
        </w:tabs>
        <w:spacing w:after="100" w:line="280" w:lineRule="exact"/>
        <w:ind w:left="567" w:hanging="283"/>
        <w:rPr>
          <w:rFonts w:ascii="Riojana" w:hAnsi="Riojana"/>
        </w:rPr>
      </w:pPr>
      <w:r w:rsidRPr="000236AD">
        <w:rPr>
          <w:rFonts w:ascii="Riojana" w:hAnsi="Riojana"/>
        </w:rPr>
        <w:t>Que la contratación tenga por objeto la ejecución de obras por administración directa y con aplicación de la legislación de contratos del Estado o la realización de servicios que tengan la naturaleza de inversiones.</w:t>
      </w:r>
    </w:p>
    <w:p w:rsidR="00011E90" w:rsidRPr="000236AD" w:rsidRDefault="00011E90" w:rsidP="007E1399">
      <w:pPr>
        <w:numPr>
          <w:ilvl w:val="0"/>
          <w:numId w:val="50"/>
        </w:numPr>
        <w:tabs>
          <w:tab w:val="num" w:pos="567"/>
        </w:tabs>
        <w:spacing w:after="100" w:line="280" w:lineRule="exact"/>
        <w:ind w:left="567" w:hanging="283"/>
        <w:rPr>
          <w:rFonts w:ascii="Riojana" w:hAnsi="Riojana"/>
        </w:rPr>
      </w:pPr>
      <w:r w:rsidRPr="000236AD">
        <w:rPr>
          <w:rFonts w:ascii="Riojana" w:hAnsi="Riojana"/>
        </w:rPr>
        <w:t>Que tales obras o servicios correspondan a inversiones previstas y aprobadas en los Presupuestos Generales de la Comunidad Autónoma de La Rioja.</w:t>
      </w:r>
    </w:p>
    <w:p w:rsidR="00011E90" w:rsidRPr="000236AD" w:rsidRDefault="00011E90" w:rsidP="007E1399">
      <w:pPr>
        <w:numPr>
          <w:ilvl w:val="0"/>
          <w:numId w:val="50"/>
        </w:numPr>
        <w:tabs>
          <w:tab w:val="num" w:pos="567"/>
        </w:tabs>
        <w:spacing w:after="100" w:line="280" w:lineRule="exact"/>
        <w:ind w:left="567" w:hanging="283"/>
        <w:rPr>
          <w:rFonts w:ascii="Riojana" w:hAnsi="Riojana"/>
        </w:rPr>
      </w:pPr>
      <w:r w:rsidRPr="000236AD">
        <w:rPr>
          <w:rFonts w:ascii="Riojana" w:hAnsi="Riojana"/>
        </w:rPr>
        <w:t>Que las obras o servicios no puedan ser ejecutados con el personal fijo de plantilla y no exista disponibilidad suficiente en el crédito presupuestario destinado a la contratación de personal.</w:t>
      </w:r>
    </w:p>
    <w:p w:rsidR="00011E90" w:rsidRPr="000236AD" w:rsidRDefault="00011E90" w:rsidP="007E1399">
      <w:pPr>
        <w:pStyle w:val="Normalprimerprrafo"/>
        <w:spacing w:before="120" w:line="280" w:lineRule="exact"/>
        <w:rPr>
          <w:rFonts w:ascii="Riojana" w:hAnsi="Riojana"/>
        </w:rPr>
      </w:pPr>
      <w:r w:rsidRPr="000236AD">
        <w:rPr>
          <w:rFonts w:ascii="Riojana" w:hAnsi="Riojana"/>
        </w:rPr>
        <w:t>2. Los contratos habrán de formalizarse siguiendo las prescripciones de los artículos 15 y 17 del Estatuto de los Trabajadores, aprobado mediante Real Decreto Legislativo 2/2015, de 23 de octubre, y con respeto a lo dispuesto en las leyes sobre incompatibilidades. En los contratos se hará constar, cuando proceda, la obra o servicio para cuya realización se formaliza el contrato y el tiempo de duración, así como el resto de las formalidades que impone la legislación sobre contratos laborales, eventuales o temporales.</w:t>
      </w:r>
    </w:p>
    <w:p w:rsidR="00011E90" w:rsidRPr="000236AD" w:rsidRDefault="00011E90" w:rsidP="007E1399">
      <w:pPr>
        <w:spacing w:line="280" w:lineRule="exact"/>
        <w:rPr>
          <w:rFonts w:ascii="Riojana" w:hAnsi="Riojana"/>
        </w:rPr>
      </w:pPr>
      <w:r w:rsidRPr="000236AD">
        <w:rPr>
          <w:rFonts w:ascii="Riojana" w:hAnsi="Riojana"/>
        </w:rPr>
        <w:t>Las consejerías y los organismos autónomos habrán de evitar el incumplimiento de las citadas obligaciones formales, así como la asignación de personal contratado para funciones distintas de las determinadas en los contratos de los que pudieran derivarse derechos de permanencia para el personal contratado, actuaciones que, en su caso, podrán dar lugar a la exigencia de responsabilidades, de conformidad con el artículo 169 de la Ley 11/2013, de 21 de octubre, de Hacienda Pública de La Rioja.</w:t>
      </w:r>
    </w:p>
    <w:p w:rsidR="00011E90" w:rsidRDefault="00011E90" w:rsidP="007E1399">
      <w:pPr>
        <w:spacing w:line="280" w:lineRule="exact"/>
        <w:rPr>
          <w:rFonts w:ascii="Riojana" w:hAnsi="Riojana"/>
        </w:rPr>
      </w:pPr>
      <w:r w:rsidRPr="000236AD">
        <w:rPr>
          <w:rFonts w:ascii="Riojana" w:hAnsi="Riojana"/>
        </w:rPr>
        <w:t>3. La duración del contrato podrá ser superior a un ejercicio presupuestario cuando se trate de obras o servicios que hayan de exceder de dicho ejercicio y correspondan a proyectos de inversión de carácter plurianual que cumplan los requisitos que para estos se prevé en el artículo 8 de esta Ley de Presupuestos Generales.</w:t>
      </w:r>
    </w:p>
    <w:p w:rsidR="000236AD" w:rsidRPr="000236AD" w:rsidRDefault="000236AD" w:rsidP="007E1399">
      <w:pPr>
        <w:spacing w:line="280" w:lineRule="exact"/>
        <w:rPr>
          <w:rFonts w:ascii="Riojana" w:hAnsi="Riojana"/>
        </w:rPr>
      </w:pPr>
    </w:p>
    <w:p w:rsidR="00011E90" w:rsidRPr="000236AD" w:rsidRDefault="00011E90" w:rsidP="007E1399">
      <w:pPr>
        <w:pStyle w:val="Ttulo6"/>
        <w:spacing w:before="120" w:line="280" w:lineRule="exact"/>
        <w:rPr>
          <w:rFonts w:ascii="Riojana" w:hAnsi="Riojana"/>
        </w:rPr>
      </w:pPr>
      <w:r w:rsidRPr="000236AD">
        <w:rPr>
          <w:rFonts w:ascii="Riojana" w:hAnsi="Riojana"/>
        </w:rPr>
        <w:lastRenderedPageBreak/>
        <w:t>Artículo 56. Plantillas de personal y oferta de empleo público durante el año 2023 u otro instrumento similar de gestión de la provisión de necesidades de personal</w:t>
      </w:r>
    </w:p>
    <w:p w:rsidR="00011E90" w:rsidRPr="000236AD" w:rsidRDefault="00011E90" w:rsidP="007E1399">
      <w:pPr>
        <w:spacing w:line="280" w:lineRule="exact"/>
        <w:rPr>
          <w:rFonts w:ascii="Riojana" w:hAnsi="Riojana"/>
        </w:rPr>
      </w:pPr>
      <w:r w:rsidRPr="000236AD">
        <w:rPr>
          <w:rFonts w:ascii="Riojana" w:hAnsi="Riojana"/>
        </w:rPr>
        <w:t>1. De conformidad con lo establecido en el artículo 16.2 de la Ley 3/1990, de 29 de junio, la plantilla de personal funcionario y laboral está formada por el número de plazas que figuran dotadas en el presupuesto y cuyo desglose se encuentra detallado en el anexo I.</w:t>
      </w:r>
    </w:p>
    <w:p w:rsidR="00011E90" w:rsidRPr="000236AD" w:rsidRDefault="00011E90" w:rsidP="007E1399">
      <w:pPr>
        <w:spacing w:line="280" w:lineRule="exact"/>
        <w:rPr>
          <w:rFonts w:ascii="Riojana" w:hAnsi="Riojana"/>
        </w:rPr>
      </w:pPr>
      <w:r w:rsidRPr="000236AD">
        <w:rPr>
          <w:rFonts w:ascii="Riojana" w:hAnsi="Riojana"/>
        </w:rPr>
        <w:t>2. A lo largo del ejercicio 2023, únicamente se podrá proceder a la incorporación de nuevo personal, en el ámbito del sector público delimitado en el artículo 44.1 de la presente ley, con sujeción a los límites y requisitos establecidos en la normativa básica establecida en materia presupuestaria para el año 2023 y en los apartados siguientes de este artículo, salvo la que pueda derivarse de la ejecución de procesos selectivos correspondientes a ofertas de empleo público de ejercicios anteriores.</w:t>
      </w:r>
    </w:p>
    <w:p w:rsidR="00011E90" w:rsidRPr="000236AD" w:rsidRDefault="00011E90" w:rsidP="007E1399">
      <w:pPr>
        <w:spacing w:line="280" w:lineRule="exact"/>
        <w:rPr>
          <w:rFonts w:ascii="Riojana" w:hAnsi="Riojana"/>
        </w:rPr>
      </w:pPr>
      <w:r w:rsidRPr="000236AD">
        <w:rPr>
          <w:rFonts w:ascii="Riojana" w:hAnsi="Riojana"/>
        </w:rPr>
        <w:t>Esta limitación alcanza a las plazas incursas en los procesos de consolidación de empleo previstos en la disposición transitoria cuarta del EBEP.</w:t>
      </w:r>
    </w:p>
    <w:p w:rsidR="00011E90" w:rsidRPr="000236AD" w:rsidRDefault="00011E90" w:rsidP="007E1399">
      <w:pPr>
        <w:spacing w:line="280" w:lineRule="exact"/>
        <w:rPr>
          <w:rFonts w:ascii="Riojana" w:hAnsi="Riojana"/>
        </w:rPr>
      </w:pPr>
      <w:r w:rsidRPr="000236AD">
        <w:rPr>
          <w:rFonts w:ascii="Riojana" w:hAnsi="Riojana"/>
        </w:rPr>
        <w:t>3. Sin perjuicio de lo dispuesto en el apartado 2, las entidades públicas empresariales, las sociedades públicas, las fundaciones públicas de la Comunidad Autónoma de La Rioja, los consorcios adscritos a la Comunidad Autónoma de La Rioja y los organismos que integran el sector público de la Comunidad Autónoma se regirán por lo dispuesto para los entes que forman parte del sector público estatal en los Presupuestos Generales del Estado para el año 2023.</w:t>
      </w:r>
    </w:p>
    <w:p w:rsidR="00011E90" w:rsidRPr="000236AD" w:rsidRDefault="00011E90" w:rsidP="007E1399">
      <w:pPr>
        <w:spacing w:line="280" w:lineRule="exact"/>
        <w:rPr>
          <w:rFonts w:ascii="Riojana" w:hAnsi="Riojana"/>
        </w:rPr>
      </w:pPr>
      <w:r w:rsidRPr="000236AD">
        <w:rPr>
          <w:rFonts w:ascii="Riojana" w:hAnsi="Riojana"/>
        </w:rPr>
        <w:t>4. Respetando, en todo caso, las disponibilidades presupuestarias del capítulo I de los correspondientes presupuestos de gastos, la tasa de reposición se fijará en el porcentaje y para aquellos sectores o áreas de actuación administrativa competencia de la Administración de la Comunidad Autónoma de La Rioja que se encuentren recogidos entre los que se determinen, con carácter básico, en la normativa básica establecida en materia presupuestaria para el año 2023.</w:t>
      </w:r>
    </w:p>
    <w:p w:rsidR="00011E90" w:rsidRPr="000236AD" w:rsidRDefault="00011E90" w:rsidP="007E1399">
      <w:pPr>
        <w:spacing w:line="280" w:lineRule="exact"/>
        <w:rPr>
          <w:rFonts w:ascii="Riojana" w:hAnsi="Riojana"/>
        </w:rPr>
      </w:pPr>
      <w:r w:rsidRPr="000236AD">
        <w:rPr>
          <w:rFonts w:ascii="Riojana" w:hAnsi="Riojana"/>
        </w:rPr>
        <w:t>5. En los sectores o áreas de actuación administrativa no recogidos en el apartado anterior, la tasa de reposición se fijará en los mismos términos que sean fijados para la Administración estatal en la normativa básica establecida en materia presupuestaria para el año 2023.</w:t>
      </w:r>
    </w:p>
    <w:p w:rsidR="00011E90" w:rsidRPr="000236AD" w:rsidRDefault="00011E90" w:rsidP="007E1399">
      <w:pPr>
        <w:spacing w:line="280" w:lineRule="exact"/>
        <w:rPr>
          <w:rFonts w:ascii="Riojana" w:hAnsi="Riojana"/>
        </w:rPr>
      </w:pPr>
      <w:r w:rsidRPr="000236AD">
        <w:rPr>
          <w:rFonts w:ascii="Riojana" w:hAnsi="Riojana"/>
        </w:rPr>
        <w:t>6. Para calcular la tasa de reposición de efectivos, se aplicarán los criterios establecidos en la normativa básica establecida en materia presupuestaria para el año 2023.</w:t>
      </w:r>
    </w:p>
    <w:p w:rsidR="00011E90" w:rsidRPr="000236AD" w:rsidRDefault="00011E90" w:rsidP="007E1399">
      <w:pPr>
        <w:spacing w:line="280" w:lineRule="exact"/>
        <w:rPr>
          <w:rFonts w:ascii="Riojana" w:hAnsi="Riojana"/>
        </w:rPr>
      </w:pPr>
      <w:r w:rsidRPr="000236AD">
        <w:rPr>
          <w:rFonts w:ascii="Riojana" w:hAnsi="Riojana"/>
        </w:rPr>
        <w:t>7. Durante el año 2023 no se procederá a la contratación de personal temporal ni al nombramiento de personal estatutario temporal o de funcionarios interinos, salvo en casos excepcionales y para cubrir necesidades urgentes e inaplazables que se restringirán a los sectores, funciones y categorías profesionales que se consideren prioritarios o que afecten al funcionamiento de los servicios públicos esenciales.</w:t>
      </w:r>
    </w:p>
    <w:p w:rsidR="00011E90" w:rsidRPr="000236AD" w:rsidRDefault="00011E90" w:rsidP="007E1399">
      <w:pPr>
        <w:spacing w:line="280" w:lineRule="exact"/>
        <w:rPr>
          <w:rFonts w:ascii="Riojana" w:hAnsi="Riojana"/>
        </w:rPr>
      </w:pPr>
      <w:r w:rsidRPr="000236AD">
        <w:rPr>
          <w:rFonts w:ascii="Riojana" w:hAnsi="Riojana"/>
        </w:rPr>
        <w:t xml:space="preserve">En cualquier caso, las plazas correspondientes a los nombramientos a los que se refieren los artículos 10.1.a) del EBEP y 9.2 de la Ley 55/2003, de 16 de diciembre, y contrataciones de personal interino por </w:t>
      </w:r>
      <w:r w:rsidRPr="000236AD">
        <w:rPr>
          <w:rFonts w:ascii="Riojana" w:hAnsi="Riojana"/>
        </w:rPr>
        <w:lastRenderedPageBreak/>
        <w:t>vacante computarán a efectos de cumplir el límite máximo de la tasa de reposición de efectivos en la oferta de empleo público correspondiente al mismo año en que se produzca el nombramiento o la contratación y, si no fuera posible, en la siguiente oferta de empleo público, salvo que se decida su amortización.</w:t>
      </w:r>
    </w:p>
    <w:p w:rsidR="00011E90" w:rsidRPr="000236AD" w:rsidRDefault="00011E90" w:rsidP="007E1399">
      <w:pPr>
        <w:spacing w:line="280" w:lineRule="exact"/>
        <w:rPr>
          <w:rFonts w:ascii="Riojana" w:hAnsi="Riojana"/>
        </w:rPr>
      </w:pPr>
      <w:r w:rsidRPr="000236AD">
        <w:rPr>
          <w:rFonts w:ascii="Riojana" w:hAnsi="Riojana"/>
        </w:rPr>
        <w:t>8. La oferta de empleo público de los sectores señalados en el apartado 3 de este artículo que corresponda a la Administración general de la Comunidad Autónoma de La Rioja, sus organismos públicos y demás entes públicos se aprobará por el Gobierno de La Rioja, a iniciativa de los órganos competentes y a propuesta de la consejería competente en materia de Función Pública, pudiendo, al efecto, proponerse la acumulación de las plazas resultantes de la aplicación de la tasa de reposición correspondiente a cada sector, en aquellos cuerpos y escalas cuya cobertura se considere prioritaria o que afecten al funcionamiento de los servicios públicos esenciales.</w:t>
      </w:r>
    </w:p>
    <w:p w:rsidR="00011E90" w:rsidRPr="000236AD" w:rsidRDefault="00011E90" w:rsidP="007E1399">
      <w:pPr>
        <w:spacing w:line="280" w:lineRule="exact"/>
        <w:rPr>
          <w:rFonts w:ascii="Riojana" w:hAnsi="Riojana"/>
        </w:rPr>
      </w:pPr>
      <w:r w:rsidRPr="000236AD">
        <w:rPr>
          <w:rFonts w:ascii="Riojana" w:hAnsi="Riojana"/>
        </w:rPr>
        <w:t>9. La validez de la autorización contenida en los apartados 4 y 5 de este artículo está condicionada al cumplimiento de las condiciones previstas en la normativa básica establecida en materia presupuestaria para el año 2023.</w:t>
      </w:r>
    </w:p>
    <w:p w:rsidR="00011E90" w:rsidRPr="000236AD" w:rsidRDefault="00011E90" w:rsidP="007E1399">
      <w:pPr>
        <w:spacing w:line="280" w:lineRule="exact"/>
        <w:rPr>
          <w:rFonts w:ascii="Riojana" w:hAnsi="Riojana"/>
        </w:rPr>
      </w:pPr>
      <w:r w:rsidRPr="000236AD">
        <w:rPr>
          <w:rFonts w:ascii="Riojana" w:hAnsi="Riojana"/>
        </w:rPr>
        <w:t>10. El Consejo de Gobierno podrá acordar modificaciones, reducciones o ampliaciones en las plantillas de personal, siempre que ello no suponga un incremento en el capítulo I del estado de gastos de los Presupuestos Generales de la Comunidad Autónoma de La Rioja.</w:t>
      </w:r>
    </w:p>
    <w:p w:rsidR="00011E90" w:rsidRPr="000236AD" w:rsidRDefault="00011E90" w:rsidP="007E1399">
      <w:pPr>
        <w:pStyle w:val="Normalltimoprrafo"/>
        <w:spacing w:line="280" w:lineRule="exact"/>
        <w:rPr>
          <w:rFonts w:ascii="Riojana" w:hAnsi="Riojana"/>
        </w:rPr>
      </w:pPr>
      <w:r w:rsidRPr="000236AD">
        <w:rPr>
          <w:rFonts w:ascii="Riojana" w:hAnsi="Riojana"/>
        </w:rPr>
        <w:t>11. Además del Consejo de Gobierno, podrán acordar modificaciones, reducciones o ampliaciones en las plantillas de personal que, no suponiendo incremento en el capítulo I del estado de gastos, se financien exclusivamente con cargo a los créditos minorados correspondientes a las plazas suprimidas o modificadas en la misma consejería u organismo autónomo, según proceda:</w:t>
      </w:r>
    </w:p>
    <w:p w:rsidR="00011E90" w:rsidRPr="000236AD" w:rsidRDefault="00011E90" w:rsidP="007E1399">
      <w:pPr>
        <w:numPr>
          <w:ilvl w:val="0"/>
          <w:numId w:val="51"/>
        </w:numPr>
        <w:tabs>
          <w:tab w:val="num" w:pos="567"/>
        </w:tabs>
        <w:spacing w:after="100" w:line="280" w:lineRule="exact"/>
        <w:ind w:left="567" w:hanging="283"/>
        <w:rPr>
          <w:rFonts w:ascii="Riojana" w:hAnsi="Riojana"/>
        </w:rPr>
      </w:pPr>
      <w:r w:rsidRPr="000236AD">
        <w:rPr>
          <w:rFonts w:ascii="Riojana" w:hAnsi="Riojana"/>
        </w:rPr>
        <w:t>El consejero competente en materia de Función Pública respecto de la plantilla del personal adscrito a la Administración general de la Comunidad Autónoma de La Rioja y sus organismos autónomos, excluido el personal perteneciente a cuerpos docentes, el personal estatutario, el personal funcionario de los cuerpos y escalas sanitarias, así como el personal funcionario no sanitario y personal laboral que preste servicios en centros, servicios y establecimientos sanitarios dependientes del Servicio Riojano de Salud.</w:t>
      </w:r>
    </w:p>
    <w:p w:rsidR="00011E90" w:rsidRPr="000236AD" w:rsidRDefault="00011E90" w:rsidP="007E1399">
      <w:pPr>
        <w:numPr>
          <w:ilvl w:val="0"/>
          <w:numId w:val="51"/>
        </w:numPr>
        <w:tabs>
          <w:tab w:val="num" w:pos="567"/>
        </w:tabs>
        <w:spacing w:after="100" w:line="280" w:lineRule="exact"/>
        <w:ind w:left="567" w:hanging="283"/>
        <w:rPr>
          <w:rFonts w:ascii="Riojana" w:hAnsi="Riojana"/>
        </w:rPr>
      </w:pPr>
      <w:r w:rsidRPr="000236AD">
        <w:rPr>
          <w:rFonts w:ascii="Riojana" w:hAnsi="Riojana"/>
        </w:rPr>
        <w:t>El consejero competente en materia de Educación respecto de la plantilla del personal perteneciente a cuerpos docentes.</w:t>
      </w:r>
    </w:p>
    <w:p w:rsidR="00011E90" w:rsidRPr="000236AD" w:rsidRDefault="00011E90" w:rsidP="007E1399">
      <w:pPr>
        <w:numPr>
          <w:ilvl w:val="0"/>
          <w:numId w:val="51"/>
        </w:numPr>
        <w:tabs>
          <w:tab w:val="num" w:pos="567"/>
        </w:tabs>
        <w:spacing w:after="100" w:line="280" w:lineRule="exact"/>
        <w:ind w:left="567" w:hanging="283"/>
        <w:rPr>
          <w:rFonts w:ascii="Riojana" w:hAnsi="Riojana"/>
        </w:rPr>
      </w:pPr>
      <w:r w:rsidRPr="000236AD">
        <w:rPr>
          <w:rFonts w:ascii="Riojana" w:hAnsi="Riojana"/>
        </w:rPr>
        <w:t>El consejero competente en materia de Salud respecto de la plantilla del personal estatutario, el personal funcionario de los cuerpos y escalas sanitarias, así como el personal funcionario no sanitario y personal laboral que preste servicios en centros, servicios y establecimientos sanitarios dependientes del Servicio Riojano de Salud.</w:t>
      </w:r>
    </w:p>
    <w:p w:rsidR="00011E90" w:rsidRPr="000236AD" w:rsidRDefault="00011E90" w:rsidP="007E1399">
      <w:pPr>
        <w:pStyle w:val="Normalprimerprrafo"/>
        <w:spacing w:before="120" w:line="280" w:lineRule="exact"/>
        <w:rPr>
          <w:rFonts w:ascii="Riojana" w:hAnsi="Riojana"/>
        </w:rPr>
      </w:pPr>
      <w:r w:rsidRPr="000236AD">
        <w:rPr>
          <w:rFonts w:ascii="Riojana" w:hAnsi="Riojana"/>
        </w:rPr>
        <w:lastRenderedPageBreak/>
        <w:t>De estos expedientes de modificación, reducción y ampliación de plantillas se dará cuenta al Consejo de Gobierno, a través del titular de la consejería competente en materia de Función Pública, en un plazo máximo de quince días.</w:t>
      </w:r>
    </w:p>
    <w:p w:rsidR="00011E90" w:rsidRPr="000236AD" w:rsidRDefault="00011E90" w:rsidP="007E1399">
      <w:pPr>
        <w:spacing w:line="280" w:lineRule="exact"/>
        <w:rPr>
          <w:rFonts w:ascii="Riojana" w:hAnsi="Riojana"/>
        </w:rPr>
      </w:pPr>
      <w:r w:rsidRPr="000236AD">
        <w:rPr>
          <w:rFonts w:ascii="Riojana" w:hAnsi="Riojana"/>
        </w:rPr>
        <w:t>12. El órgano que, de conformidad con lo previsto en los apartados 10 y 11 anteriores, hubiera llevado a cabo la modificación, reducción o ampliación de las plantillas dispondrá su publicación en el Boletín Oficial de La Rioja.</w:t>
      </w:r>
    </w:p>
    <w:p w:rsidR="00011E90" w:rsidRPr="000236AD" w:rsidRDefault="00011E90" w:rsidP="007E1399">
      <w:pPr>
        <w:spacing w:line="280" w:lineRule="exact"/>
        <w:rPr>
          <w:rFonts w:ascii="Riojana" w:hAnsi="Riojana"/>
        </w:rPr>
      </w:pPr>
      <w:r w:rsidRPr="000236AD">
        <w:rPr>
          <w:rFonts w:ascii="Riojana" w:hAnsi="Riojana"/>
        </w:rPr>
        <w:t>13. Una vez aprobadas las modificaciones de las plantillas, la Consejería de Hacienda y Administración Pública procederá a la realización de las modificaciones presupuestarias correspondientes, a propuesta de los órganos competentes.</w:t>
      </w:r>
    </w:p>
    <w:p w:rsidR="00011E90" w:rsidRPr="000236AD" w:rsidRDefault="00011E90" w:rsidP="007E1399">
      <w:pPr>
        <w:spacing w:line="280" w:lineRule="exact"/>
        <w:rPr>
          <w:rFonts w:ascii="Riojana" w:hAnsi="Riojana"/>
        </w:rPr>
      </w:pPr>
      <w:r w:rsidRPr="000236AD">
        <w:rPr>
          <w:rFonts w:ascii="Riojana" w:hAnsi="Riojana"/>
        </w:rPr>
        <w:t>14. En caso de acordar reducciones de plantillas, los funcionarios interinos que estuvieran ocupando las plazas suprimidas cesarán automáticamente en el desempeño de las mismas.</w:t>
      </w:r>
    </w:p>
    <w:p w:rsidR="00011E90" w:rsidRPr="000236AD" w:rsidRDefault="00011E90" w:rsidP="007E1399">
      <w:pPr>
        <w:spacing w:line="280" w:lineRule="exact"/>
        <w:rPr>
          <w:rFonts w:ascii="Riojana" w:hAnsi="Riojana"/>
        </w:rPr>
      </w:pPr>
      <w:r w:rsidRPr="000236AD">
        <w:rPr>
          <w:rFonts w:ascii="Riojana" w:hAnsi="Riojana"/>
        </w:rPr>
        <w:t>15. De los expedientes de modificación, reducción y ampliación de plantillas se dará traslado al Parlamento.</w:t>
      </w:r>
    </w:p>
    <w:p w:rsidR="00011E90" w:rsidRPr="000236AD" w:rsidRDefault="00011E90" w:rsidP="007E1399">
      <w:pPr>
        <w:spacing w:line="280" w:lineRule="exact"/>
        <w:rPr>
          <w:rFonts w:ascii="Riojana" w:hAnsi="Riojana"/>
        </w:rPr>
      </w:pPr>
      <w:r w:rsidRPr="000236AD">
        <w:rPr>
          <w:rFonts w:ascii="Riojana" w:hAnsi="Riojana"/>
        </w:rPr>
        <w:t>16. En todo caso, la incorporación del personal transferido como consecuencia del traspaso de servicios de la Administración del Estado a la Comunidad Autónoma de La Rioja producirá la ampliación correspondiente de las plantillas del personal. No obstante, el Consejo de Gobierno podrá acordar reajustes de plantillas y redistribución de efectivos con motivo de tales traspasos, con los efectos previstos en el apartado 5 del presente artículo.</w:t>
      </w:r>
    </w:p>
    <w:p w:rsidR="00011E90" w:rsidRDefault="00011E90" w:rsidP="007E1399">
      <w:pPr>
        <w:spacing w:line="280" w:lineRule="exact"/>
        <w:rPr>
          <w:rFonts w:ascii="Riojana" w:hAnsi="Riojana"/>
        </w:rPr>
      </w:pPr>
      <w:r w:rsidRPr="000236AD">
        <w:rPr>
          <w:rFonts w:ascii="Riojana" w:hAnsi="Riojana"/>
        </w:rPr>
        <w:t>17. La tramitación de expedientes para la contratación de personal laboral con carácter temporal, incluso la que haya de financiarse con cargo a créditos de inversiones, requerirá autorización previa de la Dirección General de Función Pública y de la Dirección General de Control Presupuestario.</w:t>
      </w:r>
    </w:p>
    <w:p w:rsidR="000236AD" w:rsidRPr="000236AD" w:rsidRDefault="000236AD" w:rsidP="007E1399">
      <w:pPr>
        <w:spacing w:line="280" w:lineRule="exact"/>
        <w:rPr>
          <w:rFonts w:ascii="Riojana" w:hAnsi="Riojana"/>
        </w:rPr>
      </w:pPr>
    </w:p>
    <w:p w:rsidR="00011E90" w:rsidRPr="000236AD" w:rsidRDefault="00011E90" w:rsidP="007E1399">
      <w:pPr>
        <w:pStyle w:val="Ttulo6"/>
        <w:spacing w:before="120" w:line="280" w:lineRule="exact"/>
        <w:rPr>
          <w:rFonts w:ascii="Riojana" w:hAnsi="Riojana"/>
        </w:rPr>
      </w:pPr>
      <w:r w:rsidRPr="000236AD">
        <w:rPr>
          <w:rFonts w:ascii="Riojana" w:hAnsi="Riojana"/>
        </w:rPr>
        <w:t>Artículo 57. Estructuras orgánicas y relaciones de puestos de trabajo</w:t>
      </w:r>
    </w:p>
    <w:p w:rsidR="00011E90" w:rsidRPr="000236AD" w:rsidRDefault="00011E90" w:rsidP="007E1399">
      <w:pPr>
        <w:spacing w:line="280" w:lineRule="exact"/>
        <w:rPr>
          <w:rFonts w:ascii="Riojana" w:hAnsi="Riojana"/>
        </w:rPr>
      </w:pPr>
      <w:r w:rsidRPr="000236AD">
        <w:rPr>
          <w:rFonts w:ascii="Riojana" w:hAnsi="Riojana"/>
        </w:rPr>
        <w:t>1. La creación, modificación y supresión de órganos y unidades administrativas se realizará mediante decreto del Gobierno a iniciativa del consejero interesado y a propuesta del consejero competente en materia de organización administrativa, que requerirá informe previo de la Dirección General de Control Presupuestario respecto a las repercusiones presupuestarias que implicará la posterior modificación de las relaciones de puestos de trabajo.</w:t>
      </w:r>
    </w:p>
    <w:p w:rsidR="00011E90" w:rsidRPr="000236AD" w:rsidRDefault="00011E90" w:rsidP="007E1399">
      <w:pPr>
        <w:spacing w:line="280" w:lineRule="exact"/>
        <w:rPr>
          <w:rFonts w:ascii="Riojana" w:hAnsi="Riojana"/>
        </w:rPr>
      </w:pPr>
      <w:r w:rsidRPr="000236AD">
        <w:rPr>
          <w:rFonts w:ascii="Riojana" w:hAnsi="Riojana"/>
        </w:rPr>
        <w:t>2. La creación, modificación, refundición y supresión de puestos de trabajo se realizará a través de las relaciones de puestos de trabajo.</w:t>
      </w:r>
    </w:p>
    <w:p w:rsidR="00011E90" w:rsidRPr="000236AD" w:rsidRDefault="00011E90" w:rsidP="007E1399">
      <w:pPr>
        <w:spacing w:line="280" w:lineRule="exact"/>
        <w:rPr>
          <w:rFonts w:ascii="Riojana" w:hAnsi="Riojana"/>
        </w:rPr>
      </w:pPr>
      <w:r w:rsidRPr="000236AD">
        <w:rPr>
          <w:rFonts w:ascii="Riojana" w:hAnsi="Riojana"/>
        </w:rPr>
        <w:t xml:space="preserve">3. Corresponde al Consejo de Gobierno, a propuesta de la consejería competente en materia de Función Pública, la aprobación de las relaciones de puestos de trabajo y sus modificaciones, previo informe de la </w:t>
      </w:r>
      <w:r w:rsidRPr="000236AD">
        <w:rPr>
          <w:rFonts w:ascii="Riojana" w:hAnsi="Riojana"/>
        </w:rPr>
        <w:lastRenderedPageBreak/>
        <w:t>Dirección General de Control Presupuestario relativo a las repercusiones presupuestarias que se derivarán de su aprobación.</w:t>
      </w:r>
    </w:p>
    <w:p w:rsidR="00011E90" w:rsidRPr="000236AD" w:rsidRDefault="00011E90" w:rsidP="007E1399">
      <w:pPr>
        <w:pStyle w:val="Ttulo6"/>
        <w:spacing w:before="120" w:line="280" w:lineRule="exact"/>
        <w:rPr>
          <w:rFonts w:ascii="Riojana" w:hAnsi="Riojana"/>
        </w:rPr>
      </w:pPr>
      <w:r w:rsidRPr="000236AD">
        <w:rPr>
          <w:rFonts w:ascii="Riojana" w:hAnsi="Riojana"/>
        </w:rPr>
        <w:t>Artículo 58. Competencia de la Consejería de Hacienda y Administración Pública en materia de costes de personal al servicio del sector público</w:t>
      </w:r>
    </w:p>
    <w:p w:rsidR="00011E90" w:rsidRDefault="00011E90" w:rsidP="007E1399">
      <w:pPr>
        <w:spacing w:line="280" w:lineRule="exact"/>
        <w:rPr>
          <w:rFonts w:ascii="Riojana" w:hAnsi="Riojana"/>
        </w:rPr>
      </w:pPr>
      <w:r w:rsidRPr="000236AD">
        <w:rPr>
          <w:rFonts w:ascii="Riojana" w:hAnsi="Riojana"/>
        </w:rPr>
        <w:t>El resto de los acuerdos, convenios, pactos o instrumentos singulares, así como las medidas que se adopten en su cumplimiento o desarrollo, adoptados en el ámbito del sector público de la Comunidad Autónoma de La Rioja y no contemplados en los artículos anteriores, requerirán para su plena efectividad, antes de su adopción o negociación, si la hubiera, el informe previo de la Dirección General de Control Presupuestario y de la Dirección General de Función Pública.</w:t>
      </w:r>
    </w:p>
    <w:p w:rsidR="000236AD" w:rsidRPr="000236AD" w:rsidRDefault="000236AD" w:rsidP="007E1399">
      <w:pPr>
        <w:spacing w:line="280" w:lineRule="exact"/>
        <w:rPr>
          <w:rFonts w:ascii="Riojana" w:hAnsi="Riojana"/>
        </w:rPr>
      </w:pPr>
    </w:p>
    <w:p w:rsidR="00011E90" w:rsidRPr="000236AD" w:rsidRDefault="00011E90" w:rsidP="007E1399">
      <w:pPr>
        <w:pStyle w:val="Ttulo6"/>
        <w:spacing w:before="120" w:line="280" w:lineRule="exact"/>
        <w:rPr>
          <w:rFonts w:ascii="Riojana" w:hAnsi="Riojana"/>
        </w:rPr>
      </w:pPr>
      <w:r w:rsidRPr="000236AD">
        <w:rPr>
          <w:rFonts w:ascii="Riojana" w:hAnsi="Riojana"/>
        </w:rPr>
        <w:t>Artículo 59. Deducción de haberes</w:t>
      </w:r>
    </w:p>
    <w:p w:rsidR="00011E90" w:rsidRPr="000236AD" w:rsidRDefault="00011E90" w:rsidP="007E1399">
      <w:pPr>
        <w:spacing w:line="280" w:lineRule="exact"/>
        <w:rPr>
          <w:rFonts w:ascii="Riojana" w:hAnsi="Riojana"/>
        </w:rPr>
      </w:pPr>
      <w:r w:rsidRPr="000236AD">
        <w:rPr>
          <w:rFonts w:ascii="Riojana" w:hAnsi="Riojana"/>
        </w:rPr>
        <w:t>1. La diferencia, en cómputo mensual, entre la jornada reglamentaria de trabajo y la efectivamente realizada por el personal al servicio del sector público de la Comunidad Autónoma de La Rioja dará lugar, salvo justificación, a la correspondiente deducción proporcional de haberes.</w:t>
      </w:r>
    </w:p>
    <w:p w:rsidR="00011E90" w:rsidRDefault="00011E90" w:rsidP="007E1399">
      <w:pPr>
        <w:spacing w:line="280" w:lineRule="exact"/>
        <w:rPr>
          <w:rFonts w:ascii="Riojana" w:hAnsi="Riojana"/>
        </w:rPr>
      </w:pPr>
      <w:r w:rsidRPr="000236AD">
        <w:rPr>
          <w:rFonts w:ascii="Riojana" w:hAnsi="Riojana"/>
        </w:rPr>
        <w:t>2. Para el cálculo del valor hora aplicable a dicha deducción se tomará como base la totalidad de las retribuciones íntegras mensuales que perciba el personal al servicio del sector público de la Comunidad Autónoma de La Rioja dividida entre el número de días naturales del correspondiente mes y, a su vez, este resultado por el número de horas que este personal tenga obligación de cumplir, de media, cada día.</w:t>
      </w:r>
    </w:p>
    <w:p w:rsidR="000236AD" w:rsidRPr="000236AD" w:rsidRDefault="000236AD" w:rsidP="007E1399">
      <w:pPr>
        <w:spacing w:line="280" w:lineRule="exact"/>
        <w:rPr>
          <w:rFonts w:ascii="Riojana" w:hAnsi="Riojana"/>
        </w:rPr>
      </w:pPr>
    </w:p>
    <w:p w:rsidR="00011E90" w:rsidRPr="000236AD" w:rsidRDefault="00011E90" w:rsidP="007E1399">
      <w:pPr>
        <w:pStyle w:val="Ttulo6"/>
        <w:spacing w:before="120" w:line="280" w:lineRule="exact"/>
        <w:rPr>
          <w:rFonts w:ascii="Riojana" w:hAnsi="Riojana"/>
        </w:rPr>
      </w:pPr>
      <w:r w:rsidRPr="000236AD">
        <w:rPr>
          <w:rFonts w:ascii="Riojana" w:hAnsi="Riojana"/>
        </w:rPr>
        <w:t>Artículo 60. Reintegro de cantidades por pagos indebidos en nómina a empleados públicos en servicio activo</w:t>
      </w:r>
    </w:p>
    <w:p w:rsidR="00011E90" w:rsidRDefault="00011E90" w:rsidP="007E1399">
      <w:pPr>
        <w:spacing w:line="280" w:lineRule="exact"/>
        <w:rPr>
          <w:rFonts w:ascii="Riojana" w:hAnsi="Riojana"/>
        </w:rPr>
      </w:pPr>
      <w:r w:rsidRPr="000236AD">
        <w:rPr>
          <w:rFonts w:ascii="Riojana" w:hAnsi="Riojana"/>
        </w:rPr>
        <w:t>Las cantidades satisfechas indebidamente por la Tesorería en la nómina de los empleados públicos de la Administración general y sus organismos autónomos, como consecuencia de errores materiales o que merezcan la calificación de pagos indebidos, en virtud de resolución administrativa o sentencia judicial firme, tanto que queden situadas en las cuentas de los centros gestores como las que hayan sido abonadas en las cuentas de los perceptores, se reintegrarán deduciéndolas de los siguientes libramientos que se formulen. Cuando tal procedimiento no pueda aplicarse, por no encontrarse el personal en activo, el reintegro se realizará mediante ingreso directo en la tesorería de la Comunidad Autónoma de La Rioja.</w:t>
      </w:r>
    </w:p>
    <w:p w:rsidR="000236AD" w:rsidRPr="000236AD" w:rsidRDefault="000236AD" w:rsidP="007E1399">
      <w:pPr>
        <w:spacing w:line="280" w:lineRule="exact"/>
        <w:rPr>
          <w:rFonts w:ascii="Riojana" w:hAnsi="Riojana"/>
        </w:rPr>
      </w:pPr>
    </w:p>
    <w:p w:rsidR="00011E90" w:rsidRPr="000236AD" w:rsidRDefault="00011E90" w:rsidP="007E1399">
      <w:pPr>
        <w:pStyle w:val="Ttulo6"/>
        <w:spacing w:before="120" w:line="280" w:lineRule="exact"/>
        <w:rPr>
          <w:rFonts w:ascii="Riojana" w:hAnsi="Riojana"/>
        </w:rPr>
      </w:pPr>
      <w:r w:rsidRPr="000236AD">
        <w:rPr>
          <w:rFonts w:ascii="Riojana" w:hAnsi="Riojana"/>
        </w:rPr>
        <w:t>Artículo 61. Otras normas comunes</w:t>
      </w:r>
    </w:p>
    <w:p w:rsidR="00011E90" w:rsidRDefault="00011E90" w:rsidP="007E1399">
      <w:pPr>
        <w:spacing w:line="280" w:lineRule="exact"/>
        <w:rPr>
          <w:rFonts w:ascii="Riojana" w:hAnsi="Riojana"/>
        </w:rPr>
      </w:pPr>
      <w:r w:rsidRPr="000236AD">
        <w:rPr>
          <w:rFonts w:ascii="Riojana" w:hAnsi="Riojana"/>
        </w:rPr>
        <w:t>Los funcionarios de cuerpos sanitarios locales continuarán percibiendo durante el año 2023 las retribuciones vigentes a 31 de diciembre de 2022, con el incremento previsto en el artículo 44.2 de la presente ley.</w:t>
      </w:r>
    </w:p>
    <w:p w:rsidR="000236AD" w:rsidRPr="000236AD" w:rsidRDefault="000236AD" w:rsidP="007E1399">
      <w:pPr>
        <w:spacing w:line="280" w:lineRule="exact"/>
        <w:rPr>
          <w:rFonts w:ascii="Riojana" w:hAnsi="Riojana"/>
        </w:rPr>
      </w:pPr>
    </w:p>
    <w:p w:rsidR="00011E90" w:rsidRPr="000236AD" w:rsidRDefault="00011E90" w:rsidP="007E1399">
      <w:pPr>
        <w:pStyle w:val="Ttulo6"/>
        <w:spacing w:before="120" w:line="280" w:lineRule="exact"/>
        <w:rPr>
          <w:rFonts w:ascii="Riojana" w:hAnsi="Riojana"/>
        </w:rPr>
      </w:pPr>
      <w:r w:rsidRPr="000236AD">
        <w:rPr>
          <w:rFonts w:ascii="Riojana" w:hAnsi="Riojana"/>
        </w:rPr>
        <w:t>Artículo 62. Autorización de los costes de personal de la Universidad de La Rioja</w:t>
      </w:r>
    </w:p>
    <w:p w:rsidR="00011E90" w:rsidRPr="000236AD" w:rsidRDefault="00011E90" w:rsidP="007E1399">
      <w:pPr>
        <w:spacing w:line="280" w:lineRule="exact"/>
        <w:rPr>
          <w:rFonts w:ascii="Riojana" w:hAnsi="Riojana"/>
        </w:rPr>
      </w:pPr>
      <w:r w:rsidRPr="000236AD">
        <w:rPr>
          <w:rFonts w:ascii="Riojana" w:hAnsi="Riojana"/>
        </w:rPr>
        <w:t>1. De conformidad con lo dispuesto en el artículo 81.4 de la Ley Orgánica 4/2007, de 12 de abril, según la redacción dada por el Real Decreto-ley 14/2012, de 20 de abril, se autoriza un gasto total, incluidas cargas sociales y trienios, del personal docente investigador (funcionario y contratado) y del personal de administración y servicios (funcionario y laboral) de la Universidad de La Rioja para el año 2023, por importe de 36.800.000,00 euros. Estos importes no incluyen los gastos de personal derivados de proyectos y convenios de investigación, títulos propios y de otras aportaciones que permitan la contratación de personal y los gastos de personal de entidades y fundaciones dependientes de la Universidad de La Rioja.</w:t>
      </w:r>
    </w:p>
    <w:p w:rsidR="00011E90" w:rsidRPr="000236AD" w:rsidRDefault="00011E90" w:rsidP="007E1399">
      <w:pPr>
        <w:spacing w:line="280" w:lineRule="exact"/>
        <w:rPr>
          <w:rFonts w:ascii="Riojana" w:hAnsi="Riojana"/>
        </w:rPr>
      </w:pPr>
      <w:r w:rsidRPr="000236AD">
        <w:rPr>
          <w:rFonts w:ascii="Riojana" w:hAnsi="Riojana"/>
        </w:rPr>
        <w:t>2. No obstante lo anterior, al amparo de los artículos 55.2 y 69.3 de la Ley Orgánica 4/2007, de 12 de abril, por la que se modifica la Ley Orgánica 6/2001, de 21 de diciembre, de Universidades, independientemente de los costes citados anteriormente, se autoriza una partida máxima de 2.471.990.00 para atender el gasto, correspondiente al año 2023, derivado de la aplicación del Plan de Incentivos del personal Docente e Investigador (PDI).</w:t>
      </w:r>
    </w:p>
    <w:p w:rsidR="00011E90" w:rsidRPr="000236AD" w:rsidRDefault="00011E90" w:rsidP="007E1399">
      <w:pPr>
        <w:spacing w:line="280" w:lineRule="exact"/>
        <w:rPr>
          <w:rFonts w:ascii="Riojana" w:hAnsi="Riojana"/>
        </w:rPr>
      </w:pPr>
      <w:r w:rsidRPr="000236AD">
        <w:rPr>
          <w:rFonts w:ascii="Riojana" w:hAnsi="Riojana"/>
        </w:rPr>
        <w:t>3. Previamente a la aprobación de los Presupuestos de la Universidad de La Rioja y sin perjuicio de lo recogido en los párrafos anteriores, la Universidad de La Rioja remitirá a la Consejería de Desarrollo Autonómico, junto al estado de gastos, la plantilla del personal de todas las categorías, especificando la totalidad de los costes de la misma.</w:t>
      </w:r>
    </w:p>
    <w:p w:rsidR="00011E90" w:rsidRPr="000236AD" w:rsidRDefault="00011E90" w:rsidP="007E1399">
      <w:pPr>
        <w:spacing w:line="280" w:lineRule="exact"/>
        <w:rPr>
          <w:rFonts w:ascii="Riojana" w:hAnsi="Riojana"/>
        </w:rPr>
      </w:pPr>
      <w:r w:rsidRPr="000236AD">
        <w:rPr>
          <w:rFonts w:ascii="Riojana" w:hAnsi="Riojana"/>
        </w:rPr>
        <w:t>4. Cualquier incremento de los costes de personal sobre las cuantías autorizadas según lo recogido en los párrafos anteriores, o con incidencia en ejercicios futuros, requerirá la presentación previa, por la Universidad, de una memoria justificativa del citado incremento, en la que se contemplen las medidas previstas para financiarlo. El incremento deberá ser autorizado por la Consejería de Desarrollo Autonómico, previo informe de la Dirección General de Control Presupuestario de la Consejería de Hacienda y Administración Pública. No se requerirá de esta autorización cuando el incremento de costes de personal sea consecuencia del incremento no previsto en las retribuciones del personal al servicio del sector público que se establezca por la legislación aplicable para el año 2023.</w:t>
      </w:r>
    </w:p>
    <w:p w:rsidR="00011E90" w:rsidRDefault="00011E90" w:rsidP="007E1399">
      <w:pPr>
        <w:spacing w:line="280" w:lineRule="exact"/>
        <w:rPr>
          <w:rFonts w:ascii="Riojana" w:hAnsi="Riojana"/>
        </w:rPr>
      </w:pPr>
      <w:r w:rsidRPr="000236AD">
        <w:rPr>
          <w:rFonts w:ascii="Riojana" w:hAnsi="Riojana"/>
        </w:rPr>
        <w:t>5. Asimismo, con carácter previo a cualquier negociación y/o formalización de convenios colectivos que puedan celebrarse durante el año 2023 que afecten al personal laboral de la Universidad de La Rioja, deberá contar con la autorización de la Consejería de Desarrollo Autonómico, previo informe de la Dirección General de Control Presupuestario de la Consejería de Hacienda y Administración Pública.</w:t>
      </w:r>
    </w:p>
    <w:p w:rsidR="000236AD" w:rsidRPr="000236AD" w:rsidRDefault="000236AD" w:rsidP="007E1399">
      <w:pPr>
        <w:spacing w:line="280" w:lineRule="exact"/>
        <w:rPr>
          <w:rFonts w:ascii="Riojana" w:hAnsi="Riojana"/>
        </w:rPr>
      </w:pPr>
    </w:p>
    <w:p w:rsidR="00011E90" w:rsidRPr="000236AD" w:rsidRDefault="00011E90" w:rsidP="000236AD">
      <w:pPr>
        <w:pStyle w:val="Ttulo3"/>
        <w:jc w:val="center"/>
        <w:rPr>
          <w:rFonts w:ascii="Riojana Bold" w:hAnsi="Riojana Bold"/>
          <w:b w:val="0"/>
          <w:sz w:val="24"/>
          <w:szCs w:val="24"/>
        </w:rPr>
      </w:pPr>
      <w:r w:rsidRPr="000236AD">
        <w:rPr>
          <w:rFonts w:ascii="Riojana Bold" w:hAnsi="Riojana Bold"/>
          <w:b w:val="0"/>
          <w:sz w:val="24"/>
          <w:szCs w:val="24"/>
        </w:rPr>
        <w:lastRenderedPageBreak/>
        <w:t>TÍTULO IV. De las operaciones financieras</w:t>
      </w:r>
    </w:p>
    <w:p w:rsidR="000236AD" w:rsidRPr="000236AD" w:rsidRDefault="000236AD" w:rsidP="000236AD"/>
    <w:p w:rsidR="00011E90" w:rsidRPr="000236AD" w:rsidRDefault="00011E90" w:rsidP="00011E90">
      <w:pPr>
        <w:pStyle w:val="Ttulo4"/>
        <w:rPr>
          <w:rFonts w:ascii="Riojana Bold" w:hAnsi="Riojana Bold"/>
          <w:b w:val="0"/>
          <w:i w:val="0"/>
          <w:color w:val="auto"/>
          <w:sz w:val="22"/>
          <w:szCs w:val="22"/>
        </w:rPr>
      </w:pPr>
      <w:r w:rsidRPr="000236AD">
        <w:rPr>
          <w:rFonts w:ascii="Riojana Bold" w:hAnsi="Riojana Bold"/>
          <w:b w:val="0"/>
          <w:i w:val="0"/>
          <w:color w:val="auto"/>
          <w:sz w:val="22"/>
          <w:szCs w:val="22"/>
        </w:rPr>
        <w:t>CAPÍTULO I. Del endeudamiento</w:t>
      </w:r>
    </w:p>
    <w:p w:rsidR="000236AD" w:rsidRPr="000236AD" w:rsidRDefault="000236AD" w:rsidP="000236AD"/>
    <w:p w:rsidR="00011E90" w:rsidRPr="000236AD" w:rsidRDefault="00011E90" w:rsidP="00011E90">
      <w:pPr>
        <w:pStyle w:val="Ttulo6"/>
        <w:rPr>
          <w:rFonts w:ascii="Riojana" w:hAnsi="Riojana"/>
        </w:rPr>
      </w:pPr>
      <w:r w:rsidRPr="000236AD">
        <w:rPr>
          <w:rFonts w:ascii="Riojana" w:hAnsi="Riojana"/>
        </w:rPr>
        <w:t>Artículo 63. Límite de endeudamiento de la Comunidad Autónoma</w:t>
      </w:r>
    </w:p>
    <w:p w:rsidR="00011E90" w:rsidRPr="000236AD" w:rsidRDefault="00011E90" w:rsidP="00011E90">
      <w:pPr>
        <w:rPr>
          <w:rFonts w:ascii="Riojana" w:hAnsi="Riojana"/>
        </w:rPr>
      </w:pPr>
      <w:r w:rsidRPr="000236AD">
        <w:rPr>
          <w:rFonts w:ascii="Riojana" w:hAnsi="Riojana"/>
        </w:rPr>
        <w:t>La Dirección General de Control Presupuestario velará por el respeto al límite máximo de endeudamiento autorizado para la Comunidad Autónoma, de acuerdo con lo establecido en la normativa de estabilidad presupuestaria y los acuerdos del Consejo de Política Fiscal y Financiera.</w:t>
      </w:r>
    </w:p>
    <w:p w:rsidR="00011E90" w:rsidRDefault="00011E90" w:rsidP="00011E90">
      <w:pPr>
        <w:rPr>
          <w:rFonts w:ascii="Riojana" w:hAnsi="Riojana"/>
        </w:rPr>
      </w:pPr>
      <w:r w:rsidRPr="000236AD">
        <w:rPr>
          <w:rFonts w:ascii="Riojana" w:hAnsi="Riojana"/>
        </w:rPr>
        <w:t>Para ello, los organismos o entidades dependientes de la Comunidad Autónoma, de acuerdo con la definición y delimitación del Sistema Europeo de Cuentas Nacionales y Regionales aprobado por el Reglamento CE 2223/96, estarán obligados a facilitar la información que desde la Dirección General de Control Presupuestario les sea requerida relativa a sus operaciones de endeudamiento, su situación y la previsión de tesorería.</w:t>
      </w:r>
    </w:p>
    <w:p w:rsidR="000236AD" w:rsidRPr="000236AD" w:rsidRDefault="000236AD" w:rsidP="00011E90">
      <w:pPr>
        <w:rPr>
          <w:rFonts w:ascii="Riojana" w:hAnsi="Riojana"/>
        </w:rPr>
      </w:pPr>
    </w:p>
    <w:p w:rsidR="000236AD" w:rsidRPr="000236AD" w:rsidRDefault="00011E90" w:rsidP="000236AD">
      <w:pPr>
        <w:pStyle w:val="Ttulo4"/>
        <w:rPr>
          <w:rFonts w:ascii="Riojana Bold" w:hAnsi="Riojana Bold"/>
          <w:b w:val="0"/>
          <w:i w:val="0"/>
          <w:color w:val="auto"/>
          <w:sz w:val="22"/>
          <w:szCs w:val="22"/>
        </w:rPr>
      </w:pPr>
      <w:r w:rsidRPr="000236AD">
        <w:rPr>
          <w:rFonts w:ascii="Riojana Bold" w:hAnsi="Riojana Bold"/>
          <w:b w:val="0"/>
          <w:i w:val="0"/>
          <w:color w:val="auto"/>
          <w:sz w:val="22"/>
          <w:szCs w:val="22"/>
        </w:rPr>
        <w:t>CAPÍTULO II. Operaciones de crédito</w:t>
      </w:r>
    </w:p>
    <w:p w:rsidR="000236AD" w:rsidRDefault="000236AD" w:rsidP="00011E90">
      <w:pPr>
        <w:pStyle w:val="Ttulo6"/>
      </w:pPr>
    </w:p>
    <w:p w:rsidR="00011E90" w:rsidRPr="000236AD" w:rsidRDefault="00011E90" w:rsidP="00011E90">
      <w:pPr>
        <w:pStyle w:val="Ttulo6"/>
        <w:rPr>
          <w:rFonts w:ascii="Riojana" w:hAnsi="Riojana"/>
        </w:rPr>
      </w:pPr>
      <w:r w:rsidRPr="000236AD">
        <w:rPr>
          <w:rFonts w:ascii="Riojana" w:hAnsi="Riojana"/>
        </w:rPr>
        <w:t>Artículo 64. Operaciones de crédito a largo plazo</w:t>
      </w:r>
    </w:p>
    <w:p w:rsidR="00011E90" w:rsidRPr="000236AD" w:rsidRDefault="00011E90" w:rsidP="00011E90">
      <w:pPr>
        <w:pStyle w:val="Normalltimoprrafo"/>
        <w:rPr>
          <w:rFonts w:ascii="Riojana" w:hAnsi="Riojana"/>
        </w:rPr>
      </w:pPr>
      <w:r w:rsidRPr="000236AD">
        <w:rPr>
          <w:rFonts w:ascii="Riojana" w:hAnsi="Riojana"/>
        </w:rPr>
        <w:t>1. Se autoriza al Consejo de Gobierno para que, a propuesta del consejero de Hacienda y Administración Pública:</w:t>
      </w:r>
    </w:p>
    <w:p w:rsidR="00011E90" w:rsidRPr="000236AD" w:rsidRDefault="00011E90" w:rsidP="00204CB1">
      <w:pPr>
        <w:numPr>
          <w:ilvl w:val="0"/>
          <w:numId w:val="52"/>
        </w:numPr>
        <w:tabs>
          <w:tab w:val="num" w:pos="567"/>
        </w:tabs>
        <w:spacing w:before="100" w:after="100"/>
        <w:ind w:left="567" w:hanging="283"/>
        <w:rPr>
          <w:rFonts w:ascii="Riojana" w:hAnsi="Riojana"/>
        </w:rPr>
      </w:pPr>
      <w:r w:rsidRPr="000236AD">
        <w:rPr>
          <w:rFonts w:ascii="Riojana" w:hAnsi="Riojana"/>
        </w:rPr>
        <w:t>Emita deuda pública o concierte operaciones de crédito hasta un importe máximo de 318.290.847 euros, de conformidad con lo establecido en el artículo 57 del Estatuto de Autonomía de La Rioja, en los artículos 94 y 95 de la Ley 11/2013, de 21 de octubre, de Hacienda de La Rioja, y en el artículo 14 de la Ley Orgánica 8/1980, de 22 de septiembre, de Financiación de las Comunidades Autónomas, y en la normativa sobre estabilidad y sostenibilidad financiera.</w:t>
      </w:r>
    </w:p>
    <w:p w:rsidR="00011E90" w:rsidRPr="000236AD" w:rsidRDefault="00011E90" w:rsidP="00204CB1">
      <w:pPr>
        <w:numPr>
          <w:ilvl w:val="0"/>
          <w:numId w:val="52"/>
        </w:numPr>
        <w:tabs>
          <w:tab w:val="num" w:pos="567"/>
        </w:tabs>
        <w:spacing w:before="100" w:after="100"/>
        <w:ind w:left="567" w:hanging="283"/>
        <w:rPr>
          <w:rFonts w:ascii="Riojana" w:hAnsi="Riojana"/>
        </w:rPr>
      </w:pPr>
      <w:r w:rsidRPr="000236AD">
        <w:rPr>
          <w:rFonts w:ascii="Riojana" w:hAnsi="Riojana"/>
        </w:rPr>
        <w:t>Proceda, al amparo de lo dispuesto en las respectivas normas de emisión o contratación, al reembolso anticipado de emisiones de deuda pública de la Comunidad Autónoma o de créditos formalizados o a la revisión de alguna de sus condiciones, cuando la situación del mercado u otras circunstancias así lo aconsejen.</w:t>
      </w:r>
    </w:p>
    <w:p w:rsidR="00011E90" w:rsidRPr="000236AD" w:rsidRDefault="00011E90" w:rsidP="00204CB1">
      <w:pPr>
        <w:numPr>
          <w:ilvl w:val="0"/>
          <w:numId w:val="52"/>
        </w:numPr>
        <w:tabs>
          <w:tab w:val="num" w:pos="567"/>
        </w:tabs>
        <w:spacing w:before="100" w:after="100"/>
        <w:ind w:left="567" w:hanging="283"/>
        <w:rPr>
          <w:rFonts w:ascii="Riojana" w:hAnsi="Riojana"/>
        </w:rPr>
      </w:pPr>
      <w:r w:rsidRPr="000236AD">
        <w:rPr>
          <w:rFonts w:ascii="Riojana" w:hAnsi="Riojana"/>
        </w:rPr>
        <w:t>Concierte operaciones voluntarias de refinanciación, canje, conversión, prórroga o intercambio financiero, relativas a operaciones de crédito existentes con anterioridad o concertadas a partir de la entrada en vigor de la presente ley.</w:t>
      </w:r>
    </w:p>
    <w:p w:rsidR="00011E90" w:rsidRPr="000236AD" w:rsidRDefault="00011E90" w:rsidP="00011E90">
      <w:pPr>
        <w:pStyle w:val="Normalintermedioprrafo"/>
        <w:rPr>
          <w:rFonts w:ascii="Riojana" w:hAnsi="Riojana"/>
        </w:rPr>
      </w:pPr>
      <w:r w:rsidRPr="000236AD">
        <w:rPr>
          <w:rFonts w:ascii="Riojana" w:hAnsi="Riojana"/>
        </w:rPr>
        <w:t>2. El límite señalado en el punto a) del apartado 1 de este mismo artículo podrá ampliarse en virtud de:</w:t>
      </w:r>
    </w:p>
    <w:p w:rsidR="00011E90" w:rsidRPr="000236AD" w:rsidRDefault="00011E90" w:rsidP="00204CB1">
      <w:pPr>
        <w:numPr>
          <w:ilvl w:val="0"/>
          <w:numId w:val="53"/>
        </w:numPr>
        <w:tabs>
          <w:tab w:val="num" w:pos="567"/>
        </w:tabs>
        <w:spacing w:before="100" w:after="100"/>
        <w:ind w:left="567" w:hanging="283"/>
        <w:rPr>
          <w:rFonts w:ascii="Riojana" w:hAnsi="Riojana"/>
        </w:rPr>
      </w:pPr>
      <w:r w:rsidRPr="000236AD">
        <w:rPr>
          <w:rFonts w:ascii="Riojana" w:hAnsi="Riojana"/>
        </w:rPr>
        <w:lastRenderedPageBreak/>
        <w:t>La constitución de activos financieros no previstos en el presupuesto aprobado, que reúnan los requisitos recogidos en los acuerdos del Consejo de Política Fiscal y Financiera en relación con el endeudamiento de las comunidades autónomas.</w:t>
      </w:r>
    </w:p>
    <w:p w:rsidR="00011E90" w:rsidRPr="000236AD" w:rsidRDefault="00011E90" w:rsidP="00204CB1">
      <w:pPr>
        <w:numPr>
          <w:ilvl w:val="0"/>
          <w:numId w:val="53"/>
        </w:numPr>
        <w:tabs>
          <w:tab w:val="num" w:pos="567"/>
        </w:tabs>
        <w:spacing w:before="100" w:after="100"/>
        <w:ind w:left="567" w:hanging="283"/>
        <w:rPr>
          <w:rFonts w:ascii="Riojana" w:hAnsi="Riojana"/>
        </w:rPr>
      </w:pPr>
      <w:r w:rsidRPr="000236AD">
        <w:rPr>
          <w:rFonts w:ascii="Riojana" w:hAnsi="Riojana"/>
        </w:rPr>
        <w:t>La cuantía de endeudamiento autorizado en ejercicios anteriores que no se hubiera formalizado.</w:t>
      </w:r>
    </w:p>
    <w:p w:rsidR="00011E90" w:rsidRPr="000236AD" w:rsidRDefault="00011E90" w:rsidP="00204CB1">
      <w:pPr>
        <w:numPr>
          <w:ilvl w:val="0"/>
          <w:numId w:val="53"/>
        </w:numPr>
        <w:tabs>
          <w:tab w:val="num" w:pos="567"/>
        </w:tabs>
        <w:spacing w:before="100" w:after="100"/>
        <w:ind w:left="567" w:hanging="283"/>
        <w:rPr>
          <w:rFonts w:ascii="Riojana" w:hAnsi="Riojana"/>
        </w:rPr>
      </w:pPr>
      <w:r w:rsidRPr="000236AD">
        <w:rPr>
          <w:rFonts w:ascii="Riojana" w:hAnsi="Riojana"/>
        </w:rPr>
        <w:t>Las operaciones de crédito que se formalicen para financiar la amortización de la deuda viva de entes que integran el sector público autonómico, como consecuencia del proceso de reestructuración del mismo o de la reordenación de su endeudamiento.</w:t>
      </w:r>
    </w:p>
    <w:p w:rsidR="00011E90" w:rsidRPr="000236AD" w:rsidRDefault="00011E90" w:rsidP="00204CB1">
      <w:pPr>
        <w:numPr>
          <w:ilvl w:val="0"/>
          <w:numId w:val="53"/>
        </w:numPr>
        <w:tabs>
          <w:tab w:val="num" w:pos="567"/>
        </w:tabs>
        <w:spacing w:before="100" w:after="100"/>
        <w:ind w:left="567" w:hanging="283"/>
        <w:rPr>
          <w:rFonts w:ascii="Riojana" w:hAnsi="Riojana"/>
        </w:rPr>
      </w:pPr>
      <w:r w:rsidRPr="000236AD">
        <w:rPr>
          <w:rFonts w:ascii="Riojana" w:hAnsi="Riojana"/>
        </w:rPr>
        <w:t>Las operaciones de crédito que, a propuesta del consejero de Hacienda y Administración Pública y mediante Acuerdo de Consejo de Gobierno, se formalicen mediante subrogación de la Administración general en la posición deudora de operaciones de crédito del resto de los entes del sector público.</w:t>
      </w:r>
    </w:p>
    <w:p w:rsidR="00011E90" w:rsidRPr="000236AD" w:rsidRDefault="00011E90" w:rsidP="00011E90">
      <w:pPr>
        <w:pStyle w:val="Normalprimerprrafo"/>
        <w:rPr>
          <w:rFonts w:ascii="Riojana" w:hAnsi="Riojana"/>
        </w:rPr>
      </w:pPr>
      <w:r w:rsidRPr="000236AD">
        <w:rPr>
          <w:rFonts w:ascii="Riojana" w:hAnsi="Riojana"/>
        </w:rPr>
        <w:t>3. En todo caso, y sin perjuicio de lo establecido en el apartado anterior, el límite fijado en el apartado 1 de este artículo podrá ampliarse hasta el volumen de endeudamiento máximo permitido para la Comunidad Autónoma en 2023 en virtud de las normas y acuerdos sobre estabilidad presupuestaria.</w:t>
      </w:r>
    </w:p>
    <w:p w:rsidR="00011E90" w:rsidRPr="000236AD" w:rsidRDefault="00011E90" w:rsidP="00011E90">
      <w:pPr>
        <w:rPr>
          <w:rFonts w:ascii="Riojana" w:hAnsi="Riojana"/>
        </w:rPr>
      </w:pPr>
      <w:r w:rsidRPr="000236AD">
        <w:rPr>
          <w:rFonts w:ascii="Riojana" w:hAnsi="Riojana"/>
        </w:rPr>
        <w:t>4. Los organismos autónomos, entidades públicas empresariales y resto los de entes que conforman el sector público de la Comunidad autónoma de La Rioja necesitarán autorización del Consejo de Gobierno, previo informe de la Dirección General de Control Presupuestario, para la formalización de sus operaciones de endeudamiento a largo plazo, siendo nulos de pleno derecho los acuerdos adoptados sin dicha autorización. La autorización de la operación podrá contemplar el aval de la misma por parte de la Administración general de la Comunidad Autónoma de La Rioja cuando así lo haya solicitado expresamente el organismo o entidad que prevea suscribir la operación de endeudamiento.</w:t>
      </w:r>
    </w:p>
    <w:p w:rsidR="00011E90" w:rsidRDefault="00011E90" w:rsidP="00011E90">
      <w:pPr>
        <w:rPr>
          <w:rFonts w:ascii="Riojana" w:hAnsi="Riojana"/>
        </w:rPr>
      </w:pPr>
      <w:r w:rsidRPr="000236AD">
        <w:rPr>
          <w:rFonts w:ascii="Riojana" w:hAnsi="Riojana"/>
        </w:rPr>
        <w:t>5. Al consejero de Hacienda y Administración Pública le corresponde la autorización del gasto correspondiente a las operaciones a las que se refiere el presente artículo.</w:t>
      </w:r>
    </w:p>
    <w:p w:rsidR="000236AD" w:rsidRPr="000236AD" w:rsidRDefault="000236AD" w:rsidP="00011E90">
      <w:pPr>
        <w:rPr>
          <w:rFonts w:ascii="Riojana" w:hAnsi="Riojana"/>
        </w:rPr>
      </w:pPr>
    </w:p>
    <w:p w:rsidR="00011E90" w:rsidRPr="000236AD" w:rsidRDefault="00011E90" w:rsidP="00011E90">
      <w:pPr>
        <w:pStyle w:val="Ttulo6"/>
        <w:rPr>
          <w:rFonts w:ascii="Riojana" w:hAnsi="Riojana"/>
        </w:rPr>
      </w:pPr>
      <w:r w:rsidRPr="000236AD">
        <w:rPr>
          <w:rFonts w:ascii="Riojana" w:hAnsi="Riojana"/>
        </w:rPr>
        <w:t>Artículo 65. Operaciones de crédito a corto plazo</w:t>
      </w:r>
    </w:p>
    <w:p w:rsidR="00011E90" w:rsidRPr="000236AD" w:rsidRDefault="00011E90" w:rsidP="00011E90">
      <w:pPr>
        <w:rPr>
          <w:rFonts w:ascii="Riojana" w:hAnsi="Riojana"/>
        </w:rPr>
      </w:pPr>
      <w:r w:rsidRPr="000236AD">
        <w:rPr>
          <w:rFonts w:ascii="Riojana" w:hAnsi="Riojana"/>
        </w:rPr>
        <w:t>1. Se autoriza al consejero de Hacienda y Administración Pública para concertar operaciones de crédito por plazo igual o inferior a un año, con el fin de cubrir necesidades transitorias de Tesorería, de conformidad con el artículo 57 del Estatuto de Autonomía de La Rioja, con el artículo 98 de la Ley 11/2013, de 21 de octubre, de Hacienda Pública de La Rioja, y con el artículo 14 de la Ley Orgánica 8/1980, de 22 de septiembre, de Financiación de las Comunidades Autónomas, y en la normativa sobre estabilidad y sostenibilidad financiera.</w:t>
      </w:r>
    </w:p>
    <w:p w:rsidR="00011E90" w:rsidRPr="000236AD" w:rsidRDefault="00011E90" w:rsidP="00011E90">
      <w:pPr>
        <w:rPr>
          <w:rFonts w:ascii="Riojana" w:hAnsi="Riojana"/>
        </w:rPr>
      </w:pPr>
      <w:r w:rsidRPr="000236AD">
        <w:rPr>
          <w:rFonts w:ascii="Riojana" w:hAnsi="Riojana"/>
        </w:rPr>
        <w:t>2. Los organismos autónomos, entidades públicas empresariales y el resto de los entes que conforman el sector público de la Comunidad Autónoma de La Rioja necesitarán autorización previa de la Dirección General de Control Presupuestario para la formalización de sus operaciones de endeudamiento a corto plazo, siendo nulos de pleno derecho los acuerdos adoptados sin dicha autorización.</w:t>
      </w:r>
    </w:p>
    <w:p w:rsidR="00011E90" w:rsidRDefault="00011E90" w:rsidP="00011E90">
      <w:pPr>
        <w:rPr>
          <w:rFonts w:ascii="Riojana" w:hAnsi="Riojana"/>
        </w:rPr>
      </w:pPr>
      <w:r w:rsidRPr="000236AD">
        <w:rPr>
          <w:rFonts w:ascii="Riojana" w:hAnsi="Riojana"/>
        </w:rPr>
        <w:t>3. Le corresponde al consejero de Hacienda y Administración Pública la autorización del gasto correspondiente a las operaciones de crédito a las que se refiere el presente artículo.</w:t>
      </w:r>
    </w:p>
    <w:p w:rsidR="000236AD" w:rsidRPr="000236AD" w:rsidRDefault="000236AD" w:rsidP="00011E90">
      <w:pPr>
        <w:rPr>
          <w:rFonts w:ascii="Riojana" w:hAnsi="Riojana"/>
        </w:rPr>
      </w:pPr>
    </w:p>
    <w:p w:rsidR="00011E90" w:rsidRPr="000236AD" w:rsidRDefault="00011E90" w:rsidP="00011E90">
      <w:pPr>
        <w:pStyle w:val="Ttulo6"/>
        <w:rPr>
          <w:rFonts w:ascii="Riojana" w:hAnsi="Riojana"/>
        </w:rPr>
      </w:pPr>
      <w:r w:rsidRPr="000236AD">
        <w:rPr>
          <w:rFonts w:ascii="Riojana" w:hAnsi="Riojana"/>
        </w:rPr>
        <w:lastRenderedPageBreak/>
        <w:t>Artículo 66. Endeudamiento de las restantes entidades del sector público autonómico</w:t>
      </w:r>
    </w:p>
    <w:p w:rsidR="00011E90" w:rsidRPr="000236AD" w:rsidRDefault="00011E90" w:rsidP="00011E90">
      <w:pPr>
        <w:rPr>
          <w:rFonts w:ascii="Riojana" w:hAnsi="Riojana"/>
        </w:rPr>
      </w:pPr>
      <w:r w:rsidRPr="000236AD">
        <w:rPr>
          <w:rFonts w:ascii="Riojana" w:hAnsi="Riojana"/>
        </w:rPr>
        <w:t>1. Los organismos autónomos, las entidades públicas empresariales y el resto los de entes que conforman el sector púbico deberán obtener la autorización de la Dirección General de Control Presupuestario con carácter previo a la formalización de otras operaciones de carácter financiero consideradas como deuda a los efectos del Protocolo de déficit excesivo, siendo nulos de pleno derecho los acuerdos adoptados sin dicha autorización.</w:t>
      </w:r>
    </w:p>
    <w:p w:rsidR="00011E90" w:rsidRPr="000236AD" w:rsidRDefault="00011E90" w:rsidP="00011E90">
      <w:pPr>
        <w:rPr>
          <w:rFonts w:ascii="Riojana" w:hAnsi="Riojana"/>
        </w:rPr>
      </w:pPr>
      <w:r w:rsidRPr="000236AD">
        <w:rPr>
          <w:rFonts w:ascii="Riojana" w:hAnsi="Riojana"/>
        </w:rPr>
        <w:t>2. Se autoriza al consejero de Hacienda y Administración Pública para conceder préstamos a corto plazo a los entes del sector público autonómico señalados en el apartado anterior, con el fin de cubrir sus necesidades transitorias de Tesorería.</w:t>
      </w:r>
    </w:p>
    <w:p w:rsidR="00011E90" w:rsidRDefault="00011E90" w:rsidP="00011E90">
      <w:pPr>
        <w:rPr>
          <w:rFonts w:ascii="Riojana" w:hAnsi="Riojana"/>
        </w:rPr>
      </w:pPr>
      <w:r w:rsidRPr="000236AD">
        <w:rPr>
          <w:rFonts w:ascii="Riojana" w:hAnsi="Riojana"/>
        </w:rPr>
        <w:t>3. El volumen de endeudamiento máximo a autorizar a aquellas entidades clasificadas dentro del sector de Administraciones públicas de la Comunidad Autónoma de La Rioja, según los criterios del Sistema Europeo de Cuentas Nacionales y Regionales, respetará los límites establecidos en la normativa sobre estabilidad presupuestaria y sostenibilidad financiera y los acuerdos del Consejo de Política Fiscal y Financiera.</w:t>
      </w:r>
    </w:p>
    <w:p w:rsidR="000236AD" w:rsidRPr="000236AD" w:rsidRDefault="000236AD" w:rsidP="00011E90">
      <w:pPr>
        <w:rPr>
          <w:rFonts w:ascii="Riojana" w:hAnsi="Riojana"/>
        </w:rPr>
      </w:pPr>
    </w:p>
    <w:p w:rsidR="00011E90" w:rsidRPr="000236AD" w:rsidRDefault="00011E90" w:rsidP="00011E90">
      <w:pPr>
        <w:pStyle w:val="Ttulo4"/>
        <w:rPr>
          <w:rFonts w:ascii="Riojana Bold" w:hAnsi="Riojana Bold"/>
          <w:b w:val="0"/>
          <w:i w:val="0"/>
          <w:color w:val="auto"/>
          <w:sz w:val="22"/>
          <w:szCs w:val="22"/>
        </w:rPr>
      </w:pPr>
      <w:r w:rsidRPr="000236AD">
        <w:rPr>
          <w:rFonts w:ascii="Riojana Bold" w:hAnsi="Riojana Bold"/>
          <w:b w:val="0"/>
          <w:i w:val="0"/>
          <w:color w:val="auto"/>
          <w:sz w:val="22"/>
          <w:szCs w:val="22"/>
        </w:rPr>
        <w:t>CAPÍTULO III. De los avales públicos y otras garantías</w:t>
      </w:r>
    </w:p>
    <w:p w:rsidR="000236AD" w:rsidRDefault="000236AD" w:rsidP="00011E90">
      <w:pPr>
        <w:pStyle w:val="Ttulo6"/>
      </w:pPr>
    </w:p>
    <w:p w:rsidR="00011E90" w:rsidRPr="000236AD" w:rsidRDefault="00011E90" w:rsidP="000236AD">
      <w:pPr>
        <w:pStyle w:val="Ttulo6"/>
        <w:spacing w:before="120" w:line="280" w:lineRule="exact"/>
        <w:rPr>
          <w:rFonts w:ascii="Riojana" w:hAnsi="Riojana"/>
        </w:rPr>
      </w:pPr>
      <w:r w:rsidRPr="000236AD">
        <w:rPr>
          <w:rFonts w:ascii="Riojana" w:hAnsi="Riojana"/>
        </w:rPr>
        <w:t>Artículo 67. Concesión de avales</w:t>
      </w:r>
    </w:p>
    <w:p w:rsidR="00011E90" w:rsidRPr="000236AD" w:rsidRDefault="00011E90" w:rsidP="000236AD">
      <w:pPr>
        <w:pStyle w:val="Normalltimoprrafo"/>
        <w:spacing w:line="280" w:lineRule="exact"/>
        <w:rPr>
          <w:rFonts w:ascii="Riojana" w:hAnsi="Riojana"/>
        </w:rPr>
      </w:pPr>
      <w:r w:rsidRPr="000236AD">
        <w:rPr>
          <w:rFonts w:ascii="Riojana" w:hAnsi="Riojana"/>
        </w:rPr>
        <w:t>Con las limitaciones establecidas en la Ley Orgánica 8/1980, de 22 de septiembre, de Financiación de las Comunidades Autónomas, y demás disposiciones aplicables en materia de estabilidad presupuestaria y financiera:</w:t>
      </w:r>
    </w:p>
    <w:p w:rsidR="00011E90" w:rsidRPr="000236AD" w:rsidRDefault="00011E90" w:rsidP="000236AD">
      <w:pPr>
        <w:numPr>
          <w:ilvl w:val="0"/>
          <w:numId w:val="54"/>
        </w:numPr>
        <w:spacing w:after="100" w:line="280" w:lineRule="exact"/>
        <w:rPr>
          <w:rFonts w:ascii="Riojana" w:hAnsi="Riojana"/>
        </w:rPr>
      </w:pPr>
      <w:r w:rsidRPr="000236AD">
        <w:rPr>
          <w:rFonts w:ascii="Riojana" w:hAnsi="Riojana"/>
        </w:rPr>
        <w:t>El Gobierno de La Rioja podrá avalar a sociedades participadas hasta 50 millones de euros con objeto de reestructurar su deuda y/o reducir el coste financiero.</w:t>
      </w:r>
    </w:p>
    <w:p w:rsidR="00011E90" w:rsidRPr="000236AD" w:rsidRDefault="00011E90" w:rsidP="000236AD">
      <w:pPr>
        <w:numPr>
          <w:ilvl w:val="0"/>
          <w:numId w:val="54"/>
        </w:numPr>
        <w:spacing w:after="100" w:line="280" w:lineRule="exact"/>
        <w:rPr>
          <w:rFonts w:ascii="Riojana" w:hAnsi="Riojana"/>
        </w:rPr>
      </w:pPr>
      <w:r w:rsidRPr="000236AD">
        <w:rPr>
          <w:rFonts w:ascii="Riojana" w:hAnsi="Riojana"/>
        </w:rPr>
        <w:t>La Agencia de Desarrollo Económico de La Rioja podrá conceder avales a las empresas por un importe global máximo de 100.000.000 de euros, para la creación de nuevas empresas o proyectos, siempre que:</w:t>
      </w:r>
    </w:p>
    <w:p w:rsidR="00011E90" w:rsidRPr="000236AD" w:rsidRDefault="00011E90" w:rsidP="000236AD">
      <w:pPr>
        <w:numPr>
          <w:ilvl w:val="1"/>
          <w:numId w:val="54"/>
        </w:numPr>
        <w:spacing w:after="100" w:line="280" w:lineRule="exact"/>
        <w:rPr>
          <w:rFonts w:ascii="Riojana" w:hAnsi="Riojana"/>
        </w:rPr>
      </w:pPr>
      <w:r w:rsidRPr="000236AD">
        <w:rPr>
          <w:rFonts w:ascii="Riojana" w:hAnsi="Riojana"/>
        </w:rPr>
        <w:t>Se acredite que el aval prestado tiene como finalidad garantizar operaciones financieras para posibilitar la puesta en marcha de proyectos técnica y económicamente viables.</w:t>
      </w:r>
    </w:p>
    <w:p w:rsidR="00011E90" w:rsidRPr="000236AD" w:rsidRDefault="00011E90" w:rsidP="000236AD">
      <w:pPr>
        <w:numPr>
          <w:ilvl w:val="1"/>
          <w:numId w:val="54"/>
        </w:numPr>
        <w:spacing w:after="100" w:line="280" w:lineRule="exact"/>
        <w:rPr>
          <w:rFonts w:ascii="Riojana" w:hAnsi="Riojana"/>
        </w:rPr>
      </w:pPr>
      <w:r w:rsidRPr="000236AD">
        <w:rPr>
          <w:rFonts w:ascii="Riojana" w:hAnsi="Riojana"/>
        </w:rPr>
        <w:t>La operación avalada sea destinada obligatoriamente a la materialización de proyectos que generen o mantengan el nivel de empleo.</w:t>
      </w:r>
    </w:p>
    <w:p w:rsidR="00011E90" w:rsidRPr="000236AD" w:rsidRDefault="00011E90" w:rsidP="000236AD">
      <w:pPr>
        <w:numPr>
          <w:ilvl w:val="1"/>
          <w:numId w:val="54"/>
        </w:numPr>
        <w:spacing w:after="100" w:line="280" w:lineRule="exact"/>
        <w:rPr>
          <w:rFonts w:ascii="Riojana" w:hAnsi="Riojana"/>
        </w:rPr>
      </w:pPr>
      <w:r w:rsidRPr="000236AD">
        <w:rPr>
          <w:rFonts w:ascii="Riojana" w:hAnsi="Riojana"/>
        </w:rPr>
        <w:t>Financiación de activo circulante y reestructuración de deuda de empresas y/o de proyectos existentes destinada en su día a inversiones y que exige plazos mayores de financiación, siempre que la finalidad sea facilitar la viabilidad de la empresa y el mantenimiento de la actividad.</w:t>
      </w:r>
    </w:p>
    <w:p w:rsidR="00011E90" w:rsidRPr="000236AD" w:rsidRDefault="00011E90" w:rsidP="000236AD">
      <w:pPr>
        <w:numPr>
          <w:ilvl w:val="1"/>
          <w:numId w:val="54"/>
        </w:numPr>
        <w:spacing w:after="100" w:line="280" w:lineRule="exact"/>
        <w:rPr>
          <w:rFonts w:ascii="Riojana" w:hAnsi="Riojana"/>
        </w:rPr>
      </w:pPr>
      <w:r w:rsidRPr="000236AD">
        <w:rPr>
          <w:rFonts w:ascii="Riojana" w:hAnsi="Riojana"/>
        </w:rPr>
        <w:lastRenderedPageBreak/>
        <w:t xml:space="preserve">El importe máximo de riesgo vivo por operación no </w:t>
      </w:r>
      <w:proofErr w:type="spellStart"/>
      <w:r w:rsidRPr="000236AD">
        <w:rPr>
          <w:rFonts w:ascii="Riojana" w:hAnsi="Riojana"/>
        </w:rPr>
        <w:t>reafianzado</w:t>
      </w:r>
      <w:proofErr w:type="spellEnd"/>
      <w:r w:rsidRPr="000236AD">
        <w:rPr>
          <w:rFonts w:ascii="Riojana" w:hAnsi="Riojana"/>
        </w:rPr>
        <w:t xml:space="preserve"> por terceros o por garantía hipotecaria no podrá superar los 5.000.000 de euros.</w:t>
      </w:r>
    </w:p>
    <w:p w:rsidR="00011E90" w:rsidRPr="000236AD" w:rsidRDefault="00011E90" w:rsidP="000236AD">
      <w:pPr>
        <w:numPr>
          <w:ilvl w:val="1"/>
          <w:numId w:val="54"/>
        </w:numPr>
        <w:spacing w:after="100" w:line="280" w:lineRule="exact"/>
        <w:rPr>
          <w:rFonts w:ascii="Riojana" w:hAnsi="Riojana"/>
        </w:rPr>
      </w:pPr>
      <w:r w:rsidRPr="000236AD">
        <w:rPr>
          <w:rFonts w:ascii="Riojana" w:hAnsi="Riojana"/>
        </w:rPr>
        <w:t>Será órgano competente para conceder y otorgar el aval aquel que tenga atribuida la competencia para la aprobación del gasto en función de la cuantía del aval, de acuerdo con lo que establece el Reglamento de la Ley 7/1997, de 3 de octubre, de creación de la Agencia de Desarrollo Económico de La Rioja, aprobado por Decreto 57/2005, de 2 de septiembre.</w:t>
      </w:r>
    </w:p>
    <w:p w:rsidR="00011E90" w:rsidRPr="000236AD" w:rsidRDefault="00011E90" w:rsidP="000236AD">
      <w:pPr>
        <w:numPr>
          <w:ilvl w:val="1"/>
          <w:numId w:val="54"/>
        </w:numPr>
        <w:spacing w:after="100" w:line="280" w:lineRule="exact"/>
        <w:rPr>
          <w:rFonts w:ascii="Riojana" w:hAnsi="Riojana"/>
        </w:rPr>
      </w:pPr>
      <w:r w:rsidRPr="000236AD">
        <w:rPr>
          <w:rFonts w:ascii="Riojana" w:hAnsi="Riojana"/>
        </w:rPr>
        <w:t>Se requerirá autorización previa del Consejo de Gobierno cuando la cuantía del aval exceda de 600.000 euros. Cuando la cuantía del aval no exceda de dicho importe, se dará cuenta al Consejo de Gobierno de su concesión con posterioridad a su otorgamiento.</w:t>
      </w:r>
    </w:p>
    <w:p w:rsidR="00011E90" w:rsidRPr="000236AD" w:rsidRDefault="00011E90" w:rsidP="000236AD">
      <w:pPr>
        <w:numPr>
          <w:ilvl w:val="0"/>
          <w:numId w:val="54"/>
        </w:numPr>
        <w:spacing w:after="100" w:line="280" w:lineRule="exact"/>
        <w:rPr>
          <w:rFonts w:ascii="Riojana" w:hAnsi="Riojana"/>
        </w:rPr>
      </w:pPr>
      <w:r w:rsidRPr="000236AD">
        <w:rPr>
          <w:rFonts w:ascii="Riojana" w:hAnsi="Riojana"/>
        </w:rPr>
        <w:t xml:space="preserve">El Consejo de Gobierno podrá autorizar a la Agencia de Desarrollo Económico de La Rioja a suscribir convenios de colaboración con entidades financieras cuyo objeto sea la concesión por parte de estas de préstamos o créditos a favor de emprendedores, comercio minorista, pymes y </w:t>
      </w:r>
      <w:proofErr w:type="spellStart"/>
      <w:r w:rsidRPr="000236AD">
        <w:rPr>
          <w:rFonts w:ascii="Riojana" w:hAnsi="Riojana"/>
        </w:rPr>
        <w:t>micropymes</w:t>
      </w:r>
      <w:proofErr w:type="spellEnd"/>
      <w:r w:rsidRPr="000236AD">
        <w:rPr>
          <w:rFonts w:ascii="Riojana" w:hAnsi="Riojana"/>
        </w:rPr>
        <w:t>, y en los que el riesgo de la operación sea compartido entre la Agencia de Desarrollo Económico de La Rioja y la entidad financiera firmante. El importe máximo del aval por beneficiario no podrá superar los 100.000 euros y no excederá del 50 % del importe de la operación avalada.</w:t>
      </w:r>
    </w:p>
    <w:p w:rsidR="00011E90" w:rsidRPr="000236AD" w:rsidRDefault="00011E90" w:rsidP="000236AD">
      <w:pPr>
        <w:numPr>
          <w:ilvl w:val="0"/>
          <w:numId w:val="54"/>
        </w:numPr>
        <w:spacing w:after="100" w:line="280" w:lineRule="exact"/>
        <w:rPr>
          <w:rFonts w:ascii="Riojana" w:hAnsi="Riojana"/>
        </w:rPr>
      </w:pPr>
      <w:r w:rsidRPr="000236AD">
        <w:rPr>
          <w:rFonts w:ascii="Riojana" w:hAnsi="Riojana"/>
        </w:rPr>
        <w:t>La autorización del Consejo de Gobierno comprenderá las condiciones generales del convenio tipo, el régimen de garantías aplicable y el importe máximo de riesgo que la Agencia de Desarrollo Económico de La Rioja podrá destinar a esta línea de avales, dentro del límite global establecido en el apartado primero.</w:t>
      </w:r>
    </w:p>
    <w:p w:rsidR="00011E90" w:rsidRPr="000236AD" w:rsidRDefault="00011E90" w:rsidP="000236AD">
      <w:pPr>
        <w:pStyle w:val="Ttulo6"/>
        <w:spacing w:before="120" w:line="280" w:lineRule="exact"/>
        <w:rPr>
          <w:rFonts w:ascii="Riojana" w:hAnsi="Riojana"/>
        </w:rPr>
      </w:pPr>
      <w:r w:rsidRPr="000236AD">
        <w:rPr>
          <w:rFonts w:ascii="Riojana" w:hAnsi="Riojana"/>
        </w:rPr>
        <w:t>Artículo 68. De las aportaciones a las sociedades de garantía recíproca</w:t>
      </w:r>
    </w:p>
    <w:p w:rsidR="00011E90" w:rsidRDefault="00011E90" w:rsidP="000236AD">
      <w:pPr>
        <w:spacing w:line="280" w:lineRule="exact"/>
        <w:rPr>
          <w:rFonts w:ascii="Riojana" w:hAnsi="Riojana"/>
        </w:rPr>
      </w:pPr>
      <w:r w:rsidRPr="000236AD">
        <w:rPr>
          <w:rFonts w:ascii="Riojana" w:hAnsi="Riojana"/>
        </w:rPr>
        <w:t>La Agencia de Desarrollo Económico de La Rioja podrá realizar aportaciones a las sociedades de garantía recíproca que tengan oficina abierta en el territorio de la Comunidad, de forma genérica o mediante la prestación de fianzas a cuenta de los socios partícipes, con comunicación al Parlamento de La Rioja.</w:t>
      </w:r>
    </w:p>
    <w:p w:rsidR="000236AD" w:rsidRPr="000236AD" w:rsidRDefault="000236AD" w:rsidP="000236AD">
      <w:pPr>
        <w:spacing w:line="280" w:lineRule="exact"/>
        <w:rPr>
          <w:rFonts w:ascii="Riojana" w:hAnsi="Riojana"/>
        </w:rPr>
      </w:pPr>
    </w:p>
    <w:p w:rsidR="00011E90" w:rsidRPr="000236AD" w:rsidRDefault="00011E90" w:rsidP="00011E90">
      <w:pPr>
        <w:pStyle w:val="Ttulo3"/>
        <w:rPr>
          <w:rFonts w:ascii="Riojana Bold" w:hAnsi="Riojana Bold"/>
          <w:b w:val="0"/>
        </w:rPr>
      </w:pPr>
      <w:r w:rsidRPr="000236AD">
        <w:rPr>
          <w:rFonts w:ascii="Riojana Bold" w:hAnsi="Riojana Bold"/>
          <w:b w:val="0"/>
        </w:rPr>
        <w:t>TÍTULO V. Normas tributarias</w:t>
      </w:r>
    </w:p>
    <w:p w:rsidR="000236AD" w:rsidRDefault="000236AD" w:rsidP="00011E90">
      <w:pPr>
        <w:pStyle w:val="Ttulo6"/>
      </w:pPr>
    </w:p>
    <w:p w:rsidR="00011E90" w:rsidRPr="000236AD" w:rsidRDefault="00011E90" w:rsidP="000236AD">
      <w:pPr>
        <w:pStyle w:val="Ttulo6"/>
        <w:spacing w:before="120" w:line="280" w:lineRule="exact"/>
        <w:rPr>
          <w:rFonts w:ascii="Riojana" w:hAnsi="Riojana"/>
        </w:rPr>
      </w:pPr>
      <w:r w:rsidRPr="000236AD">
        <w:rPr>
          <w:rFonts w:ascii="Riojana" w:hAnsi="Riojana"/>
        </w:rPr>
        <w:t>Artículo 69. Tasas</w:t>
      </w:r>
    </w:p>
    <w:p w:rsidR="00011E90" w:rsidRPr="000236AD" w:rsidRDefault="00011E90" w:rsidP="000236AD">
      <w:pPr>
        <w:spacing w:line="280" w:lineRule="exact"/>
        <w:rPr>
          <w:rFonts w:ascii="Riojana" w:hAnsi="Riojana"/>
        </w:rPr>
      </w:pPr>
      <w:r w:rsidRPr="000236AD">
        <w:rPr>
          <w:rFonts w:ascii="Riojana" w:hAnsi="Riojana"/>
        </w:rPr>
        <w:t>1. Se mantienen para el año 2023 las tarifas de cuantía fija de las tasas en la cuantía exigible en 2022.</w:t>
      </w:r>
    </w:p>
    <w:p w:rsidR="00011E90" w:rsidRPr="000236AD" w:rsidRDefault="00011E90" w:rsidP="000236AD">
      <w:pPr>
        <w:spacing w:line="280" w:lineRule="exact"/>
        <w:rPr>
          <w:rFonts w:ascii="Riojana" w:hAnsi="Riojana"/>
        </w:rPr>
      </w:pPr>
      <w:r w:rsidRPr="000236AD">
        <w:rPr>
          <w:rFonts w:ascii="Riojana" w:hAnsi="Riojana"/>
        </w:rPr>
        <w:t>2. Las tasas y otros ingresos correspondientes a servicios que se transfieran con posterioridad al 1 de enero del año 2023, y que no hayan sido regulados por la Comunidad Autónoma, se regirán por la normativa que les sea aplicable con carácter general.</w:t>
      </w:r>
    </w:p>
    <w:p w:rsidR="000236AD" w:rsidRPr="000236AD" w:rsidRDefault="000236AD" w:rsidP="000236AD">
      <w:pPr>
        <w:spacing w:line="280" w:lineRule="exact"/>
        <w:rPr>
          <w:rFonts w:ascii="Riojana" w:hAnsi="Riojana"/>
        </w:rPr>
      </w:pPr>
    </w:p>
    <w:p w:rsidR="00011E90" w:rsidRPr="000236AD" w:rsidRDefault="00011E90" w:rsidP="000236AD">
      <w:pPr>
        <w:pStyle w:val="Ttulo6"/>
        <w:spacing w:before="120" w:line="280" w:lineRule="exact"/>
        <w:rPr>
          <w:rFonts w:ascii="Riojana" w:hAnsi="Riojana"/>
        </w:rPr>
      </w:pPr>
      <w:r w:rsidRPr="000236AD">
        <w:rPr>
          <w:rFonts w:ascii="Riojana" w:hAnsi="Riojana"/>
        </w:rPr>
        <w:lastRenderedPageBreak/>
        <w:t>Artículo 70. Recargo sobre el impuesto sobre actividades económicas</w:t>
      </w:r>
    </w:p>
    <w:p w:rsidR="00011E90" w:rsidRDefault="00011E90" w:rsidP="000236AD">
      <w:pPr>
        <w:spacing w:line="280" w:lineRule="exact"/>
        <w:rPr>
          <w:rFonts w:ascii="Riojana" w:hAnsi="Riojana"/>
        </w:rPr>
      </w:pPr>
      <w:r w:rsidRPr="000236AD">
        <w:rPr>
          <w:rFonts w:ascii="Riojana" w:hAnsi="Riojana"/>
        </w:rPr>
        <w:t>Se establece un recargo del 12 % de las cuotas municipales modificadas por la aplicación del coeficiente de ponderación previsto en el artículo 86 del Texto Refundido de la Ley Reguladora de las Haciendas Locales, aprobada por el Real Decreto Legislativo 2/2004, de 5 de marzo.</w:t>
      </w:r>
    </w:p>
    <w:p w:rsidR="000236AD" w:rsidRPr="000236AD" w:rsidRDefault="000236AD" w:rsidP="000236AD">
      <w:pPr>
        <w:spacing w:line="280" w:lineRule="exact"/>
        <w:rPr>
          <w:rFonts w:ascii="Riojana" w:hAnsi="Riojana"/>
        </w:rPr>
      </w:pPr>
    </w:p>
    <w:p w:rsidR="00011E90" w:rsidRPr="000236AD" w:rsidRDefault="00011E90" w:rsidP="000236AD">
      <w:pPr>
        <w:pStyle w:val="Ttulo3"/>
        <w:spacing w:before="120" w:line="280" w:lineRule="exact"/>
        <w:rPr>
          <w:rFonts w:ascii="Riojana Bold" w:hAnsi="Riojana Bold"/>
          <w:b w:val="0"/>
          <w:szCs w:val="22"/>
        </w:rPr>
      </w:pPr>
      <w:r w:rsidRPr="000236AD">
        <w:rPr>
          <w:rFonts w:ascii="Riojana Bold" w:hAnsi="Riojana Bold"/>
          <w:b w:val="0"/>
          <w:szCs w:val="22"/>
        </w:rPr>
        <w:t>Disposición adicional primera. De los libramientos al Parlamento, Defensor del Pueblo y Consejo Consultivo de La Rioja</w:t>
      </w:r>
    </w:p>
    <w:p w:rsidR="00011E90" w:rsidRDefault="00011E90" w:rsidP="000236AD">
      <w:pPr>
        <w:spacing w:line="280" w:lineRule="exact"/>
        <w:rPr>
          <w:rFonts w:ascii="Riojana" w:hAnsi="Riojana"/>
        </w:rPr>
      </w:pPr>
      <w:r w:rsidRPr="000236AD">
        <w:rPr>
          <w:rFonts w:ascii="Riojana" w:hAnsi="Riojana"/>
        </w:rPr>
        <w:t>Los créditos destinados en las secciones 01, 02 y 03 del Presupuesto de la Comunidad Autónoma se librarán en firme a nombre del Parlamento, del Defensor del Pueblo y del Consejo Consultivo de La Rioja, respectivamente, a medida que estos lo soliciten de la Consejería de Hacienda y Administración Pública.</w:t>
      </w:r>
    </w:p>
    <w:p w:rsidR="000236AD" w:rsidRPr="000236AD" w:rsidRDefault="000236AD" w:rsidP="000236AD">
      <w:pPr>
        <w:spacing w:line="280" w:lineRule="exact"/>
        <w:rPr>
          <w:rFonts w:ascii="Riojana" w:hAnsi="Riojana"/>
        </w:rPr>
      </w:pPr>
    </w:p>
    <w:p w:rsidR="00011E90" w:rsidRPr="000236AD" w:rsidRDefault="00011E90" w:rsidP="000236AD">
      <w:pPr>
        <w:pStyle w:val="Ttulo3"/>
        <w:spacing w:before="120" w:line="280" w:lineRule="exact"/>
        <w:rPr>
          <w:rFonts w:ascii="Riojana Bold" w:hAnsi="Riojana Bold"/>
          <w:b w:val="0"/>
          <w:szCs w:val="22"/>
        </w:rPr>
      </w:pPr>
      <w:r w:rsidRPr="000236AD">
        <w:rPr>
          <w:rFonts w:ascii="Riojana Bold" w:hAnsi="Riojana Bold"/>
          <w:b w:val="0"/>
          <w:szCs w:val="22"/>
        </w:rPr>
        <w:t>Disposición adicional segunda. Del control interno del Servicio Riojano de Salud</w:t>
      </w:r>
    </w:p>
    <w:p w:rsidR="00011E90" w:rsidRDefault="00011E90" w:rsidP="000236AD">
      <w:pPr>
        <w:spacing w:line="280" w:lineRule="exact"/>
        <w:rPr>
          <w:rFonts w:ascii="Riojana" w:hAnsi="Riojana"/>
        </w:rPr>
      </w:pPr>
      <w:r w:rsidRPr="000236AD">
        <w:rPr>
          <w:rFonts w:ascii="Riojana" w:hAnsi="Riojana"/>
        </w:rPr>
        <w:t>El Gobierno de La Rioja enviará la auditoría pública anual al Parlamento de La Rioja simultáneamente a su remisión al Tribunal de Cuentas, así como toda aquella información puntual y desagregada que se le solicite por los cauces reglamentarios.</w:t>
      </w:r>
    </w:p>
    <w:p w:rsidR="000236AD" w:rsidRPr="000236AD" w:rsidRDefault="000236AD" w:rsidP="000236AD">
      <w:pPr>
        <w:spacing w:line="280" w:lineRule="exact"/>
        <w:rPr>
          <w:rFonts w:ascii="Riojana" w:hAnsi="Riojana"/>
        </w:rPr>
      </w:pPr>
    </w:p>
    <w:p w:rsidR="00011E90" w:rsidRPr="000236AD" w:rsidRDefault="00011E90" w:rsidP="000236AD">
      <w:pPr>
        <w:pStyle w:val="Ttulo3"/>
        <w:spacing w:before="120" w:line="280" w:lineRule="exact"/>
        <w:rPr>
          <w:rFonts w:ascii="Riojana Bold" w:hAnsi="Riojana Bold"/>
          <w:b w:val="0"/>
          <w:szCs w:val="22"/>
        </w:rPr>
      </w:pPr>
      <w:r w:rsidRPr="000236AD">
        <w:rPr>
          <w:rFonts w:ascii="Riojana Bold" w:hAnsi="Riojana Bold"/>
          <w:b w:val="0"/>
          <w:szCs w:val="22"/>
        </w:rPr>
        <w:t>Disposición adicional tercera. Declaración de utilidad pública</w:t>
      </w:r>
    </w:p>
    <w:p w:rsidR="00011E90" w:rsidRDefault="00011E90" w:rsidP="000236AD">
      <w:pPr>
        <w:spacing w:line="280" w:lineRule="exact"/>
        <w:rPr>
          <w:rFonts w:ascii="Riojana" w:hAnsi="Riojana"/>
        </w:rPr>
      </w:pPr>
      <w:r w:rsidRPr="000236AD">
        <w:rPr>
          <w:rFonts w:ascii="Riojana" w:hAnsi="Riojana"/>
        </w:rPr>
        <w:t>A los efectos previstos en la normativa sobre expropiación forzosa, se declaran de utilidad pública y urgente ocupación las obras financiadas con cargo a los créditos de inversiones que figuran en los anexos de los correspondientes programas de gasto de la presente ley y cuya declaración no estuviere ya prevista en alguna otra ley. La declaración, en concreto, de utilidad pública se entenderá implícita en la aprobación de los proyectos y se extenderá a los bienes y derechos de necesaria expropiación, ocupación temporal o imposición de servidumbres, comprendidos en los mismos y modificaciones que pudieran aprobarse con posterioridad. Los proyectos deberán incluir la relación concreta e individualizada de los bienes y derechos afectados a dichos fines.</w:t>
      </w:r>
    </w:p>
    <w:p w:rsidR="000236AD" w:rsidRPr="000236AD" w:rsidRDefault="000236AD" w:rsidP="000236AD">
      <w:pPr>
        <w:spacing w:line="280" w:lineRule="exact"/>
        <w:rPr>
          <w:rFonts w:ascii="Riojana" w:hAnsi="Riojana"/>
        </w:rPr>
      </w:pPr>
    </w:p>
    <w:p w:rsidR="00011E90" w:rsidRPr="000236AD" w:rsidRDefault="00011E90" w:rsidP="000236AD">
      <w:pPr>
        <w:pStyle w:val="Ttulo3"/>
        <w:spacing w:before="120" w:line="280" w:lineRule="exact"/>
        <w:rPr>
          <w:rFonts w:ascii="Riojana Bold" w:hAnsi="Riojana Bold"/>
          <w:b w:val="0"/>
          <w:szCs w:val="22"/>
        </w:rPr>
      </w:pPr>
      <w:r w:rsidRPr="000236AD">
        <w:rPr>
          <w:rFonts w:ascii="Riojana Bold" w:hAnsi="Riojana Bold"/>
          <w:b w:val="0"/>
          <w:szCs w:val="22"/>
        </w:rPr>
        <w:lastRenderedPageBreak/>
        <w:t>Disposición adicional cuarta. Criterios presupuestarios aplicables a los organismos autónomos integrados como una sección presupuestaria</w:t>
      </w:r>
    </w:p>
    <w:p w:rsidR="00011E90" w:rsidRDefault="00011E90" w:rsidP="000236AD">
      <w:pPr>
        <w:spacing w:line="280" w:lineRule="exact"/>
        <w:rPr>
          <w:rFonts w:ascii="Riojana" w:hAnsi="Riojana"/>
        </w:rPr>
      </w:pPr>
      <w:r w:rsidRPr="000236AD">
        <w:rPr>
          <w:rFonts w:ascii="Riojana" w:hAnsi="Riojana"/>
        </w:rPr>
        <w:t>Los procedimientos de carácter presupuestario recogidos en esta ley y en las disposiciones de desarrollo que afecten a los organismos autónomos integrados como una sección presupuestaria se regirán por los mismos criterios que cualquier otra sección presupuestaria.</w:t>
      </w:r>
    </w:p>
    <w:p w:rsidR="000236AD" w:rsidRPr="000236AD" w:rsidRDefault="000236AD" w:rsidP="000236AD">
      <w:pPr>
        <w:spacing w:line="280" w:lineRule="exact"/>
        <w:rPr>
          <w:rFonts w:ascii="Riojana" w:hAnsi="Riojana"/>
        </w:rPr>
      </w:pPr>
    </w:p>
    <w:p w:rsidR="00011E90" w:rsidRPr="000236AD" w:rsidRDefault="00011E90" w:rsidP="000236AD">
      <w:pPr>
        <w:pStyle w:val="Ttulo3"/>
        <w:spacing w:before="120" w:line="280" w:lineRule="exact"/>
        <w:rPr>
          <w:rFonts w:ascii="Riojana Bold" w:hAnsi="Riojana Bold"/>
          <w:b w:val="0"/>
          <w:szCs w:val="22"/>
        </w:rPr>
      </w:pPr>
      <w:r w:rsidRPr="000236AD">
        <w:rPr>
          <w:rFonts w:ascii="Riojana Bold" w:hAnsi="Riojana Bold"/>
          <w:b w:val="0"/>
          <w:szCs w:val="22"/>
        </w:rPr>
        <w:t>Disposición adicional quinta. Normas de gestión presupuestaria específicas para las entidades públicas empresariales</w:t>
      </w:r>
    </w:p>
    <w:p w:rsidR="00011E90" w:rsidRPr="000236AD" w:rsidRDefault="00011E90" w:rsidP="000236AD">
      <w:pPr>
        <w:spacing w:line="280" w:lineRule="exact"/>
        <w:rPr>
          <w:rFonts w:ascii="Riojana" w:hAnsi="Riojana"/>
        </w:rPr>
      </w:pPr>
      <w:r w:rsidRPr="000236AD">
        <w:rPr>
          <w:rFonts w:ascii="Riojana" w:hAnsi="Riojana"/>
        </w:rPr>
        <w:t>Los niveles de especificación de los créditos incluidos en los presupuestos limitativos de las entidades públicas empresariales del sector público de la Comunidad Autónoma de La Rioja se regirán por lo dispuesto en sus respectivas normas de creación. No obstante, el consejero de Hacienda y Administración Pública podrá acordar, mediante resolución motivada, la sujeción de dichos entes a los niveles de especificación previstos en la presente ley para la Administración general de la Comunidad Autónoma de La Rioja y sus organismos autónomos. Las modificaciones de crédito que se deriven de la sujeción a los niveles de especificación previstos para la Administración general de la Comunidad Autónoma de La Rioja se sujetarán a las normas de competencia previstas para esta.</w:t>
      </w:r>
    </w:p>
    <w:p w:rsidR="00011E90" w:rsidRDefault="00011E90" w:rsidP="000236AD">
      <w:pPr>
        <w:spacing w:line="280" w:lineRule="exact"/>
        <w:rPr>
          <w:rFonts w:ascii="Riojana" w:hAnsi="Riojana"/>
        </w:rPr>
      </w:pPr>
      <w:r w:rsidRPr="000236AD">
        <w:rPr>
          <w:rFonts w:ascii="Riojana" w:hAnsi="Riojana"/>
        </w:rPr>
        <w:t>Las entidades públicas empresariales integrantes del sector público de la Comunidad Autónoma de La Rioja estarán sujetas durante el año 2023 al mismo régimen de autorización previa previsto en el artículo 16 de esta ley para la Administración general y los organismos autónomos.</w:t>
      </w:r>
    </w:p>
    <w:p w:rsidR="000236AD" w:rsidRPr="000236AD" w:rsidRDefault="000236AD" w:rsidP="000236AD">
      <w:pPr>
        <w:spacing w:line="280" w:lineRule="exact"/>
        <w:rPr>
          <w:rFonts w:ascii="Riojana" w:hAnsi="Riojana"/>
        </w:rPr>
      </w:pPr>
    </w:p>
    <w:p w:rsidR="00011E90" w:rsidRPr="000236AD" w:rsidRDefault="00011E90" w:rsidP="000236AD">
      <w:pPr>
        <w:pStyle w:val="Ttulo3"/>
        <w:spacing w:before="120" w:line="280" w:lineRule="exact"/>
        <w:rPr>
          <w:rFonts w:ascii="Riojana Bold" w:hAnsi="Riojana Bold"/>
          <w:b w:val="0"/>
          <w:szCs w:val="22"/>
        </w:rPr>
      </w:pPr>
      <w:r w:rsidRPr="000236AD">
        <w:rPr>
          <w:rFonts w:ascii="Riojana Bold" w:hAnsi="Riojana Bold"/>
          <w:b w:val="0"/>
          <w:szCs w:val="22"/>
        </w:rPr>
        <w:t>Disposición adicional sexta. Suspensión de acuerdos que afectan al personal docente de niveles educativos anteriores a la Universidad, adscritos a la Consejería de Educación, Cultura, Deporte y Juventud</w:t>
      </w:r>
    </w:p>
    <w:p w:rsidR="00011E90" w:rsidRPr="000236AD" w:rsidRDefault="00011E90" w:rsidP="000236AD">
      <w:pPr>
        <w:spacing w:line="280" w:lineRule="exact"/>
        <w:rPr>
          <w:rFonts w:ascii="Riojana" w:hAnsi="Riojana"/>
        </w:rPr>
      </w:pPr>
      <w:r w:rsidRPr="000236AD">
        <w:rPr>
          <w:rFonts w:ascii="Riojana" w:hAnsi="Riojana"/>
        </w:rPr>
        <w:t>De conformidad con lo establecido en el Acuerdo de 22 de agosto de 2014, relativo a las medidas de mejora de las condiciones del colectivo de interinos, sustituciones de profesorado y apoyos a centros rurales, formación y descargas horarias, se mantiene la suspensión de la vigencia de los acuerdos de 23 de abril de 1999 y 3 de febrero de 2005 para el personal docente interino de niveles inferiores a la Universidad que no deba ser considerado interino de vacante de curso completo en los términos previstos en dicho acuerdo.</w:t>
      </w:r>
    </w:p>
    <w:p w:rsidR="00011E90" w:rsidRDefault="00011E90" w:rsidP="000236AD">
      <w:pPr>
        <w:spacing w:line="280" w:lineRule="exact"/>
        <w:rPr>
          <w:rFonts w:ascii="Riojana" w:hAnsi="Riojana"/>
        </w:rPr>
      </w:pPr>
      <w:r w:rsidRPr="000236AD">
        <w:rPr>
          <w:rFonts w:ascii="Riojana" w:hAnsi="Riojana"/>
        </w:rPr>
        <w:t>En su virtud, la finalización del nombramiento de interinidad para este colectivo se producirá el 30 de junio de cada curso escolar.</w:t>
      </w:r>
    </w:p>
    <w:p w:rsidR="000236AD" w:rsidRPr="000236AD" w:rsidRDefault="000236AD" w:rsidP="000236AD">
      <w:pPr>
        <w:spacing w:line="280" w:lineRule="exact"/>
        <w:rPr>
          <w:rFonts w:ascii="Riojana Bold" w:hAnsi="Riojana Bold"/>
          <w:sz w:val="22"/>
          <w:szCs w:val="22"/>
        </w:rPr>
      </w:pPr>
    </w:p>
    <w:p w:rsidR="00011E90" w:rsidRPr="000236AD" w:rsidRDefault="00011E90" w:rsidP="000236AD">
      <w:pPr>
        <w:pStyle w:val="Ttulo3"/>
        <w:spacing w:before="120" w:line="280" w:lineRule="exact"/>
        <w:rPr>
          <w:rFonts w:ascii="Riojana Bold" w:hAnsi="Riojana Bold"/>
          <w:b w:val="0"/>
          <w:szCs w:val="22"/>
        </w:rPr>
      </w:pPr>
      <w:r w:rsidRPr="000236AD">
        <w:rPr>
          <w:rFonts w:ascii="Riojana Bold" w:hAnsi="Riojana Bold"/>
          <w:b w:val="0"/>
          <w:szCs w:val="22"/>
        </w:rPr>
        <w:lastRenderedPageBreak/>
        <w:t>Disposición adicional séptima. Contratación de personal de las sociedades mercantiles públicas y las entidades públicas empresariales en 2023</w:t>
      </w:r>
    </w:p>
    <w:p w:rsidR="00011E90" w:rsidRPr="000236AD" w:rsidRDefault="00011E90" w:rsidP="000236AD">
      <w:pPr>
        <w:spacing w:line="280" w:lineRule="exact"/>
        <w:rPr>
          <w:rFonts w:ascii="Riojana" w:hAnsi="Riojana"/>
        </w:rPr>
      </w:pPr>
      <w:r w:rsidRPr="000236AD">
        <w:rPr>
          <w:rFonts w:ascii="Riojana" w:hAnsi="Riojana"/>
        </w:rPr>
        <w:t>En el caso de las sociedades mercantiles públicas y las entidades públicas empresariales definidas en la Ley de Organización del Sector Público de la Comunidad Autónoma de La Rioja, la contratación indefinida de personal requerirá, en todo caso, además de lo establecido en la Ley de Presupuestos Generales para el Estado del año 2023, informe de la Consejería de Hacienda y Administración Pública.</w:t>
      </w:r>
    </w:p>
    <w:p w:rsidR="00011E90" w:rsidRPr="000236AD" w:rsidRDefault="00011E90" w:rsidP="000236AD">
      <w:pPr>
        <w:spacing w:line="280" w:lineRule="exact"/>
        <w:rPr>
          <w:rFonts w:ascii="Riojana" w:hAnsi="Riojana"/>
        </w:rPr>
      </w:pPr>
      <w:r w:rsidRPr="000236AD">
        <w:rPr>
          <w:rFonts w:ascii="Riojana" w:hAnsi="Riojana"/>
        </w:rPr>
        <w:t>Asimismo, la contratación temporal en las citadas sociedades y entidades públicas empresariales, teniendo en cuenta lo indicado en el apartado anterior, requerirá también previo informe de la Consejería de Hacienda y Administración Pública.</w:t>
      </w:r>
    </w:p>
    <w:p w:rsidR="00011E90" w:rsidRDefault="00011E90" w:rsidP="000236AD">
      <w:pPr>
        <w:spacing w:line="280" w:lineRule="exact"/>
        <w:rPr>
          <w:rFonts w:ascii="Riojana" w:hAnsi="Riojana"/>
        </w:rPr>
      </w:pPr>
      <w:r w:rsidRPr="000236AD">
        <w:rPr>
          <w:rFonts w:ascii="Riojana" w:hAnsi="Riojana"/>
        </w:rPr>
        <w:t>Las sociedades mercantiles y entidades públicas empresariales de la Comunidad Autónoma de La Rioja deberán remitir a la Consejería de Hacienda y Administración Pública, junto con la solicitud de autorización de la masa salarial, en los términos contemplados en el artículo 46 de la presente ley, información relativa a todo el personal temporal que ha prestado servicios en el ejercicio anterior, detallando el número de jornadas anualizadas y el coste de las mismas.</w:t>
      </w:r>
    </w:p>
    <w:p w:rsidR="000236AD" w:rsidRPr="000236AD" w:rsidRDefault="000236AD" w:rsidP="000236AD">
      <w:pPr>
        <w:spacing w:line="280" w:lineRule="exact"/>
        <w:rPr>
          <w:rFonts w:ascii="Riojana" w:hAnsi="Riojana"/>
        </w:rPr>
      </w:pPr>
    </w:p>
    <w:p w:rsidR="00011E90" w:rsidRPr="000236AD" w:rsidRDefault="00011E90" w:rsidP="000236AD">
      <w:pPr>
        <w:pStyle w:val="Ttulo3"/>
        <w:spacing w:before="120" w:line="280" w:lineRule="exact"/>
        <w:rPr>
          <w:rFonts w:ascii="Riojana Bold" w:hAnsi="Riojana Bold"/>
          <w:b w:val="0"/>
          <w:szCs w:val="22"/>
        </w:rPr>
      </w:pPr>
      <w:r w:rsidRPr="000236AD">
        <w:rPr>
          <w:rFonts w:ascii="Riojana Bold" w:hAnsi="Riojana Bold"/>
          <w:b w:val="0"/>
          <w:szCs w:val="22"/>
        </w:rPr>
        <w:t>Disposición adicional octava. Contratación de personal de las fundaciones del sector público en 2023</w:t>
      </w:r>
    </w:p>
    <w:p w:rsidR="00011E90" w:rsidRPr="000236AD" w:rsidRDefault="00011E90" w:rsidP="000236AD">
      <w:pPr>
        <w:spacing w:line="280" w:lineRule="exact"/>
        <w:rPr>
          <w:rFonts w:ascii="Riojana" w:hAnsi="Riojana"/>
        </w:rPr>
      </w:pPr>
      <w:r w:rsidRPr="000236AD">
        <w:rPr>
          <w:rFonts w:ascii="Riojana" w:hAnsi="Riojana"/>
        </w:rPr>
        <w:t>En las fundaciones públicas definidas en la Ley de Organización del Sector Público de la Comunidad Autónoma de La Rioja, la contratación indefinida de personal requerirá, en todo caso, además de lo establecido en la Ley de Presupuestos Generales para el Estado del año 2023, informe de la Consejería de Hacienda y Administración Pública.</w:t>
      </w:r>
    </w:p>
    <w:p w:rsidR="00011E90" w:rsidRPr="000236AD" w:rsidRDefault="00011E90" w:rsidP="000236AD">
      <w:pPr>
        <w:spacing w:line="280" w:lineRule="exact"/>
        <w:rPr>
          <w:rFonts w:ascii="Riojana" w:hAnsi="Riojana"/>
        </w:rPr>
      </w:pPr>
      <w:r w:rsidRPr="000236AD">
        <w:rPr>
          <w:rFonts w:ascii="Riojana" w:hAnsi="Riojana"/>
        </w:rPr>
        <w:t>La contratación temporal, teniendo en cuenta lo indicado en el apartado anterior, se hará de conformidad con los criterios e instrucciones que, previo informe de la Consejería de Hacienda y Administración Pública, se dicten por las consejerías u organismos de tutela.</w:t>
      </w:r>
    </w:p>
    <w:p w:rsidR="00011E90" w:rsidRDefault="00011E90" w:rsidP="000236AD">
      <w:pPr>
        <w:spacing w:line="280" w:lineRule="exact"/>
        <w:rPr>
          <w:rFonts w:ascii="Riojana" w:hAnsi="Riojana"/>
        </w:rPr>
      </w:pPr>
      <w:r w:rsidRPr="000236AD">
        <w:rPr>
          <w:rFonts w:ascii="Riojana" w:hAnsi="Riojana"/>
        </w:rPr>
        <w:t>Las fundaciones públicas definidas en la Ley de Organización del Sector Público de la Comunidad Autónoma de La Rioja deberán remitir a la Consejería de Hacienda y Administración Pública, junto con la solicitud de autorización de la masa salarial, en los términos contemplados en el artículo 46 de la presente ley, información relativa a todo el personal temporal que ha prestado servicios en el ejercicio anterior, detallando el número de jornadas anualizadas y el coste de las mismas.</w:t>
      </w:r>
    </w:p>
    <w:p w:rsidR="000236AD" w:rsidRPr="000236AD" w:rsidRDefault="000236AD" w:rsidP="000236AD">
      <w:pPr>
        <w:spacing w:line="280" w:lineRule="exact"/>
        <w:rPr>
          <w:rFonts w:ascii="Riojana" w:hAnsi="Riojana"/>
        </w:rPr>
      </w:pPr>
    </w:p>
    <w:p w:rsidR="00011E90" w:rsidRPr="000236AD" w:rsidRDefault="00011E90" w:rsidP="000236AD">
      <w:pPr>
        <w:pStyle w:val="Ttulo3"/>
        <w:spacing w:before="120" w:line="280" w:lineRule="exact"/>
        <w:rPr>
          <w:rFonts w:ascii="Riojana Bold" w:hAnsi="Riojana Bold"/>
          <w:b w:val="0"/>
          <w:szCs w:val="22"/>
        </w:rPr>
      </w:pPr>
      <w:r w:rsidRPr="000236AD">
        <w:rPr>
          <w:rFonts w:ascii="Riojana Bold" w:hAnsi="Riojana Bold"/>
          <w:b w:val="0"/>
          <w:szCs w:val="22"/>
        </w:rPr>
        <w:lastRenderedPageBreak/>
        <w:t>Disposición adicional novena. Contratación de personal de los consorcios del sector público en 2023</w:t>
      </w:r>
    </w:p>
    <w:p w:rsidR="00011E90" w:rsidRPr="000236AD" w:rsidRDefault="00011E90" w:rsidP="000236AD">
      <w:pPr>
        <w:spacing w:line="280" w:lineRule="exact"/>
        <w:rPr>
          <w:rFonts w:ascii="Riojana" w:hAnsi="Riojana"/>
        </w:rPr>
      </w:pPr>
      <w:r w:rsidRPr="000236AD">
        <w:rPr>
          <w:rFonts w:ascii="Riojana" w:hAnsi="Riojana"/>
        </w:rPr>
        <w:t>En los consorcios adscritos a la Comunidad Autónoma de La Rioja, la contratación indefinida de personal requerirá, en todo caso, además de lo establecido en la Ley de Presupuestos Generales para el Estado del año 2023, informe de la Consejería de Hacienda y Administración Pública.</w:t>
      </w:r>
    </w:p>
    <w:p w:rsidR="00011E90" w:rsidRPr="000236AD" w:rsidRDefault="00011E90" w:rsidP="000236AD">
      <w:pPr>
        <w:spacing w:line="280" w:lineRule="exact"/>
        <w:rPr>
          <w:rFonts w:ascii="Riojana" w:hAnsi="Riojana"/>
        </w:rPr>
      </w:pPr>
      <w:r w:rsidRPr="000236AD">
        <w:rPr>
          <w:rFonts w:ascii="Riojana" w:hAnsi="Riojana"/>
        </w:rPr>
        <w:t>La contratación temporal, teniendo en cuenta lo indicado en el apartado anterior, se hará de conformidad con los criterios e instrucciones que, previo informe de la Consejería de Hacienda y Administración Pública, se dicten por las consejerías u organismos con participación mayoritaria de los mismos.</w:t>
      </w:r>
    </w:p>
    <w:p w:rsidR="00011E90" w:rsidRDefault="00011E90" w:rsidP="000236AD">
      <w:pPr>
        <w:spacing w:line="280" w:lineRule="exact"/>
        <w:rPr>
          <w:rFonts w:ascii="Riojana" w:hAnsi="Riojana"/>
        </w:rPr>
      </w:pPr>
      <w:r w:rsidRPr="000236AD">
        <w:rPr>
          <w:rFonts w:ascii="Riojana" w:hAnsi="Riojana"/>
        </w:rPr>
        <w:t>Los consorcios deberán remitir a la Consejería de Hacienda y Administración Pública, junto con la solicitud de autorización de la masa salarial, en los términos contemplados en el artículo 46 de la presente ley, información relativa a todo el personal temporal que ha prestado servicios en el ejercicio anterior, detallando el número de jornadas anualizadas y el coste de las mismas.</w:t>
      </w:r>
    </w:p>
    <w:p w:rsidR="000236AD" w:rsidRPr="000236AD" w:rsidRDefault="000236AD" w:rsidP="000236AD">
      <w:pPr>
        <w:spacing w:line="280" w:lineRule="exact"/>
        <w:rPr>
          <w:rFonts w:ascii="Riojana" w:hAnsi="Riojana"/>
        </w:rPr>
      </w:pPr>
    </w:p>
    <w:p w:rsidR="00011E90" w:rsidRPr="000236AD" w:rsidRDefault="00011E90" w:rsidP="000236AD">
      <w:pPr>
        <w:spacing w:line="280" w:lineRule="exact"/>
        <w:rPr>
          <w:rFonts w:ascii="Riojana Bold" w:hAnsi="Riojana Bold"/>
          <w:b/>
          <w:sz w:val="22"/>
          <w:szCs w:val="22"/>
        </w:rPr>
      </w:pPr>
      <w:r w:rsidRPr="000236AD">
        <w:rPr>
          <w:rFonts w:ascii="Riojana Bold" w:hAnsi="Riojana Bold"/>
          <w:b/>
          <w:sz w:val="22"/>
          <w:szCs w:val="22"/>
        </w:rPr>
        <w:t>Disposición adicional décima. Incorporación de los créditos financiados por el Mecanismo de Recuperación y Resiliencia.</w:t>
      </w:r>
    </w:p>
    <w:p w:rsidR="00011E90" w:rsidRPr="000236AD" w:rsidRDefault="00011E90" w:rsidP="000236AD">
      <w:pPr>
        <w:spacing w:line="280" w:lineRule="exact"/>
        <w:rPr>
          <w:rFonts w:ascii="Riojana" w:hAnsi="Riojana"/>
        </w:rPr>
      </w:pPr>
      <w:r w:rsidRPr="000236AD">
        <w:rPr>
          <w:rFonts w:ascii="Riojana" w:hAnsi="Riojana"/>
        </w:rPr>
        <w:t>De forma excepcional e individualizada se podrán tramitar los expedientes de modificación presupuestaria consistentes en la incorporación de determinados remanentes de crédito procedentes de los fondos del Mecanismo de Recuperación y Resiliencia y otros gastos con financiación afectada, en función de los datos que consten en el SICAP a 31 de diciembre del ejercicio en proceso de cierre, sin necesidad de que se haya producido dicho cierre.</w:t>
      </w:r>
    </w:p>
    <w:p w:rsidR="00011E90" w:rsidRPr="000236AD" w:rsidRDefault="00011E90" w:rsidP="000236AD">
      <w:pPr>
        <w:spacing w:line="280" w:lineRule="exact"/>
        <w:rPr>
          <w:rFonts w:ascii="Riojana" w:hAnsi="Riojana"/>
        </w:rPr>
      </w:pPr>
      <w:r w:rsidRPr="000236AD">
        <w:rPr>
          <w:rFonts w:ascii="Riojana" w:hAnsi="Riojana"/>
        </w:rPr>
        <w:t>Dicha incorporación, que deberá ser iniciada por el órgano gestor del gasto correspondiente, deberá motivarse en la necesidad de ejecución presupuestaria inmediata de la actuación financiada, de tal forma que no se ponga en riesgo el cumplimiento en plazo de algún hito o compromiso del gasto con financiación afectada que pudiera por tanto originar una descertificación o reintegro posterior.</w:t>
      </w:r>
    </w:p>
    <w:p w:rsidR="00011E90" w:rsidRDefault="00011E90" w:rsidP="000236AD">
      <w:pPr>
        <w:spacing w:line="280" w:lineRule="exact"/>
        <w:rPr>
          <w:rFonts w:ascii="Riojana" w:hAnsi="Riojana"/>
        </w:rPr>
      </w:pPr>
      <w:r w:rsidRPr="000236AD">
        <w:rPr>
          <w:rFonts w:ascii="Riojana" w:hAnsi="Riojana"/>
        </w:rPr>
        <w:t>De cara a garantizar la correcta ejecución presupuestaria, se deberá realizar la correspondiente anulación o minoración contable mediante los documentos que proceda en el ejercicio en proceso de cierre, de tal forma que se ajuste la disponibilidad presupuestaria, en coherencia con la modificación presupuestaria solicitada, y se impida la ejecución posterior de cualquier fase de gasto, dando así cobertura a la incorporación solicitada en el ejercicio siguiente.</w:t>
      </w:r>
    </w:p>
    <w:p w:rsidR="000236AD" w:rsidRPr="000236AD" w:rsidRDefault="000236AD" w:rsidP="000236AD">
      <w:pPr>
        <w:spacing w:line="280" w:lineRule="exact"/>
        <w:rPr>
          <w:rFonts w:ascii="Riojana" w:hAnsi="Riojana"/>
        </w:rPr>
      </w:pPr>
    </w:p>
    <w:p w:rsidR="00011E90" w:rsidRPr="000236AD" w:rsidRDefault="00011E90" w:rsidP="000236AD">
      <w:pPr>
        <w:pStyle w:val="Ttulo3"/>
        <w:spacing w:before="120" w:line="280" w:lineRule="exact"/>
        <w:rPr>
          <w:rFonts w:ascii="Riojana Bold" w:hAnsi="Riojana Bold"/>
          <w:b w:val="0"/>
          <w:szCs w:val="22"/>
        </w:rPr>
      </w:pPr>
      <w:r w:rsidRPr="000236AD">
        <w:rPr>
          <w:rFonts w:ascii="Riojana Bold" w:hAnsi="Riojana Bold"/>
          <w:b w:val="0"/>
          <w:szCs w:val="22"/>
        </w:rPr>
        <w:lastRenderedPageBreak/>
        <w:t>Disposición adicional undécima. Ayuda extraordinaria para personas perceptoras de pensiones de jubilación e invalidez en su modalidad no contributiva</w:t>
      </w:r>
    </w:p>
    <w:p w:rsidR="00011E90" w:rsidRPr="000236AD" w:rsidRDefault="00011E90" w:rsidP="000236AD">
      <w:pPr>
        <w:spacing w:line="280" w:lineRule="exact"/>
        <w:rPr>
          <w:rFonts w:ascii="Riojana" w:hAnsi="Riojana"/>
        </w:rPr>
      </w:pPr>
      <w:r w:rsidRPr="000236AD">
        <w:rPr>
          <w:rFonts w:ascii="Riojana" w:hAnsi="Riojana"/>
        </w:rPr>
        <w:t>1. En el año 2023 las personas beneficiarias de pensiones de jubilación e invalidez en su modalidad no contributiva tendrán derecho a la percepción de una prestación única, de carácter extraordinario, sin que implique el derecho a seguir percibiéndose en sucesivos años.</w:t>
      </w:r>
    </w:p>
    <w:p w:rsidR="00011E90" w:rsidRPr="000236AD" w:rsidRDefault="00011E90" w:rsidP="000236AD">
      <w:pPr>
        <w:spacing w:line="280" w:lineRule="exact"/>
        <w:rPr>
          <w:rFonts w:ascii="Riojana" w:hAnsi="Riojana"/>
        </w:rPr>
      </w:pPr>
      <w:r w:rsidRPr="000236AD">
        <w:rPr>
          <w:rFonts w:ascii="Riojana" w:hAnsi="Riojana"/>
        </w:rPr>
        <w:t>2. La cuantía individual de esta prestación será el equivalente a una mensualidad de la pensión no contributiva que perciban en la nómina del mes de octubre y se abonará de oficio en un pago único por la consejería competente en materia de servicios sociales, sin que sea necesaria solicitud de la persona interesada.</w:t>
      </w:r>
    </w:p>
    <w:p w:rsidR="00011E90" w:rsidRPr="000236AD" w:rsidRDefault="00011E90" w:rsidP="000236AD">
      <w:pPr>
        <w:spacing w:line="280" w:lineRule="exact"/>
        <w:rPr>
          <w:rFonts w:ascii="Riojana" w:hAnsi="Riojana"/>
        </w:rPr>
      </w:pPr>
      <w:r w:rsidRPr="000236AD">
        <w:rPr>
          <w:rFonts w:ascii="Riojana" w:hAnsi="Riojana"/>
        </w:rPr>
        <w:t>3. Serán personas beneficiarias las perceptoras de pensiones de jubilación e invalidez en su modalidad no contributiva, en quienes concurra esta condición a fecha de la nómina del mes de octubre de 2023 y tengan residencia habitual en La Rioja en esa misma fecha.</w:t>
      </w:r>
    </w:p>
    <w:p w:rsidR="00011E90" w:rsidRPr="000236AD" w:rsidRDefault="00011E90" w:rsidP="000236AD">
      <w:pPr>
        <w:spacing w:line="280" w:lineRule="exact"/>
        <w:rPr>
          <w:rFonts w:ascii="Riojana" w:hAnsi="Riojana"/>
        </w:rPr>
      </w:pPr>
      <w:r w:rsidRPr="000236AD">
        <w:rPr>
          <w:rFonts w:ascii="Riojana" w:hAnsi="Riojana"/>
        </w:rPr>
        <w:t>4. Esta prestación no estará comprendida en el ámbito de aplicación del Decreto 14/2006, de 16 de febrero, regulador del régimen jurídico de las subvenciones en el Sector Público de la Comunidad Autónoma de La Rioja.</w:t>
      </w:r>
    </w:p>
    <w:p w:rsidR="00011E90" w:rsidRDefault="00011E90" w:rsidP="000236AD">
      <w:pPr>
        <w:spacing w:line="280" w:lineRule="exact"/>
        <w:rPr>
          <w:rFonts w:ascii="Riojana" w:hAnsi="Riojana"/>
        </w:rPr>
      </w:pPr>
      <w:r w:rsidRPr="000236AD">
        <w:rPr>
          <w:rFonts w:ascii="Riojana" w:hAnsi="Riojana"/>
        </w:rPr>
        <w:t>5. Si por causas imputables a la persona beneficiaria de la pensión no contributiva no pudiera realizarse el pago de la ayuda, el órgano competente lo pondrá en conocimiento de la misma, concediéndole un plazo de diez días hábiles para que subsane la falta. Transcurrido el referido plazo sin que se aporte por la persona beneficiaria la documentación requerida, se dictará resolución acordando la pérdida del derecho al cobro de la ayuda extraordinaria.</w:t>
      </w:r>
    </w:p>
    <w:p w:rsidR="000236AD" w:rsidRPr="000236AD" w:rsidRDefault="000236AD" w:rsidP="000236AD">
      <w:pPr>
        <w:spacing w:line="280" w:lineRule="exact"/>
        <w:rPr>
          <w:rFonts w:ascii="Riojana" w:hAnsi="Riojana"/>
        </w:rPr>
      </w:pPr>
    </w:p>
    <w:p w:rsidR="00011E90" w:rsidRPr="000236AD" w:rsidRDefault="00011E90" w:rsidP="000236AD">
      <w:pPr>
        <w:pStyle w:val="Ttulo3"/>
        <w:spacing w:before="120" w:line="280" w:lineRule="exact"/>
        <w:rPr>
          <w:rFonts w:ascii="Riojana Bold" w:hAnsi="Riojana Bold"/>
          <w:b w:val="0"/>
          <w:szCs w:val="22"/>
        </w:rPr>
      </w:pPr>
      <w:r w:rsidRPr="000236AD">
        <w:rPr>
          <w:rFonts w:ascii="Riojana Bold" w:hAnsi="Riojana Bold"/>
          <w:b w:val="0"/>
          <w:szCs w:val="22"/>
        </w:rPr>
        <w:t>Disposición derogatoria única. Derogación normativa</w:t>
      </w:r>
    </w:p>
    <w:p w:rsidR="00011E90" w:rsidRDefault="00011E90" w:rsidP="000236AD">
      <w:pPr>
        <w:spacing w:line="280" w:lineRule="exact"/>
        <w:rPr>
          <w:rFonts w:ascii="Riojana" w:hAnsi="Riojana"/>
        </w:rPr>
      </w:pPr>
      <w:r w:rsidRPr="000236AD">
        <w:rPr>
          <w:rFonts w:ascii="Riojana" w:hAnsi="Riojana"/>
        </w:rPr>
        <w:t>Se deroga la Ley 6/2021, de 27 de diciembre, de Presupuestos Generales de la Comunidad Autónoma de La Rioja para el año 2022.</w:t>
      </w:r>
    </w:p>
    <w:p w:rsidR="000236AD" w:rsidRPr="000236AD" w:rsidRDefault="000236AD" w:rsidP="000236AD">
      <w:pPr>
        <w:spacing w:line="280" w:lineRule="exact"/>
        <w:rPr>
          <w:rFonts w:ascii="Riojana" w:hAnsi="Riojana"/>
        </w:rPr>
      </w:pPr>
    </w:p>
    <w:p w:rsidR="00011E90" w:rsidRPr="000236AD" w:rsidRDefault="00011E90" w:rsidP="000236AD">
      <w:pPr>
        <w:pStyle w:val="Ttulo3"/>
        <w:spacing w:before="120" w:line="280" w:lineRule="exact"/>
        <w:rPr>
          <w:rFonts w:ascii="Riojana Bold" w:hAnsi="Riojana Bold"/>
          <w:b w:val="0"/>
          <w:szCs w:val="22"/>
        </w:rPr>
      </w:pPr>
      <w:r w:rsidRPr="000236AD">
        <w:rPr>
          <w:rFonts w:ascii="Riojana Bold" w:hAnsi="Riojana Bold"/>
          <w:b w:val="0"/>
          <w:szCs w:val="22"/>
        </w:rPr>
        <w:t>Disposición final única. Entrada en vigor</w:t>
      </w:r>
    </w:p>
    <w:p w:rsidR="00011E90" w:rsidRPr="000236AD" w:rsidRDefault="00011E90" w:rsidP="000236AD">
      <w:pPr>
        <w:spacing w:line="280" w:lineRule="exact"/>
        <w:rPr>
          <w:rFonts w:ascii="Riojana" w:hAnsi="Riojana"/>
        </w:rPr>
      </w:pPr>
      <w:r w:rsidRPr="000236AD">
        <w:rPr>
          <w:rFonts w:ascii="Riojana" w:hAnsi="Riojana"/>
        </w:rPr>
        <w:t>La presente ley entrará en vigor el día 1 de enero de 2023.</w:t>
      </w:r>
    </w:p>
    <w:p w:rsidR="00011E90" w:rsidRPr="000236AD" w:rsidRDefault="00011E90" w:rsidP="000236AD">
      <w:pPr>
        <w:spacing w:after="0" w:line="280" w:lineRule="exact"/>
        <w:jc w:val="left"/>
        <w:rPr>
          <w:rFonts w:ascii="Riojana" w:hAnsi="Riojana"/>
        </w:rPr>
      </w:pPr>
    </w:p>
    <w:p w:rsidR="00A11D3A" w:rsidRPr="000236AD" w:rsidRDefault="00A11D3A" w:rsidP="000236AD">
      <w:pPr>
        <w:spacing w:after="0" w:line="280" w:lineRule="exact"/>
        <w:jc w:val="left"/>
        <w:rPr>
          <w:rFonts w:ascii="Riojana" w:eastAsia="Times" w:hAnsi="Riojana"/>
          <w:color w:val="FF0000"/>
          <w:u w:val="single"/>
          <w:lang w:val="es-ES_tradnl"/>
        </w:rPr>
        <w:sectPr w:rsidR="00A11D3A" w:rsidRPr="000236AD" w:rsidSect="000236AD">
          <w:headerReference w:type="even" r:id="rId8"/>
          <w:headerReference w:type="default" r:id="rId9"/>
          <w:footerReference w:type="even" r:id="rId10"/>
          <w:footerReference w:type="default" r:id="rId11"/>
          <w:headerReference w:type="first" r:id="rId12"/>
          <w:footerReference w:type="first" r:id="rId13"/>
          <w:pgSz w:w="11906" w:h="16838"/>
          <w:pgMar w:top="2722" w:right="1418" w:bottom="3402" w:left="1701" w:header="709" w:footer="709" w:gutter="0"/>
          <w:pgNumType w:fmt="numberInDash"/>
          <w:cols w:space="720"/>
        </w:sectPr>
      </w:pPr>
    </w:p>
    <w:p w:rsidR="00011E90" w:rsidRDefault="00011E90" w:rsidP="00011E90">
      <w:pPr>
        <w:pStyle w:val="Ttulo3"/>
        <w:jc w:val="center"/>
        <w:rPr>
          <w:rFonts w:ascii="Riojana Bold" w:eastAsia="Times" w:hAnsi="Riojana Bold"/>
          <w:b w:val="0"/>
          <w:sz w:val="24"/>
          <w:szCs w:val="24"/>
          <w:lang w:val="es-ES_tradnl"/>
        </w:rPr>
      </w:pPr>
      <w:r w:rsidRPr="009E7CA3">
        <w:rPr>
          <w:rFonts w:ascii="Riojana Bold" w:eastAsia="Times" w:hAnsi="Riojana Bold"/>
          <w:b w:val="0"/>
          <w:sz w:val="24"/>
          <w:szCs w:val="24"/>
          <w:lang w:val="es-ES_tradnl"/>
        </w:rPr>
        <w:lastRenderedPageBreak/>
        <w:t>ANEXO I</w:t>
      </w:r>
    </w:p>
    <w:p w:rsidR="008664E3" w:rsidRPr="008664E3" w:rsidRDefault="008664E3" w:rsidP="008664E3">
      <w:pPr>
        <w:rPr>
          <w:rFonts w:eastAsia="Times"/>
          <w:lang w:val="es-ES_tradnl"/>
        </w:rPr>
      </w:pPr>
    </w:p>
    <w:p w:rsidR="00011E90" w:rsidRPr="008664E3" w:rsidRDefault="00011E90" w:rsidP="009E7CA3">
      <w:pPr>
        <w:pStyle w:val="Ttulo4"/>
        <w:rPr>
          <w:rFonts w:ascii="Riojana Bold" w:eastAsia="Times" w:hAnsi="Riojana Bold"/>
          <w:b w:val="0"/>
          <w:i w:val="0"/>
          <w:color w:val="auto"/>
          <w:sz w:val="22"/>
          <w:szCs w:val="22"/>
          <w:lang w:val="es-ES_tradnl"/>
        </w:rPr>
      </w:pPr>
      <w:r w:rsidRPr="008664E3">
        <w:rPr>
          <w:rFonts w:ascii="Riojana Bold" w:eastAsia="Times" w:hAnsi="Riojana Bold"/>
          <w:b w:val="0"/>
          <w:i w:val="0"/>
          <w:color w:val="auto"/>
          <w:sz w:val="22"/>
          <w:szCs w:val="22"/>
          <w:lang w:val="es-ES_tradnl"/>
        </w:rPr>
        <w:t>PLANTILLAS DE PERSONAL FUNCIONARIO PARA EL AÑO 2023</w:t>
      </w:r>
    </w:p>
    <w:p w:rsidR="00011E90" w:rsidRPr="009E7CA3" w:rsidRDefault="00011E90" w:rsidP="00011E90">
      <w:pPr>
        <w:spacing w:before="80" w:after="80"/>
        <w:rPr>
          <w:rFonts w:ascii="Riojana" w:eastAsia="Times" w:hAnsi="Riojana"/>
          <w:lang w:val="es-ES_tradnl"/>
        </w:rPr>
      </w:pPr>
      <w:r w:rsidRPr="009E7CA3">
        <w:rPr>
          <w:rFonts w:ascii="Riojana" w:eastAsia="Times" w:hAnsi="Riojana"/>
          <w:lang w:val="es-ES_tradnl"/>
        </w:rPr>
        <w:t>(Excluido personal docente, de Justicia, del Servicio Riojano de Salud e Instituto de Estudios Riojanos)</w:t>
      </w:r>
    </w:p>
    <w:p w:rsidR="00011E90" w:rsidRPr="009E7CA3" w:rsidRDefault="00011E90" w:rsidP="00011E90">
      <w:pPr>
        <w:spacing w:before="80" w:after="80"/>
        <w:jc w:val="center"/>
        <w:rPr>
          <w:rFonts w:ascii="Riojana" w:eastAsia="Times" w:hAnsi="Riojana"/>
          <w:lang w:val="es-ES_tradnl"/>
        </w:rPr>
      </w:pPr>
    </w:p>
    <w:tbl>
      <w:tblPr>
        <w:tblW w:w="6600" w:type="dxa"/>
        <w:jc w:val="center"/>
        <w:tblCellMar>
          <w:left w:w="70" w:type="dxa"/>
          <w:right w:w="70" w:type="dxa"/>
        </w:tblCellMar>
        <w:tblLook w:val="04A0" w:firstRow="1" w:lastRow="0" w:firstColumn="1" w:lastColumn="0" w:noHBand="0" w:noVBand="1"/>
      </w:tblPr>
      <w:tblGrid>
        <w:gridCol w:w="4700"/>
        <w:gridCol w:w="1900"/>
      </w:tblGrid>
      <w:tr w:rsidR="008664E3" w:rsidRPr="008664E3" w:rsidTr="008664E3">
        <w:trPr>
          <w:trHeight w:val="288"/>
          <w:jc w:val="center"/>
        </w:trPr>
        <w:tc>
          <w:tcPr>
            <w:tcW w:w="47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rPr>
            </w:pPr>
            <w:r w:rsidRPr="008664E3">
              <w:rPr>
                <w:rFonts w:ascii="Riojana" w:hAnsi="Riojana" w:cs="Arial"/>
                <w:color w:val="000000"/>
              </w:rPr>
              <w:t>DENOMINACIÓN</w:t>
            </w:r>
          </w:p>
        </w:tc>
        <w:tc>
          <w:tcPr>
            <w:tcW w:w="1900" w:type="dxa"/>
            <w:tcBorders>
              <w:top w:val="nil"/>
              <w:left w:val="nil"/>
              <w:bottom w:val="nil"/>
              <w:right w:val="nil"/>
            </w:tcBorders>
            <w:shd w:val="clear" w:color="auto" w:fill="auto"/>
            <w:noWrap/>
            <w:vAlign w:val="bottom"/>
            <w:hideMark/>
          </w:tcPr>
          <w:p w:rsidR="008664E3" w:rsidRPr="008664E3" w:rsidRDefault="008664E3" w:rsidP="008664E3">
            <w:pPr>
              <w:spacing w:before="0" w:after="0"/>
              <w:jc w:val="left"/>
              <w:rPr>
                <w:rFonts w:ascii="Riojana" w:hAnsi="Riojana" w:cs="Arial"/>
                <w:color w:val="000000"/>
              </w:rPr>
            </w:pPr>
          </w:p>
        </w:tc>
      </w:tr>
      <w:tr w:rsidR="008664E3" w:rsidRPr="008664E3" w:rsidTr="008664E3">
        <w:trPr>
          <w:trHeight w:val="300"/>
          <w:jc w:val="center"/>
        </w:trPr>
        <w:tc>
          <w:tcPr>
            <w:tcW w:w="47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rPr>
            </w:pPr>
          </w:p>
        </w:tc>
        <w:tc>
          <w:tcPr>
            <w:tcW w:w="1900" w:type="dxa"/>
            <w:tcBorders>
              <w:top w:val="nil"/>
              <w:left w:val="nil"/>
              <w:bottom w:val="nil"/>
              <w:right w:val="nil"/>
            </w:tcBorders>
            <w:shd w:val="clear" w:color="auto" w:fill="auto"/>
            <w:noWrap/>
            <w:vAlign w:val="bottom"/>
            <w:hideMark/>
          </w:tcPr>
          <w:p w:rsidR="008664E3" w:rsidRPr="008664E3" w:rsidRDefault="008664E3" w:rsidP="008664E3">
            <w:pPr>
              <w:spacing w:before="0" w:after="0"/>
              <w:jc w:val="left"/>
              <w:rPr>
                <w:rFonts w:ascii="Riojana" w:hAnsi="Riojana" w:cs="Arial"/>
                <w:color w:val="000000"/>
              </w:rPr>
            </w:pPr>
          </w:p>
        </w:tc>
      </w:tr>
      <w:tr w:rsidR="008664E3" w:rsidRPr="008664E3" w:rsidTr="008664E3">
        <w:trPr>
          <w:trHeight w:val="285"/>
          <w:jc w:val="center"/>
        </w:trPr>
        <w:tc>
          <w:tcPr>
            <w:tcW w:w="47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b/>
                <w:bCs/>
                <w:color w:val="000000"/>
                <w:u w:val="single"/>
              </w:rPr>
            </w:pPr>
            <w:r w:rsidRPr="008664E3">
              <w:rPr>
                <w:rFonts w:ascii="Riojana" w:hAnsi="Riojana" w:cs="Arial"/>
                <w:b/>
                <w:bCs/>
                <w:color w:val="000000"/>
                <w:u w:val="single"/>
              </w:rPr>
              <w:t>SUBGRUPO A1</w:t>
            </w:r>
          </w:p>
        </w:tc>
        <w:tc>
          <w:tcPr>
            <w:tcW w:w="1900" w:type="dxa"/>
            <w:tcBorders>
              <w:top w:val="nil"/>
              <w:left w:val="nil"/>
              <w:bottom w:val="nil"/>
              <w:right w:val="nil"/>
            </w:tcBorders>
            <w:shd w:val="clear" w:color="auto" w:fill="auto"/>
            <w:noWrap/>
            <w:vAlign w:val="bottom"/>
            <w:hideMark/>
          </w:tcPr>
          <w:p w:rsidR="008664E3" w:rsidRPr="008664E3" w:rsidRDefault="008664E3" w:rsidP="008664E3">
            <w:pPr>
              <w:spacing w:before="0" w:after="0"/>
              <w:jc w:val="left"/>
              <w:rPr>
                <w:rFonts w:ascii="Riojana" w:hAnsi="Riojana" w:cs="Arial"/>
                <w:color w:val="000000"/>
              </w:rPr>
            </w:pPr>
          </w:p>
        </w:tc>
      </w:tr>
      <w:tr w:rsidR="008664E3" w:rsidRPr="008664E3" w:rsidTr="008664E3">
        <w:trPr>
          <w:trHeight w:val="285"/>
          <w:jc w:val="center"/>
        </w:trPr>
        <w:tc>
          <w:tcPr>
            <w:tcW w:w="47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rPr>
            </w:pPr>
            <w:r w:rsidRPr="008664E3">
              <w:rPr>
                <w:rFonts w:ascii="Riojana" w:hAnsi="Riojana" w:cs="Arial"/>
                <w:color w:val="000000"/>
              </w:rPr>
              <w:t>Cuerpo Técnico A.G.</w:t>
            </w:r>
          </w:p>
        </w:tc>
        <w:tc>
          <w:tcPr>
            <w:tcW w:w="19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rPr>
            </w:pPr>
            <w:r w:rsidRPr="008664E3">
              <w:rPr>
                <w:rFonts w:ascii="Riojana" w:hAnsi="Riojana" w:cs="Arial"/>
                <w:color w:val="000000"/>
              </w:rPr>
              <w:t>188</w:t>
            </w:r>
          </w:p>
        </w:tc>
      </w:tr>
      <w:tr w:rsidR="008664E3" w:rsidRPr="008664E3" w:rsidTr="008664E3">
        <w:trPr>
          <w:trHeight w:val="285"/>
          <w:jc w:val="center"/>
        </w:trPr>
        <w:tc>
          <w:tcPr>
            <w:tcW w:w="47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rPr>
            </w:pPr>
            <w:r w:rsidRPr="008664E3">
              <w:rPr>
                <w:rFonts w:ascii="Riojana" w:hAnsi="Riojana" w:cs="Arial"/>
                <w:color w:val="000000"/>
              </w:rPr>
              <w:t>Cuerpo Facultativo Superior A.E.</w:t>
            </w:r>
          </w:p>
        </w:tc>
        <w:tc>
          <w:tcPr>
            <w:tcW w:w="19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rPr>
            </w:pPr>
            <w:r w:rsidRPr="008664E3">
              <w:rPr>
                <w:rFonts w:ascii="Riojana" w:hAnsi="Riojana" w:cs="Arial"/>
                <w:color w:val="000000"/>
              </w:rPr>
              <w:t>330</w:t>
            </w:r>
          </w:p>
        </w:tc>
      </w:tr>
      <w:tr w:rsidR="008664E3" w:rsidRPr="008664E3" w:rsidTr="008664E3">
        <w:trPr>
          <w:trHeight w:val="285"/>
          <w:jc w:val="center"/>
        </w:trPr>
        <w:tc>
          <w:tcPr>
            <w:tcW w:w="4700" w:type="dxa"/>
            <w:tcBorders>
              <w:top w:val="nil"/>
              <w:left w:val="nil"/>
              <w:bottom w:val="nil"/>
              <w:right w:val="nil"/>
            </w:tcBorders>
            <w:shd w:val="clear" w:color="auto" w:fill="auto"/>
            <w:noWrap/>
            <w:vAlign w:val="center"/>
            <w:hideMark/>
          </w:tcPr>
          <w:p w:rsidR="008664E3" w:rsidRPr="008664E3" w:rsidRDefault="008664E3" w:rsidP="008664E3">
            <w:pPr>
              <w:spacing w:before="0" w:after="0"/>
              <w:jc w:val="left"/>
              <w:rPr>
                <w:rFonts w:ascii="Riojana" w:hAnsi="Riojana" w:cs="Arial"/>
                <w:color w:val="000000"/>
              </w:rPr>
            </w:pPr>
            <w:r w:rsidRPr="008664E3">
              <w:rPr>
                <w:rFonts w:ascii="Riojana" w:hAnsi="Riojana" w:cs="Arial"/>
                <w:color w:val="000000"/>
              </w:rPr>
              <w:t>Plazas a extinguir</w:t>
            </w:r>
          </w:p>
        </w:tc>
        <w:tc>
          <w:tcPr>
            <w:tcW w:w="1900" w:type="dxa"/>
            <w:tcBorders>
              <w:top w:val="nil"/>
              <w:left w:val="nil"/>
              <w:bottom w:val="nil"/>
              <w:right w:val="nil"/>
            </w:tcBorders>
            <w:shd w:val="clear" w:color="auto" w:fill="auto"/>
            <w:noWrap/>
            <w:vAlign w:val="center"/>
            <w:hideMark/>
          </w:tcPr>
          <w:p w:rsidR="008664E3" w:rsidRPr="008664E3" w:rsidRDefault="008664E3" w:rsidP="008664E3">
            <w:pPr>
              <w:spacing w:before="0" w:after="0"/>
              <w:jc w:val="left"/>
              <w:rPr>
                <w:rFonts w:ascii="Riojana" w:hAnsi="Riojana" w:cs="Arial"/>
                <w:color w:val="000000"/>
              </w:rPr>
            </w:pPr>
            <w:r w:rsidRPr="008664E3">
              <w:rPr>
                <w:rFonts w:ascii="Riojana" w:hAnsi="Riojana" w:cs="Arial"/>
                <w:color w:val="000000"/>
              </w:rPr>
              <w:t>9</w:t>
            </w:r>
          </w:p>
        </w:tc>
      </w:tr>
      <w:tr w:rsidR="008664E3" w:rsidRPr="008664E3" w:rsidTr="008664E3">
        <w:trPr>
          <w:trHeight w:val="285"/>
          <w:jc w:val="center"/>
        </w:trPr>
        <w:tc>
          <w:tcPr>
            <w:tcW w:w="47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b/>
                <w:bCs/>
                <w:color w:val="000000"/>
              </w:rPr>
            </w:pPr>
            <w:r w:rsidRPr="008664E3">
              <w:rPr>
                <w:rFonts w:ascii="Riojana" w:hAnsi="Riojana" w:cs="Arial"/>
                <w:b/>
                <w:bCs/>
                <w:color w:val="000000"/>
              </w:rPr>
              <w:t>TOTAL SUBGRUPO A1</w:t>
            </w:r>
          </w:p>
        </w:tc>
        <w:tc>
          <w:tcPr>
            <w:tcW w:w="19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b/>
                <w:bCs/>
                <w:color w:val="000000"/>
              </w:rPr>
            </w:pPr>
            <w:r w:rsidRPr="008664E3">
              <w:rPr>
                <w:rFonts w:ascii="Riojana" w:hAnsi="Riojana" w:cs="Arial"/>
                <w:b/>
                <w:bCs/>
                <w:color w:val="000000"/>
              </w:rPr>
              <w:t>527</w:t>
            </w:r>
          </w:p>
        </w:tc>
      </w:tr>
      <w:tr w:rsidR="008664E3" w:rsidRPr="008664E3" w:rsidTr="008664E3">
        <w:trPr>
          <w:trHeight w:val="285"/>
          <w:jc w:val="center"/>
        </w:trPr>
        <w:tc>
          <w:tcPr>
            <w:tcW w:w="47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rPr>
            </w:pPr>
          </w:p>
        </w:tc>
        <w:tc>
          <w:tcPr>
            <w:tcW w:w="1900" w:type="dxa"/>
            <w:tcBorders>
              <w:top w:val="nil"/>
              <w:left w:val="nil"/>
              <w:bottom w:val="nil"/>
              <w:right w:val="nil"/>
            </w:tcBorders>
            <w:shd w:val="clear" w:color="auto" w:fill="auto"/>
            <w:noWrap/>
            <w:vAlign w:val="bottom"/>
            <w:hideMark/>
          </w:tcPr>
          <w:p w:rsidR="008664E3" w:rsidRPr="008664E3" w:rsidRDefault="008664E3" w:rsidP="008664E3">
            <w:pPr>
              <w:spacing w:before="0" w:after="0"/>
              <w:jc w:val="left"/>
              <w:rPr>
                <w:rFonts w:ascii="Riojana" w:hAnsi="Riojana" w:cs="Arial"/>
                <w:color w:val="000000"/>
              </w:rPr>
            </w:pPr>
          </w:p>
        </w:tc>
      </w:tr>
      <w:tr w:rsidR="008664E3" w:rsidRPr="008664E3" w:rsidTr="008664E3">
        <w:trPr>
          <w:trHeight w:val="285"/>
          <w:jc w:val="center"/>
        </w:trPr>
        <w:tc>
          <w:tcPr>
            <w:tcW w:w="47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b/>
                <w:bCs/>
                <w:color w:val="000000"/>
                <w:u w:val="single"/>
              </w:rPr>
            </w:pPr>
            <w:r w:rsidRPr="008664E3">
              <w:rPr>
                <w:rFonts w:ascii="Riojana" w:hAnsi="Riojana" w:cs="Arial"/>
                <w:b/>
                <w:bCs/>
                <w:color w:val="000000"/>
                <w:u w:val="single"/>
              </w:rPr>
              <w:t>SUBGRUPO A2</w:t>
            </w:r>
          </w:p>
        </w:tc>
        <w:tc>
          <w:tcPr>
            <w:tcW w:w="1900" w:type="dxa"/>
            <w:tcBorders>
              <w:top w:val="nil"/>
              <w:left w:val="nil"/>
              <w:bottom w:val="nil"/>
              <w:right w:val="nil"/>
            </w:tcBorders>
            <w:shd w:val="clear" w:color="auto" w:fill="auto"/>
            <w:noWrap/>
            <w:vAlign w:val="bottom"/>
            <w:hideMark/>
          </w:tcPr>
          <w:p w:rsidR="008664E3" w:rsidRPr="008664E3" w:rsidRDefault="008664E3" w:rsidP="008664E3">
            <w:pPr>
              <w:spacing w:before="0" w:after="0"/>
              <w:jc w:val="left"/>
              <w:rPr>
                <w:rFonts w:ascii="Riojana" w:hAnsi="Riojana" w:cs="Arial"/>
                <w:color w:val="000000"/>
              </w:rPr>
            </w:pPr>
          </w:p>
        </w:tc>
      </w:tr>
      <w:tr w:rsidR="008664E3" w:rsidRPr="008664E3" w:rsidTr="008664E3">
        <w:trPr>
          <w:trHeight w:val="285"/>
          <w:jc w:val="center"/>
        </w:trPr>
        <w:tc>
          <w:tcPr>
            <w:tcW w:w="47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rPr>
            </w:pPr>
            <w:r w:rsidRPr="008664E3">
              <w:rPr>
                <w:rFonts w:ascii="Riojana" w:hAnsi="Riojana" w:cs="Arial"/>
                <w:color w:val="000000"/>
              </w:rPr>
              <w:t>Cuerpo Gestión A.G.</w:t>
            </w:r>
          </w:p>
        </w:tc>
        <w:tc>
          <w:tcPr>
            <w:tcW w:w="19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rPr>
            </w:pPr>
            <w:r w:rsidRPr="008664E3">
              <w:rPr>
                <w:rFonts w:ascii="Riojana" w:hAnsi="Riojana" w:cs="Arial"/>
                <w:color w:val="000000"/>
              </w:rPr>
              <w:t>170</w:t>
            </w:r>
          </w:p>
        </w:tc>
      </w:tr>
      <w:tr w:rsidR="008664E3" w:rsidRPr="008664E3" w:rsidTr="008664E3">
        <w:trPr>
          <w:trHeight w:val="285"/>
          <w:jc w:val="center"/>
        </w:trPr>
        <w:tc>
          <w:tcPr>
            <w:tcW w:w="47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rPr>
            </w:pPr>
            <w:r w:rsidRPr="008664E3">
              <w:rPr>
                <w:rFonts w:ascii="Riojana" w:hAnsi="Riojana" w:cs="Arial"/>
                <w:color w:val="000000"/>
              </w:rPr>
              <w:t>Cuerpo Facultativo Grado Medio A.E.</w:t>
            </w:r>
          </w:p>
        </w:tc>
        <w:tc>
          <w:tcPr>
            <w:tcW w:w="19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rPr>
            </w:pPr>
            <w:r w:rsidRPr="008664E3">
              <w:rPr>
                <w:rFonts w:ascii="Riojana" w:hAnsi="Riojana" w:cs="Arial"/>
                <w:color w:val="000000"/>
              </w:rPr>
              <w:t>381</w:t>
            </w:r>
          </w:p>
        </w:tc>
      </w:tr>
      <w:tr w:rsidR="008664E3" w:rsidRPr="008664E3" w:rsidTr="008664E3">
        <w:trPr>
          <w:trHeight w:val="285"/>
          <w:jc w:val="center"/>
        </w:trPr>
        <w:tc>
          <w:tcPr>
            <w:tcW w:w="47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rPr>
            </w:pPr>
            <w:r w:rsidRPr="008664E3">
              <w:rPr>
                <w:rFonts w:ascii="Riojana" w:hAnsi="Riojana" w:cs="Arial"/>
                <w:color w:val="000000"/>
              </w:rPr>
              <w:t>Plazas a extinguir</w:t>
            </w:r>
          </w:p>
        </w:tc>
        <w:tc>
          <w:tcPr>
            <w:tcW w:w="19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rPr>
            </w:pPr>
            <w:r w:rsidRPr="008664E3">
              <w:rPr>
                <w:rFonts w:ascii="Riojana" w:hAnsi="Riojana" w:cs="Arial"/>
                <w:color w:val="000000"/>
              </w:rPr>
              <w:t>8</w:t>
            </w:r>
          </w:p>
        </w:tc>
      </w:tr>
      <w:tr w:rsidR="008664E3" w:rsidRPr="008664E3" w:rsidTr="008664E3">
        <w:trPr>
          <w:trHeight w:val="285"/>
          <w:jc w:val="center"/>
        </w:trPr>
        <w:tc>
          <w:tcPr>
            <w:tcW w:w="47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b/>
                <w:bCs/>
                <w:color w:val="000000"/>
              </w:rPr>
            </w:pPr>
            <w:r w:rsidRPr="008664E3">
              <w:rPr>
                <w:rFonts w:ascii="Riojana" w:hAnsi="Riojana" w:cs="Arial"/>
                <w:b/>
                <w:bCs/>
                <w:color w:val="000000"/>
              </w:rPr>
              <w:t>TOTAL SUBGRUPO A2</w:t>
            </w:r>
          </w:p>
        </w:tc>
        <w:tc>
          <w:tcPr>
            <w:tcW w:w="19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b/>
                <w:bCs/>
                <w:color w:val="000000"/>
              </w:rPr>
            </w:pPr>
            <w:r w:rsidRPr="008664E3">
              <w:rPr>
                <w:rFonts w:ascii="Riojana" w:hAnsi="Riojana" w:cs="Arial"/>
                <w:b/>
                <w:bCs/>
                <w:color w:val="000000"/>
              </w:rPr>
              <w:t>559</w:t>
            </w:r>
          </w:p>
        </w:tc>
      </w:tr>
      <w:tr w:rsidR="008664E3" w:rsidRPr="008664E3" w:rsidTr="008664E3">
        <w:trPr>
          <w:trHeight w:val="285"/>
          <w:jc w:val="center"/>
        </w:trPr>
        <w:tc>
          <w:tcPr>
            <w:tcW w:w="47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b/>
                <w:bCs/>
                <w:color w:val="000000"/>
              </w:rPr>
            </w:pPr>
          </w:p>
        </w:tc>
        <w:tc>
          <w:tcPr>
            <w:tcW w:w="1900" w:type="dxa"/>
            <w:tcBorders>
              <w:top w:val="nil"/>
              <w:left w:val="nil"/>
              <w:bottom w:val="nil"/>
              <w:right w:val="nil"/>
            </w:tcBorders>
            <w:shd w:val="clear" w:color="auto" w:fill="auto"/>
            <w:noWrap/>
            <w:vAlign w:val="bottom"/>
            <w:hideMark/>
          </w:tcPr>
          <w:p w:rsidR="008664E3" w:rsidRPr="008664E3" w:rsidRDefault="008664E3" w:rsidP="008664E3">
            <w:pPr>
              <w:spacing w:before="0" w:after="0"/>
              <w:jc w:val="left"/>
              <w:rPr>
                <w:rFonts w:ascii="Riojana" w:hAnsi="Riojana" w:cs="Arial"/>
                <w:color w:val="000000"/>
              </w:rPr>
            </w:pPr>
          </w:p>
        </w:tc>
      </w:tr>
      <w:tr w:rsidR="008664E3" w:rsidRPr="008664E3" w:rsidTr="008664E3">
        <w:trPr>
          <w:trHeight w:val="285"/>
          <w:jc w:val="center"/>
        </w:trPr>
        <w:tc>
          <w:tcPr>
            <w:tcW w:w="47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b/>
                <w:bCs/>
                <w:color w:val="000000"/>
                <w:u w:val="single"/>
              </w:rPr>
            </w:pPr>
            <w:r w:rsidRPr="008664E3">
              <w:rPr>
                <w:rFonts w:ascii="Riojana" w:hAnsi="Riojana" w:cs="Arial"/>
                <w:b/>
                <w:bCs/>
                <w:color w:val="000000"/>
                <w:u w:val="single"/>
              </w:rPr>
              <w:t>SUBGRUPO C1</w:t>
            </w:r>
          </w:p>
        </w:tc>
        <w:tc>
          <w:tcPr>
            <w:tcW w:w="1900" w:type="dxa"/>
            <w:tcBorders>
              <w:top w:val="nil"/>
              <w:left w:val="nil"/>
              <w:bottom w:val="nil"/>
              <w:right w:val="nil"/>
            </w:tcBorders>
            <w:shd w:val="clear" w:color="auto" w:fill="auto"/>
            <w:noWrap/>
            <w:vAlign w:val="bottom"/>
            <w:hideMark/>
          </w:tcPr>
          <w:p w:rsidR="008664E3" w:rsidRPr="008664E3" w:rsidRDefault="008664E3" w:rsidP="008664E3">
            <w:pPr>
              <w:spacing w:before="0" w:after="0"/>
              <w:jc w:val="left"/>
              <w:rPr>
                <w:rFonts w:ascii="Riojana" w:hAnsi="Riojana" w:cs="Arial"/>
                <w:color w:val="000000"/>
              </w:rPr>
            </w:pPr>
          </w:p>
        </w:tc>
      </w:tr>
      <w:tr w:rsidR="008664E3" w:rsidRPr="008664E3" w:rsidTr="008664E3">
        <w:trPr>
          <w:trHeight w:val="285"/>
          <w:jc w:val="center"/>
        </w:trPr>
        <w:tc>
          <w:tcPr>
            <w:tcW w:w="47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rPr>
            </w:pPr>
            <w:r w:rsidRPr="008664E3">
              <w:rPr>
                <w:rFonts w:ascii="Riojana" w:hAnsi="Riojana" w:cs="Arial"/>
                <w:color w:val="000000"/>
              </w:rPr>
              <w:t>Cuerpo Administrativo A.G.</w:t>
            </w:r>
          </w:p>
        </w:tc>
        <w:tc>
          <w:tcPr>
            <w:tcW w:w="19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rPr>
            </w:pPr>
            <w:r w:rsidRPr="008664E3">
              <w:rPr>
                <w:rFonts w:ascii="Riojana" w:hAnsi="Riojana" w:cs="Arial"/>
                <w:color w:val="000000"/>
              </w:rPr>
              <w:t>347</w:t>
            </w:r>
          </w:p>
        </w:tc>
      </w:tr>
      <w:tr w:rsidR="008664E3" w:rsidRPr="008664E3" w:rsidTr="008664E3">
        <w:trPr>
          <w:trHeight w:val="285"/>
          <w:jc w:val="center"/>
        </w:trPr>
        <w:tc>
          <w:tcPr>
            <w:tcW w:w="47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rPr>
            </w:pPr>
            <w:r w:rsidRPr="008664E3">
              <w:rPr>
                <w:rFonts w:ascii="Riojana" w:hAnsi="Riojana" w:cs="Arial"/>
                <w:color w:val="000000"/>
              </w:rPr>
              <w:t>Cuerpo Ayudante Facultativo A.E.</w:t>
            </w:r>
          </w:p>
        </w:tc>
        <w:tc>
          <w:tcPr>
            <w:tcW w:w="19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rPr>
            </w:pPr>
            <w:r w:rsidRPr="008664E3">
              <w:rPr>
                <w:rFonts w:ascii="Riojana" w:hAnsi="Riojana" w:cs="Arial"/>
                <w:color w:val="000000"/>
              </w:rPr>
              <w:t>248</w:t>
            </w:r>
          </w:p>
        </w:tc>
      </w:tr>
      <w:tr w:rsidR="008664E3" w:rsidRPr="008664E3" w:rsidTr="008664E3">
        <w:trPr>
          <w:trHeight w:val="285"/>
          <w:jc w:val="center"/>
        </w:trPr>
        <w:tc>
          <w:tcPr>
            <w:tcW w:w="47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rPr>
            </w:pPr>
            <w:r w:rsidRPr="008664E3">
              <w:rPr>
                <w:rFonts w:ascii="Riojana" w:hAnsi="Riojana" w:cs="Arial"/>
                <w:color w:val="000000"/>
              </w:rPr>
              <w:t>Plazas a extinguir</w:t>
            </w:r>
          </w:p>
        </w:tc>
        <w:tc>
          <w:tcPr>
            <w:tcW w:w="19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rPr>
            </w:pPr>
            <w:r w:rsidRPr="008664E3">
              <w:rPr>
                <w:rFonts w:ascii="Riojana" w:hAnsi="Riojana" w:cs="Arial"/>
                <w:color w:val="000000"/>
              </w:rPr>
              <w:t>1</w:t>
            </w:r>
          </w:p>
        </w:tc>
      </w:tr>
      <w:tr w:rsidR="008664E3" w:rsidRPr="008664E3" w:rsidTr="008664E3">
        <w:trPr>
          <w:trHeight w:val="285"/>
          <w:jc w:val="center"/>
        </w:trPr>
        <w:tc>
          <w:tcPr>
            <w:tcW w:w="47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b/>
                <w:bCs/>
                <w:color w:val="000000"/>
              </w:rPr>
            </w:pPr>
            <w:r w:rsidRPr="008664E3">
              <w:rPr>
                <w:rFonts w:ascii="Riojana" w:hAnsi="Riojana" w:cs="Arial"/>
                <w:b/>
                <w:bCs/>
                <w:color w:val="000000"/>
              </w:rPr>
              <w:t>TOTAL SUBGRUPO C1</w:t>
            </w:r>
          </w:p>
        </w:tc>
        <w:tc>
          <w:tcPr>
            <w:tcW w:w="19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b/>
                <w:bCs/>
                <w:color w:val="000000"/>
              </w:rPr>
            </w:pPr>
            <w:r w:rsidRPr="008664E3">
              <w:rPr>
                <w:rFonts w:ascii="Riojana" w:hAnsi="Riojana" w:cs="Arial"/>
                <w:b/>
                <w:bCs/>
                <w:color w:val="000000"/>
              </w:rPr>
              <w:t>596</w:t>
            </w:r>
          </w:p>
        </w:tc>
      </w:tr>
      <w:tr w:rsidR="008664E3" w:rsidRPr="008664E3" w:rsidTr="008664E3">
        <w:trPr>
          <w:trHeight w:val="285"/>
          <w:jc w:val="center"/>
        </w:trPr>
        <w:tc>
          <w:tcPr>
            <w:tcW w:w="47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rPr>
            </w:pPr>
          </w:p>
        </w:tc>
        <w:tc>
          <w:tcPr>
            <w:tcW w:w="1900" w:type="dxa"/>
            <w:tcBorders>
              <w:top w:val="nil"/>
              <w:left w:val="nil"/>
              <w:bottom w:val="nil"/>
              <w:right w:val="nil"/>
            </w:tcBorders>
            <w:shd w:val="clear" w:color="auto" w:fill="auto"/>
            <w:noWrap/>
            <w:vAlign w:val="bottom"/>
            <w:hideMark/>
          </w:tcPr>
          <w:p w:rsidR="008664E3" w:rsidRPr="008664E3" w:rsidRDefault="008664E3" w:rsidP="008664E3">
            <w:pPr>
              <w:spacing w:before="0" w:after="0"/>
              <w:jc w:val="left"/>
              <w:rPr>
                <w:rFonts w:ascii="Riojana" w:hAnsi="Riojana" w:cs="Arial"/>
                <w:color w:val="000000"/>
              </w:rPr>
            </w:pPr>
          </w:p>
        </w:tc>
      </w:tr>
      <w:tr w:rsidR="008664E3" w:rsidRPr="008664E3" w:rsidTr="008664E3">
        <w:trPr>
          <w:trHeight w:val="285"/>
          <w:jc w:val="center"/>
        </w:trPr>
        <w:tc>
          <w:tcPr>
            <w:tcW w:w="47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b/>
                <w:bCs/>
                <w:color w:val="000000"/>
                <w:u w:val="single"/>
              </w:rPr>
            </w:pPr>
            <w:r w:rsidRPr="008664E3">
              <w:rPr>
                <w:rFonts w:ascii="Riojana" w:hAnsi="Riojana" w:cs="Arial"/>
                <w:b/>
                <w:bCs/>
                <w:color w:val="000000"/>
                <w:u w:val="single"/>
              </w:rPr>
              <w:t>SUBGRUPO C2</w:t>
            </w:r>
          </w:p>
        </w:tc>
        <w:tc>
          <w:tcPr>
            <w:tcW w:w="1900" w:type="dxa"/>
            <w:tcBorders>
              <w:top w:val="nil"/>
              <w:left w:val="nil"/>
              <w:bottom w:val="nil"/>
              <w:right w:val="nil"/>
            </w:tcBorders>
            <w:shd w:val="clear" w:color="auto" w:fill="auto"/>
            <w:noWrap/>
            <w:vAlign w:val="bottom"/>
            <w:hideMark/>
          </w:tcPr>
          <w:p w:rsidR="008664E3" w:rsidRPr="008664E3" w:rsidRDefault="008664E3" w:rsidP="008664E3">
            <w:pPr>
              <w:spacing w:before="0" w:after="0"/>
              <w:jc w:val="left"/>
              <w:rPr>
                <w:rFonts w:ascii="Riojana" w:hAnsi="Riojana" w:cs="Arial"/>
                <w:color w:val="000000"/>
              </w:rPr>
            </w:pPr>
          </w:p>
        </w:tc>
      </w:tr>
      <w:tr w:rsidR="008664E3" w:rsidRPr="008664E3" w:rsidTr="008664E3">
        <w:trPr>
          <w:trHeight w:val="285"/>
          <w:jc w:val="center"/>
        </w:trPr>
        <w:tc>
          <w:tcPr>
            <w:tcW w:w="47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rPr>
            </w:pPr>
            <w:r w:rsidRPr="008664E3">
              <w:rPr>
                <w:rFonts w:ascii="Riojana" w:hAnsi="Riojana" w:cs="Arial"/>
                <w:color w:val="000000"/>
              </w:rPr>
              <w:t>Cuerpo Auxiliar A.G.</w:t>
            </w:r>
          </w:p>
        </w:tc>
        <w:tc>
          <w:tcPr>
            <w:tcW w:w="19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rPr>
            </w:pPr>
            <w:r w:rsidRPr="008664E3">
              <w:rPr>
                <w:rFonts w:ascii="Riojana" w:hAnsi="Riojana" w:cs="Arial"/>
                <w:color w:val="000000"/>
              </w:rPr>
              <w:t>418</w:t>
            </w:r>
          </w:p>
        </w:tc>
      </w:tr>
      <w:tr w:rsidR="008664E3" w:rsidRPr="008664E3" w:rsidTr="008664E3">
        <w:trPr>
          <w:trHeight w:val="285"/>
          <w:jc w:val="center"/>
        </w:trPr>
        <w:tc>
          <w:tcPr>
            <w:tcW w:w="47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rPr>
            </w:pPr>
            <w:r w:rsidRPr="008664E3">
              <w:rPr>
                <w:rFonts w:ascii="Riojana" w:hAnsi="Riojana" w:cs="Arial"/>
                <w:color w:val="000000"/>
              </w:rPr>
              <w:t>Cuerpo Auxiliar Facultativo A.E.</w:t>
            </w:r>
          </w:p>
        </w:tc>
        <w:tc>
          <w:tcPr>
            <w:tcW w:w="19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rPr>
            </w:pPr>
            <w:r w:rsidRPr="008664E3">
              <w:rPr>
                <w:rFonts w:ascii="Riojana" w:hAnsi="Riojana" w:cs="Arial"/>
                <w:color w:val="000000"/>
              </w:rPr>
              <w:t>215</w:t>
            </w:r>
          </w:p>
        </w:tc>
      </w:tr>
      <w:tr w:rsidR="008664E3" w:rsidRPr="008664E3" w:rsidTr="008664E3">
        <w:trPr>
          <w:trHeight w:val="285"/>
          <w:jc w:val="center"/>
        </w:trPr>
        <w:tc>
          <w:tcPr>
            <w:tcW w:w="47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rPr>
            </w:pPr>
            <w:r w:rsidRPr="008664E3">
              <w:rPr>
                <w:rFonts w:ascii="Riojana" w:hAnsi="Riojana" w:cs="Arial"/>
                <w:color w:val="000000"/>
              </w:rPr>
              <w:t>Plazas a extinguir</w:t>
            </w:r>
          </w:p>
        </w:tc>
        <w:tc>
          <w:tcPr>
            <w:tcW w:w="19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rPr>
            </w:pPr>
            <w:r w:rsidRPr="008664E3">
              <w:rPr>
                <w:rFonts w:ascii="Riojana" w:hAnsi="Riojana" w:cs="Arial"/>
                <w:color w:val="000000"/>
              </w:rPr>
              <w:t>2</w:t>
            </w:r>
          </w:p>
        </w:tc>
      </w:tr>
      <w:tr w:rsidR="008664E3" w:rsidRPr="008664E3" w:rsidTr="008664E3">
        <w:trPr>
          <w:trHeight w:val="285"/>
          <w:jc w:val="center"/>
        </w:trPr>
        <w:tc>
          <w:tcPr>
            <w:tcW w:w="47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b/>
                <w:bCs/>
                <w:color w:val="000000"/>
              </w:rPr>
            </w:pPr>
            <w:r w:rsidRPr="008664E3">
              <w:rPr>
                <w:rFonts w:ascii="Riojana" w:hAnsi="Riojana" w:cs="Arial"/>
                <w:b/>
                <w:bCs/>
                <w:color w:val="000000"/>
              </w:rPr>
              <w:t>TOTAL SUBGRUPO C2</w:t>
            </w:r>
          </w:p>
        </w:tc>
        <w:tc>
          <w:tcPr>
            <w:tcW w:w="19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b/>
                <w:bCs/>
                <w:color w:val="000000"/>
              </w:rPr>
            </w:pPr>
            <w:r w:rsidRPr="008664E3">
              <w:rPr>
                <w:rFonts w:ascii="Riojana" w:hAnsi="Riojana" w:cs="Arial"/>
                <w:b/>
                <w:bCs/>
                <w:color w:val="000000"/>
              </w:rPr>
              <w:t>635</w:t>
            </w:r>
          </w:p>
        </w:tc>
      </w:tr>
      <w:tr w:rsidR="008664E3" w:rsidRPr="008664E3" w:rsidTr="008664E3">
        <w:trPr>
          <w:trHeight w:val="285"/>
          <w:jc w:val="center"/>
        </w:trPr>
        <w:tc>
          <w:tcPr>
            <w:tcW w:w="47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b/>
                <w:bCs/>
                <w:color w:val="000000"/>
              </w:rPr>
            </w:pPr>
          </w:p>
        </w:tc>
        <w:tc>
          <w:tcPr>
            <w:tcW w:w="1900" w:type="dxa"/>
            <w:tcBorders>
              <w:top w:val="nil"/>
              <w:left w:val="nil"/>
              <w:bottom w:val="nil"/>
              <w:right w:val="nil"/>
            </w:tcBorders>
            <w:shd w:val="clear" w:color="auto" w:fill="auto"/>
            <w:noWrap/>
            <w:vAlign w:val="bottom"/>
            <w:hideMark/>
          </w:tcPr>
          <w:p w:rsidR="008664E3" w:rsidRPr="008664E3" w:rsidRDefault="008664E3" w:rsidP="008664E3">
            <w:pPr>
              <w:spacing w:before="0" w:after="0"/>
              <w:jc w:val="left"/>
              <w:rPr>
                <w:rFonts w:ascii="Riojana" w:hAnsi="Riojana" w:cs="Arial"/>
                <w:color w:val="000000"/>
              </w:rPr>
            </w:pPr>
          </w:p>
        </w:tc>
      </w:tr>
      <w:tr w:rsidR="008664E3" w:rsidRPr="008664E3" w:rsidTr="008664E3">
        <w:trPr>
          <w:trHeight w:val="285"/>
          <w:jc w:val="center"/>
        </w:trPr>
        <w:tc>
          <w:tcPr>
            <w:tcW w:w="47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b/>
                <w:bCs/>
                <w:color w:val="000000"/>
                <w:u w:val="single"/>
              </w:rPr>
            </w:pPr>
            <w:r w:rsidRPr="008664E3">
              <w:rPr>
                <w:rFonts w:ascii="Riojana" w:hAnsi="Riojana" w:cs="Arial"/>
                <w:b/>
                <w:bCs/>
                <w:color w:val="000000"/>
                <w:u w:val="single"/>
              </w:rPr>
              <w:t>GRUPO E</w:t>
            </w:r>
          </w:p>
        </w:tc>
        <w:tc>
          <w:tcPr>
            <w:tcW w:w="1900" w:type="dxa"/>
            <w:tcBorders>
              <w:top w:val="nil"/>
              <w:left w:val="nil"/>
              <w:bottom w:val="nil"/>
              <w:right w:val="nil"/>
            </w:tcBorders>
            <w:shd w:val="clear" w:color="auto" w:fill="auto"/>
            <w:noWrap/>
            <w:vAlign w:val="bottom"/>
            <w:hideMark/>
          </w:tcPr>
          <w:p w:rsidR="008664E3" w:rsidRPr="008664E3" w:rsidRDefault="008664E3" w:rsidP="008664E3">
            <w:pPr>
              <w:spacing w:before="0" w:after="0"/>
              <w:jc w:val="left"/>
              <w:rPr>
                <w:rFonts w:ascii="Riojana" w:hAnsi="Riojana" w:cs="Arial"/>
                <w:color w:val="000000"/>
              </w:rPr>
            </w:pPr>
          </w:p>
        </w:tc>
      </w:tr>
      <w:tr w:rsidR="008664E3" w:rsidRPr="008664E3" w:rsidTr="008664E3">
        <w:trPr>
          <w:trHeight w:val="285"/>
          <w:jc w:val="center"/>
        </w:trPr>
        <w:tc>
          <w:tcPr>
            <w:tcW w:w="47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rPr>
            </w:pPr>
            <w:r w:rsidRPr="008664E3">
              <w:rPr>
                <w:rFonts w:ascii="Riojana" w:hAnsi="Riojana" w:cs="Arial"/>
                <w:color w:val="000000"/>
              </w:rPr>
              <w:t>Cuerpo Subalterno A.G.</w:t>
            </w:r>
          </w:p>
        </w:tc>
        <w:tc>
          <w:tcPr>
            <w:tcW w:w="19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rPr>
            </w:pPr>
            <w:r w:rsidRPr="008664E3">
              <w:rPr>
                <w:rFonts w:ascii="Riojana" w:hAnsi="Riojana" w:cs="Arial"/>
                <w:color w:val="000000"/>
              </w:rPr>
              <w:t>189</w:t>
            </w:r>
          </w:p>
        </w:tc>
      </w:tr>
      <w:tr w:rsidR="008664E3" w:rsidRPr="008664E3" w:rsidTr="008664E3">
        <w:trPr>
          <w:trHeight w:val="285"/>
          <w:jc w:val="center"/>
        </w:trPr>
        <w:tc>
          <w:tcPr>
            <w:tcW w:w="47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rPr>
            </w:pPr>
            <w:r w:rsidRPr="008664E3">
              <w:rPr>
                <w:rFonts w:ascii="Riojana" w:hAnsi="Riojana" w:cs="Arial"/>
                <w:color w:val="000000"/>
              </w:rPr>
              <w:lastRenderedPageBreak/>
              <w:t>Cuerpo Oficios A.E.</w:t>
            </w:r>
          </w:p>
        </w:tc>
        <w:tc>
          <w:tcPr>
            <w:tcW w:w="19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rPr>
            </w:pPr>
            <w:r w:rsidRPr="008664E3">
              <w:rPr>
                <w:rFonts w:ascii="Riojana" w:hAnsi="Riojana" w:cs="Arial"/>
                <w:color w:val="000000"/>
              </w:rPr>
              <w:t>13</w:t>
            </w:r>
          </w:p>
        </w:tc>
      </w:tr>
      <w:tr w:rsidR="008664E3" w:rsidRPr="008664E3" w:rsidTr="008664E3">
        <w:trPr>
          <w:trHeight w:val="285"/>
          <w:jc w:val="center"/>
        </w:trPr>
        <w:tc>
          <w:tcPr>
            <w:tcW w:w="47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b/>
                <w:bCs/>
                <w:color w:val="000000"/>
              </w:rPr>
            </w:pPr>
            <w:r w:rsidRPr="008664E3">
              <w:rPr>
                <w:rFonts w:ascii="Riojana" w:hAnsi="Riojana" w:cs="Arial"/>
                <w:b/>
                <w:bCs/>
                <w:color w:val="000000"/>
              </w:rPr>
              <w:t>TOTAL GRUPO E</w:t>
            </w:r>
          </w:p>
        </w:tc>
        <w:tc>
          <w:tcPr>
            <w:tcW w:w="19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b/>
                <w:bCs/>
                <w:color w:val="000000"/>
              </w:rPr>
            </w:pPr>
            <w:r w:rsidRPr="008664E3">
              <w:rPr>
                <w:rFonts w:ascii="Riojana" w:hAnsi="Riojana" w:cs="Arial"/>
                <w:b/>
                <w:bCs/>
                <w:color w:val="000000"/>
              </w:rPr>
              <w:t>202</w:t>
            </w:r>
          </w:p>
        </w:tc>
      </w:tr>
      <w:tr w:rsidR="008664E3" w:rsidRPr="008664E3" w:rsidTr="008664E3">
        <w:trPr>
          <w:trHeight w:val="285"/>
          <w:jc w:val="center"/>
        </w:trPr>
        <w:tc>
          <w:tcPr>
            <w:tcW w:w="47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b/>
                <w:bCs/>
                <w:color w:val="000000"/>
              </w:rPr>
            </w:pPr>
          </w:p>
        </w:tc>
        <w:tc>
          <w:tcPr>
            <w:tcW w:w="1900" w:type="dxa"/>
            <w:tcBorders>
              <w:top w:val="nil"/>
              <w:left w:val="nil"/>
              <w:bottom w:val="nil"/>
              <w:right w:val="nil"/>
            </w:tcBorders>
            <w:shd w:val="clear" w:color="auto" w:fill="auto"/>
            <w:noWrap/>
            <w:vAlign w:val="bottom"/>
            <w:hideMark/>
          </w:tcPr>
          <w:p w:rsidR="008664E3" w:rsidRPr="008664E3" w:rsidRDefault="008664E3" w:rsidP="008664E3">
            <w:pPr>
              <w:spacing w:before="0" w:after="0"/>
              <w:jc w:val="left"/>
              <w:rPr>
                <w:rFonts w:ascii="Riojana" w:hAnsi="Riojana" w:cs="Arial"/>
                <w:color w:val="000000"/>
              </w:rPr>
            </w:pPr>
          </w:p>
        </w:tc>
      </w:tr>
      <w:tr w:rsidR="008664E3" w:rsidRPr="008664E3" w:rsidTr="008664E3">
        <w:trPr>
          <w:trHeight w:val="285"/>
          <w:jc w:val="center"/>
        </w:trPr>
        <w:tc>
          <w:tcPr>
            <w:tcW w:w="47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b/>
                <w:bCs/>
                <w:color w:val="000000"/>
              </w:rPr>
            </w:pPr>
            <w:r w:rsidRPr="008664E3">
              <w:rPr>
                <w:rFonts w:ascii="Riojana" w:hAnsi="Riojana" w:cs="Arial"/>
                <w:b/>
                <w:bCs/>
                <w:color w:val="000000"/>
              </w:rPr>
              <w:t xml:space="preserve">TOTAL FUNCIONARIOS                                     </w:t>
            </w:r>
          </w:p>
        </w:tc>
        <w:tc>
          <w:tcPr>
            <w:tcW w:w="190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b/>
                <w:bCs/>
                <w:color w:val="000000"/>
              </w:rPr>
            </w:pPr>
            <w:r w:rsidRPr="008664E3">
              <w:rPr>
                <w:rFonts w:ascii="Riojana" w:hAnsi="Riojana" w:cs="Arial"/>
                <w:b/>
                <w:bCs/>
                <w:color w:val="000000"/>
              </w:rPr>
              <w:t>2.519</w:t>
            </w:r>
          </w:p>
        </w:tc>
      </w:tr>
    </w:tbl>
    <w:p w:rsidR="008664E3" w:rsidRDefault="008664E3" w:rsidP="008664E3">
      <w:pPr>
        <w:pStyle w:val="Ttulo4"/>
        <w:rPr>
          <w:rFonts w:ascii="Riojana Bold" w:eastAsia="Times" w:hAnsi="Riojana Bold"/>
          <w:b w:val="0"/>
          <w:i w:val="0"/>
          <w:color w:val="auto"/>
          <w:sz w:val="22"/>
          <w:szCs w:val="22"/>
          <w:lang w:val="es-ES_tradnl"/>
        </w:rPr>
      </w:pPr>
    </w:p>
    <w:p w:rsidR="00011E90" w:rsidRPr="008664E3" w:rsidRDefault="00011E90" w:rsidP="008664E3">
      <w:pPr>
        <w:pStyle w:val="Ttulo4"/>
        <w:rPr>
          <w:rFonts w:ascii="Riojana Bold" w:eastAsia="Times" w:hAnsi="Riojana Bold" w:cs="Arial"/>
          <w:b w:val="0"/>
          <w:i w:val="0"/>
          <w:color w:val="auto"/>
          <w:sz w:val="22"/>
          <w:szCs w:val="22"/>
          <w:lang w:val="es-ES_tradnl"/>
        </w:rPr>
      </w:pPr>
      <w:r w:rsidRPr="008664E3">
        <w:rPr>
          <w:rFonts w:ascii="Riojana Bold" w:eastAsia="Times" w:hAnsi="Riojana Bold"/>
          <w:b w:val="0"/>
          <w:i w:val="0"/>
          <w:color w:val="auto"/>
          <w:sz w:val="22"/>
          <w:szCs w:val="22"/>
          <w:lang w:val="es-ES_tradnl"/>
        </w:rPr>
        <w:t>PLANTILLAS DE PERSONAL LABORAL PARA EL AÑO 2023</w:t>
      </w:r>
    </w:p>
    <w:tbl>
      <w:tblPr>
        <w:tblW w:w="7820" w:type="dxa"/>
        <w:jc w:val="center"/>
        <w:tblCellMar>
          <w:left w:w="70" w:type="dxa"/>
          <w:right w:w="70" w:type="dxa"/>
        </w:tblCellMar>
        <w:tblLook w:val="04A0" w:firstRow="1" w:lastRow="0" w:firstColumn="1" w:lastColumn="0" w:noHBand="0" w:noVBand="1"/>
      </w:tblPr>
      <w:tblGrid>
        <w:gridCol w:w="6580"/>
        <w:gridCol w:w="1240"/>
      </w:tblGrid>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b/>
                <w:color w:val="000000"/>
                <w:sz w:val="18"/>
                <w:szCs w:val="18"/>
              </w:rPr>
            </w:pPr>
            <w:r w:rsidRPr="003E7FFA">
              <w:rPr>
                <w:rFonts w:ascii="Riojana" w:hAnsi="Riojana" w:cs="Arial"/>
                <w:b/>
                <w:color w:val="000000"/>
                <w:sz w:val="18"/>
                <w:szCs w:val="18"/>
              </w:rPr>
              <w:t>DENOMINACIÓN</w:t>
            </w:r>
          </w:p>
        </w:tc>
        <w:tc>
          <w:tcPr>
            <w:tcW w:w="1240" w:type="dxa"/>
            <w:tcBorders>
              <w:top w:val="nil"/>
              <w:left w:val="nil"/>
              <w:bottom w:val="nil"/>
              <w:right w:val="nil"/>
            </w:tcBorders>
            <w:shd w:val="clear" w:color="auto" w:fill="auto"/>
            <w:noWrap/>
            <w:vAlign w:val="bottom"/>
            <w:hideMark/>
          </w:tcPr>
          <w:p w:rsidR="008664E3" w:rsidRPr="003E7FFA" w:rsidRDefault="008664E3" w:rsidP="0002307B">
            <w:pPr>
              <w:spacing w:after="0"/>
              <w:rPr>
                <w:rFonts w:ascii="Riojana" w:hAnsi="Riojana" w:cs="Arial"/>
                <w:b/>
                <w:color w:val="000000"/>
                <w:sz w:val="18"/>
                <w:szCs w:val="18"/>
              </w:rPr>
            </w:pPr>
          </w:p>
        </w:tc>
      </w:tr>
      <w:tr w:rsidR="008664E3" w:rsidRPr="008664E3" w:rsidTr="008664E3">
        <w:trPr>
          <w:trHeight w:val="300"/>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p>
        </w:tc>
        <w:tc>
          <w:tcPr>
            <w:tcW w:w="1240" w:type="dxa"/>
            <w:tcBorders>
              <w:top w:val="nil"/>
              <w:left w:val="nil"/>
              <w:bottom w:val="nil"/>
              <w:right w:val="nil"/>
            </w:tcBorders>
            <w:shd w:val="clear" w:color="auto" w:fill="auto"/>
            <w:noWrap/>
            <w:vAlign w:val="bottom"/>
            <w:hideMark/>
          </w:tcPr>
          <w:p w:rsidR="008664E3" w:rsidRPr="003E7FFA" w:rsidRDefault="008664E3" w:rsidP="0002307B">
            <w:pPr>
              <w:spacing w:after="0"/>
              <w:rPr>
                <w:rFonts w:ascii="Riojana" w:hAnsi="Riojana" w:cs="Arial"/>
                <w:color w:val="000000"/>
                <w:sz w:val="18"/>
                <w:szCs w:val="18"/>
              </w:rPr>
            </w:pPr>
          </w:p>
        </w:tc>
      </w:tr>
      <w:tr w:rsidR="008664E3" w:rsidRPr="008664E3" w:rsidTr="008664E3">
        <w:trPr>
          <w:trHeight w:val="300"/>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 xml:space="preserve">Titulado Superior (A </w:t>
            </w:r>
            <w:proofErr w:type="spellStart"/>
            <w:r w:rsidRPr="003E7FFA">
              <w:rPr>
                <w:rFonts w:ascii="Riojana" w:hAnsi="Riojana" w:cs="Arial"/>
                <w:color w:val="000000"/>
                <w:sz w:val="18"/>
                <w:szCs w:val="18"/>
              </w:rPr>
              <w:t>Ext.F</w:t>
            </w:r>
            <w:proofErr w:type="spellEnd"/>
            <w:r w:rsidRPr="003E7FFA">
              <w:rPr>
                <w:rFonts w:ascii="Riojana" w:hAnsi="Riojana" w:cs="Arial"/>
                <w:color w:val="000000"/>
                <w:sz w:val="18"/>
                <w:szCs w:val="18"/>
              </w:rPr>
              <w: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5</w:t>
            </w:r>
          </w:p>
        </w:tc>
      </w:tr>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 xml:space="preserve">Técnico Superior (A </w:t>
            </w:r>
            <w:proofErr w:type="spellStart"/>
            <w:r w:rsidRPr="003E7FFA">
              <w:rPr>
                <w:rFonts w:ascii="Riojana" w:hAnsi="Riojana" w:cs="Arial"/>
                <w:color w:val="000000"/>
                <w:sz w:val="18"/>
                <w:szCs w:val="18"/>
              </w:rPr>
              <w:t>Ext.F</w:t>
            </w:r>
            <w:proofErr w:type="spellEnd"/>
            <w:r w:rsidRPr="003E7FFA">
              <w:rPr>
                <w:rFonts w:ascii="Riojana" w:hAnsi="Riojana" w:cs="Arial"/>
                <w:color w:val="000000"/>
                <w:sz w:val="18"/>
                <w:szCs w:val="18"/>
              </w:rPr>
              <w: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1</w:t>
            </w:r>
          </w:p>
        </w:tc>
      </w:tr>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Director de Administración (A Ext.)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1</w:t>
            </w:r>
          </w:p>
        </w:tc>
      </w:tr>
      <w:tr w:rsidR="008664E3" w:rsidRPr="008664E3" w:rsidTr="008664E3">
        <w:trPr>
          <w:trHeight w:val="300"/>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Jefe de Proyecto (A Ext.)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3</w:t>
            </w:r>
          </w:p>
        </w:tc>
      </w:tr>
      <w:tr w:rsidR="008664E3" w:rsidRPr="008664E3" w:rsidTr="008664E3">
        <w:trPr>
          <w:trHeight w:val="300"/>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Responsable de Departamento (A Ext.)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1</w:t>
            </w:r>
          </w:p>
        </w:tc>
      </w:tr>
      <w:tr w:rsidR="008664E3" w:rsidRPr="008664E3" w:rsidTr="008664E3">
        <w:trPr>
          <w:trHeight w:val="300"/>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Responsable de la Unidad (A Ext.)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2</w:t>
            </w:r>
          </w:p>
        </w:tc>
      </w:tr>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Técnico Superior Universitario (A Ext.)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9</w:t>
            </w:r>
          </w:p>
        </w:tc>
      </w:tr>
      <w:tr w:rsidR="008664E3" w:rsidRPr="008664E3" w:rsidTr="008664E3">
        <w:trPr>
          <w:trHeight w:val="300"/>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Coordinador de Proyecto (A Ext.)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1</w:t>
            </w:r>
          </w:p>
        </w:tc>
      </w:tr>
      <w:tr w:rsidR="008664E3" w:rsidRPr="008664E3" w:rsidTr="008664E3">
        <w:trPr>
          <w:trHeight w:val="300"/>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Analista Programador (A Ext.)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5</w:t>
            </w:r>
          </w:p>
        </w:tc>
      </w:tr>
      <w:tr w:rsidR="008664E3" w:rsidRPr="008664E3" w:rsidTr="008664E3">
        <w:trPr>
          <w:trHeight w:val="300"/>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Analista (A Ext.)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6</w:t>
            </w:r>
          </w:p>
        </w:tc>
      </w:tr>
      <w:tr w:rsidR="008664E3" w:rsidRPr="008664E3" w:rsidTr="008664E3">
        <w:trPr>
          <w:trHeight w:val="300"/>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Arquitecto de SW (A Ext.)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1</w:t>
            </w:r>
          </w:p>
        </w:tc>
      </w:tr>
      <w:tr w:rsidR="008664E3" w:rsidRPr="008664E3" w:rsidTr="008664E3">
        <w:trPr>
          <w:trHeight w:val="300"/>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 xml:space="preserve">Titulado Grado Medio ( A </w:t>
            </w:r>
            <w:proofErr w:type="spellStart"/>
            <w:r w:rsidRPr="003E7FFA">
              <w:rPr>
                <w:rFonts w:ascii="Riojana" w:hAnsi="Riojana" w:cs="Arial"/>
                <w:color w:val="000000"/>
                <w:sz w:val="18"/>
                <w:szCs w:val="18"/>
              </w:rPr>
              <w:t>Ext.F</w:t>
            </w:r>
            <w:proofErr w:type="spellEnd"/>
            <w:r w:rsidRPr="003E7FFA">
              <w:rPr>
                <w:rFonts w:ascii="Riojana" w:hAnsi="Riojana" w:cs="Arial"/>
                <w:color w:val="000000"/>
                <w:sz w:val="18"/>
                <w:szCs w:val="18"/>
              </w:rPr>
              <w: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4</w:t>
            </w:r>
          </w:p>
        </w:tc>
      </w:tr>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 xml:space="preserve">Técnico Grado Medio ( A </w:t>
            </w:r>
            <w:proofErr w:type="spellStart"/>
            <w:r w:rsidRPr="003E7FFA">
              <w:rPr>
                <w:rFonts w:ascii="Riojana" w:hAnsi="Riojana" w:cs="Arial"/>
                <w:color w:val="000000"/>
                <w:sz w:val="18"/>
                <w:szCs w:val="18"/>
              </w:rPr>
              <w:t>Ext.F</w:t>
            </w:r>
            <w:proofErr w:type="spellEnd"/>
            <w:r w:rsidRPr="003E7FFA">
              <w:rPr>
                <w:rFonts w:ascii="Riojana" w:hAnsi="Riojana" w:cs="Arial"/>
                <w:color w:val="000000"/>
                <w:sz w:val="18"/>
                <w:szCs w:val="18"/>
              </w:rPr>
              <w: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14</w:t>
            </w:r>
          </w:p>
        </w:tc>
      </w:tr>
      <w:tr w:rsidR="008664E3" w:rsidRPr="008664E3" w:rsidTr="008664E3">
        <w:trPr>
          <w:trHeight w:val="300"/>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 xml:space="preserve">Educador (A </w:t>
            </w:r>
            <w:proofErr w:type="spellStart"/>
            <w:r w:rsidRPr="003E7FFA">
              <w:rPr>
                <w:rFonts w:ascii="Riojana" w:hAnsi="Riojana" w:cs="Arial"/>
                <w:color w:val="000000"/>
                <w:sz w:val="18"/>
                <w:szCs w:val="18"/>
              </w:rPr>
              <w:t>Ext.F</w:t>
            </w:r>
            <w:proofErr w:type="spellEnd"/>
            <w:r w:rsidRPr="003E7FFA">
              <w:rPr>
                <w:rFonts w:ascii="Riojana" w:hAnsi="Riojana" w:cs="Arial"/>
                <w:color w:val="000000"/>
                <w:sz w:val="18"/>
                <w:szCs w:val="18"/>
              </w:rPr>
              <w: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1</w:t>
            </w:r>
          </w:p>
        </w:tc>
      </w:tr>
      <w:tr w:rsidR="008664E3" w:rsidRPr="008664E3" w:rsidTr="008664E3">
        <w:trPr>
          <w:trHeight w:val="300"/>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 xml:space="preserve">Trabajador Social (A </w:t>
            </w:r>
            <w:proofErr w:type="spellStart"/>
            <w:r w:rsidRPr="003E7FFA">
              <w:rPr>
                <w:rFonts w:ascii="Riojana" w:hAnsi="Riojana" w:cs="Arial"/>
                <w:color w:val="000000"/>
                <w:sz w:val="18"/>
                <w:szCs w:val="18"/>
              </w:rPr>
              <w:t>Ext.F</w:t>
            </w:r>
            <w:proofErr w:type="spellEnd"/>
            <w:r w:rsidRPr="003E7FFA">
              <w:rPr>
                <w:rFonts w:ascii="Riojana" w:hAnsi="Riojana" w:cs="Arial"/>
                <w:color w:val="000000"/>
                <w:sz w:val="18"/>
                <w:szCs w:val="18"/>
              </w:rPr>
              <w: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2</w:t>
            </w:r>
          </w:p>
        </w:tc>
      </w:tr>
      <w:tr w:rsidR="008664E3" w:rsidRPr="008664E3" w:rsidTr="008664E3">
        <w:trPr>
          <w:trHeight w:val="300"/>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 xml:space="preserve">Programador (A </w:t>
            </w:r>
            <w:proofErr w:type="spellStart"/>
            <w:r w:rsidRPr="003E7FFA">
              <w:rPr>
                <w:rFonts w:ascii="Riojana" w:hAnsi="Riojana" w:cs="Arial"/>
                <w:color w:val="000000"/>
                <w:sz w:val="18"/>
                <w:szCs w:val="18"/>
              </w:rPr>
              <w:t>Ext.F</w:t>
            </w:r>
            <w:proofErr w:type="spellEnd"/>
            <w:r w:rsidRPr="003E7FFA">
              <w:rPr>
                <w:rFonts w:ascii="Riojana" w:hAnsi="Riojana" w:cs="Arial"/>
                <w:color w:val="000000"/>
                <w:sz w:val="18"/>
                <w:szCs w:val="18"/>
              </w:rPr>
              <w: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1</w:t>
            </w:r>
          </w:p>
        </w:tc>
      </w:tr>
      <w:tr w:rsidR="008664E3" w:rsidRPr="008664E3" w:rsidTr="008664E3">
        <w:trPr>
          <w:trHeight w:val="300"/>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Ingeniero SW Componentes (A Ext.)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2</w:t>
            </w:r>
          </w:p>
        </w:tc>
      </w:tr>
      <w:tr w:rsidR="008664E3" w:rsidRPr="008664E3" w:rsidTr="008664E3">
        <w:trPr>
          <w:trHeight w:val="300"/>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Programador Experto (A Ext.)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3</w:t>
            </w:r>
          </w:p>
        </w:tc>
      </w:tr>
      <w:tr w:rsidR="008664E3" w:rsidRPr="008664E3" w:rsidTr="008664E3">
        <w:trPr>
          <w:trHeight w:val="300"/>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Responsable de Area (A Ext.)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1</w:t>
            </w:r>
          </w:p>
        </w:tc>
      </w:tr>
      <w:tr w:rsidR="008664E3" w:rsidRPr="008664E3" w:rsidTr="008664E3">
        <w:trPr>
          <w:trHeight w:val="300"/>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Programador (A Ext.)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8</w:t>
            </w:r>
          </w:p>
        </w:tc>
      </w:tr>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Técnico Supervisor (A Ext.)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1</w:t>
            </w:r>
          </w:p>
        </w:tc>
      </w:tr>
      <w:tr w:rsidR="008664E3" w:rsidRPr="008664E3" w:rsidTr="008664E3">
        <w:trPr>
          <w:trHeight w:val="300"/>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FP 3 y Diplomados (A Ext.)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7</w:t>
            </w:r>
          </w:p>
        </w:tc>
      </w:tr>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lastRenderedPageBreak/>
              <w:t>Técnico Sistemas Experto (A Ext.)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2</w:t>
            </w:r>
          </w:p>
        </w:tc>
      </w:tr>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Responsable de Servicio (A Ext.)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1</w:t>
            </w:r>
          </w:p>
        </w:tc>
      </w:tr>
      <w:tr w:rsidR="008664E3" w:rsidRPr="008664E3" w:rsidTr="008664E3">
        <w:trPr>
          <w:trHeight w:val="315"/>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Técnico Práctico de Control y Vigilancia de Obras</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3</w:t>
            </w:r>
          </w:p>
        </w:tc>
      </w:tr>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Gobernante</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4</w:t>
            </w:r>
          </w:p>
        </w:tc>
      </w:tr>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Capataz Agrario</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2</w:t>
            </w:r>
          </w:p>
        </w:tc>
      </w:tr>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Técnico Auxiliar de Obras</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8</w:t>
            </w:r>
          </w:p>
        </w:tc>
      </w:tr>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Técnico Especialista</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15</w:t>
            </w:r>
          </w:p>
        </w:tc>
      </w:tr>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Jefe de Sala</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7</w:t>
            </w:r>
          </w:p>
        </w:tc>
      </w:tr>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Analista (A Ext.)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6</w:t>
            </w:r>
          </w:p>
        </w:tc>
      </w:tr>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Operador Senior (A Ext.)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1</w:t>
            </w:r>
          </w:p>
        </w:tc>
      </w:tr>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Técnico Soporte Avanzado (A Ext.)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9</w:t>
            </w:r>
          </w:p>
        </w:tc>
      </w:tr>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Técnico de Sistemas (A Ext.)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1</w:t>
            </w:r>
          </w:p>
        </w:tc>
      </w:tr>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Programador Junior (A Ext.)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1</w:t>
            </w:r>
          </w:p>
        </w:tc>
      </w:tr>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Capataz</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4</w:t>
            </w:r>
          </w:p>
        </w:tc>
      </w:tr>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Operador de Máquina</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6</w:t>
            </w:r>
          </w:p>
        </w:tc>
      </w:tr>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Oficial 1ª de Oficio</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61</w:t>
            </w:r>
          </w:p>
        </w:tc>
      </w:tr>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Cocinero</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2</w:t>
            </w:r>
          </w:p>
        </w:tc>
      </w:tr>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 xml:space="preserve">Senior  (A </w:t>
            </w:r>
            <w:proofErr w:type="spellStart"/>
            <w:r w:rsidRPr="003E7FFA">
              <w:rPr>
                <w:rFonts w:ascii="Riojana" w:hAnsi="Riojana" w:cs="Arial"/>
                <w:color w:val="000000"/>
                <w:sz w:val="18"/>
                <w:szCs w:val="18"/>
              </w:rPr>
              <w:t>Ext.F</w:t>
            </w:r>
            <w:proofErr w:type="spellEnd"/>
            <w:r w:rsidRPr="003E7FFA">
              <w:rPr>
                <w:rFonts w:ascii="Riojana" w:hAnsi="Riojana" w:cs="Arial"/>
                <w:color w:val="000000"/>
                <w:sz w:val="18"/>
                <w:szCs w:val="18"/>
              </w:rPr>
              <w: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4</w:t>
            </w:r>
          </w:p>
        </w:tc>
      </w:tr>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 xml:space="preserve">Auxiliar Administrativo (A </w:t>
            </w:r>
            <w:proofErr w:type="spellStart"/>
            <w:r w:rsidRPr="003E7FFA">
              <w:rPr>
                <w:rFonts w:ascii="Riojana" w:hAnsi="Riojana" w:cs="Arial"/>
                <w:color w:val="000000"/>
                <w:sz w:val="18"/>
                <w:szCs w:val="18"/>
              </w:rPr>
              <w:t>Ext.F</w:t>
            </w:r>
            <w:proofErr w:type="spellEnd"/>
            <w:r w:rsidRPr="003E7FFA">
              <w:rPr>
                <w:rFonts w:ascii="Riojana" w:hAnsi="Riojana" w:cs="Arial"/>
                <w:color w:val="000000"/>
                <w:sz w:val="18"/>
                <w:szCs w:val="18"/>
              </w:rPr>
              <w: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3</w:t>
            </w:r>
          </w:p>
        </w:tc>
      </w:tr>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Técnico Auxiliar (A Ext. F.)</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4</w:t>
            </w:r>
          </w:p>
        </w:tc>
      </w:tr>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proofErr w:type="spellStart"/>
            <w:r w:rsidRPr="003E7FFA">
              <w:rPr>
                <w:rFonts w:ascii="Riojana" w:hAnsi="Riojana" w:cs="Arial"/>
                <w:color w:val="000000"/>
                <w:sz w:val="18"/>
                <w:szCs w:val="18"/>
              </w:rPr>
              <w:t>Aux.Enfermería</w:t>
            </w:r>
            <w:proofErr w:type="spellEnd"/>
            <w:r w:rsidRPr="003E7FFA">
              <w:rPr>
                <w:rFonts w:ascii="Riojana" w:hAnsi="Riojana" w:cs="Arial"/>
                <w:color w:val="000000"/>
                <w:sz w:val="18"/>
                <w:szCs w:val="18"/>
              </w:rPr>
              <w:t xml:space="preserve"> y </w:t>
            </w:r>
            <w:proofErr w:type="spellStart"/>
            <w:r w:rsidRPr="003E7FFA">
              <w:rPr>
                <w:rFonts w:ascii="Riojana" w:hAnsi="Riojana" w:cs="Arial"/>
                <w:color w:val="000000"/>
                <w:sz w:val="18"/>
                <w:szCs w:val="18"/>
              </w:rPr>
              <w:t>Asist</w:t>
            </w:r>
            <w:proofErr w:type="spellEnd"/>
            <w:r w:rsidRPr="003E7FFA">
              <w:rPr>
                <w:rFonts w:ascii="Riojana" w:hAnsi="Riojana" w:cs="Arial"/>
                <w:color w:val="000000"/>
                <w:sz w:val="18"/>
                <w:szCs w:val="18"/>
              </w:rPr>
              <w:t xml:space="preserve">. (A </w:t>
            </w:r>
            <w:proofErr w:type="spellStart"/>
            <w:r w:rsidRPr="003E7FFA">
              <w:rPr>
                <w:rFonts w:ascii="Riojana" w:hAnsi="Riojana" w:cs="Arial"/>
                <w:color w:val="000000"/>
                <w:sz w:val="18"/>
                <w:szCs w:val="18"/>
              </w:rPr>
              <w:t>Ext.F</w:t>
            </w:r>
            <w:proofErr w:type="spellEnd"/>
            <w:r w:rsidRPr="003E7FFA">
              <w:rPr>
                <w:rFonts w:ascii="Riojana" w:hAnsi="Riojana" w:cs="Arial"/>
                <w:color w:val="000000"/>
                <w:sz w:val="18"/>
                <w:szCs w:val="18"/>
              </w:rPr>
              <w: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2</w:t>
            </w:r>
          </w:p>
        </w:tc>
      </w:tr>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Gestor Administrativo  (A Ext.)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2</w:t>
            </w:r>
          </w:p>
        </w:tc>
      </w:tr>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Administrativo Oficial 2ª (A Ext.)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2</w:t>
            </w:r>
          </w:p>
        </w:tc>
      </w:tr>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Operario Especializado</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157</w:t>
            </w:r>
          </w:p>
        </w:tc>
      </w:tr>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Operario</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175</w:t>
            </w:r>
          </w:p>
        </w:tc>
      </w:tr>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Pastor</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2</w:t>
            </w:r>
          </w:p>
        </w:tc>
      </w:tr>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color w:val="000000"/>
                <w:sz w:val="18"/>
                <w:szCs w:val="18"/>
              </w:rPr>
            </w:pPr>
            <w:r w:rsidRPr="003E7FFA">
              <w:rPr>
                <w:rFonts w:ascii="Riojana" w:hAnsi="Riojana" w:cs="Arial"/>
                <w:color w:val="000000"/>
                <w:sz w:val="18"/>
                <w:szCs w:val="18"/>
              </w:rPr>
              <w:t xml:space="preserve">Subalterno (A </w:t>
            </w:r>
            <w:proofErr w:type="spellStart"/>
            <w:r w:rsidRPr="003E7FFA">
              <w:rPr>
                <w:rFonts w:ascii="Riojana" w:hAnsi="Riojana" w:cs="Arial"/>
                <w:color w:val="000000"/>
                <w:sz w:val="18"/>
                <w:szCs w:val="18"/>
              </w:rPr>
              <w:t>Ext.F</w:t>
            </w:r>
            <w:proofErr w:type="spellEnd"/>
            <w:r w:rsidRPr="003E7FFA">
              <w:rPr>
                <w:rFonts w:ascii="Riojana" w:hAnsi="Riojana" w:cs="Arial"/>
                <w:color w:val="000000"/>
                <w:sz w:val="18"/>
                <w:szCs w:val="18"/>
              </w:rPr>
              <w:t>.)</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color w:val="000000"/>
                <w:sz w:val="18"/>
                <w:szCs w:val="18"/>
              </w:rPr>
            </w:pPr>
            <w:r w:rsidRPr="003E7FFA">
              <w:rPr>
                <w:rFonts w:ascii="Riojana" w:hAnsi="Riojana" w:cs="Arial"/>
                <w:color w:val="000000"/>
                <w:sz w:val="18"/>
                <w:szCs w:val="18"/>
              </w:rPr>
              <w:t>1</w:t>
            </w:r>
          </w:p>
        </w:tc>
      </w:tr>
      <w:tr w:rsidR="008664E3" w:rsidRPr="008664E3" w:rsidTr="008664E3">
        <w:trPr>
          <w:trHeight w:val="288"/>
          <w:jc w:val="center"/>
        </w:trPr>
        <w:tc>
          <w:tcPr>
            <w:tcW w:w="6580" w:type="dxa"/>
            <w:tcBorders>
              <w:top w:val="nil"/>
              <w:left w:val="nil"/>
              <w:bottom w:val="nil"/>
              <w:right w:val="nil"/>
            </w:tcBorders>
            <w:shd w:val="clear" w:color="auto" w:fill="auto"/>
            <w:noWrap/>
            <w:vAlign w:val="center"/>
            <w:hideMark/>
          </w:tcPr>
          <w:p w:rsidR="008664E3" w:rsidRPr="003E7FFA" w:rsidRDefault="008664E3" w:rsidP="0002307B">
            <w:pPr>
              <w:spacing w:after="0"/>
              <w:rPr>
                <w:rFonts w:ascii="Riojana" w:hAnsi="Riojana" w:cs="Arial"/>
                <w:b/>
                <w:bCs/>
                <w:color w:val="000000"/>
                <w:sz w:val="18"/>
                <w:szCs w:val="18"/>
              </w:rPr>
            </w:pPr>
            <w:r w:rsidRPr="003E7FFA">
              <w:rPr>
                <w:rFonts w:ascii="Riojana" w:hAnsi="Riojana" w:cs="Arial"/>
                <w:b/>
                <w:bCs/>
                <w:color w:val="000000"/>
                <w:sz w:val="18"/>
                <w:szCs w:val="18"/>
              </w:rPr>
              <w:t xml:space="preserve">TOTAL PERSONAL LABORAL </w:t>
            </w:r>
          </w:p>
        </w:tc>
        <w:tc>
          <w:tcPr>
            <w:tcW w:w="1240" w:type="dxa"/>
            <w:tcBorders>
              <w:top w:val="nil"/>
              <w:left w:val="nil"/>
              <w:bottom w:val="nil"/>
              <w:right w:val="nil"/>
            </w:tcBorders>
            <w:shd w:val="clear" w:color="auto" w:fill="auto"/>
            <w:noWrap/>
            <w:vAlign w:val="center"/>
            <w:hideMark/>
          </w:tcPr>
          <w:p w:rsidR="008664E3" w:rsidRPr="003E7FFA" w:rsidRDefault="008664E3" w:rsidP="0002307B">
            <w:pPr>
              <w:spacing w:after="0"/>
              <w:jc w:val="right"/>
              <w:rPr>
                <w:rFonts w:ascii="Riojana" w:hAnsi="Riojana" w:cs="Arial"/>
                <w:b/>
                <w:bCs/>
                <w:color w:val="000000"/>
                <w:sz w:val="18"/>
                <w:szCs w:val="18"/>
              </w:rPr>
            </w:pPr>
            <w:r w:rsidRPr="003E7FFA">
              <w:rPr>
                <w:rFonts w:ascii="Riojana" w:hAnsi="Riojana" w:cs="Arial"/>
                <w:b/>
                <w:bCs/>
                <w:color w:val="000000"/>
                <w:sz w:val="18"/>
                <w:szCs w:val="18"/>
              </w:rPr>
              <w:t>564</w:t>
            </w:r>
          </w:p>
        </w:tc>
      </w:tr>
    </w:tbl>
    <w:p w:rsidR="00011E90" w:rsidRDefault="00011E90" w:rsidP="008664E3">
      <w:pPr>
        <w:jc w:val="center"/>
        <w:rPr>
          <w:color w:val="9BBB59"/>
        </w:rPr>
      </w:pPr>
    </w:p>
    <w:p w:rsidR="00011E90" w:rsidRPr="0030717F" w:rsidRDefault="00011E90" w:rsidP="008664E3">
      <w:pPr>
        <w:pStyle w:val="Ttulo4"/>
        <w:rPr>
          <w:rFonts w:ascii="Riojana Bold" w:eastAsia="Times" w:hAnsi="Riojana Bold"/>
          <w:b w:val="0"/>
          <w:i w:val="0"/>
          <w:color w:val="auto"/>
          <w:sz w:val="22"/>
          <w:szCs w:val="22"/>
          <w:lang w:val="es-ES_tradnl"/>
        </w:rPr>
      </w:pPr>
      <w:r w:rsidRPr="0030717F">
        <w:rPr>
          <w:rFonts w:ascii="Riojana Bold" w:eastAsia="Times" w:hAnsi="Riojana Bold"/>
          <w:b w:val="0"/>
          <w:i w:val="0"/>
          <w:color w:val="auto"/>
          <w:sz w:val="22"/>
          <w:szCs w:val="22"/>
          <w:lang w:val="es-ES_tradnl"/>
        </w:rPr>
        <w:lastRenderedPageBreak/>
        <w:t>PLANTILLAS DE PERSONAL LABORAL FIJO DISCONTINUO PARA EL AÑO 2023</w:t>
      </w:r>
    </w:p>
    <w:p w:rsidR="008664E3" w:rsidRPr="008664E3" w:rsidRDefault="008664E3" w:rsidP="008664E3">
      <w:pPr>
        <w:rPr>
          <w:rFonts w:ascii="Riojana" w:eastAsia="Times" w:hAnsi="Riojana"/>
          <w:lang w:val="es-ES_tradnl"/>
        </w:rPr>
      </w:pPr>
    </w:p>
    <w:tbl>
      <w:tblPr>
        <w:tblW w:w="7226" w:type="dxa"/>
        <w:jc w:val="center"/>
        <w:tblCellMar>
          <w:left w:w="70" w:type="dxa"/>
          <w:right w:w="70" w:type="dxa"/>
        </w:tblCellMar>
        <w:tblLook w:val="04A0" w:firstRow="1" w:lastRow="0" w:firstColumn="1" w:lastColumn="0" w:noHBand="0" w:noVBand="1"/>
      </w:tblPr>
      <w:tblGrid>
        <w:gridCol w:w="5840"/>
        <w:gridCol w:w="1386"/>
      </w:tblGrid>
      <w:tr w:rsidR="008664E3" w:rsidRPr="008664E3" w:rsidTr="008664E3">
        <w:trPr>
          <w:trHeight w:val="315"/>
          <w:jc w:val="center"/>
        </w:trPr>
        <w:tc>
          <w:tcPr>
            <w:tcW w:w="584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sz w:val="18"/>
                <w:szCs w:val="18"/>
              </w:rPr>
            </w:pPr>
            <w:r w:rsidRPr="008664E3">
              <w:rPr>
                <w:rFonts w:ascii="Riojana" w:hAnsi="Riojana" w:cs="Arial"/>
                <w:color w:val="000000"/>
                <w:sz w:val="18"/>
                <w:szCs w:val="18"/>
              </w:rPr>
              <w:t xml:space="preserve">DENOMINACIÓN                                                           </w:t>
            </w:r>
          </w:p>
        </w:tc>
        <w:tc>
          <w:tcPr>
            <w:tcW w:w="1386" w:type="dxa"/>
            <w:tcBorders>
              <w:top w:val="nil"/>
              <w:left w:val="nil"/>
              <w:bottom w:val="nil"/>
              <w:right w:val="nil"/>
            </w:tcBorders>
            <w:shd w:val="clear" w:color="auto" w:fill="auto"/>
            <w:noWrap/>
            <w:vAlign w:val="bottom"/>
            <w:hideMark/>
          </w:tcPr>
          <w:p w:rsidR="008664E3" w:rsidRPr="008664E3" w:rsidRDefault="008664E3" w:rsidP="008664E3">
            <w:pPr>
              <w:spacing w:before="0" w:after="0"/>
              <w:jc w:val="left"/>
              <w:rPr>
                <w:rFonts w:ascii="Riojana" w:hAnsi="Riojana" w:cs="Arial"/>
                <w:color w:val="000000"/>
                <w:sz w:val="18"/>
                <w:szCs w:val="18"/>
              </w:rPr>
            </w:pPr>
          </w:p>
        </w:tc>
      </w:tr>
      <w:tr w:rsidR="008664E3" w:rsidRPr="008664E3" w:rsidTr="008664E3">
        <w:trPr>
          <w:trHeight w:val="315"/>
          <w:jc w:val="center"/>
        </w:trPr>
        <w:tc>
          <w:tcPr>
            <w:tcW w:w="584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sz w:val="18"/>
                <w:szCs w:val="18"/>
              </w:rPr>
            </w:pPr>
          </w:p>
        </w:tc>
        <w:tc>
          <w:tcPr>
            <w:tcW w:w="1386" w:type="dxa"/>
            <w:tcBorders>
              <w:top w:val="nil"/>
              <w:left w:val="nil"/>
              <w:bottom w:val="nil"/>
              <w:right w:val="nil"/>
            </w:tcBorders>
            <w:shd w:val="clear" w:color="auto" w:fill="auto"/>
            <w:noWrap/>
            <w:vAlign w:val="bottom"/>
            <w:hideMark/>
          </w:tcPr>
          <w:p w:rsidR="008664E3" w:rsidRPr="008664E3" w:rsidRDefault="008664E3" w:rsidP="008664E3">
            <w:pPr>
              <w:spacing w:before="0" w:after="0"/>
              <w:jc w:val="left"/>
              <w:rPr>
                <w:rFonts w:ascii="Riojana" w:hAnsi="Riojana" w:cs="Arial"/>
                <w:color w:val="000000"/>
                <w:sz w:val="18"/>
                <w:szCs w:val="18"/>
              </w:rPr>
            </w:pPr>
          </w:p>
        </w:tc>
      </w:tr>
      <w:tr w:rsidR="008664E3" w:rsidRPr="008664E3" w:rsidTr="008664E3">
        <w:trPr>
          <w:trHeight w:val="315"/>
          <w:jc w:val="center"/>
        </w:trPr>
        <w:tc>
          <w:tcPr>
            <w:tcW w:w="584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sz w:val="18"/>
                <w:szCs w:val="18"/>
              </w:rPr>
            </w:pPr>
            <w:r w:rsidRPr="008664E3">
              <w:rPr>
                <w:rFonts w:ascii="Riojana" w:hAnsi="Riojana" w:cs="Arial"/>
                <w:color w:val="000000"/>
                <w:sz w:val="18"/>
                <w:szCs w:val="18"/>
              </w:rPr>
              <w:t>Oficial 1ª de Oficio</w:t>
            </w:r>
          </w:p>
        </w:tc>
        <w:tc>
          <w:tcPr>
            <w:tcW w:w="1386" w:type="dxa"/>
            <w:tcBorders>
              <w:top w:val="nil"/>
              <w:left w:val="nil"/>
              <w:bottom w:val="nil"/>
              <w:right w:val="nil"/>
            </w:tcBorders>
            <w:shd w:val="clear" w:color="auto" w:fill="auto"/>
            <w:noWrap/>
            <w:vAlign w:val="center"/>
            <w:hideMark/>
          </w:tcPr>
          <w:p w:rsidR="008664E3" w:rsidRPr="008664E3" w:rsidRDefault="008664E3" w:rsidP="008664E3">
            <w:pPr>
              <w:spacing w:before="0" w:after="0"/>
              <w:jc w:val="right"/>
              <w:rPr>
                <w:rFonts w:ascii="Riojana" w:hAnsi="Riojana" w:cs="Arial"/>
                <w:color w:val="000000"/>
                <w:sz w:val="18"/>
                <w:szCs w:val="18"/>
              </w:rPr>
            </w:pPr>
            <w:r w:rsidRPr="008664E3">
              <w:rPr>
                <w:rFonts w:ascii="Riojana" w:hAnsi="Riojana" w:cs="Arial"/>
                <w:color w:val="000000"/>
                <w:sz w:val="18"/>
                <w:szCs w:val="18"/>
              </w:rPr>
              <w:t>4</w:t>
            </w:r>
          </w:p>
        </w:tc>
      </w:tr>
      <w:tr w:rsidR="008664E3" w:rsidRPr="008664E3" w:rsidTr="008664E3">
        <w:trPr>
          <w:trHeight w:val="315"/>
          <w:jc w:val="center"/>
        </w:trPr>
        <w:tc>
          <w:tcPr>
            <w:tcW w:w="584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sz w:val="18"/>
                <w:szCs w:val="18"/>
              </w:rPr>
            </w:pPr>
            <w:r w:rsidRPr="008664E3">
              <w:rPr>
                <w:rFonts w:ascii="Riojana" w:hAnsi="Riojana" w:cs="Arial"/>
                <w:color w:val="000000"/>
                <w:sz w:val="18"/>
                <w:szCs w:val="18"/>
              </w:rPr>
              <w:t>Cocinero</w:t>
            </w:r>
          </w:p>
        </w:tc>
        <w:tc>
          <w:tcPr>
            <w:tcW w:w="1386" w:type="dxa"/>
            <w:tcBorders>
              <w:top w:val="nil"/>
              <w:left w:val="nil"/>
              <w:bottom w:val="nil"/>
              <w:right w:val="nil"/>
            </w:tcBorders>
            <w:shd w:val="clear" w:color="auto" w:fill="auto"/>
            <w:noWrap/>
            <w:vAlign w:val="center"/>
            <w:hideMark/>
          </w:tcPr>
          <w:p w:rsidR="008664E3" w:rsidRPr="008664E3" w:rsidRDefault="008664E3" w:rsidP="008664E3">
            <w:pPr>
              <w:spacing w:before="0" w:after="0"/>
              <w:jc w:val="right"/>
              <w:rPr>
                <w:rFonts w:ascii="Riojana" w:hAnsi="Riojana" w:cs="Arial"/>
                <w:color w:val="000000"/>
                <w:sz w:val="18"/>
                <w:szCs w:val="18"/>
              </w:rPr>
            </w:pPr>
            <w:r w:rsidRPr="008664E3">
              <w:rPr>
                <w:rFonts w:ascii="Riojana" w:hAnsi="Riojana" w:cs="Arial"/>
                <w:color w:val="000000"/>
                <w:sz w:val="18"/>
                <w:szCs w:val="18"/>
              </w:rPr>
              <w:t>12</w:t>
            </w:r>
          </w:p>
        </w:tc>
      </w:tr>
      <w:tr w:rsidR="008664E3" w:rsidRPr="008664E3" w:rsidTr="008664E3">
        <w:trPr>
          <w:trHeight w:val="315"/>
          <w:jc w:val="center"/>
        </w:trPr>
        <w:tc>
          <w:tcPr>
            <w:tcW w:w="584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sz w:val="18"/>
                <w:szCs w:val="18"/>
              </w:rPr>
            </w:pPr>
            <w:r w:rsidRPr="008664E3">
              <w:rPr>
                <w:rFonts w:ascii="Riojana" w:hAnsi="Riojana" w:cs="Arial"/>
                <w:color w:val="000000"/>
                <w:sz w:val="18"/>
                <w:szCs w:val="18"/>
              </w:rPr>
              <w:t>Operario Especializado</w:t>
            </w:r>
          </w:p>
        </w:tc>
        <w:tc>
          <w:tcPr>
            <w:tcW w:w="1386" w:type="dxa"/>
            <w:tcBorders>
              <w:top w:val="nil"/>
              <w:left w:val="nil"/>
              <w:bottom w:val="nil"/>
              <w:right w:val="nil"/>
            </w:tcBorders>
            <w:shd w:val="clear" w:color="auto" w:fill="auto"/>
            <w:noWrap/>
            <w:vAlign w:val="center"/>
            <w:hideMark/>
          </w:tcPr>
          <w:p w:rsidR="008664E3" w:rsidRPr="008664E3" w:rsidRDefault="008664E3" w:rsidP="008664E3">
            <w:pPr>
              <w:spacing w:before="0" w:after="0"/>
              <w:jc w:val="right"/>
              <w:rPr>
                <w:rFonts w:ascii="Riojana" w:hAnsi="Riojana" w:cs="Arial"/>
                <w:color w:val="000000"/>
                <w:sz w:val="18"/>
                <w:szCs w:val="18"/>
              </w:rPr>
            </w:pPr>
            <w:r w:rsidRPr="008664E3">
              <w:rPr>
                <w:rFonts w:ascii="Riojana" w:hAnsi="Riojana" w:cs="Arial"/>
                <w:color w:val="000000"/>
                <w:sz w:val="18"/>
                <w:szCs w:val="18"/>
              </w:rPr>
              <w:t>37</w:t>
            </w:r>
          </w:p>
        </w:tc>
      </w:tr>
      <w:tr w:rsidR="008664E3" w:rsidRPr="008664E3" w:rsidTr="008664E3">
        <w:trPr>
          <w:trHeight w:val="315"/>
          <w:jc w:val="center"/>
        </w:trPr>
        <w:tc>
          <w:tcPr>
            <w:tcW w:w="584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sz w:val="18"/>
                <w:szCs w:val="18"/>
              </w:rPr>
            </w:pPr>
            <w:r w:rsidRPr="008664E3">
              <w:rPr>
                <w:rFonts w:ascii="Riojana" w:hAnsi="Riojana" w:cs="Arial"/>
                <w:color w:val="000000"/>
                <w:sz w:val="18"/>
                <w:szCs w:val="18"/>
              </w:rPr>
              <w:t>Operario</w:t>
            </w:r>
          </w:p>
        </w:tc>
        <w:tc>
          <w:tcPr>
            <w:tcW w:w="1386" w:type="dxa"/>
            <w:tcBorders>
              <w:top w:val="nil"/>
              <w:left w:val="nil"/>
              <w:bottom w:val="nil"/>
              <w:right w:val="nil"/>
            </w:tcBorders>
            <w:shd w:val="clear" w:color="auto" w:fill="auto"/>
            <w:noWrap/>
            <w:vAlign w:val="center"/>
            <w:hideMark/>
          </w:tcPr>
          <w:p w:rsidR="008664E3" w:rsidRPr="008664E3" w:rsidRDefault="008664E3" w:rsidP="008664E3">
            <w:pPr>
              <w:spacing w:before="0" w:after="0"/>
              <w:jc w:val="right"/>
              <w:rPr>
                <w:rFonts w:ascii="Riojana" w:hAnsi="Riojana" w:cs="Arial"/>
                <w:color w:val="000000"/>
                <w:sz w:val="18"/>
                <w:szCs w:val="18"/>
              </w:rPr>
            </w:pPr>
            <w:r w:rsidRPr="008664E3">
              <w:rPr>
                <w:rFonts w:ascii="Riojana" w:hAnsi="Riojana" w:cs="Arial"/>
                <w:color w:val="000000"/>
                <w:sz w:val="18"/>
                <w:szCs w:val="18"/>
              </w:rPr>
              <w:t>3</w:t>
            </w:r>
          </w:p>
        </w:tc>
      </w:tr>
      <w:tr w:rsidR="008664E3" w:rsidRPr="008664E3" w:rsidTr="008664E3">
        <w:trPr>
          <w:trHeight w:val="315"/>
          <w:jc w:val="center"/>
        </w:trPr>
        <w:tc>
          <w:tcPr>
            <w:tcW w:w="5840" w:type="dxa"/>
            <w:tcBorders>
              <w:top w:val="nil"/>
              <w:left w:val="nil"/>
              <w:bottom w:val="nil"/>
              <w:right w:val="nil"/>
            </w:tcBorders>
            <w:shd w:val="clear" w:color="auto" w:fill="auto"/>
            <w:noWrap/>
            <w:vAlign w:val="bottom"/>
            <w:hideMark/>
          </w:tcPr>
          <w:p w:rsidR="008664E3" w:rsidRPr="008664E3" w:rsidRDefault="008664E3" w:rsidP="008664E3">
            <w:pPr>
              <w:spacing w:before="0" w:after="0"/>
              <w:jc w:val="left"/>
              <w:rPr>
                <w:rFonts w:ascii="Riojana" w:hAnsi="Riojana" w:cs="Arial"/>
                <w:color w:val="000000"/>
                <w:sz w:val="18"/>
                <w:szCs w:val="18"/>
              </w:rPr>
            </w:pPr>
          </w:p>
        </w:tc>
        <w:tc>
          <w:tcPr>
            <w:tcW w:w="1386" w:type="dxa"/>
            <w:tcBorders>
              <w:top w:val="nil"/>
              <w:left w:val="nil"/>
              <w:bottom w:val="nil"/>
              <w:right w:val="nil"/>
            </w:tcBorders>
            <w:shd w:val="clear" w:color="auto" w:fill="auto"/>
            <w:noWrap/>
            <w:vAlign w:val="bottom"/>
            <w:hideMark/>
          </w:tcPr>
          <w:p w:rsidR="008664E3" w:rsidRPr="008664E3" w:rsidRDefault="008664E3" w:rsidP="008664E3">
            <w:pPr>
              <w:spacing w:before="0" w:after="0"/>
              <w:jc w:val="right"/>
              <w:rPr>
                <w:rFonts w:ascii="Riojana" w:hAnsi="Riojana" w:cs="Arial"/>
                <w:color w:val="000000"/>
                <w:sz w:val="18"/>
                <w:szCs w:val="18"/>
              </w:rPr>
            </w:pPr>
          </w:p>
        </w:tc>
      </w:tr>
      <w:tr w:rsidR="008664E3" w:rsidRPr="008664E3" w:rsidTr="008664E3">
        <w:trPr>
          <w:trHeight w:val="315"/>
          <w:jc w:val="center"/>
        </w:trPr>
        <w:tc>
          <w:tcPr>
            <w:tcW w:w="584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b/>
                <w:bCs/>
                <w:color w:val="000000"/>
                <w:sz w:val="18"/>
                <w:szCs w:val="18"/>
              </w:rPr>
            </w:pPr>
            <w:r w:rsidRPr="008664E3">
              <w:rPr>
                <w:rFonts w:ascii="Riojana" w:hAnsi="Riojana" w:cs="Arial"/>
                <w:b/>
                <w:bCs/>
                <w:color w:val="000000"/>
                <w:sz w:val="18"/>
                <w:szCs w:val="18"/>
              </w:rPr>
              <w:t xml:space="preserve">TOTAL PERSONAL LABORAL DISCONTINUO    </w:t>
            </w:r>
          </w:p>
        </w:tc>
        <w:tc>
          <w:tcPr>
            <w:tcW w:w="1386" w:type="dxa"/>
            <w:tcBorders>
              <w:top w:val="nil"/>
              <w:left w:val="nil"/>
              <w:bottom w:val="nil"/>
              <w:right w:val="nil"/>
            </w:tcBorders>
            <w:shd w:val="clear" w:color="auto" w:fill="auto"/>
            <w:noWrap/>
            <w:vAlign w:val="center"/>
            <w:hideMark/>
          </w:tcPr>
          <w:p w:rsidR="008664E3" w:rsidRPr="008664E3" w:rsidRDefault="008664E3" w:rsidP="008664E3">
            <w:pPr>
              <w:spacing w:before="0" w:after="0"/>
              <w:jc w:val="right"/>
              <w:rPr>
                <w:rFonts w:ascii="Riojana" w:hAnsi="Riojana" w:cs="Arial"/>
                <w:b/>
                <w:bCs/>
                <w:color w:val="000000"/>
                <w:sz w:val="18"/>
                <w:szCs w:val="18"/>
              </w:rPr>
            </w:pPr>
            <w:r w:rsidRPr="008664E3">
              <w:rPr>
                <w:rFonts w:ascii="Riojana" w:hAnsi="Riojana" w:cs="Arial"/>
                <w:b/>
                <w:bCs/>
                <w:color w:val="000000"/>
                <w:sz w:val="18"/>
                <w:szCs w:val="18"/>
              </w:rPr>
              <w:t>56</w:t>
            </w:r>
          </w:p>
        </w:tc>
      </w:tr>
      <w:tr w:rsidR="008664E3" w:rsidRPr="008664E3" w:rsidTr="008664E3">
        <w:trPr>
          <w:trHeight w:val="315"/>
          <w:jc w:val="center"/>
        </w:trPr>
        <w:tc>
          <w:tcPr>
            <w:tcW w:w="584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b/>
                <w:bCs/>
                <w:color w:val="000000"/>
                <w:sz w:val="18"/>
                <w:szCs w:val="18"/>
              </w:rPr>
            </w:pPr>
          </w:p>
        </w:tc>
        <w:tc>
          <w:tcPr>
            <w:tcW w:w="1386" w:type="dxa"/>
            <w:tcBorders>
              <w:top w:val="nil"/>
              <w:left w:val="nil"/>
              <w:bottom w:val="nil"/>
              <w:right w:val="nil"/>
            </w:tcBorders>
            <w:shd w:val="clear" w:color="auto" w:fill="auto"/>
            <w:noWrap/>
            <w:vAlign w:val="bottom"/>
            <w:hideMark/>
          </w:tcPr>
          <w:p w:rsidR="008664E3" w:rsidRPr="008664E3" w:rsidRDefault="008664E3" w:rsidP="008664E3">
            <w:pPr>
              <w:spacing w:before="0" w:after="0"/>
              <w:jc w:val="right"/>
              <w:rPr>
                <w:rFonts w:ascii="Riojana" w:hAnsi="Riojana" w:cs="Arial"/>
                <w:color w:val="000000"/>
                <w:sz w:val="18"/>
                <w:szCs w:val="18"/>
              </w:rPr>
            </w:pPr>
          </w:p>
        </w:tc>
      </w:tr>
      <w:tr w:rsidR="008664E3" w:rsidRPr="008664E3" w:rsidTr="008664E3">
        <w:trPr>
          <w:trHeight w:val="315"/>
          <w:jc w:val="center"/>
        </w:trPr>
        <w:tc>
          <w:tcPr>
            <w:tcW w:w="584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b/>
                <w:bCs/>
                <w:color w:val="000000"/>
                <w:sz w:val="18"/>
                <w:szCs w:val="18"/>
              </w:rPr>
            </w:pPr>
            <w:r w:rsidRPr="008664E3">
              <w:rPr>
                <w:rFonts w:ascii="Riojana" w:hAnsi="Riojana" w:cs="Arial"/>
                <w:b/>
                <w:bCs/>
                <w:color w:val="000000"/>
                <w:sz w:val="18"/>
                <w:szCs w:val="18"/>
              </w:rPr>
              <w:t xml:space="preserve">TOTAL FUNCIONARIOS Y LABORALES                </w:t>
            </w:r>
          </w:p>
        </w:tc>
        <w:tc>
          <w:tcPr>
            <w:tcW w:w="1386" w:type="dxa"/>
            <w:tcBorders>
              <w:top w:val="nil"/>
              <w:left w:val="nil"/>
              <w:bottom w:val="nil"/>
              <w:right w:val="nil"/>
            </w:tcBorders>
            <w:shd w:val="clear" w:color="auto" w:fill="auto"/>
            <w:noWrap/>
            <w:vAlign w:val="center"/>
            <w:hideMark/>
          </w:tcPr>
          <w:p w:rsidR="008664E3" w:rsidRPr="008664E3" w:rsidRDefault="008664E3" w:rsidP="008664E3">
            <w:pPr>
              <w:spacing w:before="0" w:after="0"/>
              <w:jc w:val="right"/>
              <w:rPr>
                <w:rFonts w:ascii="Riojana" w:hAnsi="Riojana" w:cs="Arial"/>
                <w:b/>
                <w:bCs/>
                <w:color w:val="000000"/>
                <w:sz w:val="18"/>
                <w:szCs w:val="18"/>
              </w:rPr>
            </w:pPr>
            <w:r w:rsidRPr="008664E3">
              <w:rPr>
                <w:rFonts w:ascii="Riojana" w:hAnsi="Riojana" w:cs="Arial"/>
                <w:b/>
                <w:bCs/>
                <w:color w:val="000000"/>
                <w:sz w:val="18"/>
                <w:szCs w:val="18"/>
              </w:rPr>
              <w:t>3.139</w:t>
            </w:r>
          </w:p>
        </w:tc>
      </w:tr>
      <w:tr w:rsidR="008664E3" w:rsidRPr="008664E3" w:rsidTr="008664E3">
        <w:trPr>
          <w:trHeight w:val="288"/>
          <w:jc w:val="center"/>
        </w:trPr>
        <w:tc>
          <w:tcPr>
            <w:tcW w:w="5840" w:type="dxa"/>
            <w:tcBorders>
              <w:top w:val="nil"/>
              <w:left w:val="nil"/>
              <w:bottom w:val="nil"/>
              <w:right w:val="nil"/>
            </w:tcBorders>
            <w:shd w:val="clear" w:color="auto" w:fill="auto"/>
            <w:noWrap/>
            <w:vAlign w:val="bottom"/>
            <w:hideMark/>
          </w:tcPr>
          <w:p w:rsidR="008664E3" w:rsidRPr="008664E3" w:rsidRDefault="008664E3" w:rsidP="008664E3">
            <w:pPr>
              <w:spacing w:before="0" w:after="0"/>
              <w:jc w:val="left"/>
              <w:rPr>
                <w:rFonts w:ascii="Riojana" w:hAnsi="Riojana" w:cs="Arial"/>
                <w:color w:val="000000"/>
                <w:sz w:val="18"/>
                <w:szCs w:val="18"/>
              </w:rPr>
            </w:pPr>
          </w:p>
        </w:tc>
        <w:tc>
          <w:tcPr>
            <w:tcW w:w="1386" w:type="dxa"/>
            <w:tcBorders>
              <w:top w:val="nil"/>
              <w:left w:val="nil"/>
              <w:bottom w:val="nil"/>
              <w:right w:val="nil"/>
            </w:tcBorders>
            <w:shd w:val="clear" w:color="auto" w:fill="auto"/>
            <w:noWrap/>
            <w:vAlign w:val="bottom"/>
            <w:hideMark/>
          </w:tcPr>
          <w:p w:rsidR="008664E3" w:rsidRPr="008664E3" w:rsidRDefault="008664E3" w:rsidP="008664E3">
            <w:pPr>
              <w:spacing w:before="0" w:after="0"/>
              <w:jc w:val="left"/>
              <w:rPr>
                <w:rFonts w:ascii="Riojana" w:hAnsi="Riojana" w:cs="Arial"/>
                <w:color w:val="000000"/>
                <w:sz w:val="18"/>
                <w:szCs w:val="18"/>
              </w:rPr>
            </w:pPr>
          </w:p>
        </w:tc>
      </w:tr>
    </w:tbl>
    <w:p w:rsidR="00011E90" w:rsidRDefault="00011E90" w:rsidP="00011E90">
      <w:pPr>
        <w:rPr>
          <w:color w:val="9BBB59"/>
        </w:rPr>
      </w:pPr>
    </w:p>
    <w:p w:rsidR="00011E90" w:rsidRDefault="00011E90" w:rsidP="008664E3">
      <w:pPr>
        <w:pStyle w:val="Ttulo4"/>
        <w:rPr>
          <w:rFonts w:ascii="Riojana Bold" w:eastAsia="Times" w:hAnsi="Riojana Bold"/>
          <w:b w:val="0"/>
          <w:i w:val="0"/>
          <w:color w:val="auto"/>
          <w:sz w:val="22"/>
          <w:szCs w:val="22"/>
          <w:lang w:val="es-ES_tradnl"/>
        </w:rPr>
      </w:pPr>
      <w:r w:rsidRPr="008664E3">
        <w:rPr>
          <w:rFonts w:ascii="Riojana Bold" w:eastAsia="Times" w:hAnsi="Riojana Bold"/>
          <w:b w:val="0"/>
          <w:i w:val="0"/>
          <w:color w:val="auto"/>
          <w:sz w:val="22"/>
          <w:szCs w:val="22"/>
          <w:lang w:val="es-ES_tradnl"/>
        </w:rPr>
        <w:t>PLANTILLA DE PERSONAL DOCENTE PARA EL AÑO 2023</w:t>
      </w:r>
    </w:p>
    <w:p w:rsidR="008664E3" w:rsidRPr="008664E3" w:rsidRDefault="008664E3" w:rsidP="008664E3">
      <w:pPr>
        <w:rPr>
          <w:rFonts w:eastAsia="Times"/>
          <w:lang w:val="es-ES_tradnl"/>
        </w:rPr>
      </w:pPr>
    </w:p>
    <w:tbl>
      <w:tblPr>
        <w:tblW w:w="7574" w:type="dxa"/>
        <w:jc w:val="center"/>
        <w:tblCellMar>
          <w:left w:w="70" w:type="dxa"/>
          <w:right w:w="70" w:type="dxa"/>
        </w:tblCellMar>
        <w:tblLook w:val="04A0" w:firstRow="1" w:lastRow="0" w:firstColumn="1" w:lastColumn="0" w:noHBand="0" w:noVBand="1"/>
      </w:tblPr>
      <w:tblGrid>
        <w:gridCol w:w="6334"/>
        <w:gridCol w:w="1240"/>
      </w:tblGrid>
      <w:tr w:rsidR="008664E3" w:rsidRPr="008664E3" w:rsidTr="008664E3">
        <w:trPr>
          <w:trHeight w:val="288"/>
          <w:jc w:val="center"/>
        </w:trPr>
        <w:tc>
          <w:tcPr>
            <w:tcW w:w="6334"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sz w:val="18"/>
                <w:szCs w:val="18"/>
              </w:rPr>
            </w:pPr>
            <w:r w:rsidRPr="008664E3">
              <w:rPr>
                <w:rFonts w:ascii="Riojana" w:hAnsi="Riojana" w:cs="Arial"/>
                <w:color w:val="000000"/>
                <w:sz w:val="18"/>
                <w:szCs w:val="18"/>
              </w:rPr>
              <w:t xml:space="preserve">DENOMINACIÓN                                                           </w:t>
            </w:r>
          </w:p>
        </w:tc>
        <w:tc>
          <w:tcPr>
            <w:tcW w:w="1240" w:type="dxa"/>
            <w:tcBorders>
              <w:top w:val="nil"/>
              <w:left w:val="nil"/>
              <w:bottom w:val="nil"/>
              <w:right w:val="nil"/>
            </w:tcBorders>
            <w:shd w:val="clear" w:color="auto" w:fill="auto"/>
            <w:noWrap/>
            <w:vAlign w:val="bottom"/>
            <w:hideMark/>
          </w:tcPr>
          <w:p w:rsidR="008664E3" w:rsidRPr="008664E3" w:rsidRDefault="008664E3" w:rsidP="008664E3">
            <w:pPr>
              <w:spacing w:before="0" w:after="0"/>
              <w:jc w:val="left"/>
              <w:rPr>
                <w:rFonts w:ascii="Riojana" w:hAnsi="Riojana" w:cs="Arial"/>
                <w:color w:val="000000"/>
                <w:sz w:val="18"/>
                <w:szCs w:val="18"/>
              </w:rPr>
            </w:pPr>
          </w:p>
        </w:tc>
      </w:tr>
      <w:tr w:rsidR="008664E3" w:rsidRPr="008664E3" w:rsidTr="008664E3">
        <w:trPr>
          <w:trHeight w:val="288"/>
          <w:jc w:val="center"/>
        </w:trPr>
        <w:tc>
          <w:tcPr>
            <w:tcW w:w="6334"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sz w:val="18"/>
                <w:szCs w:val="18"/>
              </w:rPr>
            </w:pPr>
          </w:p>
        </w:tc>
        <w:tc>
          <w:tcPr>
            <w:tcW w:w="1240" w:type="dxa"/>
            <w:tcBorders>
              <w:top w:val="nil"/>
              <w:left w:val="nil"/>
              <w:bottom w:val="nil"/>
              <w:right w:val="nil"/>
            </w:tcBorders>
            <w:shd w:val="clear" w:color="auto" w:fill="auto"/>
            <w:noWrap/>
            <w:vAlign w:val="bottom"/>
            <w:hideMark/>
          </w:tcPr>
          <w:p w:rsidR="008664E3" w:rsidRPr="008664E3" w:rsidRDefault="008664E3" w:rsidP="008664E3">
            <w:pPr>
              <w:spacing w:before="0" w:after="0"/>
              <w:jc w:val="left"/>
              <w:rPr>
                <w:rFonts w:ascii="Riojana" w:hAnsi="Riojana" w:cs="Arial"/>
                <w:color w:val="000000"/>
                <w:sz w:val="18"/>
                <w:szCs w:val="18"/>
              </w:rPr>
            </w:pPr>
          </w:p>
        </w:tc>
      </w:tr>
      <w:tr w:rsidR="008664E3" w:rsidRPr="008664E3" w:rsidTr="008664E3">
        <w:trPr>
          <w:trHeight w:val="288"/>
          <w:jc w:val="center"/>
        </w:trPr>
        <w:tc>
          <w:tcPr>
            <w:tcW w:w="6334"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sz w:val="18"/>
                <w:szCs w:val="18"/>
              </w:rPr>
            </w:pPr>
            <w:r w:rsidRPr="008664E3">
              <w:rPr>
                <w:rFonts w:ascii="Riojana" w:hAnsi="Riojana" w:cs="Arial"/>
                <w:color w:val="000000"/>
                <w:sz w:val="18"/>
                <w:szCs w:val="18"/>
              </w:rPr>
              <w:t>0510 Inspectores de educación</w:t>
            </w:r>
          </w:p>
        </w:tc>
        <w:tc>
          <w:tcPr>
            <w:tcW w:w="1240" w:type="dxa"/>
            <w:tcBorders>
              <w:top w:val="nil"/>
              <w:left w:val="nil"/>
              <w:bottom w:val="nil"/>
              <w:right w:val="nil"/>
            </w:tcBorders>
            <w:shd w:val="clear" w:color="auto" w:fill="auto"/>
            <w:noWrap/>
            <w:vAlign w:val="center"/>
            <w:hideMark/>
          </w:tcPr>
          <w:p w:rsidR="008664E3" w:rsidRPr="008664E3" w:rsidRDefault="008664E3" w:rsidP="008664E3">
            <w:pPr>
              <w:spacing w:before="0" w:after="0"/>
              <w:jc w:val="right"/>
              <w:rPr>
                <w:rFonts w:ascii="Riojana" w:hAnsi="Riojana" w:cs="Arial"/>
                <w:color w:val="000000"/>
                <w:sz w:val="18"/>
                <w:szCs w:val="18"/>
              </w:rPr>
            </w:pPr>
            <w:r w:rsidRPr="008664E3">
              <w:rPr>
                <w:rFonts w:ascii="Riojana" w:hAnsi="Riojana" w:cs="Arial"/>
                <w:color w:val="000000"/>
                <w:sz w:val="18"/>
                <w:szCs w:val="18"/>
              </w:rPr>
              <w:t>14</w:t>
            </w:r>
          </w:p>
        </w:tc>
      </w:tr>
      <w:tr w:rsidR="008664E3" w:rsidRPr="008664E3" w:rsidTr="008664E3">
        <w:trPr>
          <w:trHeight w:val="528"/>
          <w:jc w:val="center"/>
        </w:trPr>
        <w:tc>
          <w:tcPr>
            <w:tcW w:w="6334"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sz w:val="18"/>
                <w:szCs w:val="18"/>
              </w:rPr>
            </w:pPr>
            <w:r w:rsidRPr="008664E3">
              <w:rPr>
                <w:rFonts w:ascii="Riojana" w:hAnsi="Riojana" w:cs="Arial"/>
                <w:color w:val="000000"/>
                <w:sz w:val="18"/>
                <w:szCs w:val="18"/>
              </w:rPr>
              <w:t xml:space="preserve">       0590/0511 Catedráticos y Profesores de Enseñanza Secundaria</w:t>
            </w:r>
          </w:p>
        </w:tc>
        <w:tc>
          <w:tcPr>
            <w:tcW w:w="1240" w:type="dxa"/>
            <w:tcBorders>
              <w:top w:val="nil"/>
              <w:left w:val="nil"/>
              <w:bottom w:val="nil"/>
              <w:right w:val="nil"/>
            </w:tcBorders>
            <w:shd w:val="clear" w:color="auto" w:fill="auto"/>
            <w:noWrap/>
            <w:vAlign w:val="center"/>
            <w:hideMark/>
          </w:tcPr>
          <w:p w:rsidR="008664E3" w:rsidRPr="008664E3" w:rsidRDefault="008664E3" w:rsidP="008664E3">
            <w:pPr>
              <w:spacing w:before="0" w:after="0"/>
              <w:jc w:val="right"/>
              <w:rPr>
                <w:rFonts w:ascii="Riojana" w:hAnsi="Riojana" w:cs="Arial"/>
                <w:color w:val="000000"/>
                <w:sz w:val="18"/>
                <w:szCs w:val="18"/>
              </w:rPr>
            </w:pPr>
            <w:r w:rsidRPr="008664E3">
              <w:rPr>
                <w:rFonts w:ascii="Riojana" w:hAnsi="Riojana" w:cs="Arial"/>
                <w:color w:val="000000"/>
                <w:sz w:val="18"/>
                <w:szCs w:val="18"/>
              </w:rPr>
              <w:t>1.133</w:t>
            </w:r>
          </w:p>
        </w:tc>
      </w:tr>
      <w:tr w:rsidR="008664E3" w:rsidRPr="008664E3" w:rsidTr="008664E3">
        <w:trPr>
          <w:trHeight w:val="288"/>
          <w:jc w:val="center"/>
        </w:trPr>
        <w:tc>
          <w:tcPr>
            <w:tcW w:w="6334"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sz w:val="18"/>
                <w:szCs w:val="18"/>
              </w:rPr>
            </w:pPr>
            <w:r w:rsidRPr="008664E3">
              <w:rPr>
                <w:rFonts w:ascii="Riojana" w:hAnsi="Riojana" w:cs="Arial"/>
                <w:color w:val="000000"/>
                <w:sz w:val="18"/>
                <w:szCs w:val="18"/>
              </w:rPr>
              <w:t>0591 Profesores Técnicos de Formación Profesional</w:t>
            </w:r>
          </w:p>
        </w:tc>
        <w:tc>
          <w:tcPr>
            <w:tcW w:w="1240" w:type="dxa"/>
            <w:tcBorders>
              <w:top w:val="nil"/>
              <w:left w:val="nil"/>
              <w:bottom w:val="nil"/>
              <w:right w:val="nil"/>
            </w:tcBorders>
            <w:shd w:val="clear" w:color="auto" w:fill="auto"/>
            <w:noWrap/>
            <w:vAlign w:val="center"/>
            <w:hideMark/>
          </w:tcPr>
          <w:p w:rsidR="008664E3" w:rsidRPr="008664E3" w:rsidRDefault="008664E3" w:rsidP="008664E3">
            <w:pPr>
              <w:spacing w:before="0" w:after="0"/>
              <w:jc w:val="right"/>
              <w:rPr>
                <w:rFonts w:ascii="Riojana" w:hAnsi="Riojana" w:cs="Arial"/>
                <w:color w:val="000000"/>
                <w:sz w:val="18"/>
                <w:szCs w:val="18"/>
              </w:rPr>
            </w:pPr>
            <w:r w:rsidRPr="008664E3">
              <w:rPr>
                <w:rFonts w:ascii="Riojana" w:hAnsi="Riojana" w:cs="Arial"/>
                <w:color w:val="000000"/>
                <w:sz w:val="18"/>
                <w:szCs w:val="18"/>
              </w:rPr>
              <w:t>203</w:t>
            </w:r>
          </w:p>
        </w:tc>
      </w:tr>
      <w:tr w:rsidR="008664E3" w:rsidRPr="008664E3" w:rsidTr="008664E3">
        <w:trPr>
          <w:trHeight w:val="528"/>
          <w:jc w:val="center"/>
        </w:trPr>
        <w:tc>
          <w:tcPr>
            <w:tcW w:w="6334"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sz w:val="18"/>
                <w:szCs w:val="18"/>
              </w:rPr>
            </w:pPr>
            <w:r w:rsidRPr="008664E3">
              <w:rPr>
                <w:rFonts w:ascii="Riojana" w:hAnsi="Riojana" w:cs="Arial"/>
                <w:color w:val="000000"/>
                <w:sz w:val="18"/>
                <w:szCs w:val="18"/>
              </w:rPr>
              <w:t>0592/0512 Catedráticos y Profesores de Escuelas Oficiales de Idiomas</w:t>
            </w:r>
          </w:p>
        </w:tc>
        <w:tc>
          <w:tcPr>
            <w:tcW w:w="1240" w:type="dxa"/>
            <w:tcBorders>
              <w:top w:val="nil"/>
              <w:left w:val="nil"/>
              <w:bottom w:val="nil"/>
              <w:right w:val="nil"/>
            </w:tcBorders>
            <w:shd w:val="clear" w:color="auto" w:fill="auto"/>
            <w:noWrap/>
            <w:vAlign w:val="center"/>
            <w:hideMark/>
          </w:tcPr>
          <w:p w:rsidR="008664E3" w:rsidRPr="008664E3" w:rsidRDefault="008664E3" w:rsidP="008664E3">
            <w:pPr>
              <w:spacing w:before="0" w:after="0"/>
              <w:jc w:val="right"/>
              <w:rPr>
                <w:rFonts w:ascii="Riojana" w:hAnsi="Riojana" w:cs="Arial"/>
                <w:color w:val="000000"/>
                <w:sz w:val="18"/>
                <w:szCs w:val="18"/>
              </w:rPr>
            </w:pPr>
            <w:r w:rsidRPr="008664E3">
              <w:rPr>
                <w:rFonts w:ascii="Riojana" w:hAnsi="Riojana" w:cs="Arial"/>
                <w:color w:val="000000"/>
                <w:sz w:val="18"/>
                <w:szCs w:val="18"/>
              </w:rPr>
              <w:t>48</w:t>
            </w:r>
          </w:p>
        </w:tc>
      </w:tr>
      <w:tr w:rsidR="008664E3" w:rsidRPr="008664E3" w:rsidTr="008664E3">
        <w:trPr>
          <w:trHeight w:val="288"/>
          <w:jc w:val="center"/>
        </w:trPr>
        <w:tc>
          <w:tcPr>
            <w:tcW w:w="6334"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sz w:val="18"/>
                <w:szCs w:val="18"/>
              </w:rPr>
            </w:pPr>
            <w:r w:rsidRPr="008664E3">
              <w:rPr>
                <w:rFonts w:ascii="Riojana" w:hAnsi="Riojana" w:cs="Arial"/>
                <w:color w:val="000000"/>
                <w:sz w:val="18"/>
                <w:szCs w:val="18"/>
              </w:rPr>
              <w:t>0594 Profesores de Música y Artes Escénicas</w:t>
            </w:r>
          </w:p>
        </w:tc>
        <w:tc>
          <w:tcPr>
            <w:tcW w:w="1240" w:type="dxa"/>
            <w:tcBorders>
              <w:top w:val="nil"/>
              <w:left w:val="nil"/>
              <w:bottom w:val="nil"/>
              <w:right w:val="nil"/>
            </w:tcBorders>
            <w:shd w:val="clear" w:color="auto" w:fill="auto"/>
            <w:noWrap/>
            <w:vAlign w:val="center"/>
            <w:hideMark/>
          </w:tcPr>
          <w:p w:rsidR="008664E3" w:rsidRPr="008664E3" w:rsidRDefault="008664E3" w:rsidP="008664E3">
            <w:pPr>
              <w:spacing w:before="0" w:after="0"/>
              <w:jc w:val="right"/>
              <w:rPr>
                <w:rFonts w:ascii="Riojana" w:hAnsi="Riojana" w:cs="Arial"/>
                <w:color w:val="000000"/>
                <w:sz w:val="18"/>
                <w:szCs w:val="18"/>
              </w:rPr>
            </w:pPr>
            <w:r w:rsidRPr="008664E3">
              <w:rPr>
                <w:rFonts w:ascii="Riojana" w:hAnsi="Riojana" w:cs="Arial"/>
                <w:color w:val="000000"/>
                <w:sz w:val="18"/>
                <w:szCs w:val="18"/>
              </w:rPr>
              <w:t>89</w:t>
            </w:r>
          </w:p>
        </w:tc>
      </w:tr>
      <w:tr w:rsidR="008664E3" w:rsidRPr="008664E3" w:rsidTr="008664E3">
        <w:trPr>
          <w:trHeight w:val="528"/>
          <w:jc w:val="center"/>
        </w:trPr>
        <w:tc>
          <w:tcPr>
            <w:tcW w:w="6334"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sz w:val="18"/>
                <w:szCs w:val="18"/>
              </w:rPr>
            </w:pPr>
            <w:r w:rsidRPr="008664E3">
              <w:rPr>
                <w:rFonts w:ascii="Riojana" w:hAnsi="Riojana" w:cs="Arial"/>
                <w:color w:val="000000"/>
                <w:sz w:val="18"/>
                <w:szCs w:val="18"/>
              </w:rPr>
              <w:t>0595/0515 Catedráticos y Profesores de Artes Plásticas y Diseño</w:t>
            </w:r>
          </w:p>
        </w:tc>
        <w:tc>
          <w:tcPr>
            <w:tcW w:w="1240" w:type="dxa"/>
            <w:tcBorders>
              <w:top w:val="nil"/>
              <w:left w:val="nil"/>
              <w:bottom w:val="nil"/>
              <w:right w:val="nil"/>
            </w:tcBorders>
            <w:shd w:val="clear" w:color="auto" w:fill="auto"/>
            <w:noWrap/>
            <w:vAlign w:val="center"/>
            <w:hideMark/>
          </w:tcPr>
          <w:p w:rsidR="008664E3" w:rsidRPr="008664E3" w:rsidRDefault="008664E3" w:rsidP="008664E3">
            <w:pPr>
              <w:spacing w:before="0" w:after="0"/>
              <w:jc w:val="right"/>
              <w:rPr>
                <w:rFonts w:ascii="Riojana" w:hAnsi="Riojana" w:cs="Arial"/>
                <w:color w:val="000000"/>
                <w:sz w:val="18"/>
                <w:szCs w:val="18"/>
              </w:rPr>
            </w:pPr>
            <w:r w:rsidRPr="008664E3">
              <w:rPr>
                <w:rFonts w:ascii="Riojana" w:hAnsi="Riojana" w:cs="Arial"/>
                <w:color w:val="000000"/>
                <w:sz w:val="18"/>
                <w:szCs w:val="18"/>
              </w:rPr>
              <w:t>35</w:t>
            </w:r>
          </w:p>
        </w:tc>
      </w:tr>
      <w:tr w:rsidR="008664E3" w:rsidRPr="008664E3" w:rsidTr="008664E3">
        <w:trPr>
          <w:trHeight w:val="288"/>
          <w:jc w:val="center"/>
        </w:trPr>
        <w:tc>
          <w:tcPr>
            <w:tcW w:w="6334"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sz w:val="18"/>
                <w:szCs w:val="18"/>
              </w:rPr>
            </w:pPr>
            <w:r w:rsidRPr="008664E3">
              <w:rPr>
                <w:rFonts w:ascii="Riojana" w:hAnsi="Riojana" w:cs="Arial"/>
                <w:color w:val="000000"/>
                <w:sz w:val="18"/>
                <w:szCs w:val="18"/>
              </w:rPr>
              <w:t>0596 Maestros de Taller de Artes Plásticas y Diseño</w:t>
            </w:r>
          </w:p>
        </w:tc>
        <w:tc>
          <w:tcPr>
            <w:tcW w:w="1240" w:type="dxa"/>
            <w:tcBorders>
              <w:top w:val="nil"/>
              <w:left w:val="nil"/>
              <w:bottom w:val="nil"/>
              <w:right w:val="nil"/>
            </w:tcBorders>
            <w:shd w:val="clear" w:color="auto" w:fill="auto"/>
            <w:noWrap/>
            <w:vAlign w:val="center"/>
            <w:hideMark/>
          </w:tcPr>
          <w:p w:rsidR="008664E3" w:rsidRPr="008664E3" w:rsidRDefault="008664E3" w:rsidP="008664E3">
            <w:pPr>
              <w:spacing w:before="0" w:after="0"/>
              <w:jc w:val="right"/>
              <w:rPr>
                <w:rFonts w:ascii="Riojana" w:hAnsi="Riojana" w:cs="Arial"/>
                <w:color w:val="000000"/>
                <w:sz w:val="18"/>
                <w:szCs w:val="18"/>
              </w:rPr>
            </w:pPr>
            <w:r w:rsidRPr="008664E3">
              <w:rPr>
                <w:rFonts w:ascii="Riojana" w:hAnsi="Riojana" w:cs="Arial"/>
                <w:color w:val="000000"/>
                <w:sz w:val="18"/>
                <w:szCs w:val="18"/>
              </w:rPr>
              <w:t>4</w:t>
            </w:r>
          </w:p>
        </w:tc>
      </w:tr>
      <w:tr w:rsidR="008664E3" w:rsidRPr="008664E3" w:rsidTr="008664E3">
        <w:trPr>
          <w:trHeight w:val="288"/>
          <w:jc w:val="center"/>
        </w:trPr>
        <w:tc>
          <w:tcPr>
            <w:tcW w:w="6334"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sz w:val="18"/>
                <w:szCs w:val="18"/>
              </w:rPr>
            </w:pPr>
            <w:r w:rsidRPr="008664E3">
              <w:rPr>
                <w:rFonts w:ascii="Riojana" w:hAnsi="Riojana" w:cs="Arial"/>
                <w:color w:val="000000"/>
                <w:sz w:val="18"/>
                <w:szCs w:val="18"/>
              </w:rPr>
              <w:t>0597 Maestros</w:t>
            </w:r>
          </w:p>
        </w:tc>
        <w:tc>
          <w:tcPr>
            <w:tcW w:w="1240" w:type="dxa"/>
            <w:tcBorders>
              <w:top w:val="nil"/>
              <w:left w:val="nil"/>
              <w:bottom w:val="nil"/>
              <w:right w:val="nil"/>
            </w:tcBorders>
            <w:shd w:val="clear" w:color="auto" w:fill="auto"/>
            <w:noWrap/>
            <w:vAlign w:val="center"/>
            <w:hideMark/>
          </w:tcPr>
          <w:p w:rsidR="008664E3" w:rsidRPr="008664E3" w:rsidRDefault="008664E3" w:rsidP="008664E3">
            <w:pPr>
              <w:spacing w:before="0" w:after="0"/>
              <w:jc w:val="right"/>
              <w:rPr>
                <w:rFonts w:ascii="Riojana" w:hAnsi="Riojana" w:cs="Arial"/>
                <w:color w:val="000000"/>
                <w:sz w:val="18"/>
                <w:szCs w:val="18"/>
              </w:rPr>
            </w:pPr>
            <w:r w:rsidRPr="008664E3">
              <w:rPr>
                <w:rFonts w:ascii="Riojana" w:hAnsi="Riojana" w:cs="Arial"/>
                <w:color w:val="000000"/>
                <w:sz w:val="18"/>
                <w:szCs w:val="18"/>
              </w:rPr>
              <w:t>1.499</w:t>
            </w:r>
          </w:p>
        </w:tc>
      </w:tr>
      <w:tr w:rsidR="008664E3" w:rsidRPr="008664E3" w:rsidTr="008664E3">
        <w:trPr>
          <w:trHeight w:val="288"/>
          <w:jc w:val="center"/>
        </w:trPr>
        <w:tc>
          <w:tcPr>
            <w:tcW w:w="6334" w:type="dxa"/>
            <w:tcBorders>
              <w:top w:val="nil"/>
              <w:left w:val="nil"/>
              <w:bottom w:val="nil"/>
              <w:right w:val="nil"/>
            </w:tcBorders>
            <w:shd w:val="clear" w:color="auto" w:fill="auto"/>
            <w:noWrap/>
            <w:vAlign w:val="bottom"/>
            <w:hideMark/>
          </w:tcPr>
          <w:p w:rsidR="008664E3" w:rsidRPr="008664E3" w:rsidRDefault="008664E3" w:rsidP="008664E3">
            <w:pPr>
              <w:spacing w:before="0" w:after="0"/>
              <w:jc w:val="left"/>
              <w:rPr>
                <w:rFonts w:ascii="Riojana" w:hAnsi="Riojana" w:cs="Arial"/>
                <w:color w:val="000000"/>
                <w:sz w:val="18"/>
                <w:szCs w:val="18"/>
              </w:rPr>
            </w:pPr>
          </w:p>
        </w:tc>
        <w:tc>
          <w:tcPr>
            <w:tcW w:w="1240" w:type="dxa"/>
            <w:tcBorders>
              <w:top w:val="nil"/>
              <w:left w:val="nil"/>
              <w:bottom w:val="nil"/>
              <w:right w:val="nil"/>
            </w:tcBorders>
            <w:shd w:val="clear" w:color="auto" w:fill="auto"/>
            <w:noWrap/>
            <w:vAlign w:val="bottom"/>
            <w:hideMark/>
          </w:tcPr>
          <w:p w:rsidR="008664E3" w:rsidRPr="008664E3" w:rsidRDefault="008664E3" w:rsidP="008664E3">
            <w:pPr>
              <w:spacing w:before="0" w:after="0"/>
              <w:jc w:val="left"/>
              <w:rPr>
                <w:rFonts w:ascii="Riojana" w:hAnsi="Riojana" w:cs="Arial"/>
                <w:color w:val="000000"/>
                <w:sz w:val="18"/>
                <w:szCs w:val="18"/>
              </w:rPr>
            </w:pPr>
          </w:p>
        </w:tc>
      </w:tr>
      <w:tr w:rsidR="008664E3" w:rsidRPr="008664E3" w:rsidTr="008664E3">
        <w:trPr>
          <w:trHeight w:val="288"/>
          <w:jc w:val="center"/>
        </w:trPr>
        <w:tc>
          <w:tcPr>
            <w:tcW w:w="6334"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b/>
                <w:bCs/>
                <w:color w:val="000000"/>
                <w:sz w:val="18"/>
                <w:szCs w:val="18"/>
              </w:rPr>
            </w:pPr>
            <w:r w:rsidRPr="008664E3">
              <w:rPr>
                <w:rFonts w:ascii="Riojana" w:hAnsi="Riojana" w:cs="Arial"/>
                <w:b/>
                <w:bCs/>
                <w:color w:val="000000"/>
                <w:sz w:val="18"/>
                <w:szCs w:val="18"/>
              </w:rPr>
              <w:t>TOTAL PERSONAL DOCENTE</w:t>
            </w:r>
          </w:p>
        </w:tc>
        <w:tc>
          <w:tcPr>
            <w:tcW w:w="1240" w:type="dxa"/>
            <w:tcBorders>
              <w:top w:val="nil"/>
              <w:left w:val="nil"/>
              <w:bottom w:val="nil"/>
              <w:right w:val="nil"/>
            </w:tcBorders>
            <w:shd w:val="clear" w:color="auto" w:fill="auto"/>
            <w:noWrap/>
            <w:vAlign w:val="center"/>
            <w:hideMark/>
          </w:tcPr>
          <w:p w:rsidR="008664E3" w:rsidRPr="008664E3" w:rsidRDefault="008664E3" w:rsidP="008664E3">
            <w:pPr>
              <w:spacing w:before="0" w:after="0"/>
              <w:jc w:val="right"/>
              <w:rPr>
                <w:rFonts w:ascii="Riojana" w:hAnsi="Riojana" w:cs="Arial"/>
                <w:b/>
                <w:bCs/>
                <w:color w:val="000000"/>
                <w:sz w:val="18"/>
                <w:szCs w:val="18"/>
              </w:rPr>
            </w:pPr>
            <w:r w:rsidRPr="008664E3">
              <w:rPr>
                <w:rFonts w:ascii="Riojana" w:hAnsi="Riojana" w:cs="Arial"/>
                <w:b/>
                <w:bCs/>
                <w:color w:val="000000"/>
                <w:sz w:val="18"/>
                <w:szCs w:val="18"/>
              </w:rPr>
              <w:t>3.025</w:t>
            </w:r>
          </w:p>
        </w:tc>
      </w:tr>
      <w:tr w:rsidR="008664E3" w:rsidRPr="008664E3" w:rsidTr="008664E3">
        <w:trPr>
          <w:trHeight w:val="288"/>
          <w:jc w:val="center"/>
        </w:trPr>
        <w:tc>
          <w:tcPr>
            <w:tcW w:w="6334" w:type="dxa"/>
            <w:tcBorders>
              <w:top w:val="nil"/>
              <w:left w:val="nil"/>
              <w:bottom w:val="nil"/>
              <w:right w:val="nil"/>
            </w:tcBorders>
            <w:shd w:val="clear" w:color="auto" w:fill="auto"/>
            <w:noWrap/>
            <w:vAlign w:val="bottom"/>
            <w:hideMark/>
          </w:tcPr>
          <w:p w:rsidR="008664E3" w:rsidRPr="008664E3" w:rsidRDefault="008664E3" w:rsidP="008664E3">
            <w:pPr>
              <w:spacing w:before="0" w:after="0"/>
              <w:jc w:val="left"/>
              <w:rPr>
                <w:rFonts w:ascii="Riojana" w:hAnsi="Riojana" w:cs="Arial"/>
                <w:color w:val="000000"/>
                <w:sz w:val="18"/>
                <w:szCs w:val="18"/>
              </w:rPr>
            </w:pPr>
          </w:p>
        </w:tc>
        <w:tc>
          <w:tcPr>
            <w:tcW w:w="1240" w:type="dxa"/>
            <w:tcBorders>
              <w:top w:val="nil"/>
              <w:left w:val="nil"/>
              <w:bottom w:val="nil"/>
              <w:right w:val="nil"/>
            </w:tcBorders>
            <w:shd w:val="clear" w:color="auto" w:fill="auto"/>
            <w:noWrap/>
            <w:vAlign w:val="bottom"/>
            <w:hideMark/>
          </w:tcPr>
          <w:p w:rsidR="008664E3" w:rsidRPr="008664E3" w:rsidRDefault="008664E3" w:rsidP="008664E3">
            <w:pPr>
              <w:spacing w:before="0" w:after="0"/>
              <w:jc w:val="left"/>
              <w:rPr>
                <w:rFonts w:ascii="Riojana" w:hAnsi="Riojana" w:cs="Arial"/>
                <w:color w:val="000000"/>
                <w:sz w:val="18"/>
                <w:szCs w:val="18"/>
              </w:rPr>
            </w:pPr>
          </w:p>
        </w:tc>
      </w:tr>
    </w:tbl>
    <w:p w:rsidR="00011E90" w:rsidRDefault="00011E90" w:rsidP="00011E90"/>
    <w:p w:rsidR="00011E90" w:rsidRPr="00414C5A" w:rsidRDefault="00011E90" w:rsidP="00011E90">
      <w:pPr>
        <w:rPr>
          <w:rFonts w:ascii="Riojana Bold" w:eastAsia="Times" w:hAnsi="Riojana Bold"/>
          <w:sz w:val="22"/>
          <w:szCs w:val="22"/>
          <w:lang w:val="es-ES_tradnl"/>
        </w:rPr>
      </w:pPr>
      <w:r w:rsidRPr="00414C5A">
        <w:rPr>
          <w:rFonts w:ascii="Riojana Bold" w:eastAsia="Times" w:hAnsi="Riojana Bold"/>
          <w:sz w:val="22"/>
          <w:szCs w:val="22"/>
          <w:lang w:val="es-ES_tradnl"/>
        </w:rPr>
        <w:lastRenderedPageBreak/>
        <w:t>PLANTILLA PERSONAL DE LA ADMINISTRACIÓN DE JUSTICIA PARA EL AÑO 2023</w:t>
      </w:r>
    </w:p>
    <w:p w:rsidR="008664E3" w:rsidRDefault="008664E3" w:rsidP="00011E90">
      <w:pPr>
        <w:rPr>
          <w:rFonts w:eastAsia="Times"/>
          <w:b/>
          <w:u w:val="single"/>
          <w:lang w:val="es-ES_tradnl"/>
        </w:rPr>
      </w:pPr>
    </w:p>
    <w:tbl>
      <w:tblPr>
        <w:tblW w:w="7080" w:type="dxa"/>
        <w:jc w:val="center"/>
        <w:tblCellMar>
          <w:left w:w="70" w:type="dxa"/>
          <w:right w:w="70" w:type="dxa"/>
        </w:tblCellMar>
        <w:tblLook w:val="04A0" w:firstRow="1" w:lastRow="0" w:firstColumn="1" w:lastColumn="0" w:noHBand="0" w:noVBand="1"/>
      </w:tblPr>
      <w:tblGrid>
        <w:gridCol w:w="5840"/>
        <w:gridCol w:w="1240"/>
      </w:tblGrid>
      <w:tr w:rsidR="008664E3" w:rsidRPr="008664E3" w:rsidTr="008664E3">
        <w:trPr>
          <w:trHeight w:val="288"/>
          <w:jc w:val="center"/>
        </w:trPr>
        <w:tc>
          <w:tcPr>
            <w:tcW w:w="584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sz w:val="18"/>
                <w:szCs w:val="18"/>
              </w:rPr>
            </w:pPr>
            <w:r w:rsidRPr="008664E3">
              <w:rPr>
                <w:rFonts w:ascii="Riojana" w:hAnsi="Riojana" w:cs="Arial"/>
                <w:color w:val="000000"/>
                <w:sz w:val="18"/>
                <w:szCs w:val="18"/>
              </w:rPr>
              <w:t xml:space="preserve">DENOMINACIÓN                                                           </w:t>
            </w:r>
          </w:p>
        </w:tc>
        <w:tc>
          <w:tcPr>
            <w:tcW w:w="124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sz w:val="18"/>
                <w:szCs w:val="18"/>
              </w:rPr>
            </w:pPr>
          </w:p>
        </w:tc>
      </w:tr>
      <w:tr w:rsidR="008664E3" w:rsidRPr="008664E3" w:rsidTr="008664E3">
        <w:trPr>
          <w:trHeight w:val="300"/>
          <w:jc w:val="center"/>
        </w:trPr>
        <w:tc>
          <w:tcPr>
            <w:tcW w:w="584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sz w:val="18"/>
                <w:szCs w:val="18"/>
              </w:rPr>
            </w:pPr>
          </w:p>
        </w:tc>
        <w:tc>
          <w:tcPr>
            <w:tcW w:w="124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sz w:val="18"/>
                <w:szCs w:val="18"/>
              </w:rPr>
            </w:pPr>
          </w:p>
        </w:tc>
      </w:tr>
      <w:tr w:rsidR="008664E3" w:rsidRPr="008664E3" w:rsidTr="008664E3">
        <w:trPr>
          <w:trHeight w:val="288"/>
          <w:jc w:val="center"/>
        </w:trPr>
        <w:tc>
          <w:tcPr>
            <w:tcW w:w="584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sz w:val="18"/>
                <w:szCs w:val="18"/>
              </w:rPr>
            </w:pPr>
            <w:r w:rsidRPr="008664E3">
              <w:rPr>
                <w:rFonts w:ascii="Riojana" w:hAnsi="Riojana" w:cs="Arial"/>
                <w:color w:val="000000"/>
                <w:sz w:val="18"/>
                <w:szCs w:val="18"/>
              </w:rPr>
              <w:t>Médicos Forenses</w:t>
            </w:r>
          </w:p>
        </w:tc>
        <w:tc>
          <w:tcPr>
            <w:tcW w:w="1240" w:type="dxa"/>
            <w:tcBorders>
              <w:top w:val="nil"/>
              <w:left w:val="nil"/>
              <w:bottom w:val="nil"/>
              <w:right w:val="nil"/>
            </w:tcBorders>
            <w:shd w:val="clear" w:color="auto" w:fill="auto"/>
            <w:noWrap/>
            <w:vAlign w:val="center"/>
            <w:hideMark/>
          </w:tcPr>
          <w:p w:rsidR="008664E3" w:rsidRPr="008664E3" w:rsidRDefault="008664E3" w:rsidP="008664E3">
            <w:pPr>
              <w:spacing w:before="0" w:after="0"/>
              <w:jc w:val="right"/>
              <w:rPr>
                <w:rFonts w:ascii="Riojana" w:hAnsi="Riojana" w:cs="Arial"/>
                <w:color w:val="000000"/>
                <w:sz w:val="18"/>
                <w:szCs w:val="18"/>
              </w:rPr>
            </w:pPr>
            <w:r w:rsidRPr="008664E3">
              <w:rPr>
                <w:rFonts w:ascii="Riojana" w:hAnsi="Riojana" w:cs="Arial"/>
                <w:color w:val="000000"/>
                <w:sz w:val="18"/>
                <w:szCs w:val="18"/>
              </w:rPr>
              <w:t>8</w:t>
            </w:r>
          </w:p>
        </w:tc>
      </w:tr>
      <w:tr w:rsidR="008664E3" w:rsidRPr="008664E3" w:rsidTr="008664E3">
        <w:trPr>
          <w:trHeight w:val="288"/>
          <w:jc w:val="center"/>
        </w:trPr>
        <w:tc>
          <w:tcPr>
            <w:tcW w:w="584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sz w:val="18"/>
                <w:szCs w:val="18"/>
              </w:rPr>
            </w:pPr>
            <w:r w:rsidRPr="008664E3">
              <w:rPr>
                <w:rFonts w:ascii="Riojana" w:hAnsi="Riojana" w:cs="Arial"/>
                <w:color w:val="000000"/>
                <w:sz w:val="18"/>
                <w:szCs w:val="18"/>
              </w:rPr>
              <w:t>Gestión Procesal y Administrativa</w:t>
            </w:r>
          </w:p>
        </w:tc>
        <w:tc>
          <w:tcPr>
            <w:tcW w:w="1240" w:type="dxa"/>
            <w:tcBorders>
              <w:top w:val="nil"/>
              <w:left w:val="nil"/>
              <w:bottom w:val="nil"/>
              <w:right w:val="nil"/>
            </w:tcBorders>
            <w:shd w:val="clear" w:color="auto" w:fill="auto"/>
            <w:noWrap/>
            <w:vAlign w:val="center"/>
            <w:hideMark/>
          </w:tcPr>
          <w:p w:rsidR="008664E3" w:rsidRPr="008664E3" w:rsidRDefault="008664E3" w:rsidP="008664E3">
            <w:pPr>
              <w:spacing w:before="0" w:after="0"/>
              <w:jc w:val="right"/>
              <w:rPr>
                <w:rFonts w:ascii="Riojana" w:hAnsi="Riojana" w:cs="Arial"/>
                <w:color w:val="000000"/>
                <w:sz w:val="18"/>
                <w:szCs w:val="18"/>
              </w:rPr>
            </w:pPr>
            <w:r w:rsidRPr="008664E3">
              <w:rPr>
                <w:rFonts w:ascii="Riojana" w:hAnsi="Riojana" w:cs="Arial"/>
                <w:color w:val="000000"/>
                <w:sz w:val="18"/>
                <w:szCs w:val="18"/>
              </w:rPr>
              <w:t>86</w:t>
            </w:r>
          </w:p>
        </w:tc>
      </w:tr>
      <w:tr w:rsidR="008664E3" w:rsidRPr="008664E3" w:rsidTr="008664E3">
        <w:trPr>
          <w:trHeight w:val="288"/>
          <w:jc w:val="center"/>
        </w:trPr>
        <w:tc>
          <w:tcPr>
            <w:tcW w:w="5840" w:type="dxa"/>
            <w:tcBorders>
              <w:top w:val="nil"/>
              <w:left w:val="nil"/>
              <w:bottom w:val="nil"/>
              <w:right w:val="nil"/>
            </w:tcBorders>
            <w:shd w:val="clear" w:color="auto" w:fill="auto"/>
            <w:noWrap/>
            <w:vAlign w:val="center"/>
            <w:hideMark/>
          </w:tcPr>
          <w:p w:rsidR="008664E3" w:rsidRPr="008664E3" w:rsidRDefault="008664E3" w:rsidP="00D86323">
            <w:pPr>
              <w:spacing w:before="0" w:after="0"/>
              <w:rPr>
                <w:rFonts w:ascii="Riojana" w:hAnsi="Riojana" w:cs="Arial"/>
                <w:color w:val="000000"/>
                <w:sz w:val="18"/>
                <w:szCs w:val="18"/>
              </w:rPr>
            </w:pPr>
            <w:r w:rsidRPr="008664E3">
              <w:rPr>
                <w:rFonts w:ascii="Riojana" w:hAnsi="Riojana" w:cs="Arial"/>
                <w:color w:val="000000"/>
                <w:sz w:val="18"/>
                <w:szCs w:val="18"/>
              </w:rPr>
              <w:t>Tramitación Procesal y Administrativa</w:t>
            </w:r>
          </w:p>
        </w:tc>
        <w:tc>
          <w:tcPr>
            <w:tcW w:w="1240" w:type="dxa"/>
            <w:tcBorders>
              <w:top w:val="nil"/>
              <w:left w:val="nil"/>
              <w:bottom w:val="nil"/>
              <w:right w:val="nil"/>
            </w:tcBorders>
            <w:shd w:val="clear" w:color="auto" w:fill="auto"/>
            <w:noWrap/>
            <w:vAlign w:val="center"/>
            <w:hideMark/>
          </w:tcPr>
          <w:p w:rsidR="008664E3" w:rsidRPr="008664E3" w:rsidRDefault="008664E3" w:rsidP="008664E3">
            <w:pPr>
              <w:spacing w:before="0" w:after="0"/>
              <w:jc w:val="right"/>
              <w:rPr>
                <w:rFonts w:ascii="Riojana" w:hAnsi="Riojana" w:cs="Arial"/>
                <w:color w:val="000000"/>
                <w:sz w:val="18"/>
                <w:szCs w:val="18"/>
              </w:rPr>
            </w:pPr>
            <w:r w:rsidRPr="008664E3">
              <w:rPr>
                <w:rFonts w:ascii="Riojana" w:hAnsi="Riojana" w:cs="Arial"/>
                <w:color w:val="000000"/>
                <w:sz w:val="18"/>
                <w:szCs w:val="18"/>
              </w:rPr>
              <w:t>152</w:t>
            </w:r>
          </w:p>
        </w:tc>
      </w:tr>
      <w:tr w:rsidR="008664E3" w:rsidRPr="008664E3" w:rsidTr="008664E3">
        <w:trPr>
          <w:trHeight w:val="300"/>
          <w:jc w:val="center"/>
        </w:trPr>
        <w:tc>
          <w:tcPr>
            <w:tcW w:w="584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sz w:val="18"/>
                <w:szCs w:val="18"/>
              </w:rPr>
            </w:pPr>
            <w:r w:rsidRPr="008664E3">
              <w:rPr>
                <w:rFonts w:ascii="Riojana" w:hAnsi="Riojana" w:cs="Arial"/>
                <w:color w:val="000000"/>
                <w:sz w:val="18"/>
                <w:szCs w:val="18"/>
              </w:rPr>
              <w:t>Auxilio Judicial</w:t>
            </w:r>
          </w:p>
        </w:tc>
        <w:tc>
          <w:tcPr>
            <w:tcW w:w="1240" w:type="dxa"/>
            <w:tcBorders>
              <w:top w:val="nil"/>
              <w:left w:val="nil"/>
              <w:bottom w:val="nil"/>
              <w:right w:val="nil"/>
            </w:tcBorders>
            <w:shd w:val="clear" w:color="auto" w:fill="auto"/>
            <w:noWrap/>
            <w:vAlign w:val="center"/>
            <w:hideMark/>
          </w:tcPr>
          <w:p w:rsidR="008664E3" w:rsidRPr="008664E3" w:rsidRDefault="008664E3" w:rsidP="008664E3">
            <w:pPr>
              <w:spacing w:before="0" w:after="0"/>
              <w:jc w:val="right"/>
              <w:rPr>
                <w:rFonts w:ascii="Riojana" w:hAnsi="Riojana" w:cs="Arial"/>
                <w:color w:val="000000"/>
                <w:sz w:val="18"/>
                <w:szCs w:val="18"/>
              </w:rPr>
            </w:pPr>
            <w:r w:rsidRPr="008664E3">
              <w:rPr>
                <w:rFonts w:ascii="Riojana" w:hAnsi="Riojana" w:cs="Arial"/>
                <w:color w:val="000000"/>
                <w:sz w:val="18"/>
                <w:szCs w:val="18"/>
              </w:rPr>
              <w:t>70</w:t>
            </w:r>
          </w:p>
        </w:tc>
      </w:tr>
      <w:tr w:rsidR="008664E3" w:rsidRPr="008664E3" w:rsidTr="008664E3">
        <w:trPr>
          <w:trHeight w:val="300"/>
          <w:jc w:val="center"/>
        </w:trPr>
        <w:tc>
          <w:tcPr>
            <w:tcW w:w="584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color w:val="000000"/>
                <w:sz w:val="18"/>
                <w:szCs w:val="18"/>
              </w:rPr>
            </w:pPr>
          </w:p>
        </w:tc>
        <w:tc>
          <w:tcPr>
            <w:tcW w:w="1240" w:type="dxa"/>
            <w:tcBorders>
              <w:top w:val="nil"/>
              <w:left w:val="nil"/>
              <w:bottom w:val="nil"/>
              <w:right w:val="nil"/>
            </w:tcBorders>
            <w:shd w:val="clear" w:color="auto" w:fill="auto"/>
            <w:noWrap/>
            <w:vAlign w:val="center"/>
            <w:hideMark/>
          </w:tcPr>
          <w:p w:rsidR="008664E3" w:rsidRPr="008664E3" w:rsidRDefault="008664E3" w:rsidP="008664E3">
            <w:pPr>
              <w:spacing w:before="0" w:after="0"/>
              <w:jc w:val="right"/>
              <w:rPr>
                <w:rFonts w:ascii="Riojana" w:hAnsi="Riojana" w:cs="Arial"/>
                <w:color w:val="000000"/>
                <w:sz w:val="18"/>
                <w:szCs w:val="18"/>
              </w:rPr>
            </w:pPr>
          </w:p>
        </w:tc>
      </w:tr>
      <w:tr w:rsidR="008664E3" w:rsidRPr="008664E3" w:rsidTr="008664E3">
        <w:trPr>
          <w:trHeight w:val="300"/>
          <w:jc w:val="center"/>
        </w:trPr>
        <w:tc>
          <w:tcPr>
            <w:tcW w:w="5840" w:type="dxa"/>
            <w:tcBorders>
              <w:top w:val="nil"/>
              <w:left w:val="nil"/>
              <w:bottom w:val="nil"/>
              <w:right w:val="nil"/>
            </w:tcBorders>
            <w:shd w:val="clear" w:color="auto" w:fill="auto"/>
            <w:noWrap/>
            <w:vAlign w:val="center"/>
            <w:hideMark/>
          </w:tcPr>
          <w:p w:rsidR="008664E3" w:rsidRPr="008664E3" w:rsidRDefault="008664E3" w:rsidP="008664E3">
            <w:pPr>
              <w:spacing w:before="0" w:after="0"/>
              <w:rPr>
                <w:rFonts w:ascii="Riojana" w:hAnsi="Riojana" w:cs="Arial"/>
                <w:b/>
                <w:bCs/>
                <w:color w:val="000000"/>
                <w:sz w:val="18"/>
                <w:szCs w:val="18"/>
              </w:rPr>
            </w:pPr>
            <w:r w:rsidRPr="008664E3">
              <w:rPr>
                <w:rFonts w:ascii="Riojana" w:hAnsi="Riojana" w:cs="Arial"/>
                <w:b/>
                <w:bCs/>
                <w:color w:val="000000"/>
                <w:sz w:val="18"/>
                <w:szCs w:val="18"/>
              </w:rPr>
              <w:t>TOTAL PERSONAL DE JUSTICIA</w:t>
            </w:r>
          </w:p>
        </w:tc>
        <w:tc>
          <w:tcPr>
            <w:tcW w:w="1240" w:type="dxa"/>
            <w:tcBorders>
              <w:top w:val="nil"/>
              <w:left w:val="nil"/>
              <w:bottom w:val="nil"/>
              <w:right w:val="nil"/>
            </w:tcBorders>
            <w:shd w:val="clear" w:color="auto" w:fill="auto"/>
            <w:noWrap/>
            <w:vAlign w:val="center"/>
            <w:hideMark/>
          </w:tcPr>
          <w:p w:rsidR="008664E3" w:rsidRPr="008664E3" w:rsidRDefault="008664E3" w:rsidP="008664E3">
            <w:pPr>
              <w:spacing w:before="0" w:after="0"/>
              <w:jc w:val="right"/>
              <w:rPr>
                <w:rFonts w:ascii="Riojana" w:hAnsi="Riojana" w:cs="Arial"/>
                <w:b/>
                <w:bCs/>
                <w:color w:val="000000"/>
                <w:sz w:val="18"/>
                <w:szCs w:val="18"/>
              </w:rPr>
            </w:pPr>
            <w:r w:rsidRPr="008664E3">
              <w:rPr>
                <w:rFonts w:ascii="Riojana" w:hAnsi="Riojana" w:cs="Arial"/>
                <w:b/>
                <w:bCs/>
                <w:color w:val="000000"/>
                <w:sz w:val="18"/>
                <w:szCs w:val="18"/>
              </w:rPr>
              <w:t>316</w:t>
            </w:r>
          </w:p>
        </w:tc>
      </w:tr>
    </w:tbl>
    <w:p w:rsidR="008664E3" w:rsidRDefault="008664E3" w:rsidP="00011E90">
      <w:pPr>
        <w:rPr>
          <w:rFonts w:eastAsia="Times"/>
          <w:b/>
          <w:u w:val="single"/>
          <w:lang w:val="es-ES_tradnl"/>
        </w:rPr>
      </w:pPr>
    </w:p>
    <w:p w:rsidR="00011E90" w:rsidRPr="00B13F64" w:rsidRDefault="00011E90" w:rsidP="00414C5A">
      <w:pPr>
        <w:pStyle w:val="Ttulo4"/>
        <w:rPr>
          <w:rFonts w:ascii="Riojana Bold" w:eastAsia="Times" w:hAnsi="Riojana Bold"/>
          <w:b w:val="0"/>
          <w:i w:val="0"/>
          <w:color w:val="auto"/>
          <w:sz w:val="24"/>
          <w:szCs w:val="24"/>
          <w:lang w:val="es-ES_tradnl"/>
        </w:rPr>
      </w:pPr>
      <w:r w:rsidRPr="00B13F64">
        <w:rPr>
          <w:rFonts w:ascii="Riojana Bold" w:eastAsia="Times" w:hAnsi="Riojana Bold"/>
          <w:b w:val="0"/>
          <w:i w:val="0"/>
          <w:color w:val="auto"/>
          <w:sz w:val="24"/>
          <w:szCs w:val="24"/>
          <w:lang w:val="es-ES_tradnl"/>
        </w:rPr>
        <w:t>PLANTILLA DEL SERVICIO RIOJANO DE SALUD PARA EL AÑO 2023</w:t>
      </w:r>
    </w:p>
    <w:p w:rsidR="00011E90" w:rsidRDefault="00011E90" w:rsidP="00011E90">
      <w:pPr>
        <w:pStyle w:val="Ttulo5"/>
        <w:rPr>
          <w:rFonts w:eastAsia="Times New Roman"/>
          <w:color w:val="FF0000"/>
        </w:rPr>
      </w:pPr>
    </w:p>
    <w:p w:rsidR="00011E90" w:rsidRPr="00B13F64" w:rsidRDefault="00414C5A" w:rsidP="00011E90">
      <w:pPr>
        <w:pStyle w:val="Ttulo5"/>
        <w:rPr>
          <w:rFonts w:ascii="Riojana Bold" w:hAnsi="Riojana Bold"/>
          <w:color w:val="auto"/>
          <w:sz w:val="22"/>
          <w:szCs w:val="22"/>
        </w:rPr>
      </w:pPr>
      <w:r>
        <w:rPr>
          <w:rFonts w:ascii="Riojana Bold" w:hAnsi="Riojana Bold"/>
          <w:sz w:val="22"/>
          <w:szCs w:val="22"/>
        </w:rPr>
        <w:t>Gerencia del S</w:t>
      </w:r>
      <w:r w:rsidRPr="00B13F64">
        <w:rPr>
          <w:rFonts w:ascii="Riojana Bold" w:hAnsi="Riojana Bold"/>
          <w:sz w:val="22"/>
          <w:szCs w:val="22"/>
        </w:rPr>
        <w:t xml:space="preserve">ervicio </w:t>
      </w:r>
      <w:r>
        <w:rPr>
          <w:rFonts w:ascii="Riojana Bold" w:hAnsi="Riojana Bold"/>
          <w:sz w:val="22"/>
          <w:szCs w:val="22"/>
        </w:rPr>
        <w:t>Riojano de S</w:t>
      </w:r>
      <w:r w:rsidRPr="00B13F64">
        <w:rPr>
          <w:rFonts w:ascii="Riojana Bold" w:hAnsi="Riojana Bold"/>
          <w:sz w:val="22"/>
          <w:szCs w:val="22"/>
        </w:rPr>
        <w:t>alud</w:t>
      </w:r>
    </w:p>
    <w:p w:rsidR="00011E90" w:rsidRDefault="00011E90" w:rsidP="00011E90"/>
    <w:tbl>
      <w:tblPr>
        <w:tblW w:w="9229" w:type="dxa"/>
        <w:tblInd w:w="55" w:type="dxa"/>
        <w:tblLayout w:type="fixed"/>
        <w:tblCellMar>
          <w:left w:w="70" w:type="dxa"/>
          <w:right w:w="70" w:type="dxa"/>
        </w:tblCellMar>
        <w:tblLook w:val="04A0" w:firstRow="1" w:lastRow="0" w:firstColumn="1" w:lastColumn="0" w:noHBand="0" w:noVBand="1"/>
      </w:tblPr>
      <w:tblGrid>
        <w:gridCol w:w="6394"/>
        <w:gridCol w:w="2835"/>
      </w:tblGrid>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
                <w:bCs/>
                <w:color w:val="000000"/>
                <w:sz w:val="18"/>
                <w:szCs w:val="18"/>
              </w:rPr>
            </w:pPr>
            <w:r w:rsidRPr="008664E3">
              <w:rPr>
                <w:rFonts w:ascii="Riojana" w:hAnsi="Riojana"/>
                <w:b/>
                <w:bCs/>
                <w:color w:val="000000"/>
                <w:sz w:val="18"/>
                <w:szCs w:val="18"/>
              </w:rPr>
              <w:t>FUNCIONARIOS</w:t>
            </w:r>
          </w:p>
        </w:tc>
        <w:tc>
          <w:tcPr>
            <w:tcW w:w="2835" w:type="dxa"/>
            <w:noWrap/>
            <w:vAlign w:val="bottom"/>
          </w:tcPr>
          <w:p w:rsidR="00011E90" w:rsidRPr="008664E3" w:rsidRDefault="00011E90">
            <w:pPr>
              <w:spacing w:before="0" w:after="0"/>
              <w:jc w:val="center"/>
              <w:rPr>
                <w:rFonts w:ascii="Riojana" w:hAnsi="Riojana" w:cs="Arial"/>
                <w:b/>
                <w:bCs/>
                <w:color w:val="000000"/>
                <w:sz w:val="18"/>
                <w:szCs w:val="18"/>
              </w:rPr>
            </w:pP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
                <w:bCs/>
                <w:color w:val="000000"/>
                <w:sz w:val="18"/>
                <w:szCs w:val="18"/>
              </w:rPr>
            </w:pPr>
            <w:r w:rsidRPr="008664E3">
              <w:rPr>
                <w:rFonts w:ascii="Riojana" w:hAnsi="Riojana"/>
                <w:b/>
                <w:bCs/>
                <w:color w:val="000000"/>
                <w:sz w:val="18"/>
                <w:szCs w:val="18"/>
              </w:rPr>
              <w:t>Dirección de Recursos Humanos</w:t>
            </w:r>
          </w:p>
        </w:tc>
        <w:tc>
          <w:tcPr>
            <w:tcW w:w="2835" w:type="dxa"/>
            <w:noWrap/>
            <w:vAlign w:val="bottom"/>
            <w:hideMark/>
          </w:tcPr>
          <w:p w:rsidR="00011E90" w:rsidRPr="008664E3" w:rsidRDefault="00011E90">
            <w:pPr>
              <w:spacing w:before="0" w:after="0"/>
              <w:jc w:val="center"/>
              <w:rPr>
                <w:rFonts w:ascii="Riojana" w:hAnsi="Riojana" w:cs="Arial"/>
                <w:b/>
                <w:bCs/>
                <w:color w:val="000000"/>
                <w:sz w:val="18"/>
                <w:szCs w:val="18"/>
              </w:rPr>
            </w:pPr>
            <w:r w:rsidRPr="008664E3">
              <w:rPr>
                <w:rFonts w:ascii="Riojana" w:hAnsi="Riojana"/>
                <w:b/>
                <w:bCs/>
                <w:color w:val="000000"/>
                <w:sz w:val="18"/>
                <w:szCs w:val="18"/>
              </w:rPr>
              <w:t>Funcionarios</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Subgrupo A1</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510"/>
        </w:trPr>
        <w:tc>
          <w:tcPr>
            <w:tcW w:w="6394" w:type="dxa"/>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 xml:space="preserve">Escala Sanitaria del Cuerpo Facultativo Superior de Administración Especial </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2</w:t>
            </w:r>
          </w:p>
        </w:tc>
      </w:tr>
      <w:tr w:rsidR="00011E90" w:rsidRPr="008664E3" w:rsidTr="00B13F64">
        <w:trPr>
          <w:trHeight w:val="300"/>
        </w:trPr>
        <w:tc>
          <w:tcPr>
            <w:tcW w:w="6394" w:type="dxa"/>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Cuerpo Superior de Administradores Civiles</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w:t>
            </w:r>
          </w:p>
        </w:tc>
      </w:tr>
      <w:tr w:rsidR="00011E90" w:rsidRPr="008664E3" w:rsidTr="00B13F64">
        <w:trPr>
          <w:trHeight w:val="300"/>
        </w:trPr>
        <w:tc>
          <w:tcPr>
            <w:tcW w:w="6394" w:type="dxa"/>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Cuerpo Técnico  A.G.</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2</w:t>
            </w:r>
          </w:p>
        </w:tc>
      </w:tr>
      <w:tr w:rsidR="00011E90" w:rsidRPr="008664E3" w:rsidTr="00B13F64">
        <w:trPr>
          <w:trHeight w:val="300"/>
        </w:trPr>
        <w:tc>
          <w:tcPr>
            <w:tcW w:w="6394" w:type="dxa"/>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Total Subgrupo A1</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5</w:t>
            </w:r>
          </w:p>
        </w:tc>
      </w:tr>
      <w:tr w:rsidR="00011E90" w:rsidRPr="008664E3" w:rsidTr="00B13F64">
        <w:trPr>
          <w:trHeight w:val="300"/>
        </w:trPr>
        <w:tc>
          <w:tcPr>
            <w:tcW w:w="6394" w:type="dxa"/>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Subgrupo A2</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Cuerpo de Gestión A.G.</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4</w:t>
            </w:r>
          </w:p>
        </w:tc>
      </w:tr>
      <w:tr w:rsidR="00011E90" w:rsidRPr="008664E3" w:rsidTr="00B13F64">
        <w:trPr>
          <w:trHeight w:val="300"/>
        </w:trPr>
        <w:tc>
          <w:tcPr>
            <w:tcW w:w="6394" w:type="dxa"/>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Total Subgrupo A2</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4</w:t>
            </w:r>
          </w:p>
        </w:tc>
      </w:tr>
      <w:tr w:rsidR="00011E90" w:rsidRPr="008664E3" w:rsidTr="00B13F64">
        <w:trPr>
          <w:trHeight w:val="300"/>
        </w:trPr>
        <w:tc>
          <w:tcPr>
            <w:tcW w:w="6394" w:type="dxa"/>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Subgrupo C1</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Cuerpo Administrativo  A.G.</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4</w:t>
            </w:r>
          </w:p>
        </w:tc>
      </w:tr>
      <w:tr w:rsidR="00011E90" w:rsidRPr="008664E3" w:rsidTr="00B13F64">
        <w:trPr>
          <w:trHeight w:val="300"/>
        </w:trPr>
        <w:tc>
          <w:tcPr>
            <w:tcW w:w="6394" w:type="dxa"/>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lastRenderedPageBreak/>
              <w:t>Total Subgrupo C1</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4</w:t>
            </w:r>
          </w:p>
        </w:tc>
      </w:tr>
      <w:tr w:rsidR="00011E90" w:rsidRPr="008664E3" w:rsidTr="00B13F64">
        <w:trPr>
          <w:trHeight w:val="300"/>
        </w:trPr>
        <w:tc>
          <w:tcPr>
            <w:tcW w:w="6394" w:type="dxa"/>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Subgrupo C2</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Cuerpo Auxiliar A.G.</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5</w:t>
            </w:r>
          </w:p>
        </w:tc>
      </w:tr>
      <w:tr w:rsidR="00011E90" w:rsidRPr="008664E3" w:rsidTr="00B13F64">
        <w:trPr>
          <w:trHeight w:val="300"/>
        </w:trPr>
        <w:tc>
          <w:tcPr>
            <w:tcW w:w="6394" w:type="dxa"/>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Total Subgrupo C2</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5</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
                <w:bCs/>
                <w:color w:val="000000"/>
                <w:sz w:val="18"/>
                <w:szCs w:val="18"/>
              </w:rPr>
            </w:pPr>
            <w:r w:rsidRPr="008664E3">
              <w:rPr>
                <w:rFonts w:ascii="Riojana" w:hAnsi="Riojana"/>
                <w:b/>
                <w:bCs/>
                <w:color w:val="000000"/>
                <w:sz w:val="18"/>
                <w:szCs w:val="18"/>
              </w:rPr>
              <w:t>Total personal funcionario de la  Dirección de Recursos Humanos</w:t>
            </w:r>
          </w:p>
        </w:tc>
        <w:tc>
          <w:tcPr>
            <w:tcW w:w="2835" w:type="dxa"/>
            <w:noWrap/>
            <w:vAlign w:val="bottom"/>
            <w:hideMark/>
          </w:tcPr>
          <w:p w:rsidR="00011E90" w:rsidRPr="008664E3" w:rsidRDefault="00011E90">
            <w:pPr>
              <w:spacing w:before="0" w:after="0"/>
              <w:jc w:val="center"/>
              <w:rPr>
                <w:rFonts w:ascii="Riojana" w:hAnsi="Riojana" w:cs="Arial"/>
                <w:b/>
                <w:bCs/>
                <w:color w:val="000000"/>
                <w:sz w:val="18"/>
                <w:szCs w:val="18"/>
              </w:rPr>
            </w:pPr>
            <w:r w:rsidRPr="008664E3">
              <w:rPr>
                <w:rFonts w:ascii="Riojana" w:hAnsi="Riojana"/>
                <w:b/>
                <w:bCs/>
                <w:color w:val="000000"/>
                <w:sz w:val="18"/>
                <w:szCs w:val="18"/>
              </w:rPr>
              <w:t>18</w:t>
            </w: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
                <w:bCs/>
                <w:color w:val="000000"/>
                <w:sz w:val="18"/>
                <w:szCs w:val="18"/>
              </w:rPr>
            </w:pPr>
          </w:p>
          <w:p w:rsidR="00011E90" w:rsidRPr="008664E3" w:rsidRDefault="00011E90">
            <w:pPr>
              <w:spacing w:before="0" w:after="0"/>
              <w:jc w:val="left"/>
              <w:rPr>
                <w:rFonts w:ascii="Riojana" w:hAnsi="Riojana"/>
                <w:b/>
                <w:bCs/>
                <w:color w:val="000000"/>
                <w:sz w:val="18"/>
                <w:szCs w:val="18"/>
              </w:rPr>
            </w:pPr>
          </w:p>
          <w:p w:rsidR="00011E90" w:rsidRPr="008664E3" w:rsidRDefault="00011E90">
            <w:pPr>
              <w:spacing w:before="0" w:after="0"/>
              <w:jc w:val="left"/>
              <w:rPr>
                <w:rFonts w:ascii="Riojana" w:hAnsi="Riojana" w:cs="Arial"/>
                <w:b/>
                <w:bCs/>
                <w:color w:val="000000"/>
                <w:sz w:val="18"/>
                <w:szCs w:val="18"/>
              </w:rPr>
            </w:pPr>
            <w:r w:rsidRPr="008664E3">
              <w:rPr>
                <w:rFonts w:ascii="Riojana" w:hAnsi="Riojana"/>
                <w:b/>
                <w:bCs/>
                <w:color w:val="000000"/>
                <w:sz w:val="18"/>
                <w:szCs w:val="18"/>
              </w:rPr>
              <w:t>Zonas Básicas de Salud y Unidad de Apoyo al  Área de Salud</w:t>
            </w:r>
          </w:p>
        </w:tc>
        <w:tc>
          <w:tcPr>
            <w:tcW w:w="2835" w:type="dxa"/>
            <w:noWrap/>
            <w:vAlign w:val="bottom"/>
            <w:hideMark/>
          </w:tcPr>
          <w:p w:rsidR="00011E90" w:rsidRPr="008664E3" w:rsidRDefault="00011E90">
            <w:pPr>
              <w:spacing w:before="0" w:after="0"/>
              <w:jc w:val="center"/>
              <w:rPr>
                <w:rFonts w:ascii="Riojana" w:hAnsi="Riojana" w:cs="Arial"/>
                <w:b/>
                <w:bCs/>
                <w:color w:val="000000"/>
                <w:sz w:val="18"/>
                <w:szCs w:val="18"/>
              </w:rPr>
            </w:pPr>
            <w:r w:rsidRPr="008664E3">
              <w:rPr>
                <w:rFonts w:ascii="Riojana" w:hAnsi="Riojana"/>
                <w:b/>
                <w:bCs/>
                <w:color w:val="000000"/>
                <w:sz w:val="18"/>
                <w:szCs w:val="18"/>
              </w:rPr>
              <w:t>Funcionarios</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t>Subgrupo  A1</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t>E.S.C.F.S.A.E.  (Médico A.P.D. )</w:t>
            </w:r>
          </w:p>
        </w:tc>
        <w:tc>
          <w:tcPr>
            <w:tcW w:w="2835" w:type="dxa"/>
            <w:noWrap/>
            <w:vAlign w:val="bottom"/>
            <w:hideMark/>
          </w:tcPr>
          <w:p w:rsidR="00011E90" w:rsidRPr="008664E3" w:rsidRDefault="00011E90">
            <w:pPr>
              <w:spacing w:before="0" w:after="0"/>
              <w:jc w:val="center"/>
              <w:rPr>
                <w:rFonts w:ascii="Riojana" w:hAnsi="Riojana" w:cs="Arial"/>
                <w:bCs/>
                <w:color w:val="000000"/>
                <w:sz w:val="18"/>
                <w:szCs w:val="18"/>
              </w:rPr>
            </w:pPr>
            <w:r w:rsidRPr="008664E3">
              <w:rPr>
                <w:rFonts w:ascii="Riojana" w:hAnsi="Riojana"/>
                <w:bCs/>
                <w:color w:val="000000"/>
                <w:sz w:val="18"/>
                <w:szCs w:val="18"/>
              </w:rPr>
              <w:t>20</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t>E.S.C.F.S.A.E.  (M. Esp. Estomatólogo)</w:t>
            </w:r>
          </w:p>
        </w:tc>
        <w:tc>
          <w:tcPr>
            <w:tcW w:w="2835" w:type="dxa"/>
            <w:noWrap/>
            <w:vAlign w:val="bottom"/>
            <w:hideMark/>
          </w:tcPr>
          <w:p w:rsidR="00011E90" w:rsidRPr="008664E3" w:rsidRDefault="00011E90">
            <w:pPr>
              <w:spacing w:before="0" w:after="0"/>
              <w:jc w:val="center"/>
              <w:rPr>
                <w:rFonts w:ascii="Riojana" w:hAnsi="Riojana" w:cs="Arial"/>
                <w:bCs/>
                <w:color w:val="000000"/>
                <w:sz w:val="18"/>
                <w:szCs w:val="18"/>
              </w:rPr>
            </w:pPr>
            <w:r w:rsidRPr="008664E3">
              <w:rPr>
                <w:rFonts w:ascii="Riojana" w:hAnsi="Riojana"/>
                <w:bCs/>
                <w:color w:val="000000"/>
                <w:sz w:val="18"/>
                <w:szCs w:val="18"/>
              </w:rPr>
              <w:t>1</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t>E.S.C.F.S.A.E.  (Médico)</w:t>
            </w:r>
          </w:p>
        </w:tc>
        <w:tc>
          <w:tcPr>
            <w:tcW w:w="2835" w:type="dxa"/>
            <w:noWrap/>
            <w:vAlign w:val="bottom"/>
            <w:hideMark/>
          </w:tcPr>
          <w:p w:rsidR="00011E90" w:rsidRPr="008664E3" w:rsidRDefault="00011E90">
            <w:pPr>
              <w:spacing w:before="0" w:after="0"/>
              <w:jc w:val="center"/>
              <w:rPr>
                <w:rFonts w:ascii="Riojana" w:hAnsi="Riojana" w:cs="Arial"/>
                <w:bCs/>
                <w:color w:val="000000"/>
                <w:sz w:val="18"/>
                <w:szCs w:val="18"/>
              </w:rPr>
            </w:pPr>
            <w:r w:rsidRPr="008664E3">
              <w:rPr>
                <w:rFonts w:ascii="Riojana" w:hAnsi="Riojana"/>
                <w:bCs/>
                <w:color w:val="000000"/>
                <w:sz w:val="18"/>
                <w:szCs w:val="18"/>
              </w:rPr>
              <w:t>1</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t>Total Subgrupo  A1</w:t>
            </w:r>
          </w:p>
        </w:tc>
        <w:tc>
          <w:tcPr>
            <w:tcW w:w="2835" w:type="dxa"/>
            <w:noWrap/>
            <w:vAlign w:val="bottom"/>
            <w:hideMark/>
          </w:tcPr>
          <w:p w:rsidR="00011E90" w:rsidRPr="008664E3" w:rsidRDefault="00011E90">
            <w:pPr>
              <w:spacing w:before="0" w:after="0"/>
              <w:jc w:val="center"/>
              <w:rPr>
                <w:rFonts w:ascii="Riojana" w:hAnsi="Riojana" w:cs="Arial"/>
                <w:bCs/>
                <w:color w:val="000000"/>
                <w:sz w:val="18"/>
                <w:szCs w:val="18"/>
              </w:rPr>
            </w:pPr>
            <w:r w:rsidRPr="008664E3">
              <w:rPr>
                <w:rFonts w:ascii="Riojana" w:hAnsi="Riojana"/>
                <w:bCs/>
                <w:color w:val="000000"/>
                <w:sz w:val="18"/>
                <w:szCs w:val="18"/>
              </w:rPr>
              <w:t>22</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t>Subgrupo A2</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t>E.S.C.F.G.M.A.E.  (AT.S./D.U.E.  APD )</w:t>
            </w:r>
          </w:p>
        </w:tc>
        <w:tc>
          <w:tcPr>
            <w:tcW w:w="2835" w:type="dxa"/>
            <w:noWrap/>
            <w:vAlign w:val="bottom"/>
            <w:hideMark/>
          </w:tcPr>
          <w:p w:rsidR="00011E90" w:rsidRPr="008664E3" w:rsidRDefault="00011E90">
            <w:pPr>
              <w:spacing w:before="0" w:after="0"/>
              <w:jc w:val="center"/>
              <w:rPr>
                <w:rFonts w:ascii="Riojana" w:hAnsi="Riojana" w:cs="Arial"/>
                <w:bCs/>
                <w:color w:val="000000"/>
                <w:sz w:val="18"/>
                <w:szCs w:val="18"/>
              </w:rPr>
            </w:pPr>
            <w:r w:rsidRPr="008664E3">
              <w:rPr>
                <w:rFonts w:ascii="Riojana" w:hAnsi="Riojana"/>
                <w:bCs/>
                <w:color w:val="000000"/>
                <w:sz w:val="18"/>
                <w:szCs w:val="18"/>
              </w:rPr>
              <w:t>28</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t>E.S.C.F.G.M.A.E.  (Matrona A.P.D.)</w:t>
            </w:r>
          </w:p>
        </w:tc>
        <w:tc>
          <w:tcPr>
            <w:tcW w:w="2835" w:type="dxa"/>
            <w:noWrap/>
            <w:vAlign w:val="bottom"/>
            <w:hideMark/>
          </w:tcPr>
          <w:p w:rsidR="00011E90" w:rsidRPr="008664E3" w:rsidRDefault="00011E90">
            <w:pPr>
              <w:spacing w:before="0" w:after="0"/>
              <w:jc w:val="center"/>
              <w:rPr>
                <w:rFonts w:ascii="Riojana" w:hAnsi="Riojana" w:cs="Arial"/>
                <w:bCs/>
                <w:color w:val="000000"/>
                <w:sz w:val="18"/>
                <w:szCs w:val="18"/>
              </w:rPr>
            </w:pPr>
            <w:r w:rsidRPr="008664E3">
              <w:rPr>
                <w:rFonts w:ascii="Riojana" w:hAnsi="Riojana"/>
                <w:bCs/>
                <w:color w:val="000000"/>
                <w:sz w:val="18"/>
                <w:szCs w:val="18"/>
              </w:rPr>
              <w:t>2</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t>E.S.C.F.G.M.A.E. (A.T.S./D.U.E.)</w:t>
            </w:r>
          </w:p>
        </w:tc>
        <w:tc>
          <w:tcPr>
            <w:tcW w:w="2835" w:type="dxa"/>
            <w:noWrap/>
            <w:vAlign w:val="bottom"/>
            <w:hideMark/>
          </w:tcPr>
          <w:p w:rsidR="00011E90" w:rsidRPr="008664E3" w:rsidRDefault="00011E90">
            <w:pPr>
              <w:spacing w:before="0" w:after="0"/>
              <w:jc w:val="center"/>
              <w:rPr>
                <w:rFonts w:ascii="Riojana" w:hAnsi="Riojana" w:cs="Arial"/>
                <w:bCs/>
                <w:color w:val="000000"/>
                <w:sz w:val="18"/>
                <w:szCs w:val="18"/>
              </w:rPr>
            </w:pPr>
            <w:r w:rsidRPr="008664E3">
              <w:rPr>
                <w:rFonts w:ascii="Riojana" w:hAnsi="Riojana"/>
                <w:bCs/>
                <w:color w:val="000000"/>
                <w:sz w:val="18"/>
                <w:szCs w:val="18"/>
              </w:rPr>
              <w:t>17</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t>Total Subgrupo A2</w:t>
            </w:r>
          </w:p>
        </w:tc>
        <w:tc>
          <w:tcPr>
            <w:tcW w:w="2835" w:type="dxa"/>
            <w:noWrap/>
            <w:vAlign w:val="bottom"/>
            <w:hideMark/>
          </w:tcPr>
          <w:p w:rsidR="00011E90" w:rsidRPr="008664E3" w:rsidRDefault="00011E90">
            <w:pPr>
              <w:spacing w:before="0" w:after="0"/>
              <w:jc w:val="center"/>
              <w:rPr>
                <w:rFonts w:ascii="Riojana" w:hAnsi="Riojana" w:cs="Arial"/>
                <w:bCs/>
                <w:color w:val="000000"/>
                <w:sz w:val="18"/>
                <w:szCs w:val="18"/>
              </w:rPr>
            </w:pPr>
            <w:r w:rsidRPr="008664E3">
              <w:rPr>
                <w:rFonts w:ascii="Riojana" w:hAnsi="Riojana"/>
                <w:bCs/>
                <w:color w:val="000000"/>
                <w:sz w:val="18"/>
                <w:szCs w:val="18"/>
              </w:rPr>
              <w:t>47</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t>Subgrupo C2</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t>E.S.C.A.F.A.E.  (Auxiliar de Enfermería)</w:t>
            </w:r>
          </w:p>
        </w:tc>
        <w:tc>
          <w:tcPr>
            <w:tcW w:w="2835" w:type="dxa"/>
            <w:noWrap/>
            <w:vAlign w:val="bottom"/>
            <w:hideMark/>
          </w:tcPr>
          <w:p w:rsidR="00011E90" w:rsidRPr="008664E3" w:rsidRDefault="00011E90">
            <w:pPr>
              <w:spacing w:before="0" w:after="0"/>
              <w:jc w:val="center"/>
              <w:rPr>
                <w:rFonts w:ascii="Riojana" w:hAnsi="Riojana" w:cs="Arial"/>
                <w:bCs/>
                <w:color w:val="000000"/>
                <w:sz w:val="18"/>
                <w:szCs w:val="18"/>
              </w:rPr>
            </w:pPr>
            <w:r w:rsidRPr="008664E3">
              <w:rPr>
                <w:rFonts w:ascii="Riojana" w:hAnsi="Riojana"/>
                <w:bCs/>
                <w:color w:val="000000"/>
                <w:sz w:val="18"/>
                <w:szCs w:val="18"/>
              </w:rPr>
              <w:t>6</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t>Total Subgrupo  C2</w:t>
            </w:r>
          </w:p>
        </w:tc>
        <w:tc>
          <w:tcPr>
            <w:tcW w:w="2835" w:type="dxa"/>
            <w:noWrap/>
            <w:vAlign w:val="bottom"/>
            <w:hideMark/>
          </w:tcPr>
          <w:p w:rsidR="00011E90" w:rsidRPr="008664E3" w:rsidRDefault="00011E90">
            <w:pPr>
              <w:spacing w:before="0" w:after="0"/>
              <w:jc w:val="center"/>
              <w:rPr>
                <w:rFonts w:ascii="Riojana" w:hAnsi="Riojana" w:cs="Arial"/>
                <w:bCs/>
                <w:color w:val="000000"/>
                <w:sz w:val="18"/>
                <w:szCs w:val="18"/>
              </w:rPr>
            </w:pPr>
            <w:r w:rsidRPr="008664E3">
              <w:rPr>
                <w:rFonts w:ascii="Riojana" w:hAnsi="Riojana"/>
                <w:bCs/>
                <w:color w:val="000000"/>
                <w:sz w:val="18"/>
                <w:szCs w:val="18"/>
              </w:rPr>
              <w:t>6</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
                <w:bCs/>
                <w:color w:val="000000"/>
                <w:sz w:val="18"/>
                <w:szCs w:val="18"/>
              </w:rPr>
            </w:pPr>
            <w:r w:rsidRPr="008664E3">
              <w:rPr>
                <w:rFonts w:ascii="Riojana" w:hAnsi="Riojana"/>
                <w:b/>
                <w:bCs/>
                <w:color w:val="000000"/>
                <w:sz w:val="18"/>
                <w:szCs w:val="18"/>
              </w:rPr>
              <w:t>Total personal funcionario de Zonas Básicas de Salud y Unidad de Apoyo al  Área de Salud</w:t>
            </w:r>
          </w:p>
        </w:tc>
        <w:tc>
          <w:tcPr>
            <w:tcW w:w="2835" w:type="dxa"/>
            <w:noWrap/>
            <w:vAlign w:val="bottom"/>
            <w:hideMark/>
          </w:tcPr>
          <w:p w:rsidR="00011E90" w:rsidRPr="008664E3" w:rsidRDefault="00011E90">
            <w:pPr>
              <w:spacing w:before="0" w:after="0"/>
              <w:jc w:val="center"/>
              <w:rPr>
                <w:rFonts w:ascii="Riojana" w:hAnsi="Riojana" w:cs="Arial"/>
                <w:b/>
                <w:bCs/>
                <w:color w:val="000000"/>
                <w:sz w:val="18"/>
                <w:szCs w:val="18"/>
              </w:rPr>
            </w:pPr>
            <w:r w:rsidRPr="008664E3">
              <w:rPr>
                <w:rFonts w:ascii="Riojana" w:hAnsi="Riojana"/>
                <w:b/>
                <w:bCs/>
                <w:color w:val="000000"/>
                <w:sz w:val="18"/>
                <w:szCs w:val="18"/>
              </w:rPr>
              <w:t>75</w:t>
            </w:r>
          </w:p>
        </w:tc>
      </w:tr>
      <w:tr w:rsidR="00011E90" w:rsidRPr="008664E3" w:rsidTr="00B13F64">
        <w:trPr>
          <w:trHeight w:val="300"/>
        </w:trPr>
        <w:tc>
          <w:tcPr>
            <w:tcW w:w="6394" w:type="dxa"/>
            <w:noWrap/>
            <w:vAlign w:val="bottom"/>
          </w:tcPr>
          <w:p w:rsidR="00011E90" w:rsidRPr="008664E3" w:rsidRDefault="00011E90">
            <w:pPr>
              <w:rPr>
                <w:rFonts w:ascii="Riojana" w:hAnsi="Riojana" w:cs="Arial"/>
                <w:b/>
                <w:bCs/>
                <w:color w:val="000000"/>
                <w:sz w:val="18"/>
                <w:szCs w:val="18"/>
              </w:rPr>
            </w:pPr>
          </w:p>
          <w:p w:rsidR="00011E90" w:rsidRPr="008664E3" w:rsidRDefault="00011E90">
            <w:pPr>
              <w:spacing w:before="100" w:after="100"/>
              <w:rPr>
                <w:rFonts w:ascii="Riojana" w:hAnsi="Riojana" w:cs="Arial"/>
                <w:b/>
                <w:bCs/>
                <w:color w:val="000000"/>
                <w:sz w:val="18"/>
                <w:szCs w:val="18"/>
              </w:rPr>
            </w:pPr>
            <w:r w:rsidRPr="008664E3">
              <w:rPr>
                <w:rFonts w:ascii="Riojana" w:hAnsi="Riojana"/>
                <w:b/>
                <w:bCs/>
                <w:color w:val="000000"/>
                <w:sz w:val="18"/>
                <w:szCs w:val="18"/>
              </w:rPr>
              <w:t>Hospital San Pedro y 061</w:t>
            </w:r>
          </w:p>
        </w:tc>
        <w:tc>
          <w:tcPr>
            <w:tcW w:w="2835" w:type="dxa"/>
            <w:noWrap/>
            <w:vAlign w:val="bottom"/>
            <w:hideMark/>
          </w:tcPr>
          <w:p w:rsidR="00011E90" w:rsidRPr="008664E3" w:rsidRDefault="00011E90">
            <w:pPr>
              <w:spacing w:before="100" w:after="100"/>
              <w:jc w:val="center"/>
              <w:rPr>
                <w:rFonts w:ascii="Riojana" w:hAnsi="Riojana" w:cs="Arial"/>
                <w:b/>
                <w:bCs/>
                <w:color w:val="000000"/>
                <w:sz w:val="18"/>
                <w:szCs w:val="18"/>
              </w:rPr>
            </w:pPr>
            <w:r w:rsidRPr="008664E3">
              <w:rPr>
                <w:rFonts w:ascii="Riojana" w:hAnsi="Riojana"/>
                <w:b/>
                <w:bCs/>
                <w:color w:val="000000"/>
                <w:sz w:val="18"/>
                <w:szCs w:val="18"/>
              </w:rPr>
              <w:t>Funcionarios</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100" w:after="100"/>
              <w:rPr>
                <w:rFonts w:ascii="Riojana" w:hAnsi="Riojana" w:cs="Arial"/>
                <w:color w:val="000000"/>
                <w:sz w:val="18"/>
                <w:szCs w:val="18"/>
              </w:rPr>
            </w:pPr>
            <w:r w:rsidRPr="008664E3">
              <w:rPr>
                <w:rFonts w:ascii="Riojana" w:hAnsi="Riojana"/>
                <w:color w:val="000000"/>
                <w:sz w:val="18"/>
                <w:szCs w:val="18"/>
              </w:rPr>
              <w:t>Subgrupo A1</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100" w:after="100"/>
              <w:rPr>
                <w:rFonts w:ascii="Riojana" w:hAnsi="Riojana" w:cs="Arial"/>
                <w:color w:val="000000"/>
                <w:sz w:val="18"/>
                <w:szCs w:val="18"/>
              </w:rPr>
            </w:pPr>
            <w:r w:rsidRPr="008664E3">
              <w:rPr>
                <w:rFonts w:ascii="Riojana" w:hAnsi="Riojana"/>
                <w:color w:val="000000"/>
                <w:sz w:val="18"/>
                <w:szCs w:val="18"/>
              </w:rPr>
              <w:t xml:space="preserve">E.S.C.F.S.A.E. </w:t>
            </w:r>
          </w:p>
        </w:tc>
        <w:tc>
          <w:tcPr>
            <w:tcW w:w="2835" w:type="dxa"/>
            <w:noWrap/>
            <w:vAlign w:val="bottom"/>
            <w:hideMark/>
          </w:tcPr>
          <w:p w:rsidR="00011E90" w:rsidRPr="008664E3" w:rsidRDefault="00011E90">
            <w:pPr>
              <w:spacing w:before="100" w:after="100"/>
              <w:jc w:val="center"/>
              <w:rPr>
                <w:rFonts w:ascii="Riojana" w:hAnsi="Riojana" w:cs="Arial"/>
                <w:sz w:val="18"/>
                <w:szCs w:val="18"/>
              </w:rPr>
            </w:pPr>
            <w:r w:rsidRPr="008664E3">
              <w:rPr>
                <w:rFonts w:ascii="Riojana" w:hAnsi="Riojana"/>
                <w:sz w:val="18"/>
                <w:szCs w:val="18"/>
              </w:rPr>
              <w:t>8</w:t>
            </w:r>
          </w:p>
        </w:tc>
      </w:tr>
      <w:tr w:rsidR="00011E90" w:rsidRPr="008664E3" w:rsidTr="00B13F64">
        <w:trPr>
          <w:trHeight w:val="300"/>
        </w:trPr>
        <w:tc>
          <w:tcPr>
            <w:tcW w:w="6394" w:type="dxa"/>
            <w:noWrap/>
            <w:vAlign w:val="bottom"/>
            <w:hideMark/>
          </w:tcPr>
          <w:p w:rsidR="00011E90" w:rsidRPr="008664E3" w:rsidRDefault="00011E90">
            <w:pPr>
              <w:spacing w:before="100" w:after="100"/>
              <w:rPr>
                <w:rFonts w:ascii="Riojana" w:hAnsi="Riojana" w:cs="Arial"/>
                <w:color w:val="000000"/>
                <w:sz w:val="18"/>
                <w:szCs w:val="18"/>
              </w:rPr>
            </w:pPr>
            <w:r w:rsidRPr="008664E3">
              <w:rPr>
                <w:rFonts w:ascii="Riojana" w:hAnsi="Riojana"/>
                <w:color w:val="000000"/>
                <w:sz w:val="18"/>
                <w:szCs w:val="18"/>
              </w:rPr>
              <w:lastRenderedPageBreak/>
              <w:t>Total Subgrupo A1</w:t>
            </w:r>
          </w:p>
        </w:tc>
        <w:tc>
          <w:tcPr>
            <w:tcW w:w="2835" w:type="dxa"/>
            <w:noWrap/>
            <w:vAlign w:val="bottom"/>
            <w:hideMark/>
          </w:tcPr>
          <w:p w:rsidR="00011E90" w:rsidRPr="008664E3" w:rsidRDefault="00011E90">
            <w:pPr>
              <w:spacing w:before="100" w:after="100"/>
              <w:jc w:val="center"/>
              <w:rPr>
                <w:rFonts w:ascii="Riojana" w:hAnsi="Riojana" w:cs="Arial"/>
                <w:sz w:val="18"/>
                <w:szCs w:val="18"/>
              </w:rPr>
            </w:pPr>
            <w:r w:rsidRPr="008664E3">
              <w:rPr>
                <w:rFonts w:ascii="Riojana" w:hAnsi="Riojana"/>
                <w:sz w:val="18"/>
                <w:szCs w:val="18"/>
              </w:rPr>
              <w:t>8</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100" w:after="100"/>
              <w:rPr>
                <w:rFonts w:ascii="Riojana" w:hAnsi="Riojana" w:cs="Arial"/>
                <w:color w:val="000000"/>
                <w:sz w:val="18"/>
                <w:szCs w:val="18"/>
              </w:rPr>
            </w:pPr>
            <w:r w:rsidRPr="008664E3">
              <w:rPr>
                <w:rFonts w:ascii="Riojana" w:hAnsi="Riojana"/>
                <w:color w:val="000000"/>
                <w:sz w:val="18"/>
                <w:szCs w:val="18"/>
              </w:rPr>
              <w:t>Subgrupo A2</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shd w:val="clear" w:color="auto" w:fill="FFFFFF"/>
            <w:noWrap/>
            <w:vAlign w:val="bottom"/>
            <w:hideMark/>
          </w:tcPr>
          <w:p w:rsidR="00011E90" w:rsidRPr="008664E3" w:rsidRDefault="00011E90">
            <w:pPr>
              <w:spacing w:before="100" w:after="100"/>
              <w:rPr>
                <w:rFonts w:ascii="Riojana" w:hAnsi="Riojana" w:cs="Arial"/>
                <w:color w:val="000000"/>
                <w:sz w:val="18"/>
                <w:szCs w:val="18"/>
              </w:rPr>
            </w:pPr>
            <w:r w:rsidRPr="008664E3">
              <w:rPr>
                <w:rFonts w:ascii="Riojana" w:hAnsi="Riojana"/>
                <w:color w:val="000000"/>
                <w:sz w:val="18"/>
                <w:szCs w:val="18"/>
              </w:rPr>
              <w:t>E.S.C.F.G.M.A.E. (A.T.S./D.U.E.)</w:t>
            </w:r>
          </w:p>
        </w:tc>
        <w:tc>
          <w:tcPr>
            <w:tcW w:w="2835" w:type="dxa"/>
            <w:shd w:val="clear" w:color="auto" w:fill="FFFFFF"/>
            <w:noWrap/>
            <w:vAlign w:val="bottom"/>
            <w:hideMark/>
          </w:tcPr>
          <w:p w:rsidR="00011E90" w:rsidRPr="008664E3" w:rsidRDefault="00011E90">
            <w:pPr>
              <w:spacing w:before="100" w:after="100"/>
              <w:jc w:val="center"/>
              <w:rPr>
                <w:rFonts w:ascii="Riojana" w:hAnsi="Riojana" w:cs="Arial"/>
                <w:sz w:val="18"/>
                <w:szCs w:val="18"/>
              </w:rPr>
            </w:pPr>
            <w:r w:rsidRPr="008664E3">
              <w:rPr>
                <w:rFonts w:ascii="Riojana" w:hAnsi="Riojana"/>
                <w:sz w:val="18"/>
                <w:szCs w:val="18"/>
              </w:rPr>
              <w:t>18</w:t>
            </w:r>
          </w:p>
        </w:tc>
      </w:tr>
      <w:tr w:rsidR="00011E90" w:rsidRPr="008664E3" w:rsidTr="00B13F64">
        <w:trPr>
          <w:trHeight w:val="300"/>
        </w:trPr>
        <w:tc>
          <w:tcPr>
            <w:tcW w:w="6394" w:type="dxa"/>
            <w:noWrap/>
            <w:vAlign w:val="bottom"/>
            <w:hideMark/>
          </w:tcPr>
          <w:p w:rsidR="00011E90" w:rsidRPr="008664E3" w:rsidRDefault="00011E90">
            <w:pPr>
              <w:spacing w:before="100" w:after="100"/>
              <w:rPr>
                <w:rFonts w:ascii="Riojana" w:hAnsi="Riojana" w:cs="Arial"/>
                <w:color w:val="000000"/>
                <w:sz w:val="18"/>
                <w:szCs w:val="18"/>
              </w:rPr>
            </w:pPr>
            <w:r w:rsidRPr="008664E3">
              <w:rPr>
                <w:rFonts w:ascii="Riojana" w:hAnsi="Riojana"/>
                <w:color w:val="000000"/>
                <w:sz w:val="18"/>
                <w:szCs w:val="18"/>
              </w:rPr>
              <w:t>Total Subgrupo A2</w:t>
            </w:r>
          </w:p>
        </w:tc>
        <w:tc>
          <w:tcPr>
            <w:tcW w:w="2835" w:type="dxa"/>
            <w:noWrap/>
            <w:vAlign w:val="bottom"/>
            <w:hideMark/>
          </w:tcPr>
          <w:p w:rsidR="00011E90" w:rsidRPr="008664E3" w:rsidRDefault="00011E90">
            <w:pPr>
              <w:spacing w:before="100" w:after="100"/>
              <w:jc w:val="center"/>
              <w:rPr>
                <w:rFonts w:ascii="Riojana" w:hAnsi="Riojana" w:cs="Arial"/>
                <w:sz w:val="18"/>
                <w:szCs w:val="18"/>
              </w:rPr>
            </w:pPr>
            <w:r w:rsidRPr="008664E3">
              <w:rPr>
                <w:rFonts w:ascii="Riojana" w:hAnsi="Riojana"/>
                <w:sz w:val="18"/>
                <w:szCs w:val="18"/>
              </w:rPr>
              <w:t>18</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100" w:after="100"/>
              <w:rPr>
                <w:rFonts w:ascii="Riojana" w:hAnsi="Riojana" w:cs="Arial"/>
                <w:color w:val="000000"/>
                <w:sz w:val="18"/>
                <w:szCs w:val="18"/>
              </w:rPr>
            </w:pPr>
            <w:r w:rsidRPr="008664E3">
              <w:rPr>
                <w:rFonts w:ascii="Riojana" w:hAnsi="Riojana"/>
                <w:color w:val="000000"/>
                <w:sz w:val="18"/>
                <w:szCs w:val="18"/>
              </w:rPr>
              <w:t>Subgrupo  C1</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100" w:after="100"/>
              <w:rPr>
                <w:rFonts w:ascii="Riojana" w:hAnsi="Riojana" w:cs="Arial"/>
                <w:color w:val="000000"/>
                <w:sz w:val="18"/>
                <w:szCs w:val="18"/>
              </w:rPr>
            </w:pPr>
            <w:proofErr w:type="spellStart"/>
            <w:r w:rsidRPr="008664E3">
              <w:rPr>
                <w:rFonts w:ascii="Riojana" w:hAnsi="Riojana"/>
                <w:color w:val="000000"/>
                <w:sz w:val="18"/>
                <w:szCs w:val="18"/>
              </w:rPr>
              <w:t>C.Ay.F.A.E</w:t>
            </w:r>
            <w:proofErr w:type="spellEnd"/>
            <w:r w:rsidRPr="008664E3">
              <w:rPr>
                <w:rFonts w:ascii="Riojana" w:hAnsi="Riojana"/>
                <w:color w:val="000000"/>
                <w:sz w:val="18"/>
                <w:szCs w:val="18"/>
              </w:rPr>
              <w:t xml:space="preserve">   (A.T.L.)</w:t>
            </w:r>
          </w:p>
        </w:tc>
        <w:tc>
          <w:tcPr>
            <w:tcW w:w="2835" w:type="dxa"/>
            <w:noWrap/>
            <w:vAlign w:val="bottom"/>
            <w:hideMark/>
          </w:tcPr>
          <w:p w:rsidR="00011E90" w:rsidRPr="008664E3" w:rsidRDefault="00011E90">
            <w:pPr>
              <w:spacing w:before="100" w:after="100"/>
              <w:jc w:val="center"/>
              <w:rPr>
                <w:rFonts w:ascii="Riojana" w:hAnsi="Riojana" w:cs="Arial"/>
                <w:sz w:val="18"/>
                <w:szCs w:val="18"/>
              </w:rPr>
            </w:pPr>
            <w:r w:rsidRPr="008664E3">
              <w:rPr>
                <w:rFonts w:ascii="Riojana" w:hAnsi="Riojana"/>
                <w:sz w:val="18"/>
                <w:szCs w:val="18"/>
              </w:rPr>
              <w:t>3</w:t>
            </w:r>
          </w:p>
        </w:tc>
      </w:tr>
      <w:tr w:rsidR="00011E90" w:rsidRPr="008664E3" w:rsidTr="00B13F64">
        <w:trPr>
          <w:trHeight w:val="300"/>
        </w:trPr>
        <w:tc>
          <w:tcPr>
            <w:tcW w:w="6394" w:type="dxa"/>
            <w:noWrap/>
            <w:vAlign w:val="bottom"/>
            <w:hideMark/>
          </w:tcPr>
          <w:p w:rsidR="00011E90" w:rsidRPr="008664E3" w:rsidRDefault="00011E90">
            <w:pPr>
              <w:spacing w:before="100" w:after="100"/>
              <w:rPr>
                <w:rFonts w:ascii="Riojana" w:hAnsi="Riojana" w:cs="Arial"/>
                <w:color w:val="000000"/>
                <w:sz w:val="18"/>
                <w:szCs w:val="18"/>
              </w:rPr>
            </w:pPr>
            <w:proofErr w:type="spellStart"/>
            <w:r w:rsidRPr="008664E3">
              <w:rPr>
                <w:rFonts w:ascii="Riojana" w:hAnsi="Riojana"/>
                <w:color w:val="000000"/>
                <w:sz w:val="18"/>
                <w:szCs w:val="18"/>
              </w:rPr>
              <w:t>E.S.C.Ay.F.A.E</w:t>
            </w:r>
            <w:proofErr w:type="spellEnd"/>
            <w:r w:rsidRPr="008664E3">
              <w:rPr>
                <w:rFonts w:ascii="Riojana" w:hAnsi="Riojana"/>
                <w:color w:val="000000"/>
                <w:sz w:val="18"/>
                <w:szCs w:val="18"/>
              </w:rPr>
              <w:t xml:space="preserve">. </w:t>
            </w:r>
          </w:p>
        </w:tc>
        <w:tc>
          <w:tcPr>
            <w:tcW w:w="2835" w:type="dxa"/>
            <w:noWrap/>
            <w:vAlign w:val="bottom"/>
            <w:hideMark/>
          </w:tcPr>
          <w:p w:rsidR="00011E90" w:rsidRPr="008664E3" w:rsidRDefault="00011E90">
            <w:pPr>
              <w:spacing w:before="100" w:after="100"/>
              <w:jc w:val="center"/>
              <w:rPr>
                <w:rFonts w:ascii="Riojana" w:hAnsi="Riojana" w:cs="Arial"/>
                <w:sz w:val="18"/>
                <w:szCs w:val="18"/>
              </w:rPr>
            </w:pPr>
            <w:r w:rsidRPr="008664E3">
              <w:rPr>
                <w:rFonts w:ascii="Riojana" w:hAnsi="Riojana"/>
                <w:sz w:val="18"/>
                <w:szCs w:val="18"/>
              </w:rPr>
              <w:t>4</w:t>
            </w:r>
          </w:p>
        </w:tc>
      </w:tr>
      <w:tr w:rsidR="00011E90" w:rsidRPr="008664E3" w:rsidTr="00B13F64">
        <w:trPr>
          <w:trHeight w:val="300"/>
        </w:trPr>
        <w:tc>
          <w:tcPr>
            <w:tcW w:w="6394" w:type="dxa"/>
            <w:noWrap/>
            <w:vAlign w:val="bottom"/>
            <w:hideMark/>
          </w:tcPr>
          <w:p w:rsidR="00011E90" w:rsidRPr="008664E3" w:rsidRDefault="00011E90">
            <w:pPr>
              <w:spacing w:before="100" w:after="100"/>
              <w:rPr>
                <w:rFonts w:ascii="Riojana" w:hAnsi="Riojana" w:cs="Arial"/>
                <w:color w:val="000000"/>
                <w:sz w:val="18"/>
                <w:szCs w:val="18"/>
              </w:rPr>
            </w:pPr>
            <w:r w:rsidRPr="008664E3">
              <w:rPr>
                <w:rFonts w:ascii="Riojana" w:hAnsi="Riojana"/>
                <w:color w:val="000000"/>
                <w:sz w:val="18"/>
                <w:szCs w:val="18"/>
              </w:rPr>
              <w:t>Total Subgrupo C1</w:t>
            </w:r>
          </w:p>
        </w:tc>
        <w:tc>
          <w:tcPr>
            <w:tcW w:w="2835" w:type="dxa"/>
            <w:noWrap/>
            <w:vAlign w:val="bottom"/>
            <w:hideMark/>
          </w:tcPr>
          <w:p w:rsidR="00011E90" w:rsidRPr="008664E3" w:rsidRDefault="00011E90">
            <w:pPr>
              <w:spacing w:before="100" w:after="100"/>
              <w:jc w:val="center"/>
              <w:rPr>
                <w:rFonts w:ascii="Riojana" w:hAnsi="Riojana" w:cs="Arial"/>
                <w:sz w:val="18"/>
                <w:szCs w:val="18"/>
              </w:rPr>
            </w:pPr>
            <w:r w:rsidRPr="008664E3">
              <w:rPr>
                <w:rFonts w:ascii="Riojana" w:hAnsi="Riojana"/>
                <w:sz w:val="18"/>
                <w:szCs w:val="18"/>
              </w:rPr>
              <w:t>7</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100" w:after="100"/>
              <w:rPr>
                <w:rFonts w:ascii="Riojana" w:hAnsi="Riojana" w:cs="Arial"/>
                <w:color w:val="000000"/>
                <w:sz w:val="18"/>
                <w:szCs w:val="18"/>
              </w:rPr>
            </w:pPr>
            <w:r w:rsidRPr="008664E3">
              <w:rPr>
                <w:rFonts w:ascii="Riojana" w:hAnsi="Riojana"/>
                <w:color w:val="000000"/>
                <w:sz w:val="18"/>
                <w:szCs w:val="18"/>
              </w:rPr>
              <w:t>Subgrupo C2</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100" w:after="100"/>
              <w:rPr>
                <w:rFonts w:ascii="Riojana" w:hAnsi="Riojana" w:cs="Arial"/>
                <w:color w:val="000000"/>
                <w:sz w:val="18"/>
                <w:szCs w:val="18"/>
              </w:rPr>
            </w:pPr>
            <w:r w:rsidRPr="008664E3">
              <w:rPr>
                <w:rFonts w:ascii="Riojana" w:hAnsi="Riojana"/>
                <w:color w:val="000000"/>
                <w:sz w:val="18"/>
                <w:szCs w:val="18"/>
              </w:rPr>
              <w:t>E.S.C.A.F.A.E.  (Auxiliar de Enfermería)</w:t>
            </w:r>
          </w:p>
        </w:tc>
        <w:tc>
          <w:tcPr>
            <w:tcW w:w="2835" w:type="dxa"/>
            <w:noWrap/>
            <w:vAlign w:val="bottom"/>
            <w:hideMark/>
          </w:tcPr>
          <w:p w:rsidR="00011E90" w:rsidRPr="008664E3" w:rsidRDefault="00011E90">
            <w:pPr>
              <w:spacing w:before="100" w:after="100"/>
              <w:jc w:val="center"/>
              <w:rPr>
                <w:rFonts w:ascii="Riojana" w:hAnsi="Riojana" w:cs="Arial"/>
                <w:sz w:val="18"/>
                <w:szCs w:val="18"/>
              </w:rPr>
            </w:pPr>
            <w:r w:rsidRPr="008664E3">
              <w:rPr>
                <w:rFonts w:ascii="Riojana" w:hAnsi="Riojana"/>
                <w:sz w:val="18"/>
                <w:szCs w:val="18"/>
              </w:rPr>
              <w:t>23</w:t>
            </w:r>
          </w:p>
        </w:tc>
      </w:tr>
      <w:tr w:rsidR="00011E90" w:rsidRPr="008664E3" w:rsidTr="00B13F64">
        <w:trPr>
          <w:trHeight w:val="300"/>
        </w:trPr>
        <w:tc>
          <w:tcPr>
            <w:tcW w:w="6394" w:type="dxa"/>
            <w:noWrap/>
            <w:vAlign w:val="bottom"/>
            <w:hideMark/>
          </w:tcPr>
          <w:p w:rsidR="00011E90" w:rsidRPr="008664E3" w:rsidRDefault="00011E90">
            <w:pPr>
              <w:spacing w:before="100" w:after="100"/>
              <w:rPr>
                <w:rFonts w:ascii="Riojana" w:hAnsi="Riojana" w:cs="Arial"/>
                <w:color w:val="000000"/>
                <w:sz w:val="18"/>
                <w:szCs w:val="18"/>
              </w:rPr>
            </w:pPr>
            <w:r w:rsidRPr="008664E3">
              <w:rPr>
                <w:rFonts w:ascii="Riojana" w:hAnsi="Riojana"/>
                <w:color w:val="000000"/>
                <w:sz w:val="18"/>
                <w:szCs w:val="18"/>
              </w:rPr>
              <w:t>Cuerpo Auxiliar A.G.</w:t>
            </w:r>
          </w:p>
        </w:tc>
        <w:tc>
          <w:tcPr>
            <w:tcW w:w="2835" w:type="dxa"/>
            <w:noWrap/>
            <w:vAlign w:val="bottom"/>
            <w:hideMark/>
          </w:tcPr>
          <w:p w:rsidR="00011E90" w:rsidRPr="008664E3" w:rsidRDefault="00011E90">
            <w:pPr>
              <w:spacing w:before="100" w:after="100"/>
              <w:jc w:val="center"/>
              <w:rPr>
                <w:rFonts w:ascii="Riojana" w:hAnsi="Riojana" w:cs="Arial"/>
                <w:sz w:val="18"/>
                <w:szCs w:val="18"/>
              </w:rPr>
            </w:pPr>
            <w:r w:rsidRPr="008664E3">
              <w:rPr>
                <w:rFonts w:ascii="Riojana" w:hAnsi="Riojana"/>
                <w:sz w:val="18"/>
                <w:szCs w:val="18"/>
              </w:rPr>
              <w:t>3</w:t>
            </w:r>
          </w:p>
        </w:tc>
      </w:tr>
      <w:tr w:rsidR="00011E90" w:rsidRPr="008664E3" w:rsidTr="00B13F64">
        <w:trPr>
          <w:trHeight w:val="300"/>
        </w:trPr>
        <w:tc>
          <w:tcPr>
            <w:tcW w:w="6394" w:type="dxa"/>
            <w:noWrap/>
            <w:vAlign w:val="bottom"/>
            <w:hideMark/>
          </w:tcPr>
          <w:p w:rsidR="00011E90" w:rsidRPr="008664E3" w:rsidRDefault="00011E90">
            <w:pPr>
              <w:spacing w:before="100" w:after="100"/>
              <w:rPr>
                <w:rFonts w:ascii="Riojana" w:hAnsi="Riojana" w:cs="Arial"/>
                <w:color w:val="000000"/>
                <w:sz w:val="18"/>
                <w:szCs w:val="18"/>
              </w:rPr>
            </w:pPr>
            <w:r w:rsidRPr="008664E3">
              <w:rPr>
                <w:rFonts w:ascii="Riojana" w:hAnsi="Riojana"/>
                <w:color w:val="000000"/>
                <w:sz w:val="18"/>
                <w:szCs w:val="18"/>
              </w:rPr>
              <w:t>Total Subgrupo C2</w:t>
            </w:r>
          </w:p>
        </w:tc>
        <w:tc>
          <w:tcPr>
            <w:tcW w:w="2835" w:type="dxa"/>
            <w:noWrap/>
            <w:vAlign w:val="bottom"/>
            <w:hideMark/>
          </w:tcPr>
          <w:p w:rsidR="00011E90" w:rsidRPr="008664E3" w:rsidRDefault="00011E90">
            <w:pPr>
              <w:spacing w:before="100" w:after="100"/>
              <w:jc w:val="center"/>
              <w:rPr>
                <w:rFonts w:ascii="Riojana" w:hAnsi="Riojana" w:cs="Arial"/>
                <w:sz w:val="18"/>
                <w:szCs w:val="18"/>
              </w:rPr>
            </w:pPr>
            <w:r w:rsidRPr="008664E3">
              <w:rPr>
                <w:rFonts w:ascii="Riojana" w:hAnsi="Riojana"/>
                <w:sz w:val="18"/>
                <w:szCs w:val="18"/>
              </w:rPr>
              <w:t>26</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100" w:after="100"/>
              <w:rPr>
                <w:rFonts w:ascii="Riojana" w:hAnsi="Riojana" w:cs="Arial"/>
                <w:b/>
                <w:bCs/>
                <w:color w:val="000000"/>
                <w:sz w:val="18"/>
                <w:szCs w:val="18"/>
              </w:rPr>
            </w:pPr>
            <w:r w:rsidRPr="008664E3">
              <w:rPr>
                <w:rFonts w:ascii="Riojana" w:hAnsi="Riojana"/>
                <w:b/>
                <w:bCs/>
                <w:color w:val="000000"/>
                <w:sz w:val="18"/>
                <w:szCs w:val="18"/>
              </w:rPr>
              <w:t>Total personal funcionario Hospital San Pedro y 061</w:t>
            </w:r>
          </w:p>
        </w:tc>
        <w:tc>
          <w:tcPr>
            <w:tcW w:w="2835" w:type="dxa"/>
            <w:noWrap/>
            <w:vAlign w:val="bottom"/>
            <w:hideMark/>
          </w:tcPr>
          <w:p w:rsidR="00011E90" w:rsidRPr="008664E3" w:rsidRDefault="00011E90">
            <w:pPr>
              <w:spacing w:before="100" w:after="100"/>
              <w:jc w:val="center"/>
              <w:rPr>
                <w:rFonts w:ascii="Riojana" w:hAnsi="Riojana" w:cs="Arial"/>
                <w:b/>
                <w:bCs/>
                <w:color w:val="000000"/>
                <w:sz w:val="18"/>
                <w:szCs w:val="18"/>
              </w:rPr>
            </w:pPr>
            <w:r w:rsidRPr="008664E3">
              <w:rPr>
                <w:rFonts w:ascii="Riojana" w:hAnsi="Riojana"/>
                <w:b/>
                <w:bCs/>
                <w:color w:val="000000"/>
                <w:sz w:val="18"/>
                <w:szCs w:val="18"/>
              </w:rPr>
              <w:t>59</w:t>
            </w: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
                <w:bCs/>
                <w:color w:val="000000"/>
                <w:sz w:val="18"/>
                <w:szCs w:val="18"/>
              </w:rPr>
            </w:pPr>
            <w:r w:rsidRPr="008664E3">
              <w:rPr>
                <w:rFonts w:ascii="Riojana" w:hAnsi="Riojana"/>
                <w:b/>
                <w:bCs/>
                <w:color w:val="000000"/>
                <w:sz w:val="18"/>
                <w:szCs w:val="18"/>
              </w:rPr>
              <w:t>Centro Asistencial Albelda de Iregua</w:t>
            </w:r>
          </w:p>
        </w:tc>
        <w:tc>
          <w:tcPr>
            <w:tcW w:w="2835" w:type="dxa"/>
            <w:noWrap/>
            <w:vAlign w:val="bottom"/>
            <w:hideMark/>
          </w:tcPr>
          <w:p w:rsidR="00011E90" w:rsidRPr="008664E3" w:rsidRDefault="00011E90">
            <w:pPr>
              <w:spacing w:before="0" w:after="0"/>
              <w:jc w:val="center"/>
              <w:rPr>
                <w:rFonts w:ascii="Riojana" w:hAnsi="Riojana" w:cs="Arial"/>
                <w:b/>
                <w:bCs/>
                <w:color w:val="000000"/>
                <w:sz w:val="18"/>
                <w:szCs w:val="18"/>
              </w:rPr>
            </w:pPr>
            <w:r w:rsidRPr="008664E3">
              <w:rPr>
                <w:rFonts w:ascii="Riojana" w:hAnsi="Riojana"/>
                <w:b/>
                <w:bCs/>
                <w:color w:val="000000"/>
                <w:sz w:val="18"/>
                <w:szCs w:val="18"/>
              </w:rPr>
              <w:t>Funcionarios</w:t>
            </w: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t>Subgrupo A1</w:t>
            </w:r>
          </w:p>
        </w:tc>
        <w:tc>
          <w:tcPr>
            <w:tcW w:w="2835" w:type="dxa"/>
            <w:noWrap/>
            <w:vAlign w:val="bottom"/>
          </w:tcPr>
          <w:p w:rsidR="00011E90" w:rsidRPr="008664E3" w:rsidRDefault="00011E90">
            <w:pPr>
              <w:spacing w:before="0" w:after="0"/>
              <w:jc w:val="center"/>
              <w:rPr>
                <w:rFonts w:ascii="Riojana" w:hAnsi="Riojana" w:cs="Arial"/>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t>E.S.C.F.S.A.E. (Médico)</w:t>
            </w:r>
          </w:p>
        </w:tc>
        <w:tc>
          <w:tcPr>
            <w:tcW w:w="2835" w:type="dxa"/>
            <w:noWrap/>
            <w:vAlign w:val="bottom"/>
            <w:hideMark/>
          </w:tcPr>
          <w:p w:rsidR="00011E90" w:rsidRPr="008664E3" w:rsidRDefault="00011E90">
            <w:pPr>
              <w:spacing w:before="0" w:after="0"/>
              <w:jc w:val="center"/>
              <w:rPr>
                <w:rFonts w:ascii="Riojana" w:hAnsi="Riojana" w:cs="Arial"/>
                <w:bCs/>
                <w:color w:val="000000"/>
                <w:sz w:val="18"/>
                <w:szCs w:val="18"/>
              </w:rPr>
            </w:pPr>
            <w:r w:rsidRPr="008664E3">
              <w:rPr>
                <w:rFonts w:ascii="Riojana" w:hAnsi="Riojana"/>
                <w:bCs/>
                <w:color w:val="000000"/>
                <w:sz w:val="18"/>
                <w:szCs w:val="18"/>
              </w:rPr>
              <w:t>1</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t>Total Subgrupo A1</w:t>
            </w:r>
          </w:p>
        </w:tc>
        <w:tc>
          <w:tcPr>
            <w:tcW w:w="2835" w:type="dxa"/>
            <w:noWrap/>
            <w:vAlign w:val="bottom"/>
            <w:hideMark/>
          </w:tcPr>
          <w:p w:rsidR="00011E90" w:rsidRPr="008664E3" w:rsidRDefault="00011E90">
            <w:pPr>
              <w:spacing w:before="0" w:after="0"/>
              <w:jc w:val="center"/>
              <w:rPr>
                <w:rFonts w:ascii="Riojana" w:hAnsi="Riojana" w:cs="Arial"/>
                <w:bCs/>
                <w:color w:val="000000"/>
                <w:sz w:val="18"/>
                <w:szCs w:val="18"/>
              </w:rPr>
            </w:pPr>
            <w:r w:rsidRPr="008664E3">
              <w:rPr>
                <w:rFonts w:ascii="Riojana" w:hAnsi="Riojana"/>
                <w:bCs/>
                <w:color w:val="000000"/>
                <w:sz w:val="18"/>
                <w:szCs w:val="18"/>
              </w:rPr>
              <w:t>1</w:t>
            </w: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t>Subgrupo A2</w:t>
            </w:r>
          </w:p>
        </w:tc>
        <w:tc>
          <w:tcPr>
            <w:tcW w:w="2835" w:type="dxa"/>
            <w:noWrap/>
            <w:vAlign w:val="bottom"/>
          </w:tcPr>
          <w:p w:rsidR="00011E90" w:rsidRPr="008664E3" w:rsidRDefault="00011E90">
            <w:pPr>
              <w:spacing w:before="0" w:after="0"/>
              <w:jc w:val="center"/>
              <w:rPr>
                <w:rFonts w:ascii="Riojana" w:hAnsi="Riojana" w:cs="Arial"/>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t>E.S.C.F.G.M.A.E.(A.T.S./D.U.E.)</w:t>
            </w:r>
          </w:p>
        </w:tc>
        <w:tc>
          <w:tcPr>
            <w:tcW w:w="2835" w:type="dxa"/>
            <w:noWrap/>
            <w:vAlign w:val="bottom"/>
            <w:hideMark/>
          </w:tcPr>
          <w:p w:rsidR="00011E90" w:rsidRPr="008664E3" w:rsidRDefault="00011E90">
            <w:pPr>
              <w:spacing w:before="0" w:after="0"/>
              <w:jc w:val="center"/>
              <w:rPr>
                <w:rFonts w:ascii="Riojana" w:hAnsi="Riojana" w:cs="Arial"/>
                <w:bCs/>
                <w:color w:val="000000"/>
                <w:sz w:val="18"/>
                <w:szCs w:val="18"/>
              </w:rPr>
            </w:pPr>
            <w:r w:rsidRPr="008664E3">
              <w:rPr>
                <w:rFonts w:ascii="Riojana" w:hAnsi="Riojana"/>
                <w:bCs/>
                <w:color w:val="000000"/>
                <w:sz w:val="18"/>
                <w:szCs w:val="18"/>
              </w:rPr>
              <w:t>7</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t>Total Subgrupo  A2</w:t>
            </w:r>
          </w:p>
        </w:tc>
        <w:tc>
          <w:tcPr>
            <w:tcW w:w="2835" w:type="dxa"/>
            <w:noWrap/>
            <w:vAlign w:val="bottom"/>
            <w:hideMark/>
          </w:tcPr>
          <w:p w:rsidR="00011E90" w:rsidRPr="008664E3" w:rsidRDefault="00011E90">
            <w:pPr>
              <w:spacing w:before="0" w:after="0"/>
              <w:jc w:val="center"/>
              <w:rPr>
                <w:rFonts w:ascii="Riojana" w:hAnsi="Riojana" w:cs="Arial"/>
                <w:bCs/>
                <w:color w:val="000000"/>
                <w:sz w:val="18"/>
                <w:szCs w:val="18"/>
              </w:rPr>
            </w:pPr>
            <w:r w:rsidRPr="008664E3">
              <w:rPr>
                <w:rFonts w:ascii="Riojana" w:hAnsi="Riojana"/>
                <w:bCs/>
                <w:color w:val="000000"/>
                <w:sz w:val="18"/>
                <w:szCs w:val="18"/>
              </w:rPr>
              <w:t>7</w:t>
            </w: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t>Subgrupo C2</w:t>
            </w:r>
          </w:p>
        </w:tc>
        <w:tc>
          <w:tcPr>
            <w:tcW w:w="2835" w:type="dxa"/>
            <w:noWrap/>
            <w:vAlign w:val="bottom"/>
          </w:tcPr>
          <w:p w:rsidR="00011E90" w:rsidRPr="008664E3" w:rsidRDefault="00011E90">
            <w:pPr>
              <w:spacing w:before="0" w:after="0"/>
              <w:jc w:val="center"/>
              <w:rPr>
                <w:rFonts w:ascii="Riojana" w:hAnsi="Riojana" w:cs="Arial"/>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lastRenderedPageBreak/>
              <w:t>E.S.C.A.F.A.E. (Auxiliar de Enfermería)</w:t>
            </w:r>
          </w:p>
        </w:tc>
        <w:tc>
          <w:tcPr>
            <w:tcW w:w="2835" w:type="dxa"/>
            <w:noWrap/>
            <w:vAlign w:val="bottom"/>
            <w:hideMark/>
          </w:tcPr>
          <w:p w:rsidR="00011E90" w:rsidRPr="008664E3" w:rsidRDefault="00011E90">
            <w:pPr>
              <w:spacing w:before="0" w:after="0"/>
              <w:jc w:val="center"/>
              <w:rPr>
                <w:rFonts w:ascii="Riojana" w:hAnsi="Riojana" w:cs="Arial"/>
                <w:bCs/>
                <w:color w:val="000000"/>
                <w:sz w:val="18"/>
                <w:szCs w:val="18"/>
              </w:rPr>
            </w:pPr>
            <w:r w:rsidRPr="008664E3">
              <w:rPr>
                <w:rFonts w:ascii="Riojana" w:hAnsi="Riojana"/>
                <w:bCs/>
                <w:color w:val="000000"/>
                <w:sz w:val="18"/>
                <w:szCs w:val="18"/>
              </w:rPr>
              <w:t>32</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t>Total Subgrupo C2</w:t>
            </w:r>
          </w:p>
        </w:tc>
        <w:tc>
          <w:tcPr>
            <w:tcW w:w="2835" w:type="dxa"/>
            <w:noWrap/>
            <w:vAlign w:val="bottom"/>
            <w:hideMark/>
          </w:tcPr>
          <w:p w:rsidR="00011E90" w:rsidRPr="008664E3" w:rsidRDefault="00011E90">
            <w:pPr>
              <w:spacing w:before="0" w:after="0"/>
              <w:jc w:val="center"/>
              <w:rPr>
                <w:rFonts w:ascii="Riojana" w:hAnsi="Riojana" w:cs="Arial"/>
                <w:bCs/>
                <w:color w:val="000000"/>
                <w:sz w:val="18"/>
                <w:szCs w:val="18"/>
              </w:rPr>
            </w:pPr>
            <w:r w:rsidRPr="008664E3">
              <w:rPr>
                <w:rFonts w:ascii="Riojana" w:hAnsi="Riojana"/>
                <w:bCs/>
                <w:color w:val="000000"/>
                <w:sz w:val="18"/>
                <w:szCs w:val="18"/>
              </w:rPr>
              <w:t>32</w:t>
            </w: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t>Grupo E</w:t>
            </w:r>
          </w:p>
        </w:tc>
        <w:tc>
          <w:tcPr>
            <w:tcW w:w="2835" w:type="dxa"/>
            <w:noWrap/>
            <w:vAlign w:val="bottom"/>
          </w:tcPr>
          <w:p w:rsidR="00011E90" w:rsidRPr="008664E3" w:rsidRDefault="00011E90">
            <w:pPr>
              <w:spacing w:before="0" w:after="0"/>
              <w:jc w:val="center"/>
              <w:rPr>
                <w:rFonts w:ascii="Riojana" w:hAnsi="Riojana" w:cs="Arial"/>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t>Cuerpo Subalterno A.G.</w:t>
            </w:r>
          </w:p>
        </w:tc>
        <w:tc>
          <w:tcPr>
            <w:tcW w:w="2835" w:type="dxa"/>
            <w:noWrap/>
            <w:vAlign w:val="bottom"/>
            <w:hideMark/>
          </w:tcPr>
          <w:p w:rsidR="00011E90" w:rsidRPr="008664E3" w:rsidRDefault="00011E90">
            <w:pPr>
              <w:spacing w:before="0" w:after="0"/>
              <w:jc w:val="center"/>
              <w:rPr>
                <w:rFonts w:ascii="Riojana" w:hAnsi="Riojana" w:cs="Arial"/>
                <w:bCs/>
                <w:color w:val="000000"/>
                <w:sz w:val="18"/>
                <w:szCs w:val="18"/>
              </w:rPr>
            </w:pPr>
            <w:r w:rsidRPr="008664E3">
              <w:rPr>
                <w:rFonts w:ascii="Riojana" w:hAnsi="Riojana"/>
                <w:bCs/>
                <w:color w:val="000000"/>
                <w:sz w:val="18"/>
                <w:szCs w:val="18"/>
              </w:rPr>
              <w:t>1</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t>Total Grupo  E</w:t>
            </w:r>
          </w:p>
        </w:tc>
        <w:tc>
          <w:tcPr>
            <w:tcW w:w="2835" w:type="dxa"/>
            <w:noWrap/>
            <w:vAlign w:val="bottom"/>
            <w:hideMark/>
          </w:tcPr>
          <w:p w:rsidR="00011E90" w:rsidRPr="008664E3" w:rsidRDefault="00011E90">
            <w:pPr>
              <w:spacing w:before="0" w:after="0"/>
              <w:jc w:val="center"/>
              <w:rPr>
                <w:rFonts w:ascii="Riojana" w:hAnsi="Riojana" w:cs="Arial"/>
                <w:bCs/>
                <w:color w:val="000000"/>
                <w:sz w:val="18"/>
                <w:szCs w:val="18"/>
              </w:rPr>
            </w:pPr>
            <w:r w:rsidRPr="008664E3">
              <w:rPr>
                <w:rFonts w:ascii="Riojana" w:hAnsi="Riojana"/>
                <w:bCs/>
                <w:color w:val="000000"/>
                <w:sz w:val="18"/>
                <w:szCs w:val="18"/>
              </w:rPr>
              <w:t>1</w:t>
            </w: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
                <w:bCs/>
                <w:color w:val="000000"/>
                <w:sz w:val="18"/>
                <w:szCs w:val="18"/>
              </w:rPr>
            </w:pPr>
            <w:r w:rsidRPr="008664E3">
              <w:rPr>
                <w:rFonts w:ascii="Riojana" w:hAnsi="Riojana"/>
                <w:b/>
                <w:bCs/>
                <w:color w:val="000000"/>
                <w:sz w:val="18"/>
                <w:szCs w:val="18"/>
              </w:rPr>
              <w:t>Total personal funcionario del C. Asistencial Albelda de Iregua</w:t>
            </w:r>
          </w:p>
        </w:tc>
        <w:tc>
          <w:tcPr>
            <w:tcW w:w="2835" w:type="dxa"/>
            <w:noWrap/>
            <w:vAlign w:val="bottom"/>
          </w:tcPr>
          <w:p w:rsidR="00011E90" w:rsidRPr="008664E3" w:rsidRDefault="00011E90">
            <w:pPr>
              <w:spacing w:before="0" w:after="0"/>
              <w:jc w:val="center"/>
              <w:rPr>
                <w:rFonts w:ascii="Riojana" w:hAnsi="Riojana" w:cs="Arial"/>
                <w:b/>
                <w:bCs/>
                <w:color w:val="000000"/>
                <w:sz w:val="18"/>
                <w:szCs w:val="18"/>
              </w:rPr>
            </w:pPr>
            <w:r w:rsidRPr="008664E3">
              <w:rPr>
                <w:rFonts w:ascii="Riojana" w:hAnsi="Riojana"/>
                <w:b/>
                <w:bCs/>
                <w:color w:val="000000"/>
                <w:sz w:val="18"/>
                <w:szCs w:val="18"/>
              </w:rPr>
              <w:t>41</w:t>
            </w:r>
          </w:p>
          <w:p w:rsidR="00011E90" w:rsidRPr="008664E3" w:rsidRDefault="00011E90">
            <w:pPr>
              <w:spacing w:before="0" w:after="0"/>
              <w:jc w:val="center"/>
              <w:rPr>
                <w:rFonts w:ascii="Riojana" w:hAnsi="Riojana" w:cs="Arial"/>
                <w:b/>
                <w:bCs/>
                <w:color w:val="000000"/>
                <w:sz w:val="18"/>
                <w:szCs w:val="18"/>
              </w:rPr>
            </w:pP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
                <w:bCs/>
                <w:color w:val="000000"/>
                <w:sz w:val="18"/>
                <w:szCs w:val="18"/>
              </w:rPr>
            </w:pPr>
            <w:r w:rsidRPr="008664E3">
              <w:rPr>
                <w:rFonts w:ascii="Riojana" w:hAnsi="Riojana"/>
                <w:b/>
                <w:bCs/>
                <w:color w:val="000000"/>
                <w:sz w:val="18"/>
                <w:szCs w:val="18"/>
              </w:rPr>
              <w:t>TOTAL PERSONAL FUNCIONARIO</w:t>
            </w:r>
          </w:p>
        </w:tc>
        <w:tc>
          <w:tcPr>
            <w:tcW w:w="2835" w:type="dxa"/>
            <w:noWrap/>
            <w:vAlign w:val="bottom"/>
            <w:hideMark/>
          </w:tcPr>
          <w:p w:rsidR="00011E90" w:rsidRPr="008664E3" w:rsidRDefault="00011E90">
            <w:pPr>
              <w:spacing w:before="0" w:after="0"/>
              <w:jc w:val="center"/>
              <w:rPr>
                <w:rFonts w:ascii="Riojana" w:hAnsi="Riojana" w:cs="Arial"/>
                <w:b/>
                <w:bCs/>
                <w:color w:val="000000"/>
                <w:sz w:val="18"/>
                <w:szCs w:val="18"/>
              </w:rPr>
            </w:pPr>
            <w:r w:rsidRPr="008664E3">
              <w:rPr>
                <w:rFonts w:ascii="Riojana" w:hAnsi="Riojana"/>
                <w:b/>
                <w:bCs/>
                <w:color w:val="000000"/>
                <w:sz w:val="18"/>
                <w:szCs w:val="18"/>
              </w:rPr>
              <w:t>193</w:t>
            </w: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
                <w:bCs/>
                <w:color w:val="000000"/>
                <w:sz w:val="18"/>
                <w:szCs w:val="18"/>
              </w:rPr>
            </w:pPr>
            <w:r w:rsidRPr="008664E3">
              <w:rPr>
                <w:rFonts w:ascii="Riojana" w:hAnsi="Riojana"/>
                <w:b/>
                <w:bCs/>
                <w:color w:val="000000"/>
                <w:sz w:val="18"/>
                <w:szCs w:val="18"/>
              </w:rPr>
              <w:t>ESTATUTARIOS</w:t>
            </w:r>
          </w:p>
        </w:tc>
        <w:tc>
          <w:tcPr>
            <w:tcW w:w="2835" w:type="dxa"/>
            <w:noWrap/>
            <w:vAlign w:val="bottom"/>
          </w:tcPr>
          <w:p w:rsidR="00011E90" w:rsidRPr="008664E3" w:rsidRDefault="00011E90">
            <w:pPr>
              <w:spacing w:before="0" w:after="0"/>
              <w:jc w:val="center"/>
              <w:rPr>
                <w:rFonts w:ascii="Riojana" w:hAnsi="Riojana" w:cs="Arial"/>
                <w:b/>
                <w:bCs/>
                <w:color w:val="000000"/>
                <w:sz w:val="18"/>
                <w:szCs w:val="18"/>
              </w:rPr>
            </w:pP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
                <w:bCs/>
                <w:color w:val="000000"/>
                <w:sz w:val="18"/>
                <w:szCs w:val="18"/>
              </w:rPr>
            </w:pPr>
            <w:r w:rsidRPr="008664E3">
              <w:rPr>
                <w:rFonts w:ascii="Riojana" w:hAnsi="Riojana"/>
                <w:b/>
                <w:bCs/>
                <w:color w:val="000000"/>
                <w:sz w:val="18"/>
                <w:szCs w:val="18"/>
              </w:rPr>
              <w:t>Servicios del  Área de Salud</w:t>
            </w:r>
          </w:p>
        </w:tc>
        <w:tc>
          <w:tcPr>
            <w:tcW w:w="2835" w:type="dxa"/>
            <w:noWrap/>
            <w:vAlign w:val="bottom"/>
            <w:hideMark/>
          </w:tcPr>
          <w:p w:rsidR="00011E90" w:rsidRPr="008664E3" w:rsidRDefault="00011E90">
            <w:pPr>
              <w:spacing w:before="0" w:after="0"/>
              <w:jc w:val="center"/>
              <w:rPr>
                <w:rFonts w:ascii="Riojana" w:hAnsi="Riojana" w:cs="Arial"/>
                <w:b/>
                <w:bCs/>
                <w:color w:val="000000"/>
                <w:sz w:val="18"/>
                <w:szCs w:val="18"/>
              </w:rPr>
            </w:pPr>
            <w:r w:rsidRPr="008664E3">
              <w:rPr>
                <w:rFonts w:ascii="Riojana" w:hAnsi="Riojana"/>
                <w:b/>
                <w:bCs/>
                <w:color w:val="000000"/>
                <w:sz w:val="18"/>
                <w:szCs w:val="18"/>
              </w:rPr>
              <w:t>Estatutarios</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Subgrupo A2</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Ingeniero Técnico</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4</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Arquitecto Técnico</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Total Subgrupo A2</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5</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Subgrupo C1</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Técnico/a de Mantenimiento</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Total Subgrupo C1</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Subgrupo C2</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Oficial de Mantenimiento</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12</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Total Subgrupo C2</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12</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Grupo E</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Peón</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3</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Total Grupo E.</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3</w:t>
            </w: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
                <w:bCs/>
                <w:color w:val="000000"/>
                <w:sz w:val="18"/>
                <w:szCs w:val="18"/>
              </w:rPr>
            </w:pPr>
            <w:r w:rsidRPr="008664E3">
              <w:rPr>
                <w:rFonts w:ascii="Riojana" w:hAnsi="Riojana"/>
                <w:b/>
                <w:bCs/>
                <w:color w:val="000000"/>
                <w:sz w:val="18"/>
                <w:szCs w:val="18"/>
              </w:rPr>
              <w:t>Total personal estatutario de los Servicios del Área de Salud</w:t>
            </w:r>
          </w:p>
        </w:tc>
        <w:tc>
          <w:tcPr>
            <w:tcW w:w="2835" w:type="dxa"/>
            <w:noWrap/>
            <w:vAlign w:val="bottom"/>
            <w:hideMark/>
          </w:tcPr>
          <w:p w:rsidR="00011E90" w:rsidRPr="008664E3" w:rsidRDefault="00011E90">
            <w:pPr>
              <w:spacing w:before="0" w:after="0"/>
              <w:jc w:val="center"/>
              <w:rPr>
                <w:rFonts w:ascii="Riojana" w:hAnsi="Riojana" w:cs="Arial"/>
                <w:b/>
                <w:bCs/>
                <w:color w:val="000000"/>
                <w:sz w:val="18"/>
                <w:szCs w:val="18"/>
              </w:rPr>
            </w:pPr>
            <w:r w:rsidRPr="008664E3">
              <w:rPr>
                <w:rFonts w:ascii="Riojana" w:hAnsi="Riojana"/>
                <w:b/>
                <w:bCs/>
                <w:color w:val="000000"/>
                <w:sz w:val="18"/>
                <w:szCs w:val="18"/>
              </w:rPr>
              <w:t>21</w:t>
            </w: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Cs/>
                <w:color w:val="000000"/>
                <w:sz w:val="18"/>
                <w:szCs w:val="18"/>
              </w:rPr>
            </w:pPr>
          </w:p>
          <w:p w:rsidR="00011E90" w:rsidRPr="008664E3" w:rsidRDefault="00011E90">
            <w:pPr>
              <w:spacing w:before="0" w:after="0"/>
              <w:jc w:val="left"/>
              <w:rPr>
                <w:rFonts w:ascii="Riojana" w:hAnsi="Riojana" w:cs="Arial"/>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
                <w:bCs/>
                <w:color w:val="000000"/>
                <w:sz w:val="18"/>
                <w:szCs w:val="18"/>
              </w:rPr>
            </w:pPr>
            <w:r w:rsidRPr="008664E3">
              <w:rPr>
                <w:rFonts w:ascii="Riojana" w:hAnsi="Riojana"/>
                <w:b/>
                <w:bCs/>
                <w:color w:val="000000"/>
                <w:sz w:val="18"/>
                <w:szCs w:val="18"/>
              </w:rPr>
              <w:t>Zonas Básicas de Salud y Unidad de Apoyo al Área de Salud</w:t>
            </w:r>
          </w:p>
        </w:tc>
        <w:tc>
          <w:tcPr>
            <w:tcW w:w="2835" w:type="dxa"/>
            <w:noWrap/>
            <w:vAlign w:val="bottom"/>
            <w:hideMark/>
          </w:tcPr>
          <w:p w:rsidR="00011E90" w:rsidRPr="008664E3" w:rsidRDefault="00011E90">
            <w:pPr>
              <w:spacing w:before="0" w:after="0"/>
              <w:jc w:val="center"/>
              <w:rPr>
                <w:rFonts w:ascii="Riojana" w:hAnsi="Riojana" w:cs="Arial"/>
                <w:b/>
                <w:bCs/>
                <w:color w:val="000000"/>
                <w:sz w:val="18"/>
                <w:szCs w:val="18"/>
              </w:rPr>
            </w:pPr>
            <w:r w:rsidRPr="008664E3">
              <w:rPr>
                <w:rFonts w:ascii="Riojana" w:hAnsi="Riojana"/>
                <w:b/>
                <w:bCs/>
                <w:color w:val="000000"/>
                <w:sz w:val="18"/>
                <w:szCs w:val="18"/>
              </w:rPr>
              <w:t>Estatutarios</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 xml:space="preserve">Subgrupo A1 </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F.E.A</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Pediatra de E.A.P.</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10</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 xml:space="preserve">Pediatra de Área </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32</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Médico de Familia en E.A.P.</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290</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proofErr w:type="spellStart"/>
            <w:r w:rsidRPr="008664E3">
              <w:rPr>
                <w:rFonts w:ascii="Riojana" w:hAnsi="Riojana"/>
                <w:color w:val="000000"/>
                <w:sz w:val="18"/>
                <w:szCs w:val="18"/>
              </w:rPr>
              <w:t>Odontoestomatólogo</w:t>
            </w:r>
            <w:proofErr w:type="spellEnd"/>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8</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Técnico Titulado Superior Rama Sanitaria</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12</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Total Subgrupo A1</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353</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 xml:space="preserve">Subgrupo  A2 </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A.T.S. / D.U.E. E.A.P.( A extinguir)</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45</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 xml:space="preserve">Enfermero/a </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230</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A.T.S./D.U.E. S.U.A.P. (A extinguir )</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6</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Enfermera de Urgencias  (A extinguir)</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2</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Enfermero/a Especialista en Enfermería Obstétrico-Ginecológica</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15</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Enfermero/a Especialista</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5</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Fisioterapeuta de Área</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16</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Trabajador/a Social</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13</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Total Subgrupo A2</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332</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 xml:space="preserve">Subgrupo C1 </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 xml:space="preserve">Higienista Dental </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7</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Grupo Administrativo de la Función Administrativa</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2</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Total Subgrupo C1</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9</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 xml:space="preserve">Subgrupo C2 </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Auxiliar Enfermería E.A.P. (A extinguir)</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Técnico/a Medio Sanitario: Cuidados Auxiliares Enfermería</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36</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 xml:space="preserve">Grupo Auxiliar Administrativo </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82</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Total Subgrupo C2</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119</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 xml:space="preserve">Grupo E </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Celador</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58</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Celador de E.A.P. (A extinguir)</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7</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Total Grupo E</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65</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525"/>
        </w:trPr>
        <w:tc>
          <w:tcPr>
            <w:tcW w:w="6394" w:type="dxa"/>
            <w:vAlign w:val="bottom"/>
            <w:hideMark/>
          </w:tcPr>
          <w:p w:rsidR="00011E90" w:rsidRPr="008664E3" w:rsidRDefault="00011E90">
            <w:pPr>
              <w:spacing w:before="0" w:after="0"/>
              <w:jc w:val="left"/>
              <w:rPr>
                <w:rFonts w:ascii="Riojana" w:hAnsi="Riojana" w:cs="Arial"/>
                <w:b/>
                <w:bCs/>
                <w:color w:val="000000"/>
                <w:sz w:val="18"/>
                <w:szCs w:val="18"/>
              </w:rPr>
            </w:pPr>
            <w:r w:rsidRPr="008664E3">
              <w:rPr>
                <w:rFonts w:ascii="Riojana" w:hAnsi="Riojana"/>
                <w:b/>
                <w:bCs/>
                <w:color w:val="000000"/>
                <w:sz w:val="18"/>
                <w:szCs w:val="18"/>
              </w:rPr>
              <w:t>Total personal estatutario de Zonas Básicas de Salud y Unidad de Apoyo al Área</w:t>
            </w:r>
          </w:p>
        </w:tc>
        <w:tc>
          <w:tcPr>
            <w:tcW w:w="2835" w:type="dxa"/>
            <w:noWrap/>
            <w:vAlign w:val="bottom"/>
            <w:hideMark/>
          </w:tcPr>
          <w:p w:rsidR="00011E90" w:rsidRPr="008664E3" w:rsidRDefault="00011E90">
            <w:pPr>
              <w:spacing w:before="0" w:after="0"/>
              <w:jc w:val="center"/>
              <w:rPr>
                <w:rFonts w:ascii="Riojana" w:hAnsi="Riojana" w:cs="Arial"/>
                <w:b/>
                <w:bCs/>
                <w:color w:val="000000"/>
                <w:sz w:val="18"/>
                <w:szCs w:val="18"/>
              </w:rPr>
            </w:pPr>
            <w:r w:rsidRPr="008664E3">
              <w:rPr>
                <w:rFonts w:ascii="Riojana" w:hAnsi="Riojana"/>
                <w:b/>
                <w:bCs/>
                <w:color w:val="000000"/>
                <w:sz w:val="18"/>
                <w:szCs w:val="18"/>
              </w:rPr>
              <w:t>878</w:t>
            </w: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Cs/>
                <w:color w:val="000000"/>
                <w:sz w:val="18"/>
                <w:szCs w:val="18"/>
              </w:rPr>
            </w:pPr>
          </w:p>
          <w:p w:rsidR="00011E90" w:rsidRPr="008664E3" w:rsidRDefault="00011E90">
            <w:pPr>
              <w:spacing w:before="0" w:after="0"/>
              <w:jc w:val="left"/>
              <w:rPr>
                <w:rFonts w:ascii="Riojana" w:hAnsi="Riojana" w:cs="Arial"/>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
                <w:bCs/>
                <w:color w:val="000000"/>
                <w:sz w:val="18"/>
                <w:szCs w:val="18"/>
              </w:rPr>
            </w:pPr>
            <w:r w:rsidRPr="008664E3">
              <w:rPr>
                <w:rFonts w:ascii="Riojana" w:hAnsi="Riojana"/>
                <w:b/>
                <w:bCs/>
                <w:color w:val="000000"/>
                <w:sz w:val="18"/>
                <w:szCs w:val="18"/>
              </w:rPr>
              <w:t>Hospital San Pedro y 061</w:t>
            </w:r>
          </w:p>
        </w:tc>
        <w:tc>
          <w:tcPr>
            <w:tcW w:w="2835" w:type="dxa"/>
            <w:noWrap/>
            <w:vAlign w:val="bottom"/>
          </w:tcPr>
          <w:p w:rsidR="00011E90" w:rsidRPr="008664E3" w:rsidRDefault="00011E90">
            <w:pPr>
              <w:spacing w:before="0" w:after="0"/>
              <w:jc w:val="center"/>
              <w:rPr>
                <w:rFonts w:ascii="Riojana" w:hAnsi="Riojana" w:cs="Arial"/>
                <w:b/>
                <w:bCs/>
                <w:color w:val="000000"/>
                <w:sz w:val="18"/>
                <w:szCs w:val="18"/>
              </w:rPr>
            </w:pP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
                <w:bCs/>
                <w:color w:val="000000"/>
                <w:sz w:val="18"/>
                <w:szCs w:val="18"/>
              </w:rPr>
            </w:pPr>
            <w:r w:rsidRPr="008664E3">
              <w:rPr>
                <w:rFonts w:ascii="Riojana" w:hAnsi="Riojana"/>
                <w:b/>
                <w:bCs/>
                <w:color w:val="000000"/>
                <w:sz w:val="18"/>
                <w:szCs w:val="18"/>
              </w:rPr>
              <w:t xml:space="preserve">Centro Coordinador de Urgencias y Emergencias Sanitarias </w:t>
            </w:r>
          </w:p>
        </w:tc>
        <w:tc>
          <w:tcPr>
            <w:tcW w:w="2835" w:type="dxa"/>
            <w:noWrap/>
            <w:vAlign w:val="bottom"/>
            <w:hideMark/>
          </w:tcPr>
          <w:p w:rsidR="00011E90" w:rsidRPr="008664E3" w:rsidRDefault="00011E90">
            <w:pPr>
              <w:spacing w:before="0" w:after="0"/>
              <w:jc w:val="center"/>
              <w:rPr>
                <w:rFonts w:ascii="Riojana" w:hAnsi="Riojana" w:cs="Arial"/>
                <w:b/>
                <w:bCs/>
                <w:color w:val="000000"/>
                <w:sz w:val="18"/>
                <w:szCs w:val="18"/>
              </w:rPr>
            </w:pPr>
            <w:r w:rsidRPr="008664E3">
              <w:rPr>
                <w:rFonts w:ascii="Riojana" w:hAnsi="Riojana"/>
                <w:b/>
                <w:bCs/>
                <w:color w:val="000000"/>
                <w:sz w:val="18"/>
                <w:szCs w:val="18"/>
              </w:rPr>
              <w:t>Estatutarios</w:t>
            </w: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t>Subgrupo  A1</w:t>
            </w:r>
          </w:p>
        </w:tc>
        <w:tc>
          <w:tcPr>
            <w:tcW w:w="2835" w:type="dxa"/>
            <w:noWrap/>
            <w:vAlign w:val="bottom"/>
          </w:tcPr>
          <w:p w:rsidR="00011E90" w:rsidRPr="008664E3" w:rsidRDefault="00011E90">
            <w:pPr>
              <w:spacing w:before="0" w:after="0"/>
              <w:jc w:val="center"/>
              <w:rPr>
                <w:rFonts w:ascii="Riojana" w:hAnsi="Riojana" w:cs="Arial"/>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t>Médico de emergencias</w:t>
            </w:r>
          </w:p>
        </w:tc>
        <w:tc>
          <w:tcPr>
            <w:tcW w:w="2835" w:type="dxa"/>
            <w:noWrap/>
            <w:vAlign w:val="bottom"/>
            <w:hideMark/>
          </w:tcPr>
          <w:p w:rsidR="00011E90" w:rsidRPr="008664E3" w:rsidRDefault="00011E90">
            <w:pPr>
              <w:spacing w:before="0" w:after="0"/>
              <w:jc w:val="center"/>
              <w:rPr>
                <w:rFonts w:ascii="Riojana" w:hAnsi="Riojana" w:cs="Arial"/>
                <w:bCs/>
                <w:color w:val="000000"/>
                <w:sz w:val="18"/>
                <w:szCs w:val="18"/>
              </w:rPr>
            </w:pPr>
            <w:r w:rsidRPr="008664E3">
              <w:rPr>
                <w:rFonts w:ascii="Riojana" w:hAnsi="Riojana"/>
                <w:bCs/>
                <w:color w:val="000000"/>
                <w:sz w:val="18"/>
                <w:szCs w:val="18"/>
              </w:rPr>
              <w:t>31</w:t>
            </w: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t>Subgrupo A2</w:t>
            </w:r>
          </w:p>
        </w:tc>
        <w:tc>
          <w:tcPr>
            <w:tcW w:w="2835" w:type="dxa"/>
            <w:noWrap/>
            <w:vAlign w:val="bottom"/>
          </w:tcPr>
          <w:p w:rsidR="00011E90" w:rsidRPr="008664E3" w:rsidRDefault="00011E90">
            <w:pPr>
              <w:spacing w:before="0" w:after="0"/>
              <w:jc w:val="center"/>
              <w:rPr>
                <w:rFonts w:ascii="Riojana" w:hAnsi="Riojana" w:cs="Arial"/>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t>Enfermero/a</w:t>
            </w:r>
          </w:p>
        </w:tc>
        <w:tc>
          <w:tcPr>
            <w:tcW w:w="2835" w:type="dxa"/>
            <w:noWrap/>
            <w:vAlign w:val="bottom"/>
            <w:hideMark/>
          </w:tcPr>
          <w:p w:rsidR="00011E90" w:rsidRPr="008664E3" w:rsidRDefault="00011E90">
            <w:pPr>
              <w:spacing w:before="0" w:after="0"/>
              <w:jc w:val="center"/>
              <w:rPr>
                <w:rFonts w:ascii="Riojana" w:hAnsi="Riojana" w:cs="Arial"/>
                <w:bCs/>
                <w:color w:val="000000"/>
                <w:sz w:val="18"/>
                <w:szCs w:val="18"/>
              </w:rPr>
            </w:pPr>
            <w:r w:rsidRPr="008664E3">
              <w:rPr>
                <w:rFonts w:ascii="Riojana" w:hAnsi="Riojana"/>
                <w:bCs/>
                <w:color w:val="000000"/>
                <w:sz w:val="18"/>
                <w:szCs w:val="18"/>
              </w:rPr>
              <w:t>8</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t>Enfermeras de Urgencias  (A extinguir)</w:t>
            </w:r>
          </w:p>
        </w:tc>
        <w:tc>
          <w:tcPr>
            <w:tcW w:w="2835" w:type="dxa"/>
            <w:noWrap/>
            <w:vAlign w:val="bottom"/>
            <w:hideMark/>
          </w:tcPr>
          <w:p w:rsidR="00011E90" w:rsidRPr="008664E3" w:rsidRDefault="00011E90">
            <w:pPr>
              <w:spacing w:before="0" w:after="0"/>
              <w:jc w:val="center"/>
              <w:rPr>
                <w:rFonts w:ascii="Riojana" w:hAnsi="Riojana" w:cs="Arial"/>
                <w:bCs/>
                <w:color w:val="000000"/>
                <w:sz w:val="18"/>
                <w:szCs w:val="18"/>
              </w:rPr>
            </w:pPr>
            <w:r w:rsidRPr="008664E3">
              <w:rPr>
                <w:rFonts w:ascii="Riojana" w:hAnsi="Riojana"/>
                <w:bCs/>
                <w:color w:val="000000"/>
                <w:sz w:val="18"/>
                <w:szCs w:val="18"/>
              </w:rPr>
              <w:t>11</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t>Grupo Gestión de la Función Administrativa</w:t>
            </w:r>
          </w:p>
        </w:tc>
        <w:tc>
          <w:tcPr>
            <w:tcW w:w="2835" w:type="dxa"/>
            <w:noWrap/>
            <w:vAlign w:val="bottom"/>
            <w:hideMark/>
          </w:tcPr>
          <w:p w:rsidR="00011E90" w:rsidRPr="008664E3" w:rsidRDefault="00011E90">
            <w:pPr>
              <w:spacing w:before="0" w:after="0"/>
              <w:jc w:val="center"/>
              <w:rPr>
                <w:rFonts w:ascii="Riojana" w:hAnsi="Riojana" w:cs="Arial"/>
                <w:bCs/>
                <w:color w:val="000000"/>
                <w:sz w:val="18"/>
                <w:szCs w:val="18"/>
              </w:rPr>
            </w:pPr>
            <w:r w:rsidRPr="008664E3">
              <w:rPr>
                <w:rFonts w:ascii="Riojana" w:hAnsi="Riojana"/>
                <w:bCs/>
                <w:color w:val="000000"/>
                <w:sz w:val="18"/>
                <w:szCs w:val="18"/>
              </w:rPr>
              <w:t>1</w:t>
            </w: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t>Subgrupo C2</w:t>
            </w:r>
          </w:p>
        </w:tc>
        <w:tc>
          <w:tcPr>
            <w:tcW w:w="2835" w:type="dxa"/>
            <w:noWrap/>
            <w:vAlign w:val="bottom"/>
          </w:tcPr>
          <w:p w:rsidR="00011E90" w:rsidRPr="008664E3" w:rsidRDefault="00011E90">
            <w:pPr>
              <w:spacing w:before="0" w:after="0"/>
              <w:jc w:val="center"/>
              <w:rPr>
                <w:rFonts w:ascii="Riojana" w:hAnsi="Riojana" w:cs="Arial"/>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Cs/>
                <w:color w:val="000000"/>
                <w:sz w:val="18"/>
                <w:szCs w:val="18"/>
              </w:rPr>
            </w:pPr>
            <w:r w:rsidRPr="008664E3">
              <w:rPr>
                <w:rFonts w:ascii="Riojana" w:hAnsi="Riojana"/>
                <w:bCs/>
                <w:color w:val="000000"/>
                <w:sz w:val="18"/>
                <w:szCs w:val="18"/>
              </w:rPr>
              <w:t>Grupo Auxiliar Administrativo</w:t>
            </w:r>
          </w:p>
        </w:tc>
        <w:tc>
          <w:tcPr>
            <w:tcW w:w="2835" w:type="dxa"/>
            <w:noWrap/>
            <w:vAlign w:val="bottom"/>
            <w:hideMark/>
          </w:tcPr>
          <w:p w:rsidR="00011E90" w:rsidRPr="008664E3" w:rsidRDefault="00011E90">
            <w:pPr>
              <w:spacing w:before="0" w:after="0"/>
              <w:jc w:val="center"/>
              <w:rPr>
                <w:rFonts w:ascii="Riojana" w:hAnsi="Riojana" w:cs="Arial"/>
                <w:bCs/>
                <w:color w:val="000000"/>
                <w:sz w:val="18"/>
                <w:szCs w:val="18"/>
              </w:rPr>
            </w:pPr>
            <w:r w:rsidRPr="008664E3">
              <w:rPr>
                <w:rFonts w:ascii="Riojana" w:hAnsi="Riojana"/>
                <w:bCs/>
                <w:color w:val="000000"/>
                <w:sz w:val="18"/>
                <w:szCs w:val="18"/>
              </w:rPr>
              <w:t>2</w:t>
            </w: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
                <w:bCs/>
                <w:sz w:val="18"/>
                <w:szCs w:val="18"/>
              </w:rPr>
            </w:pPr>
            <w:r w:rsidRPr="008664E3">
              <w:rPr>
                <w:rFonts w:ascii="Riojana" w:hAnsi="Riojana"/>
                <w:b/>
                <w:bCs/>
                <w:sz w:val="18"/>
                <w:szCs w:val="18"/>
              </w:rPr>
              <w:t xml:space="preserve">Total personal estatutario del Centro C. de Urgencias y </w:t>
            </w:r>
            <w:proofErr w:type="spellStart"/>
            <w:r w:rsidRPr="008664E3">
              <w:rPr>
                <w:rFonts w:ascii="Riojana" w:hAnsi="Riojana"/>
                <w:b/>
                <w:bCs/>
                <w:sz w:val="18"/>
                <w:szCs w:val="18"/>
              </w:rPr>
              <w:t>Emerg</w:t>
            </w:r>
            <w:proofErr w:type="spellEnd"/>
            <w:r w:rsidRPr="008664E3">
              <w:rPr>
                <w:rFonts w:ascii="Riojana" w:hAnsi="Riojana"/>
                <w:b/>
                <w:bCs/>
                <w:sz w:val="18"/>
                <w:szCs w:val="18"/>
              </w:rPr>
              <w:t>. Sanitarias</w:t>
            </w:r>
          </w:p>
        </w:tc>
        <w:tc>
          <w:tcPr>
            <w:tcW w:w="2835" w:type="dxa"/>
            <w:noWrap/>
            <w:vAlign w:val="bottom"/>
            <w:hideMark/>
          </w:tcPr>
          <w:p w:rsidR="00011E90" w:rsidRPr="008664E3" w:rsidRDefault="00011E90">
            <w:pPr>
              <w:spacing w:before="0" w:after="0"/>
              <w:jc w:val="center"/>
              <w:rPr>
                <w:rFonts w:ascii="Riojana" w:hAnsi="Riojana" w:cs="Arial"/>
                <w:b/>
                <w:bCs/>
                <w:sz w:val="18"/>
                <w:szCs w:val="18"/>
              </w:rPr>
            </w:pPr>
            <w:r w:rsidRPr="008664E3">
              <w:rPr>
                <w:rFonts w:ascii="Riojana" w:hAnsi="Riojana"/>
                <w:b/>
                <w:bCs/>
                <w:sz w:val="18"/>
                <w:szCs w:val="18"/>
              </w:rPr>
              <w:t>53</w:t>
            </w: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
                <w:bCs/>
                <w:color w:val="000000"/>
                <w:sz w:val="18"/>
                <w:szCs w:val="18"/>
              </w:rPr>
            </w:pP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
                <w:bCs/>
                <w:color w:val="000000"/>
                <w:sz w:val="18"/>
                <w:szCs w:val="18"/>
              </w:rPr>
            </w:pPr>
            <w:r w:rsidRPr="008664E3">
              <w:rPr>
                <w:rFonts w:ascii="Riojana" w:hAnsi="Riojana"/>
                <w:b/>
                <w:bCs/>
                <w:color w:val="000000"/>
                <w:sz w:val="18"/>
                <w:szCs w:val="18"/>
              </w:rPr>
              <w:t>Hospital San Pedro</w:t>
            </w:r>
          </w:p>
        </w:tc>
        <w:tc>
          <w:tcPr>
            <w:tcW w:w="2835" w:type="dxa"/>
            <w:noWrap/>
            <w:vAlign w:val="bottom"/>
            <w:hideMark/>
          </w:tcPr>
          <w:p w:rsidR="00011E90" w:rsidRPr="008664E3" w:rsidRDefault="00011E90">
            <w:pPr>
              <w:spacing w:before="0" w:after="0"/>
              <w:jc w:val="center"/>
              <w:rPr>
                <w:rFonts w:ascii="Riojana" w:hAnsi="Riojana" w:cs="Arial"/>
                <w:b/>
                <w:bCs/>
                <w:color w:val="000000"/>
                <w:sz w:val="18"/>
                <w:szCs w:val="18"/>
              </w:rPr>
            </w:pPr>
            <w:r w:rsidRPr="008664E3">
              <w:rPr>
                <w:rFonts w:ascii="Riojana" w:hAnsi="Riojana"/>
                <w:b/>
                <w:bCs/>
                <w:color w:val="000000"/>
                <w:sz w:val="18"/>
                <w:szCs w:val="18"/>
              </w:rPr>
              <w:t>Estatutarios</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 xml:space="preserve">Subgrupo  A1 </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F.E.A.</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496</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Medico de Admisión  y Documentación Clínica</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5</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Médico de Urgencia Hospitalaria</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47</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Médico de Familia en E.A.P.</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lastRenderedPageBreak/>
              <w:t>Psicólogo</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3</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Farmacéutico</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Técnico de Salud Pública</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Técnico Titulado Superior Rama Sanitaria</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2</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Grupo Técnico de la Función Administrativa</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20</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Total  Subgrupo A1</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576</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Subgrupo A2</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Enfermero/a</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872</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 xml:space="preserve">Enfermero/a Especialista </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7</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Fisioterapeuta</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28</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Enfermero/a Especialista en Enfermería Obstétrico-Ginecológica</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23</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 xml:space="preserve">Trabajador/a Social </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6</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 xml:space="preserve">Profesor  </w:t>
            </w:r>
            <w:proofErr w:type="spellStart"/>
            <w:r w:rsidRPr="008664E3">
              <w:rPr>
                <w:rFonts w:ascii="Riojana" w:hAnsi="Riojana"/>
                <w:color w:val="000000"/>
                <w:sz w:val="18"/>
                <w:szCs w:val="18"/>
              </w:rPr>
              <w:t>Logofonía</w:t>
            </w:r>
            <w:proofErr w:type="spellEnd"/>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4</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Terapeuta Ocupacional</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5</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Grupo Gestión de la Función Administrativa</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24</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Ingeniero Técnico</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2</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Dietista-Nutricionista</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Técnico de Grado Medio</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Total Subgrupo A2</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973</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Subgrupo C1</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T.E. Laboratorio</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61</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T.E. Radiodiagnóstico</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46</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T.E. Radioterapia</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T.E. Anatomía Patológica</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16</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T.E. Documentación Sanitaria</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6</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T.E. en Dietética y Nutrición</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7</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Grupo Administrativo de la Función Administrativa</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49</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Cocinero</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8</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Total Subgrupo C1</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194</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Subgrupo C2</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Técnico /a Medio Sanitario: Cuidados Auxiliares  Enfermería</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581</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lastRenderedPageBreak/>
              <w:t xml:space="preserve">Grupo Auxiliar Administrativo </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238</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Gobernanta</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4</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Telefonista</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9</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Total Subgrupo C2</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832</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Grupo E</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Celador</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251</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Pinche</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114</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Peón</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2</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Limpiadora</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4</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Total Grupo E</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371</w:t>
            </w: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
                <w:bCs/>
                <w:color w:val="000000"/>
                <w:sz w:val="18"/>
                <w:szCs w:val="18"/>
              </w:rPr>
            </w:pPr>
            <w:r w:rsidRPr="008664E3">
              <w:rPr>
                <w:rFonts w:ascii="Riojana" w:hAnsi="Riojana"/>
                <w:b/>
                <w:bCs/>
                <w:color w:val="000000"/>
                <w:sz w:val="18"/>
                <w:szCs w:val="18"/>
              </w:rPr>
              <w:t>Total Personal Estatutario del Hospital San Pedro</w:t>
            </w:r>
          </w:p>
        </w:tc>
        <w:tc>
          <w:tcPr>
            <w:tcW w:w="2835" w:type="dxa"/>
            <w:noWrap/>
            <w:vAlign w:val="bottom"/>
            <w:hideMark/>
          </w:tcPr>
          <w:p w:rsidR="00011E90" w:rsidRPr="008664E3" w:rsidRDefault="00011E90">
            <w:pPr>
              <w:spacing w:before="0" w:after="0"/>
              <w:jc w:val="center"/>
              <w:rPr>
                <w:rFonts w:ascii="Riojana" w:hAnsi="Riojana" w:cs="Arial"/>
                <w:b/>
                <w:bCs/>
                <w:color w:val="000000"/>
                <w:sz w:val="18"/>
                <w:szCs w:val="18"/>
              </w:rPr>
            </w:pPr>
            <w:r w:rsidRPr="008664E3">
              <w:rPr>
                <w:rFonts w:ascii="Riojana" w:hAnsi="Riojana"/>
                <w:b/>
                <w:bCs/>
                <w:color w:val="000000"/>
                <w:sz w:val="18"/>
                <w:szCs w:val="18"/>
              </w:rPr>
              <w:t>2.946</w:t>
            </w: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Cs/>
                <w:color w:val="000000"/>
                <w:sz w:val="18"/>
                <w:szCs w:val="18"/>
              </w:rPr>
            </w:pPr>
          </w:p>
          <w:p w:rsidR="00011E90" w:rsidRPr="008664E3" w:rsidRDefault="00011E90">
            <w:pPr>
              <w:spacing w:before="0" w:after="0"/>
              <w:jc w:val="left"/>
              <w:rPr>
                <w:rFonts w:ascii="Riojana" w:hAnsi="Riojana"/>
                <w:bCs/>
                <w:color w:val="000000"/>
                <w:sz w:val="18"/>
                <w:szCs w:val="18"/>
              </w:rPr>
            </w:pPr>
          </w:p>
          <w:p w:rsidR="00011E90" w:rsidRPr="008664E3" w:rsidRDefault="00011E90">
            <w:pPr>
              <w:spacing w:before="0" w:after="0"/>
              <w:jc w:val="left"/>
              <w:rPr>
                <w:rFonts w:ascii="Riojana" w:hAnsi="Riojana" w:cs="Arial"/>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
                <w:bCs/>
                <w:color w:val="000000"/>
                <w:sz w:val="18"/>
                <w:szCs w:val="18"/>
              </w:rPr>
            </w:pPr>
            <w:r w:rsidRPr="008664E3">
              <w:rPr>
                <w:rFonts w:ascii="Riojana" w:hAnsi="Riojana"/>
                <w:b/>
                <w:bCs/>
                <w:color w:val="000000"/>
                <w:sz w:val="18"/>
                <w:szCs w:val="18"/>
              </w:rPr>
              <w:t xml:space="preserve">Total personal estatutario  del Hospital San Pedro y 061 </w:t>
            </w:r>
          </w:p>
        </w:tc>
        <w:tc>
          <w:tcPr>
            <w:tcW w:w="2835" w:type="dxa"/>
            <w:noWrap/>
            <w:vAlign w:val="bottom"/>
            <w:hideMark/>
          </w:tcPr>
          <w:p w:rsidR="00011E90" w:rsidRPr="008664E3" w:rsidRDefault="00011E90">
            <w:pPr>
              <w:spacing w:before="0" w:after="0"/>
              <w:jc w:val="center"/>
              <w:rPr>
                <w:rFonts w:ascii="Riojana" w:hAnsi="Riojana" w:cs="Arial"/>
                <w:b/>
                <w:bCs/>
                <w:color w:val="000000"/>
                <w:sz w:val="18"/>
                <w:szCs w:val="18"/>
              </w:rPr>
            </w:pPr>
            <w:r w:rsidRPr="008664E3">
              <w:rPr>
                <w:rFonts w:ascii="Riojana" w:hAnsi="Riojana"/>
                <w:b/>
                <w:bCs/>
                <w:color w:val="000000"/>
                <w:sz w:val="18"/>
                <w:szCs w:val="18"/>
              </w:rPr>
              <w:t>2.999</w:t>
            </w: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Cs/>
                <w:color w:val="000000"/>
                <w:sz w:val="18"/>
                <w:szCs w:val="18"/>
              </w:rPr>
            </w:pPr>
          </w:p>
          <w:p w:rsidR="00011E90" w:rsidRPr="008664E3" w:rsidRDefault="00011E90">
            <w:pPr>
              <w:spacing w:before="0" w:after="0"/>
              <w:jc w:val="left"/>
              <w:rPr>
                <w:rFonts w:ascii="Riojana" w:hAnsi="Riojana"/>
                <w:bCs/>
                <w:color w:val="000000"/>
                <w:sz w:val="18"/>
                <w:szCs w:val="18"/>
              </w:rPr>
            </w:pPr>
          </w:p>
          <w:p w:rsidR="00011E90" w:rsidRPr="008664E3" w:rsidRDefault="00011E90">
            <w:pPr>
              <w:spacing w:before="0" w:after="0"/>
              <w:jc w:val="left"/>
              <w:rPr>
                <w:rFonts w:ascii="Riojana" w:hAnsi="Riojana" w:cs="Arial"/>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
                <w:bCs/>
                <w:color w:val="000000"/>
                <w:sz w:val="18"/>
                <w:szCs w:val="18"/>
              </w:rPr>
            </w:pPr>
            <w:r w:rsidRPr="008664E3">
              <w:rPr>
                <w:rFonts w:ascii="Riojana" w:hAnsi="Riojana"/>
                <w:b/>
                <w:bCs/>
                <w:color w:val="000000"/>
                <w:sz w:val="18"/>
                <w:szCs w:val="18"/>
              </w:rPr>
              <w:t>Centro Asistencial  Albelda de Iregua</w:t>
            </w:r>
          </w:p>
        </w:tc>
        <w:tc>
          <w:tcPr>
            <w:tcW w:w="2835" w:type="dxa"/>
            <w:noWrap/>
            <w:vAlign w:val="bottom"/>
            <w:hideMark/>
          </w:tcPr>
          <w:p w:rsidR="00011E90" w:rsidRPr="008664E3" w:rsidRDefault="00011E90">
            <w:pPr>
              <w:spacing w:before="0" w:after="0"/>
              <w:jc w:val="center"/>
              <w:rPr>
                <w:rFonts w:ascii="Riojana" w:hAnsi="Riojana" w:cs="Arial"/>
                <w:b/>
                <w:bCs/>
                <w:color w:val="000000"/>
                <w:sz w:val="18"/>
                <w:szCs w:val="18"/>
              </w:rPr>
            </w:pPr>
            <w:r w:rsidRPr="008664E3">
              <w:rPr>
                <w:rFonts w:ascii="Riojana" w:hAnsi="Riojana"/>
                <w:b/>
                <w:bCs/>
                <w:color w:val="000000"/>
                <w:sz w:val="18"/>
                <w:szCs w:val="18"/>
              </w:rPr>
              <w:t>Estatutarios</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Subgrupo A1</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Médico de Familia</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Total Subgrupo A1</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Subgrupo A2</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Enfermero/a</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9</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 xml:space="preserve">Enfermero/a Especialista </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2</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Terapeuta Ocupacional</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Fisioterapeuta</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Trabajador Social</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 xml:space="preserve">Total Subgrupo A2 </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14</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Subgrupo C1</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Técnico Especialista Ocupacional</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4</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lastRenderedPageBreak/>
              <w:t>Total Subgrupo C1</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4</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Subgrupo C2</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Técnico/a Medio Sanitario: Cuidados Auxiliares Enfermería</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38</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Conductor</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Gobernanta</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Total Subgrupo C2</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40</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Grupo E</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 xml:space="preserve">Celador </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4</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Pinche</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11</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Total Grupo E</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15</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
                <w:bCs/>
                <w:color w:val="000000"/>
                <w:sz w:val="18"/>
                <w:szCs w:val="18"/>
              </w:rPr>
            </w:pPr>
            <w:r w:rsidRPr="008664E3">
              <w:rPr>
                <w:rFonts w:ascii="Riojana" w:hAnsi="Riojana"/>
                <w:b/>
                <w:bCs/>
                <w:color w:val="000000"/>
                <w:sz w:val="18"/>
                <w:szCs w:val="18"/>
              </w:rPr>
              <w:t>Total personal estatutario del Centro Asistencial Albelda de Iregua</w:t>
            </w:r>
          </w:p>
        </w:tc>
        <w:tc>
          <w:tcPr>
            <w:tcW w:w="2835" w:type="dxa"/>
            <w:noWrap/>
            <w:vAlign w:val="bottom"/>
            <w:hideMark/>
          </w:tcPr>
          <w:p w:rsidR="00011E90" w:rsidRPr="008664E3" w:rsidRDefault="00011E90">
            <w:pPr>
              <w:spacing w:before="0" w:after="0"/>
              <w:jc w:val="center"/>
              <w:rPr>
                <w:rFonts w:ascii="Riojana" w:hAnsi="Riojana" w:cs="Arial"/>
                <w:b/>
                <w:bCs/>
                <w:color w:val="000000"/>
                <w:sz w:val="18"/>
                <w:szCs w:val="18"/>
              </w:rPr>
            </w:pPr>
            <w:r w:rsidRPr="008664E3">
              <w:rPr>
                <w:rFonts w:ascii="Riojana" w:hAnsi="Riojana"/>
                <w:b/>
                <w:bCs/>
                <w:color w:val="000000"/>
                <w:sz w:val="18"/>
                <w:szCs w:val="18"/>
              </w:rPr>
              <w:t>74</w:t>
            </w: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Cs/>
                <w:color w:val="000000"/>
                <w:sz w:val="18"/>
                <w:szCs w:val="18"/>
              </w:rPr>
            </w:pPr>
          </w:p>
          <w:p w:rsidR="00011E90" w:rsidRPr="008664E3" w:rsidRDefault="00011E90">
            <w:pPr>
              <w:spacing w:before="0" w:after="0"/>
              <w:jc w:val="left"/>
              <w:rPr>
                <w:rFonts w:ascii="Riojana" w:hAnsi="Riojana"/>
                <w:bCs/>
                <w:color w:val="000000"/>
                <w:sz w:val="18"/>
                <w:szCs w:val="18"/>
              </w:rPr>
            </w:pPr>
          </w:p>
          <w:p w:rsidR="00011E90" w:rsidRPr="008664E3" w:rsidRDefault="00011E90">
            <w:pPr>
              <w:spacing w:before="0" w:after="0"/>
              <w:jc w:val="left"/>
              <w:rPr>
                <w:rFonts w:ascii="Riojana" w:hAnsi="Riojana" w:cs="Arial"/>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
                <w:bCs/>
                <w:color w:val="000000"/>
                <w:sz w:val="18"/>
                <w:szCs w:val="18"/>
              </w:rPr>
            </w:pPr>
            <w:r w:rsidRPr="008664E3">
              <w:rPr>
                <w:rFonts w:ascii="Riojana" w:hAnsi="Riojana"/>
                <w:b/>
                <w:bCs/>
                <w:color w:val="000000"/>
                <w:sz w:val="18"/>
                <w:szCs w:val="18"/>
              </w:rPr>
              <w:t xml:space="preserve">TOTAL PERSONAL ESTATUTARIO </w:t>
            </w:r>
          </w:p>
        </w:tc>
        <w:tc>
          <w:tcPr>
            <w:tcW w:w="2835" w:type="dxa"/>
            <w:noWrap/>
            <w:vAlign w:val="bottom"/>
            <w:hideMark/>
          </w:tcPr>
          <w:p w:rsidR="00011E90" w:rsidRPr="008664E3" w:rsidRDefault="00011E90">
            <w:pPr>
              <w:spacing w:before="0" w:after="0"/>
              <w:jc w:val="center"/>
              <w:rPr>
                <w:rFonts w:ascii="Riojana" w:hAnsi="Riojana" w:cs="Arial"/>
                <w:b/>
                <w:bCs/>
                <w:color w:val="000000"/>
                <w:sz w:val="18"/>
                <w:szCs w:val="18"/>
              </w:rPr>
            </w:pPr>
            <w:r w:rsidRPr="008664E3">
              <w:rPr>
                <w:rFonts w:ascii="Riojana" w:hAnsi="Riojana"/>
                <w:b/>
                <w:bCs/>
                <w:color w:val="000000"/>
                <w:sz w:val="18"/>
                <w:szCs w:val="18"/>
              </w:rPr>
              <w:t>3.972</w:t>
            </w: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
                <w:bCs/>
                <w:color w:val="000000"/>
                <w:sz w:val="18"/>
                <w:szCs w:val="18"/>
              </w:rPr>
            </w:pPr>
            <w:r w:rsidRPr="008664E3">
              <w:rPr>
                <w:rFonts w:ascii="Riojana" w:hAnsi="Riojana"/>
                <w:b/>
                <w:bCs/>
                <w:color w:val="000000"/>
                <w:sz w:val="18"/>
                <w:szCs w:val="18"/>
              </w:rPr>
              <w:t>LABORALES</w:t>
            </w:r>
          </w:p>
        </w:tc>
        <w:tc>
          <w:tcPr>
            <w:tcW w:w="2835" w:type="dxa"/>
            <w:noWrap/>
            <w:vAlign w:val="bottom"/>
          </w:tcPr>
          <w:p w:rsidR="00011E90" w:rsidRPr="008664E3" w:rsidRDefault="00011E90">
            <w:pPr>
              <w:spacing w:before="0" w:after="0"/>
              <w:jc w:val="center"/>
              <w:rPr>
                <w:rFonts w:ascii="Riojana" w:hAnsi="Riojana" w:cs="Arial"/>
                <w:b/>
                <w:bCs/>
                <w:color w:val="000000"/>
                <w:sz w:val="18"/>
                <w:szCs w:val="18"/>
              </w:rPr>
            </w:pP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
                <w:bCs/>
                <w:color w:val="000000"/>
                <w:sz w:val="18"/>
                <w:szCs w:val="18"/>
              </w:rPr>
            </w:pPr>
            <w:r w:rsidRPr="008664E3">
              <w:rPr>
                <w:rFonts w:ascii="Riojana" w:hAnsi="Riojana"/>
                <w:b/>
                <w:bCs/>
                <w:color w:val="000000"/>
                <w:sz w:val="18"/>
                <w:szCs w:val="18"/>
              </w:rPr>
              <w:t>Hospital San Pedro</w:t>
            </w:r>
          </w:p>
        </w:tc>
        <w:tc>
          <w:tcPr>
            <w:tcW w:w="2835" w:type="dxa"/>
            <w:noWrap/>
            <w:vAlign w:val="bottom"/>
            <w:hideMark/>
          </w:tcPr>
          <w:p w:rsidR="00011E90" w:rsidRPr="008664E3" w:rsidRDefault="00011E90">
            <w:pPr>
              <w:spacing w:before="0" w:after="0"/>
              <w:jc w:val="center"/>
              <w:rPr>
                <w:rFonts w:ascii="Riojana" w:hAnsi="Riojana" w:cs="Arial"/>
                <w:b/>
                <w:bCs/>
                <w:color w:val="000000"/>
                <w:sz w:val="18"/>
                <w:szCs w:val="18"/>
              </w:rPr>
            </w:pPr>
            <w:r w:rsidRPr="008664E3">
              <w:rPr>
                <w:rFonts w:ascii="Riojana" w:hAnsi="Riojana"/>
                <w:b/>
                <w:bCs/>
                <w:color w:val="000000"/>
                <w:sz w:val="18"/>
                <w:szCs w:val="18"/>
              </w:rPr>
              <w:t>Laborales</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Grupo A</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proofErr w:type="spellStart"/>
            <w:r w:rsidRPr="008664E3">
              <w:rPr>
                <w:rFonts w:ascii="Riojana" w:hAnsi="Riojana"/>
                <w:color w:val="000000"/>
                <w:sz w:val="18"/>
                <w:szCs w:val="18"/>
              </w:rPr>
              <w:t>Radiologo</w:t>
            </w:r>
            <w:proofErr w:type="spellEnd"/>
            <w:r w:rsidRPr="008664E3">
              <w:rPr>
                <w:rFonts w:ascii="Riojana" w:hAnsi="Riojana"/>
                <w:color w:val="000000"/>
                <w:sz w:val="18"/>
                <w:szCs w:val="18"/>
              </w:rPr>
              <w:t xml:space="preserve">/a </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3</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Grupo B</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Enfermero/a</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5</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Grupo C</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proofErr w:type="spellStart"/>
            <w:r w:rsidRPr="008664E3">
              <w:rPr>
                <w:rFonts w:ascii="Riojana" w:hAnsi="Riojana"/>
                <w:color w:val="000000"/>
                <w:sz w:val="18"/>
                <w:szCs w:val="18"/>
              </w:rPr>
              <w:t>T.E.Radiodiagnóstico</w:t>
            </w:r>
            <w:proofErr w:type="spellEnd"/>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20</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Grupo D</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Auxiliar Administrativo</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4</w:t>
            </w: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
                <w:bCs/>
                <w:color w:val="000000"/>
                <w:sz w:val="18"/>
                <w:szCs w:val="18"/>
              </w:rPr>
            </w:pPr>
            <w:r w:rsidRPr="008664E3">
              <w:rPr>
                <w:rFonts w:ascii="Riojana" w:hAnsi="Riojana"/>
                <w:b/>
                <w:bCs/>
                <w:color w:val="000000"/>
                <w:sz w:val="18"/>
                <w:szCs w:val="18"/>
              </w:rPr>
              <w:t xml:space="preserve">Total Personal laboral del Hospital San Pedro </w:t>
            </w:r>
          </w:p>
        </w:tc>
        <w:tc>
          <w:tcPr>
            <w:tcW w:w="2835" w:type="dxa"/>
            <w:noWrap/>
            <w:vAlign w:val="bottom"/>
            <w:hideMark/>
          </w:tcPr>
          <w:p w:rsidR="00011E90" w:rsidRPr="008664E3" w:rsidRDefault="00011E90">
            <w:pPr>
              <w:spacing w:before="0" w:after="0"/>
              <w:jc w:val="center"/>
              <w:rPr>
                <w:rFonts w:ascii="Riojana" w:hAnsi="Riojana" w:cs="Arial"/>
                <w:b/>
                <w:bCs/>
                <w:color w:val="000000"/>
                <w:sz w:val="18"/>
                <w:szCs w:val="18"/>
              </w:rPr>
            </w:pPr>
            <w:r w:rsidRPr="008664E3">
              <w:rPr>
                <w:rFonts w:ascii="Riojana" w:hAnsi="Riojana"/>
                <w:b/>
                <w:bCs/>
                <w:color w:val="000000"/>
                <w:sz w:val="18"/>
                <w:szCs w:val="18"/>
              </w:rPr>
              <w:t>32</w:t>
            </w: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
                <w:bCs/>
                <w:color w:val="000000"/>
                <w:sz w:val="18"/>
                <w:szCs w:val="18"/>
              </w:rPr>
            </w:pP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
                <w:bCs/>
                <w:color w:val="000000"/>
                <w:sz w:val="18"/>
                <w:szCs w:val="18"/>
              </w:rPr>
            </w:pPr>
            <w:r w:rsidRPr="008664E3">
              <w:rPr>
                <w:rFonts w:ascii="Riojana" w:hAnsi="Riojana"/>
                <w:b/>
                <w:bCs/>
                <w:color w:val="000000"/>
                <w:sz w:val="18"/>
                <w:szCs w:val="18"/>
              </w:rPr>
              <w:t>Servicios del  Área de Salud</w:t>
            </w:r>
          </w:p>
        </w:tc>
        <w:tc>
          <w:tcPr>
            <w:tcW w:w="2835" w:type="dxa"/>
            <w:noWrap/>
            <w:vAlign w:val="bottom"/>
            <w:hideMark/>
          </w:tcPr>
          <w:p w:rsidR="00011E90" w:rsidRPr="008664E3" w:rsidRDefault="00011E90">
            <w:pPr>
              <w:spacing w:before="0" w:after="0"/>
              <w:jc w:val="center"/>
              <w:rPr>
                <w:rFonts w:ascii="Riojana" w:hAnsi="Riojana" w:cs="Arial"/>
                <w:b/>
                <w:bCs/>
                <w:color w:val="000000"/>
                <w:sz w:val="18"/>
                <w:szCs w:val="18"/>
              </w:rPr>
            </w:pPr>
            <w:r w:rsidRPr="008664E3">
              <w:rPr>
                <w:rFonts w:ascii="Riojana" w:hAnsi="Riojana"/>
                <w:b/>
                <w:bCs/>
                <w:color w:val="000000"/>
                <w:sz w:val="18"/>
                <w:szCs w:val="18"/>
              </w:rPr>
              <w:t>Laborales</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Grupo D</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 xml:space="preserve">Oficial 1ª de Oficio  </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2</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Total Grupo D</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2</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Grupo E</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Operario</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2</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Total  Grupo E</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2</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
                <w:bCs/>
                <w:color w:val="000000"/>
                <w:sz w:val="18"/>
                <w:szCs w:val="18"/>
              </w:rPr>
            </w:pPr>
            <w:r w:rsidRPr="008664E3">
              <w:rPr>
                <w:rFonts w:ascii="Riojana" w:hAnsi="Riojana"/>
                <w:b/>
                <w:bCs/>
                <w:color w:val="000000"/>
                <w:sz w:val="18"/>
                <w:szCs w:val="18"/>
              </w:rPr>
              <w:t>Total personal laboral de los Servicios de Área de Salud</w:t>
            </w:r>
          </w:p>
        </w:tc>
        <w:tc>
          <w:tcPr>
            <w:tcW w:w="2835" w:type="dxa"/>
            <w:noWrap/>
            <w:vAlign w:val="bottom"/>
            <w:hideMark/>
          </w:tcPr>
          <w:p w:rsidR="00011E90" w:rsidRPr="008664E3" w:rsidRDefault="00011E90">
            <w:pPr>
              <w:spacing w:before="0" w:after="0"/>
              <w:jc w:val="center"/>
              <w:rPr>
                <w:rFonts w:ascii="Riojana" w:hAnsi="Riojana" w:cs="Arial"/>
                <w:b/>
                <w:bCs/>
                <w:color w:val="000000"/>
                <w:sz w:val="18"/>
                <w:szCs w:val="18"/>
              </w:rPr>
            </w:pPr>
            <w:r w:rsidRPr="008664E3">
              <w:rPr>
                <w:rFonts w:ascii="Riojana" w:hAnsi="Riojana"/>
                <w:b/>
                <w:bCs/>
                <w:color w:val="000000"/>
                <w:sz w:val="18"/>
                <w:szCs w:val="18"/>
              </w:rPr>
              <w:t>4</w:t>
            </w: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Cs/>
                <w:color w:val="000000"/>
                <w:sz w:val="18"/>
                <w:szCs w:val="18"/>
              </w:rPr>
            </w:pPr>
          </w:p>
          <w:p w:rsidR="00011E90" w:rsidRPr="008664E3" w:rsidRDefault="00011E90">
            <w:pPr>
              <w:spacing w:before="0" w:after="0"/>
              <w:jc w:val="left"/>
              <w:rPr>
                <w:rFonts w:ascii="Riojana" w:hAnsi="Riojana"/>
                <w:bCs/>
                <w:color w:val="000000"/>
                <w:sz w:val="18"/>
                <w:szCs w:val="18"/>
              </w:rPr>
            </w:pPr>
          </w:p>
          <w:p w:rsidR="00011E90" w:rsidRPr="008664E3" w:rsidRDefault="00011E90">
            <w:pPr>
              <w:spacing w:before="0" w:after="0"/>
              <w:jc w:val="left"/>
              <w:rPr>
                <w:rFonts w:ascii="Riojana" w:hAnsi="Riojana" w:cs="Arial"/>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
                <w:bCs/>
                <w:color w:val="000000"/>
                <w:sz w:val="18"/>
                <w:szCs w:val="18"/>
              </w:rPr>
            </w:pPr>
            <w:r w:rsidRPr="008664E3">
              <w:rPr>
                <w:rFonts w:ascii="Riojana" w:hAnsi="Riojana"/>
                <w:b/>
                <w:bCs/>
                <w:color w:val="000000"/>
                <w:sz w:val="18"/>
                <w:szCs w:val="18"/>
              </w:rPr>
              <w:t>Centro Asistencial Albelda de Iregua</w:t>
            </w:r>
          </w:p>
        </w:tc>
        <w:tc>
          <w:tcPr>
            <w:tcW w:w="2835" w:type="dxa"/>
            <w:noWrap/>
            <w:vAlign w:val="bottom"/>
            <w:hideMark/>
          </w:tcPr>
          <w:p w:rsidR="00011E90" w:rsidRPr="008664E3" w:rsidRDefault="00011E90">
            <w:pPr>
              <w:spacing w:before="0" w:after="0"/>
              <w:jc w:val="center"/>
              <w:rPr>
                <w:rFonts w:ascii="Riojana" w:hAnsi="Riojana" w:cs="Arial"/>
                <w:b/>
                <w:bCs/>
                <w:color w:val="000000"/>
                <w:sz w:val="18"/>
                <w:szCs w:val="18"/>
              </w:rPr>
            </w:pPr>
            <w:r w:rsidRPr="008664E3">
              <w:rPr>
                <w:rFonts w:ascii="Riojana" w:hAnsi="Riojana"/>
                <w:b/>
                <w:bCs/>
                <w:color w:val="000000"/>
                <w:sz w:val="18"/>
                <w:szCs w:val="18"/>
              </w:rPr>
              <w:t>Laborales</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Grupo D</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Auxiliar de Enfermería y Asistencial (A extinguir)</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Total Grupo D</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Grupo E</w:t>
            </w: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Operario Especializado</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 xml:space="preserve">Operario </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1</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color w:val="000000"/>
                <w:sz w:val="18"/>
                <w:szCs w:val="18"/>
              </w:rPr>
            </w:pPr>
            <w:r w:rsidRPr="008664E3">
              <w:rPr>
                <w:rFonts w:ascii="Riojana" w:hAnsi="Riojana"/>
                <w:color w:val="000000"/>
                <w:sz w:val="18"/>
                <w:szCs w:val="18"/>
              </w:rPr>
              <w:t>Total Grupo  E</w:t>
            </w:r>
          </w:p>
        </w:tc>
        <w:tc>
          <w:tcPr>
            <w:tcW w:w="2835" w:type="dxa"/>
            <w:noWrap/>
            <w:vAlign w:val="bottom"/>
            <w:hideMark/>
          </w:tcPr>
          <w:p w:rsidR="00011E90" w:rsidRPr="008664E3" w:rsidRDefault="00011E90">
            <w:pPr>
              <w:spacing w:before="0" w:after="0"/>
              <w:jc w:val="center"/>
              <w:rPr>
                <w:rFonts w:ascii="Riojana" w:hAnsi="Riojana" w:cs="Arial"/>
                <w:color w:val="000000"/>
                <w:sz w:val="18"/>
                <w:szCs w:val="18"/>
              </w:rPr>
            </w:pPr>
            <w:r w:rsidRPr="008664E3">
              <w:rPr>
                <w:rFonts w:ascii="Riojana" w:hAnsi="Riojana"/>
                <w:color w:val="000000"/>
                <w:sz w:val="18"/>
                <w:szCs w:val="18"/>
              </w:rPr>
              <w:t>2</w:t>
            </w: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
                <w:bCs/>
                <w:color w:val="000000"/>
                <w:sz w:val="18"/>
                <w:szCs w:val="18"/>
              </w:rPr>
            </w:pPr>
            <w:r w:rsidRPr="008664E3">
              <w:rPr>
                <w:rFonts w:ascii="Riojana" w:hAnsi="Riojana"/>
                <w:b/>
                <w:bCs/>
                <w:color w:val="000000"/>
                <w:sz w:val="18"/>
                <w:szCs w:val="18"/>
              </w:rPr>
              <w:t>Total Personal Laboral Centro Asistencial Albelda de Iregua</w:t>
            </w:r>
          </w:p>
        </w:tc>
        <w:tc>
          <w:tcPr>
            <w:tcW w:w="2835" w:type="dxa"/>
            <w:noWrap/>
            <w:vAlign w:val="bottom"/>
            <w:hideMark/>
          </w:tcPr>
          <w:p w:rsidR="00011E90" w:rsidRPr="008664E3" w:rsidRDefault="00011E90">
            <w:pPr>
              <w:spacing w:before="0" w:after="0"/>
              <w:jc w:val="center"/>
              <w:rPr>
                <w:rFonts w:ascii="Riojana" w:hAnsi="Riojana" w:cs="Arial"/>
                <w:b/>
                <w:bCs/>
                <w:color w:val="000000"/>
                <w:sz w:val="18"/>
                <w:szCs w:val="18"/>
              </w:rPr>
            </w:pPr>
            <w:r w:rsidRPr="008664E3">
              <w:rPr>
                <w:rFonts w:ascii="Riojana" w:hAnsi="Riojana"/>
                <w:b/>
                <w:bCs/>
                <w:color w:val="000000"/>
                <w:sz w:val="18"/>
                <w:szCs w:val="18"/>
              </w:rPr>
              <w:t>3</w:t>
            </w: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Cs/>
                <w:color w:val="000000"/>
                <w:sz w:val="18"/>
                <w:szCs w:val="18"/>
              </w:rPr>
            </w:pPr>
          </w:p>
          <w:p w:rsidR="00011E90" w:rsidRPr="008664E3" w:rsidRDefault="00011E90">
            <w:pPr>
              <w:spacing w:before="0" w:after="0"/>
              <w:jc w:val="left"/>
              <w:rPr>
                <w:rFonts w:ascii="Riojana" w:hAnsi="Riojana"/>
                <w:bCs/>
                <w:color w:val="000000"/>
                <w:sz w:val="18"/>
                <w:szCs w:val="18"/>
              </w:rPr>
            </w:pPr>
          </w:p>
          <w:p w:rsidR="00011E90" w:rsidRPr="008664E3" w:rsidRDefault="00011E90">
            <w:pPr>
              <w:spacing w:before="0" w:after="0"/>
              <w:jc w:val="left"/>
              <w:rPr>
                <w:rFonts w:ascii="Riojana" w:hAnsi="Riojana"/>
                <w:bCs/>
                <w:color w:val="000000"/>
                <w:sz w:val="18"/>
                <w:szCs w:val="18"/>
              </w:rPr>
            </w:pPr>
          </w:p>
          <w:p w:rsidR="00011E90" w:rsidRPr="008664E3" w:rsidRDefault="00011E90">
            <w:pPr>
              <w:spacing w:before="0" w:after="0"/>
              <w:jc w:val="left"/>
              <w:rPr>
                <w:rFonts w:ascii="Riojana" w:hAnsi="Riojana" w:cs="Arial"/>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Cs/>
                <w:color w:val="000000"/>
                <w:sz w:val="18"/>
                <w:szCs w:val="18"/>
              </w:rPr>
            </w:pPr>
          </w:p>
        </w:tc>
      </w:tr>
      <w:tr w:rsidR="00011E90" w:rsidRPr="008664E3" w:rsidTr="00B13F64">
        <w:trPr>
          <w:trHeight w:val="525"/>
        </w:trPr>
        <w:tc>
          <w:tcPr>
            <w:tcW w:w="6394" w:type="dxa"/>
            <w:vAlign w:val="bottom"/>
            <w:hideMark/>
          </w:tcPr>
          <w:p w:rsidR="00011E90" w:rsidRPr="008664E3" w:rsidRDefault="00011E90">
            <w:pPr>
              <w:spacing w:before="0" w:after="0"/>
              <w:jc w:val="left"/>
              <w:rPr>
                <w:rFonts w:ascii="Riojana" w:hAnsi="Riojana" w:cs="Arial"/>
                <w:b/>
                <w:bCs/>
                <w:color w:val="000000"/>
                <w:sz w:val="18"/>
                <w:szCs w:val="18"/>
              </w:rPr>
            </w:pPr>
            <w:r w:rsidRPr="008664E3">
              <w:rPr>
                <w:rFonts w:ascii="Riojana" w:hAnsi="Riojana"/>
                <w:b/>
                <w:bCs/>
                <w:color w:val="000000"/>
                <w:sz w:val="18"/>
                <w:szCs w:val="18"/>
              </w:rPr>
              <w:t>TOTAL PERSONAL LABORAL</w:t>
            </w:r>
          </w:p>
        </w:tc>
        <w:tc>
          <w:tcPr>
            <w:tcW w:w="2835" w:type="dxa"/>
            <w:noWrap/>
            <w:vAlign w:val="bottom"/>
            <w:hideMark/>
          </w:tcPr>
          <w:p w:rsidR="00011E90" w:rsidRPr="008664E3" w:rsidRDefault="00011E90">
            <w:pPr>
              <w:spacing w:before="0" w:after="0"/>
              <w:jc w:val="center"/>
              <w:rPr>
                <w:rFonts w:ascii="Riojana" w:hAnsi="Riojana" w:cs="Arial"/>
                <w:b/>
                <w:bCs/>
                <w:color w:val="000000"/>
                <w:sz w:val="18"/>
                <w:szCs w:val="18"/>
              </w:rPr>
            </w:pPr>
            <w:r w:rsidRPr="008664E3">
              <w:rPr>
                <w:rFonts w:ascii="Riojana" w:hAnsi="Riojana"/>
                <w:b/>
                <w:bCs/>
                <w:color w:val="000000"/>
                <w:sz w:val="18"/>
                <w:szCs w:val="18"/>
              </w:rPr>
              <w:t>39</w:t>
            </w:r>
          </w:p>
        </w:tc>
      </w:tr>
      <w:tr w:rsidR="00011E90" w:rsidRPr="008664E3" w:rsidTr="00B13F64">
        <w:trPr>
          <w:trHeight w:val="300"/>
        </w:trPr>
        <w:tc>
          <w:tcPr>
            <w:tcW w:w="6394" w:type="dxa"/>
            <w:noWrap/>
            <w:vAlign w:val="bottom"/>
          </w:tcPr>
          <w:p w:rsidR="00011E90" w:rsidRPr="008664E3" w:rsidRDefault="00011E90">
            <w:pPr>
              <w:spacing w:before="0" w:after="0"/>
              <w:jc w:val="left"/>
              <w:rPr>
                <w:rFonts w:ascii="Riojana" w:hAnsi="Riojana" w:cs="Arial"/>
                <w:bCs/>
                <w:color w:val="000000"/>
                <w:sz w:val="18"/>
                <w:szCs w:val="18"/>
              </w:rPr>
            </w:pPr>
          </w:p>
          <w:p w:rsidR="00011E90" w:rsidRPr="008664E3" w:rsidRDefault="00011E90">
            <w:pPr>
              <w:spacing w:before="0" w:after="0"/>
              <w:jc w:val="left"/>
              <w:rPr>
                <w:rFonts w:ascii="Riojana" w:hAnsi="Riojana" w:cs="Arial"/>
                <w:bCs/>
                <w:color w:val="000000"/>
                <w:sz w:val="18"/>
                <w:szCs w:val="18"/>
              </w:rPr>
            </w:pPr>
          </w:p>
        </w:tc>
        <w:tc>
          <w:tcPr>
            <w:tcW w:w="2835" w:type="dxa"/>
            <w:noWrap/>
            <w:vAlign w:val="bottom"/>
          </w:tcPr>
          <w:p w:rsidR="00011E90" w:rsidRPr="008664E3" w:rsidRDefault="00011E90">
            <w:pPr>
              <w:spacing w:before="0" w:after="0"/>
              <w:jc w:val="center"/>
              <w:rPr>
                <w:rFonts w:ascii="Riojana" w:hAnsi="Riojana" w:cs="Arial"/>
                <w:bCs/>
                <w:color w:val="000000"/>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
                <w:bCs/>
                <w:color w:val="000000"/>
                <w:sz w:val="18"/>
                <w:szCs w:val="18"/>
              </w:rPr>
            </w:pPr>
            <w:r w:rsidRPr="008664E3">
              <w:rPr>
                <w:rFonts w:ascii="Riojana" w:hAnsi="Riojana"/>
                <w:b/>
                <w:bCs/>
                <w:color w:val="000000"/>
                <w:sz w:val="18"/>
                <w:szCs w:val="18"/>
              </w:rPr>
              <w:t xml:space="preserve">TOTAL PERSONAL  DEL  SERVICIO RIOJANO DE SALUD </w:t>
            </w:r>
          </w:p>
        </w:tc>
        <w:tc>
          <w:tcPr>
            <w:tcW w:w="2835" w:type="dxa"/>
            <w:noWrap/>
            <w:vAlign w:val="bottom"/>
            <w:hideMark/>
          </w:tcPr>
          <w:p w:rsidR="00011E90" w:rsidRPr="008664E3" w:rsidRDefault="00011E90">
            <w:pPr>
              <w:spacing w:before="0" w:after="0"/>
              <w:jc w:val="center"/>
              <w:rPr>
                <w:rFonts w:ascii="Riojana" w:hAnsi="Riojana" w:cs="Arial"/>
                <w:b/>
                <w:bCs/>
                <w:color w:val="000000"/>
                <w:sz w:val="18"/>
                <w:szCs w:val="18"/>
              </w:rPr>
            </w:pPr>
            <w:r w:rsidRPr="008664E3">
              <w:rPr>
                <w:rFonts w:ascii="Riojana" w:hAnsi="Riojana"/>
                <w:b/>
                <w:bCs/>
                <w:color w:val="000000"/>
                <w:sz w:val="18"/>
                <w:szCs w:val="18"/>
              </w:rPr>
              <w:t>4.186</w:t>
            </w: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sz w:val="18"/>
                <w:szCs w:val="18"/>
              </w:rPr>
            </w:pPr>
          </w:p>
        </w:tc>
        <w:tc>
          <w:tcPr>
            <w:tcW w:w="2835"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B13F64">
        <w:trPr>
          <w:trHeight w:val="300"/>
        </w:trPr>
        <w:tc>
          <w:tcPr>
            <w:tcW w:w="6394" w:type="dxa"/>
            <w:noWrap/>
            <w:vAlign w:val="bottom"/>
            <w:hideMark/>
          </w:tcPr>
          <w:p w:rsidR="00011E90" w:rsidRPr="008664E3" w:rsidRDefault="00011E90">
            <w:pPr>
              <w:spacing w:before="0" w:after="0"/>
              <w:jc w:val="left"/>
              <w:rPr>
                <w:rFonts w:ascii="Riojana" w:hAnsi="Riojana" w:cs="Arial"/>
                <w:b/>
                <w:bCs/>
                <w:color w:val="000000"/>
                <w:sz w:val="18"/>
                <w:szCs w:val="18"/>
              </w:rPr>
            </w:pPr>
            <w:r w:rsidRPr="008664E3">
              <w:rPr>
                <w:rFonts w:ascii="Riojana" w:hAnsi="Riojana"/>
                <w:b/>
                <w:bCs/>
                <w:color w:val="000000"/>
                <w:sz w:val="18"/>
                <w:szCs w:val="18"/>
              </w:rPr>
              <w:t xml:space="preserve">TOTAL PERSONAL DE LA GERENCIA Y DEL SERVICIO RIOJANO DE SALUD </w:t>
            </w:r>
          </w:p>
        </w:tc>
        <w:tc>
          <w:tcPr>
            <w:tcW w:w="2835" w:type="dxa"/>
            <w:noWrap/>
            <w:vAlign w:val="bottom"/>
            <w:hideMark/>
          </w:tcPr>
          <w:p w:rsidR="00011E90" w:rsidRPr="008664E3" w:rsidRDefault="00011E90">
            <w:pPr>
              <w:spacing w:before="0" w:after="0"/>
              <w:jc w:val="center"/>
              <w:rPr>
                <w:rFonts w:ascii="Riojana" w:hAnsi="Riojana" w:cs="Arial"/>
                <w:b/>
                <w:bCs/>
                <w:color w:val="000000"/>
                <w:sz w:val="18"/>
                <w:szCs w:val="18"/>
              </w:rPr>
            </w:pPr>
            <w:r w:rsidRPr="008664E3">
              <w:rPr>
                <w:rFonts w:ascii="Riojana" w:hAnsi="Riojana"/>
                <w:b/>
                <w:bCs/>
                <w:color w:val="000000"/>
                <w:sz w:val="18"/>
                <w:szCs w:val="18"/>
              </w:rPr>
              <w:t>4.204</w:t>
            </w:r>
          </w:p>
        </w:tc>
      </w:tr>
    </w:tbl>
    <w:p w:rsidR="00011E90" w:rsidRDefault="00011E90" w:rsidP="00011E90">
      <w:pPr>
        <w:rPr>
          <w:rFonts w:eastAsia="Times" w:cs="Arial"/>
          <w:b/>
          <w:u w:val="single"/>
          <w:lang w:val="es-ES_tradnl"/>
        </w:rPr>
      </w:pPr>
    </w:p>
    <w:p w:rsidR="00011E90" w:rsidRPr="00B13F64" w:rsidRDefault="00011E90" w:rsidP="00011E90">
      <w:pPr>
        <w:rPr>
          <w:rFonts w:ascii="Riojana Bold" w:eastAsia="Times" w:hAnsi="Riojana Bold"/>
          <w:sz w:val="24"/>
          <w:szCs w:val="24"/>
          <w:lang w:val="es-ES_tradnl"/>
        </w:rPr>
      </w:pPr>
      <w:r w:rsidRPr="00B13F64">
        <w:rPr>
          <w:rFonts w:ascii="Riojana Bold" w:eastAsia="Times" w:hAnsi="Riojana Bold"/>
          <w:sz w:val="24"/>
          <w:szCs w:val="24"/>
          <w:lang w:val="es-ES_tradnl"/>
        </w:rPr>
        <w:t>PLANTILLAS DE PERSONAL DEL INSTITUTO DE ESTUDIOS RIOJANOS PARA 2023</w:t>
      </w:r>
    </w:p>
    <w:p w:rsidR="00011E90" w:rsidRDefault="00011E90" w:rsidP="00011E90"/>
    <w:p w:rsidR="00011E90" w:rsidRPr="008664E3" w:rsidRDefault="00011E90" w:rsidP="00011E90">
      <w:pPr>
        <w:rPr>
          <w:rFonts w:ascii="Riojana" w:hAnsi="Riojana"/>
          <w:sz w:val="18"/>
          <w:szCs w:val="18"/>
        </w:rPr>
      </w:pPr>
      <w:r w:rsidRPr="008664E3">
        <w:rPr>
          <w:rFonts w:ascii="Riojana" w:hAnsi="Riojana"/>
          <w:noProof/>
          <w:sz w:val="18"/>
          <w:szCs w:val="18"/>
        </w:rPr>
        <w:drawing>
          <wp:inline distT="0" distB="0" distL="0" distR="0" wp14:anchorId="2E40EF42" wp14:editId="0C2781D5">
            <wp:extent cx="5576570" cy="438023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76570" cy="4380230"/>
                    </a:xfrm>
                    <a:prstGeom prst="rect">
                      <a:avLst/>
                    </a:prstGeom>
                    <a:noFill/>
                    <a:ln>
                      <a:noFill/>
                    </a:ln>
                  </pic:spPr>
                </pic:pic>
              </a:graphicData>
            </a:graphic>
          </wp:inline>
        </w:drawing>
      </w:r>
    </w:p>
    <w:p w:rsidR="00011E90" w:rsidRDefault="00011E90" w:rsidP="00011E90">
      <w:r>
        <w:rPr>
          <w:b/>
          <w:bCs/>
        </w:rPr>
        <w:br w:type="page"/>
      </w:r>
    </w:p>
    <w:tbl>
      <w:tblPr>
        <w:tblW w:w="9924" w:type="dxa"/>
        <w:jc w:val="center"/>
        <w:tblCellMar>
          <w:left w:w="70" w:type="dxa"/>
          <w:right w:w="70" w:type="dxa"/>
        </w:tblCellMar>
        <w:tblLook w:val="04A0" w:firstRow="1" w:lastRow="0" w:firstColumn="1" w:lastColumn="0" w:noHBand="0" w:noVBand="1"/>
      </w:tblPr>
      <w:tblGrid>
        <w:gridCol w:w="8180"/>
        <w:gridCol w:w="1744"/>
      </w:tblGrid>
      <w:tr w:rsidR="00011E90" w:rsidRPr="00B13F64" w:rsidTr="00011E90">
        <w:trPr>
          <w:trHeight w:val="960"/>
          <w:jc w:val="center"/>
        </w:trPr>
        <w:tc>
          <w:tcPr>
            <w:tcW w:w="9924" w:type="dxa"/>
            <w:gridSpan w:val="2"/>
            <w:vAlign w:val="center"/>
            <w:hideMark/>
          </w:tcPr>
          <w:p w:rsidR="00011E90" w:rsidRPr="00B13F64" w:rsidRDefault="00011E90">
            <w:pPr>
              <w:pStyle w:val="Ttulo3"/>
              <w:jc w:val="center"/>
              <w:rPr>
                <w:rFonts w:ascii="Riojana Bold" w:eastAsia="Times" w:hAnsi="Riojana Bold"/>
                <w:b w:val="0"/>
                <w:sz w:val="24"/>
                <w:szCs w:val="24"/>
                <w:lang w:val="es-ES_tradnl"/>
              </w:rPr>
            </w:pPr>
            <w:r w:rsidRPr="00B13F64">
              <w:rPr>
                <w:rFonts w:ascii="Riojana Bold" w:hAnsi="Riojana Bold"/>
                <w:b w:val="0"/>
                <w:sz w:val="24"/>
                <w:szCs w:val="24"/>
              </w:rPr>
              <w:lastRenderedPageBreak/>
              <w:br w:type="page"/>
            </w:r>
            <w:r w:rsidRPr="00B13F64">
              <w:rPr>
                <w:rFonts w:ascii="Riojana Bold" w:eastAsia="Times" w:hAnsi="Riojana Bold"/>
                <w:b w:val="0"/>
                <w:bCs w:val="0"/>
                <w:sz w:val="24"/>
                <w:szCs w:val="24"/>
              </w:rPr>
              <w:br w:type="page"/>
            </w:r>
            <w:bookmarkStart w:id="3" w:name="RANGE!B1:C250"/>
            <w:r w:rsidRPr="00B13F64">
              <w:rPr>
                <w:rFonts w:ascii="Riojana Bold" w:eastAsia="Times" w:hAnsi="Riojana Bold"/>
                <w:b w:val="0"/>
                <w:sz w:val="24"/>
                <w:szCs w:val="24"/>
                <w:lang w:val="es-ES_tradnl"/>
              </w:rPr>
              <w:t>ANEXO II - MÓDULOS ECONÓMICOS DE LOS CONCEPTOS QUE INTEGRAN LOS CONCIERTOS EDUCATIVOS EN LOS DIFERENTES NIVELES PARA EL AÑO 2023</w:t>
            </w:r>
            <w:bookmarkEnd w:id="3"/>
          </w:p>
        </w:tc>
      </w:tr>
      <w:tr w:rsidR="00011E90" w:rsidRPr="008664E3" w:rsidTr="00011E90">
        <w:trPr>
          <w:trHeight w:val="345"/>
          <w:jc w:val="center"/>
        </w:trPr>
        <w:tc>
          <w:tcPr>
            <w:tcW w:w="8180" w:type="dxa"/>
            <w:vAlign w:val="bottom"/>
          </w:tcPr>
          <w:p w:rsidR="00011E90" w:rsidRPr="008664E3" w:rsidRDefault="00011E90">
            <w:pPr>
              <w:spacing w:after="0"/>
              <w:jc w:val="center"/>
              <w:rPr>
                <w:rFonts w:ascii="Riojana" w:hAnsi="Riojana" w:cs="Arial"/>
                <w:b/>
                <w:sz w:val="18"/>
                <w:szCs w:val="18"/>
              </w:rPr>
            </w:pPr>
          </w:p>
          <w:p w:rsidR="00011E90" w:rsidRPr="008664E3" w:rsidRDefault="00011E90">
            <w:pPr>
              <w:spacing w:before="100" w:after="0"/>
              <w:jc w:val="center"/>
              <w:rPr>
                <w:rFonts w:ascii="Riojana" w:hAnsi="Riojana" w:cs="Arial"/>
                <w:b/>
                <w:sz w:val="18"/>
                <w:szCs w:val="18"/>
              </w:rPr>
            </w:pPr>
            <w:r w:rsidRPr="008664E3">
              <w:rPr>
                <w:rFonts w:ascii="Riojana" w:hAnsi="Riojana"/>
                <w:b/>
                <w:sz w:val="18"/>
                <w:szCs w:val="18"/>
              </w:rPr>
              <w:t>NIVEL</w:t>
            </w:r>
          </w:p>
        </w:tc>
        <w:tc>
          <w:tcPr>
            <w:tcW w:w="1744" w:type="dxa"/>
            <w:noWrap/>
            <w:vAlign w:val="bottom"/>
            <w:hideMark/>
          </w:tcPr>
          <w:p w:rsidR="00011E90" w:rsidRPr="008664E3" w:rsidRDefault="00011E90">
            <w:pPr>
              <w:spacing w:before="100" w:after="0"/>
              <w:jc w:val="center"/>
              <w:rPr>
                <w:rFonts w:ascii="Riojana" w:hAnsi="Riojana" w:cs="Arial"/>
                <w:b/>
                <w:sz w:val="18"/>
                <w:szCs w:val="18"/>
              </w:rPr>
            </w:pPr>
            <w:r w:rsidRPr="008664E3">
              <w:rPr>
                <w:rFonts w:ascii="Riojana" w:hAnsi="Riojana"/>
                <w:b/>
                <w:sz w:val="18"/>
                <w:szCs w:val="18"/>
              </w:rPr>
              <w:t>EUROS</w:t>
            </w: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 xml:space="preserve">EDUCACIÓN INFANTIL </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Salarios de personal docente, incluidas cargas sociales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49.685,79</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Gastos Variables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4.602,09</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Otros Gastos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8.165,76</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TOTAL</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62.453,64</w:t>
            </w: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EDUCACIÓN PRIMARIA</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Salarios de personal docente, incluidas cargas sociales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51.559,94</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Gastos Variables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4.602,09</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Otros Gastos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8.165,76</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TOTAL</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64.327,79</w:t>
            </w:r>
          </w:p>
        </w:tc>
      </w:tr>
      <w:tr w:rsidR="00011E90" w:rsidRPr="008664E3" w:rsidTr="00011E90">
        <w:trPr>
          <w:trHeight w:val="315"/>
          <w:jc w:val="center"/>
        </w:trPr>
        <w:tc>
          <w:tcPr>
            <w:tcW w:w="9924" w:type="dxa"/>
            <w:gridSpan w:val="2"/>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 xml:space="preserve">EDUCACIÓN SECUNDARIA OBLIGATORIA - PRIMER Y SEGUNDO CURSO. Centros con 2 o 3 unidades. </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Salarios de personal docente, incluidas cargas sociales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65.915,18</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Gastos Variables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5.414,01</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Otros Gastos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10.615,45</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TOTAL</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81.944,64</w:t>
            </w:r>
          </w:p>
        </w:tc>
      </w:tr>
      <w:tr w:rsidR="00011E90" w:rsidRPr="008664E3" w:rsidTr="00011E90">
        <w:trPr>
          <w:trHeight w:val="315"/>
          <w:jc w:val="center"/>
        </w:trPr>
        <w:tc>
          <w:tcPr>
            <w:tcW w:w="9924" w:type="dxa"/>
            <w:gridSpan w:val="2"/>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 xml:space="preserve">EDUCACIÓN SECUNDARIA OBLIGATORIA - PRIMER Y SEGUNDO CURSO. Centros con 4 o 5 unidades. </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Salarios de personal docente, incluidas cargas sociales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64.978,89</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Gastos Variables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5.414,01</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Otros Gastos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10.615,45</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TOTAL</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81.008,35</w:t>
            </w:r>
          </w:p>
        </w:tc>
      </w:tr>
      <w:tr w:rsidR="00011E90" w:rsidRPr="008664E3" w:rsidTr="00011E90">
        <w:trPr>
          <w:trHeight w:val="315"/>
          <w:jc w:val="center"/>
        </w:trPr>
        <w:tc>
          <w:tcPr>
            <w:tcW w:w="9924" w:type="dxa"/>
            <w:gridSpan w:val="2"/>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EDUCACIÓN SECUNDARIA OBLIGATORIA - PRIMER Y SEGUNDO CURSO. Centros con 6 o más unidades</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Salarios de personal docente, incluidas cargas sociales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62.170,00</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Gastos Variables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5.414,01</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Otros Gastos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10.615,45</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TOTAL</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78.199,46</w:t>
            </w:r>
          </w:p>
        </w:tc>
      </w:tr>
      <w:tr w:rsidR="00011E90" w:rsidRPr="008664E3" w:rsidTr="00011E90">
        <w:trPr>
          <w:trHeight w:val="315"/>
          <w:jc w:val="center"/>
        </w:trPr>
        <w:tc>
          <w:tcPr>
            <w:tcW w:w="9924" w:type="dxa"/>
            <w:gridSpan w:val="2"/>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EDUCACIÓN SECUNDARIA OBLIGATORIA - TERCER Y CUARTO CURSO. Centros con 2 o 3 unidades</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Salarios de personal docente, incluidas cargas sociales</w:t>
            </w:r>
          </w:p>
        </w:tc>
        <w:tc>
          <w:tcPr>
            <w:tcW w:w="1744" w:type="dxa"/>
            <w:noWrap/>
            <w:vAlign w:val="bottom"/>
            <w:hideMark/>
          </w:tcPr>
          <w:p w:rsidR="00011E90" w:rsidRPr="008664E3" w:rsidRDefault="00011E90">
            <w:pPr>
              <w:spacing w:before="100" w:after="0"/>
              <w:jc w:val="right"/>
              <w:rPr>
                <w:rFonts w:ascii="Riojana" w:hAnsi="Riojana" w:cs="Arial"/>
                <w:b/>
                <w:sz w:val="18"/>
                <w:szCs w:val="18"/>
              </w:rPr>
            </w:pPr>
            <w:r w:rsidRPr="008664E3">
              <w:rPr>
                <w:rFonts w:ascii="Riojana" w:hAnsi="Riojana"/>
                <w:b/>
                <w:sz w:val="18"/>
                <w:szCs w:val="18"/>
              </w:rPr>
              <w:t>80.427,76</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lastRenderedPageBreak/>
              <w:t>Gastos Variables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10.368,62</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Otros Gastos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11.716,71</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TOTAL</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102.513,09</w:t>
            </w:r>
          </w:p>
        </w:tc>
      </w:tr>
      <w:tr w:rsidR="00011E90" w:rsidRPr="008664E3" w:rsidTr="00011E90">
        <w:trPr>
          <w:trHeight w:val="315"/>
          <w:jc w:val="center"/>
        </w:trPr>
        <w:tc>
          <w:tcPr>
            <w:tcW w:w="9924" w:type="dxa"/>
            <w:gridSpan w:val="2"/>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 xml:space="preserve">EDUCACIÓN SECUNDARIA OBLIGATORIA - TERCER Y CUARTO CURSO. Centros con 4 o 5 unidades. </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Salarios de personal docente, incluidas cargas sociales</w:t>
            </w:r>
          </w:p>
        </w:tc>
        <w:tc>
          <w:tcPr>
            <w:tcW w:w="1744" w:type="dxa"/>
            <w:noWrap/>
            <w:vAlign w:val="bottom"/>
            <w:hideMark/>
          </w:tcPr>
          <w:p w:rsidR="00011E90" w:rsidRPr="008664E3" w:rsidRDefault="00011E90">
            <w:pPr>
              <w:spacing w:before="100" w:after="0"/>
              <w:jc w:val="right"/>
              <w:rPr>
                <w:rFonts w:ascii="Riojana" w:hAnsi="Riojana" w:cs="Arial"/>
                <w:b/>
                <w:sz w:val="18"/>
                <w:szCs w:val="18"/>
              </w:rPr>
            </w:pPr>
            <w:r w:rsidRPr="008664E3">
              <w:rPr>
                <w:rFonts w:ascii="Riojana" w:hAnsi="Riojana"/>
                <w:b/>
                <w:sz w:val="18"/>
                <w:szCs w:val="18"/>
              </w:rPr>
              <w:t>71.064,81</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Gastos Variables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10.368,62</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Otros Gastos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11.716,71</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TOTAL</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93.150,14</w:t>
            </w:r>
          </w:p>
        </w:tc>
      </w:tr>
      <w:tr w:rsidR="00011E90" w:rsidRPr="008664E3" w:rsidTr="00011E90">
        <w:trPr>
          <w:trHeight w:val="315"/>
          <w:jc w:val="center"/>
        </w:trPr>
        <w:tc>
          <w:tcPr>
            <w:tcW w:w="9924" w:type="dxa"/>
            <w:gridSpan w:val="2"/>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EDUCACIÓN SECUNDARIA OBLIGATORIA - TERCER Y CUARTO CURSO. Centros con 6 o más unidades</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Salarios de personal docente, incluidas cargas sociales</w:t>
            </w:r>
          </w:p>
        </w:tc>
        <w:tc>
          <w:tcPr>
            <w:tcW w:w="1744" w:type="dxa"/>
            <w:noWrap/>
            <w:vAlign w:val="bottom"/>
            <w:hideMark/>
          </w:tcPr>
          <w:p w:rsidR="00011E90" w:rsidRPr="008664E3" w:rsidRDefault="00011E90">
            <w:pPr>
              <w:spacing w:before="100" w:after="0"/>
              <w:jc w:val="right"/>
              <w:rPr>
                <w:rFonts w:ascii="Riojana" w:hAnsi="Riojana" w:cs="Arial"/>
                <w:b/>
                <w:sz w:val="18"/>
                <w:szCs w:val="18"/>
              </w:rPr>
            </w:pPr>
            <w:r w:rsidRPr="008664E3">
              <w:rPr>
                <w:rFonts w:ascii="Riojana" w:hAnsi="Riojana"/>
                <w:b/>
                <w:sz w:val="18"/>
                <w:szCs w:val="18"/>
              </w:rPr>
              <w:t>70.128,51</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Gastos Variables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10.368,62</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Otros Gastos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11.716,71</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TOTAL</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92.213,84</w:t>
            </w: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BACHILLERATO</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Salarios de personal docente, incluidas cargas sociales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77.384,80</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Gastos Variables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12.305,71</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Otros Gastos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11.043,13</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TOTAL</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100.733,64</w:t>
            </w: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APOYO A ALUMNOS CON NECESIDADES EDUCATIVAS ESPECIALES</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Salarios de personal docente, incluidas cargas sociales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46.814,76</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Gastos Variables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7.654,48</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Otros Gastos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7.265,23</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TOTAL</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61.734,47</w:t>
            </w: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APOYO A ALUMNOS CON NECESIDADES DE COMPENSACIÓN EDUCATIVA</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Salarios de personal docente, incluidas cargas sociales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46.814,76</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Gastos Variables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7.654,48</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Otros Gastos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1.816,32</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TOTAL</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56.285,56</w:t>
            </w:r>
          </w:p>
        </w:tc>
      </w:tr>
      <w:tr w:rsidR="00011E90" w:rsidRPr="008664E3" w:rsidTr="00011E90">
        <w:trPr>
          <w:trHeight w:val="315"/>
          <w:jc w:val="center"/>
        </w:trPr>
        <w:tc>
          <w:tcPr>
            <w:tcW w:w="9924" w:type="dxa"/>
            <w:gridSpan w:val="2"/>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APOYO A ALUMNOS CON NECESIDADES EDUCATIVAS ESPECIALES O DE COMPENSACIÓN EDUCATIVA</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Salarios de personal docente, incluidas cargas sociales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46.814,76</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Gastos Variables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7.654,48</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Otros Gastos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4.540,78</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lastRenderedPageBreak/>
              <w:t>TOTAL</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59.010,02</w:t>
            </w: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PROGRAMA DE REFUERZO TRANSITORIO / REFUERZO CURRICULAR EN 1º DE ESO</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70"/>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Salarios de personal docente, incluidas cargas sociales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37.451,81</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Gastos Variables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6.434,63</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Otros Gastos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1.816,32</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TOTAL</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45.702,76</w:t>
            </w: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PMAR / PROGRAMA DE REFUERZO CURRICULAR EN 2º DE ESO</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Salarios de personal docente, incluidas cargas sociales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37.451,81</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Gastos Variables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6.434,63</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Otros Gastos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1.816,32</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TOTAL</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45.702,76</w:t>
            </w: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PROGRAMA DE DIVERSIFICACIÓN CURRICULAR EN 3º DE ESO</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Salarios de personal docente, incluidas cargas sociales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43.069,58</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Gastos Variables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7.206,79</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Otros Gastos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1.816,32</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TOTAL</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52.092,69</w:t>
            </w: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PROGRAMA DE DIVERSIFICACIÓN CURRICULAR EN 4º DE ESO</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Salarios de personal docente, incluidas cargas sociales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41.196,99</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Gastos Variables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6.949,40</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Otros Gastos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1.816,32</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TOTAL</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49.962,71</w:t>
            </w:r>
          </w:p>
        </w:tc>
      </w:tr>
      <w:tr w:rsidR="00011E90" w:rsidRPr="008664E3" w:rsidTr="00011E90">
        <w:trPr>
          <w:trHeight w:val="255"/>
          <w:jc w:val="center"/>
        </w:trPr>
        <w:tc>
          <w:tcPr>
            <w:tcW w:w="8180" w:type="dxa"/>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PROGRAMA EXPLORA</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Salarios de personal docente, incluidas cargas sociales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14.980,72</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Gastos Variables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2.449,43</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Otros Gastos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1.816,32</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TOTAL</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19.246,47</w:t>
            </w:r>
          </w:p>
        </w:tc>
      </w:tr>
      <w:tr w:rsidR="00011E90" w:rsidRPr="008664E3" w:rsidTr="00011E90">
        <w:trPr>
          <w:trHeight w:val="255"/>
          <w:jc w:val="center"/>
        </w:trPr>
        <w:tc>
          <w:tcPr>
            <w:tcW w:w="8180" w:type="dxa"/>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PROCUA</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Salarios de personal docente, incluidas cargas sociales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71.158,44</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Gastos Variables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11.634,80</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Otros Gastos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7.265,23</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TOTAL</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90.058,47</w:t>
            </w:r>
          </w:p>
        </w:tc>
      </w:tr>
      <w:tr w:rsidR="00011E90" w:rsidRPr="008664E3" w:rsidTr="00011E90">
        <w:trPr>
          <w:trHeight w:val="315"/>
          <w:jc w:val="center"/>
        </w:trPr>
        <w:tc>
          <w:tcPr>
            <w:tcW w:w="9924" w:type="dxa"/>
            <w:gridSpan w:val="2"/>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APOYO A ALUMNOS CON TRASTORNOS GRAVES DE CONDUCTA EN EDUCACIÓN PRIMARIA</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lastRenderedPageBreak/>
              <w:t>Salarios de personal docente, incluidas cargas sociales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62.471,66</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Gastos Variables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5.641,93</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Otros Gastos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16.574,25</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TOTAL</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84.687,84</w:t>
            </w:r>
          </w:p>
        </w:tc>
      </w:tr>
      <w:tr w:rsidR="00011E90" w:rsidRPr="008664E3" w:rsidTr="00011E90">
        <w:trPr>
          <w:trHeight w:val="255"/>
          <w:jc w:val="center"/>
        </w:trPr>
        <w:tc>
          <w:tcPr>
            <w:tcW w:w="9924" w:type="dxa"/>
            <w:gridSpan w:val="2"/>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APOYO A ALUMNOS CON TRASTORNOS GRAVES DE CONDUCTA EN EDUCACIÓN SECUNDARIA OBLIGATORIA</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Salarios de personal docente, incluidas cargas sociales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70.222,14</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Gastos Variables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10.704,06</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Otros Gastos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16.574,25</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TOTAL</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97.500,45</w:t>
            </w: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ESPACIOS INCLUSIVOS ALUMNOS TEA - PRIMARIA</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Salarios de personal docente, incluidas cargas sociales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41.647,77</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Gastos Variables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4.602,09</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Otros Gastos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48.149,35</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TOTAL</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94.399,21</w:t>
            </w: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ESPACIOS INCLUSIVOS ALUMNOS TEA - ESO</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Salarios de personal docente, incluidas cargas sociales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46.814,76</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Gastos Variables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5.414,01</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Otros Gastos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37.271,75</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TOTAL</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89.500,52</w:t>
            </w: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PROGRAMA AULA APRENDIZAJE DE TAREAS - INFANTIL Y PRIMARIA</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Salarios de personal docente, incluidas cargas sociales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110.119,37</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Gastos Variables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4.602,09</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Otros Gastos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8.461,25</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TOTAL</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123.182,71</w:t>
            </w: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EDUCACIÓN ESPECIAL</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I. EDUCACIÓN INFANTIL ESPECIAL, SEGUNDO CICLO</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Salarios de personal docente, incluidas cargas sociales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48.019,88</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Gastos Variables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4.602,08</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Otros Gastos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8.461,25</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TOTAL</w:t>
            </w:r>
          </w:p>
        </w:tc>
        <w:tc>
          <w:tcPr>
            <w:tcW w:w="1744" w:type="dxa"/>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61.083,21</w:t>
            </w:r>
          </w:p>
        </w:tc>
      </w:tr>
      <w:tr w:rsidR="00011E90" w:rsidRPr="008664E3" w:rsidTr="00011E90">
        <w:trPr>
          <w:trHeight w:val="570"/>
          <w:jc w:val="center"/>
        </w:trPr>
        <w:tc>
          <w:tcPr>
            <w:tcW w:w="8180" w:type="dxa"/>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Personal complementario (logopedas, fisioterapeutas, ayudantes técnicos educativos, psicólogo pedagogo y trabajador social):</w:t>
            </w:r>
          </w:p>
        </w:tc>
        <w:tc>
          <w:tcPr>
            <w:tcW w:w="1744" w:type="dxa"/>
            <w:noWrap/>
            <w:vAlign w:val="bottom"/>
            <w:hideMark/>
          </w:tcPr>
          <w:p w:rsidR="00011E90" w:rsidRPr="008664E3" w:rsidRDefault="00011E90">
            <w:pPr>
              <w:spacing w:before="100" w:after="0"/>
              <w:jc w:val="right"/>
              <w:rPr>
                <w:rFonts w:ascii="Riojana" w:hAnsi="Riojana" w:cs="Arial"/>
                <w:b/>
                <w:sz w:val="18"/>
                <w:szCs w:val="18"/>
              </w:rPr>
            </w:pPr>
            <w:r w:rsidRPr="008664E3">
              <w:rPr>
                <w:rFonts w:ascii="Riojana" w:hAnsi="Riojana"/>
                <w:b/>
                <w:sz w:val="18"/>
                <w:szCs w:val="18"/>
              </w:rPr>
              <w:t>37.443,58</w:t>
            </w: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lastRenderedPageBreak/>
              <w:t>II. EDUCACIÓN BÁSICA ESPECIAL</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Salarios de personal docente, incluidas cargas sociales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42.830,57</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Gastos Variables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4.602,08</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Otros Gastos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8.461,25</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TOTAL</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55.893,90</w:t>
            </w:r>
          </w:p>
        </w:tc>
      </w:tr>
      <w:tr w:rsidR="00011E90" w:rsidRPr="008664E3" w:rsidTr="00011E90">
        <w:trPr>
          <w:trHeight w:val="615"/>
          <w:jc w:val="center"/>
        </w:trPr>
        <w:tc>
          <w:tcPr>
            <w:tcW w:w="8180" w:type="dxa"/>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Personal complementario (logopedas, fisioterapeutas, ayudantes técnicos educativos, psicólogo pedagogo y trabajador social):</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 xml:space="preserve">PSÍQUICOS </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31.309,96</w:t>
            </w: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AUTISMO O PROBLEMAS GRAVES DE PERSONALIDAD</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26.134,23</w:t>
            </w: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AUDITIVOS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29.404,12</w:t>
            </w: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PLURIDEFICIENTES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35.553,57</w:t>
            </w: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III. PROGRAMAS DE FORMACIÓN PARA LA TRANSICIÓN A LA VIDA ADULTA</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Salarios de personal docente, incluidas cargas sociales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84.461,68</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Gastos Variables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6.038,31</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Otros Gastos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12.054,20</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TOTAL</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102.554,19</w:t>
            </w:r>
          </w:p>
        </w:tc>
      </w:tr>
      <w:tr w:rsidR="00011E90" w:rsidRPr="008664E3" w:rsidTr="00011E90">
        <w:trPr>
          <w:trHeight w:val="540"/>
          <w:jc w:val="center"/>
        </w:trPr>
        <w:tc>
          <w:tcPr>
            <w:tcW w:w="8180" w:type="dxa"/>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Personal complementario (logopedas, fisioterapeutas, ayudantes técnicos educativos, psicólogo pedagogo y trabajador social):</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 xml:space="preserve">PSÍQUICOS </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47.662,18</w:t>
            </w: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AUTISMO O PROBLEMAS GRAVES DE PERSONALIDAD</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43.042,76</w:t>
            </w: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AUDITIVOS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37.807,61</w:t>
            </w: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PLURIDEFICIENTES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52.562,70</w:t>
            </w: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CICLOS FORMATIVOS DE GRADO BÁSICO</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noWrap/>
            <w:vAlign w:val="bottom"/>
            <w:hideMark/>
          </w:tcPr>
          <w:p w:rsidR="00011E90" w:rsidRPr="008664E3" w:rsidRDefault="00011E90">
            <w:pPr>
              <w:spacing w:before="100" w:after="0"/>
              <w:jc w:val="center"/>
              <w:rPr>
                <w:rFonts w:ascii="Riojana" w:hAnsi="Riojana" w:cs="Arial"/>
                <w:sz w:val="18"/>
                <w:szCs w:val="18"/>
              </w:rPr>
            </w:pPr>
            <w:r w:rsidRPr="008664E3">
              <w:rPr>
                <w:rFonts w:ascii="Riojana" w:hAnsi="Riojana"/>
                <w:sz w:val="18"/>
                <w:szCs w:val="18"/>
              </w:rPr>
              <w:t>I. Salarios de personal docente, incluidas cargas sociales</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Primer y 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75.053,36</w:t>
            </w:r>
          </w:p>
        </w:tc>
      </w:tr>
      <w:tr w:rsidR="00011E90" w:rsidRPr="008664E3" w:rsidTr="00011E90">
        <w:trPr>
          <w:trHeight w:val="285"/>
          <w:jc w:val="center"/>
        </w:trPr>
        <w:tc>
          <w:tcPr>
            <w:tcW w:w="8180" w:type="dxa"/>
            <w:noWrap/>
            <w:vAlign w:val="bottom"/>
            <w:hideMark/>
          </w:tcPr>
          <w:p w:rsidR="00011E90" w:rsidRPr="008664E3" w:rsidRDefault="00011E90">
            <w:pPr>
              <w:spacing w:before="100" w:after="0"/>
              <w:jc w:val="center"/>
              <w:rPr>
                <w:rFonts w:ascii="Riojana" w:hAnsi="Riojana" w:cs="Arial"/>
                <w:sz w:val="18"/>
                <w:szCs w:val="18"/>
              </w:rPr>
            </w:pPr>
            <w:r w:rsidRPr="008664E3">
              <w:rPr>
                <w:rFonts w:ascii="Riojana" w:hAnsi="Riojana"/>
                <w:sz w:val="18"/>
                <w:szCs w:val="18"/>
              </w:rPr>
              <w:t>II. Gastos Variables</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Primer y 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8.165,34</w:t>
            </w:r>
          </w:p>
        </w:tc>
      </w:tr>
      <w:tr w:rsidR="00011E90" w:rsidRPr="008664E3" w:rsidTr="00011E90">
        <w:trPr>
          <w:trHeight w:val="285"/>
          <w:jc w:val="center"/>
        </w:trPr>
        <w:tc>
          <w:tcPr>
            <w:tcW w:w="8180" w:type="dxa"/>
            <w:noWrap/>
            <w:vAlign w:val="bottom"/>
            <w:hideMark/>
          </w:tcPr>
          <w:p w:rsidR="00011E90" w:rsidRPr="008664E3" w:rsidRDefault="00011E90">
            <w:pPr>
              <w:spacing w:before="100" w:after="0"/>
              <w:jc w:val="center"/>
              <w:rPr>
                <w:rFonts w:ascii="Riojana" w:hAnsi="Riojana" w:cs="Arial"/>
                <w:sz w:val="18"/>
                <w:szCs w:val="18"/>
              </w:rPr>
            </w:pPr>
            <w:r w:rsidRPr="008664E3">
              <w:rPr>
                <w:rFonts w:ascii="Riojana" w:hAnsi="Riojana"/>
                <w:sz w:val="18"/>
                <w:szCs w:val="18"/>
              </w:rPr>
              <w:t>III. Otros Gastos</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Familia profesional: Administración y gestión</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10.504,38</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Familia profesional: Comercio y marketing</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10.504,38</w:t>
            </w:r>
          </w:p>
        </w:tc>
      </w:tr>
      <w:tr w:rsidR="00011E90" w:rsidRPr="008664E3" w:rsidTr="00011E90">
        <w:trPr>
          <w:trHeight w:val="270"/>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Familia profesional: Agraria</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11.153,46</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Familia profesional: Electricidad y electrónica</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11.153,46</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lastRenderedPageBreak/>
              <w:t>Familia profesional:  Fabricación mecánica / Instalación y mantenimiento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13.766,57</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Familia profesional: Imagen personal</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9.920,82</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Familia profesional: Informática y comunicaciones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12.547,64</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Familia profesional: Transporte y mantenimiento de vehículos</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12.114,90</w:t>
            </w: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PROGRAMAS ESPECÍFICOS DE FORMACIÓN PROFESIONAL BÁSICA</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Familia profesional:  Instalaciones electrotécnicas y fabricación mecánica</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13.766,57</w:t>
            </w: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PROGRAMAS ESPECIALES DE CUALIFICACIÓN INICIAL</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Familia profesional: Administración y gestión</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10.504,38</w:t>
            </w: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CICLOS FORMATIVOS DE GRADO MEDIO Y SUPERIOR</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noWrap/>
            <w:vAlign w:val="bottom"/>
            <w:hideMark/>
          </w:tcPr>
          <w:p w:rsidR="00011E90" w:rsidRPr="008664E3" w:rsidRDefault="00011E90">
            <w:pPr>
              <w:spacing w:before="100" w:after="0"/>
              <w:jc w:val="center"/>
              <w:rPr>
                <w:rFonts w:ascii="Riojana" w:hAnsi="Riojana" w:cs="Arial"/>
                <w:sz w:val="18"/>
                <w:szCs w:val="18"/>
              </w:rPr>
            </w:pPr>
            <w:r w:rsidRPr="008664E3">
              <w:rPr>
                <w:rFonts w:ascii="Riojana" w:hAnsi="Riojana"/>
                <w:sz w:val="18"/>
                <w:szCs w:val="18"/>
              </w:rPr>
              <w:t>I. Salarios de personal docente, incluidas cargas sociales</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noWrap/>
            <w:vAlign w:val="bottom"/>
            <w:hideMark/>
          </w:tcPr>
          <w:p w:rsidR="00011E90" w:rsidRPr="008664E3" w:rsidRDefault="00011E90">
            <w:pPr>
              <w:spacing w:before="100" w:after="0"/>
              <w:jc w:val="center"/>
              <w:rPr>
                <w:rFonts w:ascii="Riojana" w:hAnsi="Riojana" w:cs="Arial"/>
                <w:sz w:val="18"/>
                <w:szCs w:val="18"/>
              </w:rPr>
            </w:pPr>
            <w:r w:rsidRPr="008664E3">
              <w:rPr>
                <w:rFonts w:ascii="Riojana" w:hAnsi="Riojana"/>
                <w:sz w:val="18"/>
                <w:szCs w:val="18"/>
              </w:rPr>
              <w:t>CICLOS FORMATIVOS DE GRADO MEDIO -  CICLOS CORTOS</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73.209,30</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0,00</w:t>
            </w:r>
          </w:p>
        </w:tc>
      </w:tr>
      <w:tr w:rsidR="00011E90" w:rsidRPr="008664E3" w:rsidTr="00011E90">
        <w:trPr>
          <w:trHeight w:val="285"/>
          <w:jc w:val="center"/>
        </w:trPr>
        <w:tc>
          <w:tcPr>
            <w:tcW w:w="8180" w:type="dxa"/>
            <w:noWrap/>
            <w:vAlign w:val="bottom"/>
            <w:hideMark/>
          </w:tcPr>
          <w:p w:rsidR="00011E90" w:rsidRPr="008664E3" w:rsidRDefault="00011E90">
            <w:pPr>
              <w:spacing w:before="100" w:after="0"/>
              <w:jc w:val="center"/>
              <w:rPr>
                <w:rFonts w:ascii="Riojana" w:hAnsi="Riojana" w:cs="Arial"/>
                <w:sz w:val="18"/>
                <w:szCs w:val="18"/>
              </w:rPr>
            </w:pPr>
            <w:r w:rsidRPr="008664E3">
              <w:rPr>
                <w:rFonts w:ascii="Riojana" w:hAnsi="Riojana"/>
                <w:sz w:val="18"/>
                <w:szCs w:val="18"/>
              </w:rPr>
              <w:t>CICLOS FORMATIVOS DE GRADO MEDIO -  CICLOS LARGOS</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73.209,30</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73.209,30</w:t>
            </w:r>
          </w:p>
        </w:tc>
      </w:tr>
      <w:tr w:rsidR="00011E90" w:rsidRPr="008664E3" w:rsidTr="00011E90">
        <w:trPr>
          <w:trHeight w:val="285"/>
          <w:jc w:val="center"/>
        </w:trPr>
        <w:tc>
          <w:tcPr>
            <w:tcW w:w="8180" w:type="dxa"/>
            <w:noWrap/>
            <w:vAlign w:val="bottom"/>
            <w:hideMark/>
          </w:tcPr>
          <w:p w:rsidR="00011E90" w:rsidRPr="008664E3" w:rsidRDefault="00011E90">
            <w:pPr>
              <w:spacing w:before="100" w:after="0"/>
              <w:jc w:val="center"/>
              <w:rPr>
                <w:rFonts w:ascii="Riojana" w:hAnsi="Riojana" w:cs="Arial"/>
                <w:sz w:val="18"/>
                <w:szCs w:val="18"/>
              </w:rPr>
            </w:pPr>
            <w:r w:rsidRPr="008664E3">
              <w:rPr>
                <w:rFonts w:ascii="Riojana" w:hAnsi="Riojana"/>
                <w:sz w:val="18"/>
                <w:szCs w:val="18"/>
              </w:rPr>
              <w:t>CICLOS FORMATIVOS DE GRADO SUPERIOR -  CICLOS LARGOS</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67.677,11</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67.677,11</w:t>
            </w:r>
          </w:p>
        </w:tc>
      </w:tr>
      <w:tr w:rsidR="00011E90" w:rsidRPr="008664E3" w:rsidTr="00011E90">
        <w:trPr>
          <w:trHeight w:val="285"/>
          <w:jc w:val="center"/>
        </w:trPr>
        <w:tc>
          <w:tcPr>
            <w:tcW w:w="8180" w:type="dxa"/>
            <w:noWrap/>
            <w:vAlign w:val="bottom"/>
            <w:hideMark/>
          </w:tcPr>
          <w:p w:rsidR="00011E90" w:rsidRPr="008664E3" w:rsidRDefault="00011E90">
            <w:pPr>
              <w:spacing w:before="100" w:after="0"/>
              <w:jc w:val="center"/>
              <w:rPr>
                <w:rFonts w:ascii="Riojana" w:hAnsi="Riojana" w:cs="Arial"/>
                <w:sz w:val="18"/>
                <w:szCs w:val="18"/>
              </w:rPr>
            </w:pPr>
            <w:r w:rsidRPr="008664E3">
              <w:rPr>
                <w:rFonts w:ascii="Riojana" w:hAnsi="Riojana"/>
                <w:sz w:val="18"/>
                <w:szCs w:val="18"/>
              </w:rPr>
              <w:t>II. Gastos Variables</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noWrap/>
            <w:vAlign w:val="bottom"/>
            <w:hideMark/>
          </w:tcPr>
          <w:p w:rsidR="00011E90" w:rsidRPr="008664E3" w:rsidRDefault="00011E90">
            <w:pPr>
              <w:spacing w:before="100" w:after="0"/>
              <w:jc w:val="center"/>
              <w:rPr>
                <w:rFonts w:ascii="Riojana" w:hAnsi="Riojana" w:cs="Arial"/>
                <w:sz w:val="18"/>
                <w:szCs w:val="18"/>
              </w:rPr>
            </w:pPr>
            <w:r w:rsidRPr="008664E3">
              <w:rPr>
                <w:rFonts w:ascii="Riojana" w:hAnsi="Riojana"/>
                <w:sz w:val="18"/>
                <w:szCs w:val="18"/>
              </w:rPr>
              <w:t>CICLOS FORMATIVOS DE GRADO MEDIO -  CICLOS CORTOS</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8.165,34</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0,00</w:t>
            </w:r>
          </w:p>
        </w:tc>
      </w:tr>
      <w:tr w:rsidR="00011E90" w:rsidRPr="008664E3" w:rsidTr="00011E90">
        <w:trPr>
          <w:trHeight w:val="285"/>
          <w:jc w:val="center"/>
        </w:trPr>
        <w:tc>
          <w:tcPr>
            <w:tcW w:w="8180" w:type="dxa"/>
            <w:noWrap/>
            <w:vAlign w:val="bottom"/>
            <w:hideMark/>
          </w:tcPr>
          <w:p w:rsidR="00011E90" w:rsidRPr="008664E3" w:rsidRDefault="00011E90">
            <w:pPr>
              <w:spacing w:before="100" w:after="0"/>
              <w:jc w:val="center"/>
              <w:rPr>
                <w:rFonts w:ascii="Riojana" w:hAnsi="Riojana" w:cs="Arial"/>
                <w:sz w:val="18"/>
                <w:szCs w:val="18"/>
              </w:rPr>
            </w:pPr>
            <w:r w:rsidRPr="008664E3">
              <w:rPr>
                <w:rFonts w:ascii="Riojana" w:hAnsi="Riojana"/>
                <w:sz w:val="18"/>
                <w:szCs w:val="18"/>
              </w:rPr>
              <w:t>CICLOS FORMATIVOS DE GRADO MEDIO -  CICLOS LARGOS</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8.165,34</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8.165,34</w:t>
            </w:r>
          </w:p>
        </w:tc>
      </w:tr>
      <w:tr w:rsidR="00011E90" w:rsidRPr="008664E3" w:rsidTr="00011E90">
        <w:trPr>
          <w:trHeight w:val="285"/>
          <w:jc w:val="center"/>
        </w:trPr>
        <w:tc>
          <w:tcPr>
            <w:tcW w:w="8180" w:type="dxa"/>
            <w:noWrap/>
            <w:vAlign w:val="bottom"/>
            <w:hideMark/>
          </w:tcPr>
          <w:p w:rsidR="00011E90" w:rsidRPr="008664E3" w:rsidRDefault="00011E90">
            <w:pPr>
              <w:spacing w:before="100" w:after="0"/>
              <w:jc w:val="center"/>
              <w:rPr>
                <w:rFonts w:ascii="Riojana" w:hAnsi="Riojana" w:cs="Arial"/>
                <w:sz w:val="18"/>
                <w:szCs w:val="18"/>
              </w:rPr>
            </w:pPr>
            <w:r w:rsidRPr="008664E3">
              <w:rPr>
                <w:rFonts w:ascii="Riojana" w:hAnsi="Riojana"/>
                <w:sz w:val="18"/>
                <w:szCs w:val="18"/>
              </w:rPr>
              <w:t>CICLOS FORMATIVOS DE GRADO SUPERIOR -  CICLOS LARGOS</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8.112,54</w:t>
            </w:r>
          </w:p>
        </w:tc>
      </w:tr>
      <w:tr w:rsidR="00011E90" w:rsidRPr="008664E3" w:rsidTr="00011E90">
        <w:trPr>
          <w:trHeight w:val="285"/>
          <w:jc w:val="center"/>
        </w:trPr>
        <w:tc>
          <w:tcPr>
            <w:tcW w:w="8180" w:type="dxa"/>
            <w:vAlign w:val="center"/>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8.112,54</w:t>
            </w:r>
          </w:p>
        </w:tc>
      </w:tr>
      <w:tr w:rsidR="00011E90" w:rsidRPr="008664E3" w:rsidTr="00011E90">
        <w:trPr>
          <w:trHeight w:val="285"/>
          <w:jc w:val="center"/>
        </w:trPr>
        <w:tc>
          <w:tcPr>
            <w:tcW w:w="8180" w:type="dxa"/>
            <w:noWrap/>
            <w:vAlign w:val="bottom"/>
            <w:hideMark/>
          </w:tcPr>
          <w:p w:rsidR="00011E90" w:rsidRPr="008664E3" w:rsidRDefault="00011E90">
            <w:pPr>
              <w:spacing w:before="100" w:after="0"/>
              <w:jc w:val="center"/>
              <w:rPr>
                <w:rFonts w:ascii="Riojana" w:hAnsi="Riojana" w:cs="Arial"/>
                <w:sz w:val="18"/>
                <w:szCs w:val="18"/>
              </w:rPr>
            </w:pPr>
            <w:r w:rsidRPr="008664E3">
              <w:rPr>
                <w:rFonts w:ascii="Riojana" w:hAnsi="Riojana"/>
                <w:sz w:val="18"/>
                <w:szCs w:val="18"/>
              </w:rPr>
              <w:t>III. Otros Gastos</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Grupo 2</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5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Cuidados auxiliares de enfermería - 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14.845,27</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lastRenderedPageBreak/>
              <w:t>Cuidados auxiliares de enfermería - 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2.855,54</w:t>
            </w: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Grupo 5</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Integración social - 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10.996,24</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Integración social - 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13.283,58</w:t>
            </w: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Grupo 6</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Actividades comerciales - 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10.996,24</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Actividades comerciales - 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13.283,58</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Gestión administrativa - 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10.996,24</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Gestión administrativa - 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13.283,58</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Peluquería y cosmética capilar - 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10.996,24</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Peluquería y cosmética capilar - 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13.283,58</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 xml:space="preserve">Estética y belleza - Primer curso  </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10.996,24</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Estética y belleza - 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13.283,58</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Estilismo y Dirección de Peluquería - 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10.996,24</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Estilismo y Dirección de Peluquería - 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13.283,58</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Farmacia y parafarmacia - 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10.996,24</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Farmacia y parafarmacia - 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13.283,58</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Atención a personas en situación de dependencia - 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10.996,24</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Atención a personas en situación de dependencia - 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13.283,58</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Administración y finanzas - 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10.996,24</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Administración y finanzas - 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13.283,58</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Transporte y logística - 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10.996,24</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Transporte y logística - 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13.283,58</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Educación infantil - 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10.996,24</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Educación infantil - 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13.283,58</w:t>
            </w: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Grupo 7</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Instalaciones de telecomunicaciones - 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13.543,40</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Instalaciones de telecomunicaciones - 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15.459,25</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Instalaciones eléctricas y automáticas - 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13.543,40</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Instalaciones eléctricas y automáticas - 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15.459,25</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Sistemas microinformáticos y redes - 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13.543,40</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Sistemas microinformáticos y redes - 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15.459,25</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lastRenderedPageBreak/>
              <w:t>Producción agropecuaria - 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13.543,40</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Producción agropecuaria - 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15.459,25</w:t>
            </w: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Grupo 8</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Electromecánica de vehículos automóviles - 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15.929,40</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Electromecánica de vehículos automóviles - 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17.673,48</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Automoción - 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15.929,40</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Automoción - 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17.673,48</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Guía del medio natural y de tiempo libre - 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15.929,40</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Guía del medio natural y de tiempo libre - 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17.673,48</w:t>
            </w: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Grupo 9</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Mecanizado - 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18.425,96</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Mecanizado - 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19.758,16</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Mantenimiento electromecánico - 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18.425,96</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Mantenimiento electromecánico - 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19.758,16</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Mecatrónica industrial - 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18.425,96</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Mecatrónica industrial - 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19.758,16</w:t>
            </w:r>
          </w:p>
        </w:tc>
      </w:tr>
      <w:tr w:rsidR="00011E90" w:rsidRPr="008664E3" w:rsidTr="00011E90">
        <w:trPr>
          <w:trHeight w:val="315"/>
          <w:jc w:val="center"/>
        </w:trPr>
        <w:tc>
          <w:tcPr>
            <w:tcW w:w="8180" w:type="dxa"/>
            <w:noWrap/>
            <w:vAlign w:val="bottom"/>
            <w:hideMark/>
          </w:tcPr>
          <w:p w:rsidR="00011E90" w:rsidRPr="008664E3" w:rsidRDefault="00011E90">
            <w:pPr>
              <w:spacing w:before="100" w:after="0"/>
              <w:rPr>
                <w:rFonts w:ascii="Riojana" w:hAnsi="Riojana" w:cs="Arial"/>
                <w:b/>
                <w:sz w:val="18"/>
                <w:szCs w:val="18"/>
              </w:rPr>
            </w:pPr>
            <w:r w:rsidRPr="008664E3">
              <w:rPr>
                <w:rFonts w:ascii="Riojana" w:hAnsi="Riojana"/>
                <w:b/>
                <w:sz w:val="18"/>
                <w:szCs w:val="18"/>
              </w:rPr>
              <w:t>FORMACIÓN PROFESIONAL DUAL</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noWrap/>
            <w:vAlign w:val="bottom"/>
            <w:hideMark/>
          </w:tcPr>
          <w:p w:rsidR="00011E90" w:rsidRPr="008664E3" w:rsidRDefault="00011E90">
            <w:pPr>
              <w:spacing w:before="100" w:after="0"/>
              <w:jc w:val="center"/>
              <w:rPr>
                <w:rFonts w:ascii="Riojana" w:hAnsi="Riojana" w:cs="Arial"/>
                <w:sz w:val="18"/>
                <w:szCs w:val="18"/>
              </w:rPr>
            </w:pPr>
            <w:r w:rsidRPr="008664E3">
              <w:rPr>
                <w:rFonts w:ascii="Riojana" w:hAnsi="Riojana"/>
                <w:sz w:val="18"/>
                <w:szCs w:val="18"/>
              </w:rPr>
              <w:t>I. Salarios de personal docente, incluidas cargas sociales</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67.677,11</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47.392,42</w:t>
            </w:r>
          </w:p>
        </w:tc>
      </w:tr>
      <w:tr w:rsidR="00011E90" w:rsidRPr="008664E3" w:rsidTr="00011E90">
        <w:trPr>
          <w:trHeight w:val="285"/>
          <w:jc w:val="center"/>
        </w:trPr>
        <w:tc>
          <w:tcPr>
            <w:tcW w:w="8180" w:type="dxa"/>
            <w:noWrap/>
            <w:vAlign w:val="bottom"/>
            <w:hideMark/>
          </w:tcPr>
          <w:p w:rsidR="00011E90" w:rsidRPr="008664E3" w:rsidRDefault="00011E90">
            <w:pPr>
              <w:spacing w:before="100" w:after="0"/>
              <w:jc w:val="center"/>
              <w:rPr>
                <w:rFonts w:ascii="Riojana" w:hAnsi="Riojana" w:cs="Arial"/>
                <w:sz w:val="18"/>
                <w:szCs w:val="18"/>
              </w:rPr>
            </w:pPr>
            <w:r w:rsidRPr="008664E3">
              <w:rPr>
                <w:rFonts w:ascii="Riojana" w:hAnsi="Riojana"/>
                <w:sz w:val="18"/>
                <w:szCs w:val="18"/>
              </w:rPr>
              <w:t>II. Gastos Variables</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8.112,54</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5.633,69</w:t>
            </w:r>
          </w:p>
        </w:tc>
      </w:tr>
      <w:tr w:rsidR="00011E90" w:rsidRPr="008664E3" w:rsidTr="00011E90">
        <w:trPr>
          <w:trHeight w:val="285"/>
          <w:jc w:val="center"/>
        </w:trPr>
        <w:tc>
          <w:tcPr>
            <w:tcW w:w="8180" w:type="dxa"/>
            <w:noWrap/>
            <w:vAlign w:val="bottom"/>
            <w:hideMark/>
          </w:tcPr>
          <w:p w:rsidR="00011E90" w:rsidRPr="008664E3" w:rsidRDefault="00011E90">
            <w:pPr>
              <w:spacing w:before="100" w:after="0"/>
              <w:jc w:val="center"/>
              <w:rPr>
                <w:rFonts w:ascii="Riojana" w:hAnsi="Riojana" w:cs="Arial"/>
                <w:sz w:val="18"/>
                <w:szCs w:val="18"/>
              </w:rPr>
            </w:pPr>
            <w:r w:rsidRPr="008664E3">
              <w:rPr>
                <w:rFonts w:ascii="Riojana" w:hAnsi="Riojana"/>
                <w:sz w:val="18"/>
                <w:szCs w:val="18"/>
              </w:rPr>
              <w:t>III. Otros Gastos</w:t>
            </w:r>
          </w:p>
        </w:tc>
        <w:tc>
          <w:tcPr>
            <w:tcW w:w="1744" w:type="dxa"/>
            <w:noWrap/>
            <w:vAlign w:val="bottom"/>
            <w:hideMark/>
          </w:tcPr>
          <w:p w:rsidR="00011E90" w:rsidRPr="008664E3" w:rsidRDefault="00011E90">
            <w:pPr>
              <w:spacing w:before="0" w:after="0"/>
              <w:jc w:val="left"/>
              <w:rPr>
                <w:rFonts w:ascii="Riojana" w:hAnsi="Riojana"/>
                <w:sz w:val="18"/>
                <w:szCs w:val="18"/>
              </w:rPr>
            </w:pP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Administración de sistemas informáticos en red (dual y bilingüe) - 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10.996,24</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Administración de sistemas informáticos en red (dual y bilingüe) - 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9.224,71</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Desarrollo de aplicaciones web (dual y bilingüe) - 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10.996,24</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Desarrollo de aplicaciones web (dual y bilingüe) - 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9.224,71</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Desarrollo de aplicaciones multiplataforma - 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10.996,24</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Desarrollo de aplicaciones multiplataforma - 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9.224,71</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Diseño en fabricación mecánica - Primer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15.929,40</w:t>
            </w:r>
          </w:p>
        </w:tc>
      </w:tr>
      <w:tr w:rsidR="00011E90" w:rsidRPr="008664E3" w:rsidTr="00011E90">
        <w:trPr>
          <w:trHeight w:val="285"/>
          <w:jc w:val="center"/>
        </w:trPr>
        <w:tc>
          <w:tcPr>
            <w:tcW w:w="8180" w:type="dxa"/>
            <w:noWrap/>
            <w:vAlign w:val="bottom"/>
            <w:hideMark/>
          </w:tcPr>
          <w:p w:rsidR="00011E90" w:rsidRPr="008664E3" w:rsidRDefault="00011E90">
            <w:pPr>
              <w:spacing w:before="100" w:after="0"/>
              <w:rPr>
                <w:rFonts w:ascii="Riojana" w:hAnsi="Riojana" w:cs="Arial"/>
                <w:sz w:val="18"/>
                <w:szCs w:val="18"/>
              </w:rPr>
            </w:pPr>
            <w:r w:rsidRPr="008664E3">
              <w:rPr>
                <w:rFonts w:ascii="Riojana" w:hAnsi="Riojana"/>
                <w:sz w:val="18"/>
                <w:szCs w:val="18"/>
              </w:rPr>
              <w:t>Diseño en fabricación mecánica - Segundo curso</w:t>
            </w:r>
          </w:p>
        </w:tc>
        <w:tc>
          <w:tcPr>
            <w:tcW w:w="1744" w:type="dxa"/>
            <w:noWrap/>
            <w:vAlign w:val="bottom"/>
            <w:hideMark/>
          </w:tcPr>
          <w:p w:rsidR="00011E90" w:rsidRPr="008664E3" w:rsidRDefault="00011E90">
            <w:pPr>
              <w:spacing w:before="100" w:after="0"/>
              <w:jc w:val="right"/>
              <w:rPr>
                <w:rFonts w:ascii="Riojana" w:hAnsi="Riojana" w:cs="Arial"/>
                <w:sz w:val="18"/>
                <w:szCs w:val="18"/>
              </w:rPr>
            </w:pPr>
            <w:r w:rsidRPr="008664E3">
              <w:rPr>
                <w:rFonts w:ascii="Riojana" w:hAnsi="Riojana"/>
                <w:sz w:val="18"/>
                <w:szCs w:val="18"/>
              </w:rPr>
              <w:t>12.273,25</w:t>
            </w:r>
          </w:p>
        </w:tc>
      </w:tr>
    </w:tbl>
    <w:p w:rsidR="00011E90" w:rsidRPr="00B13F64" w:rsidRDefault="00011E90" w:rsidP="00011E90">
      <w:pPr>
        <w:pStyle w:val="Ttulo3"/>
        <w:rPr>
          <w:rFonts w:ascii="Riojana" w:eastAsia="Times" w:hAnsi="Riojana"/>
          <w:color w:val="4F81BD"/>
          <w:sz w:val="20"/>
          <w:u w:val="single"/>
          <w:lang w:val="es-ES_tradnl"/>
        </w:rPr>
      </w:pPr>
    </w:p>
    <w:p w:rsidR="00011E90" w:rsidRPr="00414C5A" w:rsidRDefault="00011E90" w:rsidP="00011E90">
      <w:pPr>
        <w:pStyle w:val="Ttulo3"/>
        <w:jc w:val="center"/>
        <w:rPr>
          <w:rFonts w:ascii="Riojana Bold" w:eastAsia="Times" w:hAnsi="Riojana Bold"/>
          <w:b w:val="0"/>
          <w:sz w:val="24"/>
          <w:szCs w:val="24"/>
          <w:lang w:val="es-ES_tradnl"/>
        </w:rPr>
      </w:pPr>
      <w:r w:rsidRPr="00414C5A">
        <w:rPr>
          <w:rFonts w:ascii="Riojana Bold" w:eastAsia="Times" w:hAnsi="Riojana Bold"/>
          <w:b w:val="0"/>
          <w:sz w:val="24"/>
          <w:szCs w:val="24"/>
          <w:lang w:val="es-ES_tradnl"/>
        </w:rPr>
        <w:t>ANEXO III: SUBVENCIONES NOMINATIVAS</w:t>
      </w:r>
    </w:p>
    <w:p w:rsidR="00011E90" w:rsidRPr="0025041C" w:rsidRDefault="00011E90" w:rsidP="00011E90">
      <w:pPr>
        <w:pStyle w:val="Ttulo4"/>
        <w:rPr>
          <w:rFonts w:ascii="Riojana Bold" w:eastAsia="Times New Roman" w:hAnsi="Riojana Bold"/>
          <w:b w:val="0"/>
          <w:i w:val="0"/>
          <w:color w:val="auto"/>
          <w:sz w:val="22"/>
          <w:szCs w:val="22"/>
        </w:rPr>
      </w:pPr>
      <w:r w:rsidRPr="0025041C">
        <w:rPr>
          <w:rFonts w:ascii="Riojana Bold" w:hAnsi="Riojana Bold"/>
          <w:b w:val="0"/>
          <w:i w:val="0"/>
          <w:color w:val="auto"/>
          <w:sz w:val="22"/>
          <w:szCs w:val="22"/>
        </w:rPr>
        <w:t>SECCIÓN 05. AGRICULTURA, GANADERÍA, MUNDO RURAL, TERRITORIO Y POBLACIÓN</w:t>
      </w:r>
    </w:p>
    <w:tbl>
      <w:tblPr>
        <w:tblW w:w="9924"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5"/>
        <w:gridCol w:w="6475"/>
        <w:gridCol w:w="1164"/>
      </w:tblGrid>
      <w:tr w:rsidR="00011E90" w:rsidRPr="0025041C" w:rsidTr="00011E90">
        <w:trPr>
          <w:cantSplit/>
          <w:trHeight w:val="20"/>
          <w:tblHeader/>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hAnsi="Riojana" w:cs="Arial"/>
                <w:b/>
              </w:rPr>
            </w:pPr>
            <w:r w:rsidRPr="0025041C">
              <w:rPr>
                <w:rFonts w:ascii="Riojana" w:hAnsi="Riojana"/>
                <w:b/>
              </w:rPr>
              <w:t>Partida</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hAnsi="Riojana" w:cs="Arial"/>
                <w:b/>
              </w:rPr>
            </w:pPr>
            <w:r w:rsidRPr="0025041C">
              <w:rPr>
                <w:rFonts w:ascii="Riojana" w:hAnsi="Riojana"/>
                <w:b/>
              </w:rPr>
              <w:t>Descripción</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hAnsi="Riojana" w:cs="Arial"/>
                <w:b/>
              </w:rPr>
            </w:pPr>
            <w:r w:rsidRPr="0025041C">
              <w:rPr>
                <w:rFonts w:ascii="Riojana" w:hAnsi="Riojana"/>
                <w:b/>
              </w:rPr>
              <w:t>Crédito</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Times" w:hAnsi="Riojana" w:cs="Arial"/>
                <w:lang w:val="es-ES_tradnl"/>
              </w:rPr>
            </w:pPr>
            <w:r w:rsidRPr="0025041C">
              <w:rPr>
                <w:rFonts w:ascii="Riojana" w:eastAsia="Times" w:hAnsi="Riojana"/>
                <w:lang w:val="es-ES_tradnl"/>
              </w:rPr>
              <w:t>05.02.01.4122.480.06</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Times" w:hAnsi="Riojana" w:cs="Arial"/>
                <w:bCs/>
                <w:lang w:val="es-ES_tradnl"/>
              </w:rPr>
            </w:pPr>
            <w:r w:rsidRPr="0025041C">
              <w:rPr>
                <w:rFonts w:ascii="Riojana" w:eastAsia="Times" w:hAnsi="Riojana"/>
                <w:bCs/>
                <w:lang w:val="es-ES_tradnl"/>
              </w:rPr>
              <w:t>FECOAR-Unión de Cooperativas. Convenio.</w:t>
            </w:r>
          </w:p>
          <w:p w:rsidR="00011E90" w:rsidRPr="0025041C" w:rsidRDefault="00011E90">
            <w:pPr>
              <w:spacing w:before="0" w:after="0"/>
              <w:rPr>
                <w:rFonts w:ascii="Riojana" w:eastAsia="Times" w:hAnsi="Riojana" w:cs="Arial"/>
                <w:bCs/>
                <w:lang w:val="es-ES_tradnl"/>
              </w:rPr>
            </w:pPr>
            <w:r w:rsidRPr="0025041C">
              <w:rPr>
                <w:rFonts w:ascii="Riojana" w:eastAsia="Times" w:hAnsi="Riojana"/>
                <w:bCs/>
                <w:lang w:val="es-ES_tradnl"/>
              </w:rPr>
              <w:t xml:space="preserve">Acciones para el fomento del asociacionismo agrario, de sus estructuras representativas, de orientación de socios y trabajadores de cooperativas agrarias. </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Times" w:hAnsi="Riojana" w:cs="Arial"/>
                <w:lang w:val="es-ES_tradnl"/>
              </w:rPr>
            </w:pPr>
            <w:r w:rsidRPr="0025041C">
              <w:rPr>
                <w:rFonts w:ascii="Riojana" w:eastAsia="Times" w:hAnsi="Riojana"/>
                <w:lang w:val="es-ES_tradnl"/>
              </w:rPr>
              <w:t>48.000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Times" w:hAnsi="Riojana" w:cs="Arial"/>
                <w:lang w:val="es-ES_tradnl"/>
              </w:rPr>
            </w:pPr>
            <w:r w:rsidRPr="0025041C">
              <w:rPr>
                <w:rFonts w:ascii="Riojana" w:eastAsia="Times" w:hAnsi="Riojana"/>
                <w:lang w:val="es-ES_tradnl"/>
              </w:rPr>
              <w:t>05.02.01.4122.485.00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Times" w:hAnsi="Riojana" w:cs="Arial"/>
                <w:bCs/>
                <w:lang w:val="es-ES_tradnl"/>
              </w:rPr>
            </w:pPr>
            <w:r w:rsidRPr="0025041C">
              <w:rPr>
                <w:rFonts w:ascii="Riojana" w:eastAsia="Times" w:hAnsi="Riojana"/>
                <w:bCs/>
                <w:lang w:val="es-ES_tradnl"/>
              </w:rPr>
              <w:t>Asociación Protectora de Animales de Rioja. Convenio.</w:t>
            </w:r>
          </w:p>
          <w:p w:rsidR="00011E90" w:rsidRPr="0025041C" w:rsidRDefault="00011E90">
            <w:pPr>
              <w:spacing w:before="0" w:after="0"/>
              <w:rPr>
                <w:rFonts w:ascii="Riojana" w:eastAsia="Times" w:hAnsi="Riojana" w:cs="Arial"/>
                <w:bCs/>
                <w:lang w:val="es-ES_tradnl"/>
              </w:rPr>
            </w:pPr>
            <w:r w:rsidRPr="0025041C">
              <w:rPr>
                <w:rFonts w:ascii="Riojana" w:eastAsia="Times" w:hAnsi="Riojana"/>
                <w:bCs/>
                <w:lang w:val="es-ES_tradnl"/>
              </w:rPr>
              <w:t>Actividades de defensa y protección de los animales.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Times" w:hAnsi="Riojana" w:cs="Arial"/>
                <w:lang w:val="es-ES_tradnl"/>
              </w:rPr>
            </w:pPr>
            <w:r w:rsidRPr="0025041C">
              <w:rPr>
                <w:rFonts w:ascii="Riojana" w:eastAsia="Times" w:hAnsi="Riojana"/>
                <w:lang w:val="es-ES_tradnl"/>
              </w:rPr>
              <w:t>12.000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Times" w:hAnsi="Riojana" w:cs="Arial"/>
                <w:lang w:val="es-ES_tradnl"/>
              </w:rPr>
            </w:pPr>
            <w:r w:rsidRPr="0025041C">
              <w:rPr>
                <w:rFonts w:ascii="Riojana" w:eastAsia="Times" w:hAnsi="Riojana"/>
                <w:lang w:val="es-ES_tradnl"/>
              </w:rPr>
              <w:t>05.02.02.4611.485.00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Times" w:hAnsi="Riojana" w:cs="Arial"/>
                <w:bCs/>
                <w:lang w:val="es-ES_tradnl"/>
              </w:rPr>
            </w:pPr>
            <w:r w:rsidRPr="0025041C">
              <w:rPr>
                <w:rFonts w:ascii="Riojana" w:eastAsia="Times" w:hAnsi="Riojana"/>
                <w:bCs/>
                <w:lang w:val="es-ES_tradnl"/>
              </w:rPr>
              <w:t>AIMCRA. Convenio.</w:t>
            </w:r>
          </w:p>
          <w:p w:rsidR="00011E90" w:rsidRPr="0025041C" w:rsidRDefault="00011E90">
            <w:pPr>
              <w:spacing w:before="0" w:after="0"/>
              <w:rPr>
                <w:rFonts w:ascii="Riojana" w:eastAsia="Times" w:hAnsi="Riojana" w:cs="Arial"/>
                <w:bCs/>
                <w:lang w:val="es-ES_tradnl"/>
              </w:rPr>
            </w:pPr>
            <w:r w:rsidRPr="0025041C">
              <w:rPr>
                <w:rFonts w:ascii="Riojana" w:eastAsia="Times" w:hAnsi="Riojana"/>
                <w:bCs/>
                <w:lang w:val="es-ES_tradnl"/>
              </w:rPr>
              <w:t>Actividades de estudio, experimentación y divulgación del conocimiento en la aplicación de las técnicas de producción integrada en el sector de la remolacha azucarera.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Times" w:hAnsi="Riojana" w:cs="Arial"/>
                <w:lang w:val="es-ES_tradnl"/>
              </w:rPr>
            </w:pPr>
            <w:r w:rsidRPr="0025041C">
              <w:rPr>
                <w:rFonts w:ascii="Riojana" w:eastAsia="Times" w:hAnsi="Riojana"/>
                <w:lang w:val="es-ES_tradnl"/>
              </w:rPr>
              <w:t>20.000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Times" w:hAnsi="Riojana" w:cs="Arial"/>
                <w:lang w:val="es-ES_tradnl"/>
              </w:rPr>
            </w:pPr>
            <w:r w:rsidRPr="0025041C">
              <w:rPr>
                <w:rFonts w:ascii="Riojana" w:eastAsia="Times" w:hAnsi="Riojana"/>
                <w:lang w:val="es-ES_tradnl"/>
              </w:rPr>
              <w:t>05.02.02.4611.485.01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Times" w:hAnsi="Riojana" w:cs="Arial"/>
                <w:bCs/>
                <w:lang w:val="es-ES_tradnl"/>
              </w:rPr>
            </w:pPr>
            <w:r w:rsidRPr="0025041C">
              <w:rPr>
                <w:rFonts w:ascii="Riojana" w:eastAsia="Times" w:hAnsi="Riojana"/>
                <w:bCs/>
                <w:lang w:val="es-ES_tradnl"/>
              </w:rPr>
              <w:t>CPAER. Consejo Regulador de la Producción Agraria Ecológica de La Rioja. Convenio.</w:t>
            </w:r>
          </w:p>
          <w:p w:rsidR="00011E90" w:rsidRPr="0025041C" w:rsidRDefault="00011E90">
            <w:pPr>
              <w:spacing w:before="0" w:after="0"/>
              <w:rPr>
                <w:rFonts w:ascii="Riojana" w:eastAsia="Times" w:hAnsi="Riojana" w:cs="Arial"/>
                <w:bCs/>
                <w:lang w:val="es-ES_tradnl"/>
              </w:rPr>
            </w:pPr>
            <w:r w:rsidRPr="0025041C">
              <w:rPr>
                <w:rFonts w:ascii="Riojana" w:eastAsia="Times" w:hAnsi="Riojana"/>
                <w:bCs/>
                <w:lang w:val="es-ES_tradnl"/>
              </w:rPr>
              <w:t>Actividades de representación, defensa, garantía, investigación, desarrollo de mercados y la promoción de la agricultura ecológica de La Rioja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Times" w:hAnsi="Riojana" w:cs="Arial"/>
                <w:lang w:val="es-ES_tradnl"/>
              </w:rPr>
            </w:pPr>
            <w:r w:rsidRPr="0025041C">
              <w:rPr>
                <w:rFonts w:ascii="Riojana" w:eastAsia="Times" w:hAnsi="Riojana"/>
                <w:lang w:val="es-ES_tradnl"/>
              </w:rPr>
              <w:t>175.000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Times" w:hAnsi="Riojana" w:cs="Arial"/>
                <w:lang w:val="es-ES_tradnl"/>
              </w:rPr>
            </w:pPr>
            <w:r w:rsidRPr="0025041C">
              <w:rPr>
                <w:rFonts w:ascii="Riojana" w:eastAsia="Times" w:hAnsi="Riojana"/>
                <w:lang w:val="es-ES_tradnl"/>
              </w:rPr>
              <w:t>05.03.4121.449.00</w:t>
            </w:r>
          </w:p>
        </w:tc>
        <w:tc>
          <w:tcPr>
            <w:tcW w:w="6446" w:type="dxa"/>
            <w:tcBorders>
              <w:top w:val="outset" w:sz="6" w:space="0" w:color="auto"/>
              <w:left w:val="outset" w:sz="6" w:space="0" w:color="auto"/>
              <w:bottom w:val="outset" w:sz="6" w:space="0" w:color="auto"/>
              <w:right w:val="outset" w:sz="6" w:space="0" w:color="auto"/>
            </w:tcBorders>
            <w:noWrap/>
            <w:vAlign w:val="center"/>
            <w:hideMark/>
          </w:tcPr>
          <w:p w:rsidR="00011E90" w:rsidRPr="0025041C" w:rsidRDefault="00011E90">
            <w:pPr>
              <w:spacing w:before="0" w:after="0"/>
              <w:rPr>
                <w:rFonts w:ascii="Riojana" w:eastAsia="Times" w:hAnsi="Riojana" w:cs="Arial"/>
                <w:bCs/>
                <w:lang w:val="es-ES_tradnl"/>
              </w:rPr>
            </w:pPr>
            <w:r w:rsidRPr="0025041C">
              <w:rPr>
                <w:rFonts w:ascii="Riojana" w:eastAsia="Times" w:hAnsi="Riojana"/>
                <w:bCs/>
                <w:lang w:val="es-ES_tradnl"/>
              </w:rPr>
              <w:t xml:space="preserve">Universidad de La Rioja. Becas Erasmus + </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Times" w:hAnsi="Riojana" w:cs="Arial"/>
                <w:noProof/>
                <w:lang w:val="es-ES_tradnl"/>
              </w:rPr>
            </w:pPr>
            <w:r w:rsidRPr="0025041C">
              <w:rPr>
                <w:rFonts w:ascii="Riojana" w:eastAsia="Times" w:hAnsi="Riojana"/>
                <w:noProof/>
                <w:lang w:val="es-ES_tradnl"/>
              </w:rPr>
              <w:t>50.000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Times" w:hAnsi="Riojana" w:cs="Arial"/>
                <w:lang w:val="es-ES_tradnl"/>
              </w:rPr>
            </w:pPr>
            <w:r w:rsidRPr="0025041C">
              <w:rPr>
                <w:rFonts w:ascii="Riojana" w:eastAsia="Times" w:hAnsi="Riojana"/>
                <w:lang w:val="es-ES_tradnl"/>
              </w:rPr>
              <w:t>05.03.4123.485.09</w:t>
            </w:r>
          </w:p>
        </w:tc>
        <w:tc>
          <w:tcPr>
            <w:tcW w:w="6446" w:type="dxa"/>
            <w:tcBorders>
              <w:top w:val="outset" w:sz="6" w:space="0" w:color="auto"/>
              <w:left w:val="outset" w:sz="6" w:space="0" w:color="auto"/>
              <w:bottom w:val="outset" w:sz="6" w:space="0" w:color="auto"/>
              <w:right w:val="outset" w:sz="6" w:space="0" w:color="auto"/>
            </w:tcBorders>
            <w:noWrap/>
            <w:vAlign w:val="center"/>
            <w:hideMark/>
          </w:tcPr>
          <w:p w:rsidR="00011E90" w:rsidRPr="0025041C" w:rsidRDefault="00011E90">
            <w:pPr>
              <w:spacing w:before="0" w:after="0"/>
              <w:rPr>
                <w:rFonts w:ascii="Riojana" w:eastAsia="Times" w:hAnsi="Riojana" w:cs="Arial"/>
                <w:bCs/>
                <w:lang w:val="es-ES_tradnl"/>
              </w:rPr>
            </w:pPr>
            <w:r w:rsidRPr="0025041C">
              <w:rPr>
                <w:rFonts w:ascii="Riojana" w:eastAsia="Times" w:hAnsi="Riojana"/>
                <w:bCs/>
                <w:lang w:val="es-ES_tradnl"/>
              </w:rPr>
              <w:t>AER- Asociación de Enólogos de La Rioja.</w:t>
            </w:r>
          </w:p>
          <w:p w:rsidR="00011E90" w:rsidRPr="0025041C" w:rsidRDefault="00011E90">
            <w:pPr>
              <w:spacing w:before="0" w:after="0"/>
              <w:rPr>
                <w:rFonts w:ascii="Riojana" w:eastAsia="Times" w:hAnsi="Riojana" w:cs="Arial"/>
                <w:bCs/>
                <w:lang w:val="es-ES_tradnl"/>
              </w:rPr>
            </w:pPr>
            <w:r w:rsidRPr="0025041C">
              <w:rPr>
                <w:rFonts w:ascii="Riojana" w:eastAsia="Times" w:hAnsi="Riojana"/>
                <w:bCs/>
                <w:lang w:val="es-ES_tradnl"/>
              </w:rPr>
              <w:t>Formación y divulgación sobre el vino de La Rioja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Times" w:hAnsi="Riojana" w:cs="Arial"/>
                <w:noProof/>
                <w:lang w:val="es-ES_tradnl"/>
              </w:rPr>
            </w:pPr>
            <w:r w:rsidRPr="0025041C">
              <w:rPr>
                <w:rFonts w:ascii="Riojana" w:eastAsia="Times" w:hAnsi="Riojana"/>
                <w:noProof/>
                <w:lang w:val="es-ES_tradnl"/>
              </w:rPr>
              <w:t>4.500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Times" w:hAnsi="Riojana" w:cs="Arial"/>
                <w:lang w:val="es-ES_tradnl"/>
              </w:rPr>
            </w:pPr>
            <w:r w:rsidRPr="0025041C">
              <w:rPr>
                <w:rFonts w:ascii="Riojana" w:eastAsia="Times" w:hAnsi="Riojana"/>
                <w:lang w:val="es-ES_tradnl"/>
              </w:rPr>
              <w:t>05.03.4123.485.13</w:t>
            </w:r>
          </w:p>
        </w:tc>
        <w:tc>
          <w:tcPr>
            <w:tcW w:w="6446" w:type="dxa"/>
            <w:tcBorders>
              <w:top w:val="outset" w:sz="6" w:space="0" w:color="auto"/>
              <w:left w:val="outset" w:sz="6" w:space="0" w:color="auto"/>
              <w:bottom w:val="outset" w:sz="6" w:space="0" w:color="auto"/>
              <w:right w:val="outset" w:sz="6" w:space="0" w:color="auto"/>
            </w:tcBorders>
            <w:noWrap/>
            <w:vAlign w:val="center"/>
            <w:hideMark/>
          </w:tcPr>
          <w:p w:rsidR="00011E90" w:rsidRPr="0025041C" w:rsidRDefault="00011E90">
            <w:pPr>
              <w:spacing w:before="0" w:after="0"/>
              <w:rPr>
                <w:rFonts w:ascii="Riojana" w:eastAsia="Times" w:hAnsi="Riojana" w:cs="Arial"/>
                <w:bCs/>
                <w:lang w:val="es-ES_tradnl"/>
              </w:rPr>
            </w:pPr>
            <w:r w:rsidRPr="0025041C">
              <w:rPr>
                <w:rFonts w:ascii="Riojana" w:eastAsia="Times" w:hAnsi="Riojana"/>
                <w:bCs/>
                <w:lang w:val="es-ES_tradnl"/>
              </w:rPr>
              <w:t xml:space="preserve">Cofradía del Vino de Rioja. </w:t>
            </w:r>
          </w:p>
          <w:p w:rsidR="00011E90" w:rsidRPr="0025041C" w:rsidRDefault="00011E90">
            <w:pPr>
              <w:spacing w:before="0" w:after="0"/>
              <w:rPr>
                <w:rFonts w:ascii="Riojana" w:eastAsia="Times" w:hAnsi="Riojana" w:cs="Arial"/>
                <w:bCs/>
                <w:lang w:val="es-ES_tradnl"/>
              </w:rPr>
            </w:pPr>
            <w:r w:rsidRPr="0025041C">
              <w:rPr>
                <w:rFonts w:ascii="Riojana" w:eastAsia="Times" w:hAnsi="Riojana"/>
                <w:bCs/>
                <w:lang w:val="es-ES_tradnl"/>
              </w:rPr>
              <w:t>Difusión de la cultura del vino de La Rioja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Times" w:hAnsi="Riojana" w:cs="Arial"/>
                <w:noProof/>
                <w:lang w:val="es-ES_tradnl"/>
              </w:rPr>
            </w:pPr>
            <w:r w:rsidRPr="0025041C">
              <w:rPr>
                <w:rFonts w:ascii="Riojana" w:eastAsia="Times" w:hAnsi="Riojana"/>
                <w:noProof/>
                <w:lang w:val="es-ES_tradnl"/>
              </w:rPr>
              <w:t>5.200</w:t>
            </w:r>
          </w:p>
        </w:tc>
      </w:tr>
    </w:tbl>
    <w:p w:rsidR="00011E90" w:rsidRPr="0025041C" w:rsidRDefault="00011E90" w:rsidP="00011E90">
      <w:pPr>
        <w:pStyle w:val="Ttulo4"/>
        <w:rPr>
          <w:rFonts w:ascii="Riojana Bold" w:hAnsi="Riojana Bold"/>
          <w:b w:val="0"/>
          <w:i w:val="0"/>
          <w:color w:val="auto"/>
          <w:sz w:val="22"/>
          <w:szCs w:val="22"/>
        </w:rPr>
      </w:pPr>
      <w:r w:rsidRPr="0025041C">
        <w:rPr>
          <w:rFonts w:ascii="Riojana Bold" w:hAnsi="Riojana Bold"/>
          <w:b w:val="0"/>
          <w:i w:val="0"/>
          <w:color w:val="auto"/>
          <w:sz w:val="22"/>
          <w:szCs w:val="22"/>
        </w:rPr>
        <w:t xml:space="preserve">SECCIÓN 06. SALUD </w:t>
      </w:r>
    </w:p>
    <w:tbl>
      <w:tblPr>
        <w:tblW w:w="9924"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5"/>
        <w:gridCol w:w="6475"/>
        <w:gridCol w:w="1164"/>
      </w:tblGrid>
      <w:tr w:rsidR="00011E90" w:rsidRPr="0025041C" w:rsidTr="00011E90">
        <w:trPr>
          <w:cantSplit/>
          <w:trHeight w:val="20"/>
          <w:tblHeader/>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keepNext/>
              <w:spacing w:before="0" w:after="0"/>
              <w:jc w:val="left"/>
              <w:rPr>
                <w:rFonts w:ascii="Riojana" w:hAnsi="Riojana" w:cs="Arial"/>
                <w:b/>
              </w:rPr>
            </w:pPr>
            <w:r w:rsidRPr="0025041C">
              <w:rPr>
                <w:rFonts w:ascii="Riojana" w:hAnsi="Riojana"/>
                <w:b/>
              </w:rPr>
              <w:t>Partida</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keepNext/>
              <w:spacing w:before="0" w:after="0"/>
              <w:jc w:val="left"/>
              <w:rPr>
                <w:rFonts w:ascii="Riojana" w:hAnsi="Riojana" w:cs="Arial"/>
                <w:b/>
              </w:rPr>
            </w:pPr>
            <w:r w:rsidRPr="0025041C">
              <w:rPr>
                <w:rFonts w:ascii="Riojana" w:hAnsi="Riojana"/>
                <w:b/>
              </w:rPr>
              <w:t>Descripción</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keepNext/>
              <w:spacing w:before="0" w:after="0"/>
              <w:jc w:val="left"/>
              <w:rPr>
                <w:rFonts w:ascii="Riojana" w:hAnsi="Riojana" w:cs="Arial"/>
                <w:b/>
              </w:rPr>
            </w:pPr>
            <w:r w:rsidRPr="0025041C">
              <w:rPr>
                <w:rFonts w:ascii="Riojana" w:hAnsi="Riojana"/>
                <w:b/>
              </w:rPr>
              <w:t>Crédito</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hAnsi="Riojana" w:cs="Arial"/>
              </w:rPr>
            </w:pPr>
            <w:r w:rsidRPr="0025041C">
              <w:rPr>
                <w:rFonts w:ascii="Riojana" w:hAnsi="Riojana"/>
              </w:rPr>
              <w:t>06.01.3121.761.01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hAnsi="Riojana" w:cs="Arial"/>
              </w:rPr>
            </w:pPr>
            <w:r w:rsidRPr="0025041C">
              <w:rPr>
                <w:rFonts w:ascii="Riojana" w:hAnsi="Riojana"/>
              </w:rPr>
              <w:t>Ayuntamiento de Logroño. Consultorio Los Lirios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hAnsi="Riojana" w:cs="Arial"/>
              </w:rPr>
            </w:pPr>
            <w:r w:rsidRPr="0025041C">
              <w:rPr>
                <w:rFonts w:ascii="Riojana" w:hAnsi="Riojana"/>
              </w:rPr>
              <w:t>95.000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hAnsi="Riojana" w:cs="Arial"/>
              </w:rPr>
            </w:pPr>
            <w:r w:rsidRPr="0025041C">
              <w:rPr>
                <w:rFonts w:ascii="Riojana" w:hAnsi="Riojana"/>
              </w:rPr>
              <w:t>06.01.3122.480.00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hAnsi="Riojana" w:cs="Arial"/>
              </w:rPr>
            </w:pPr>
            <w:r w:rsidRPr="0025041C">
              <w:rPr>
                <w:rFonts w:ascii="Riojana" w:hAnsi="Riojana"/>
              </w:rPr>
              <w:t>ARPA AUTISMO RIOJA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hAnsi="Riojana" w:cs="Arial"/>
              </w:rPr>
            </w:pPr>
            <w:r w:rsidRPr="0025041C">
              <w:rPr>
                <w:rFonts w:ascii="Riojana" w:hAnsi="Riojana"/>
              </w:rPr>
              <w:t>50.000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hAnsi="Riojana" w:cs="Arial"/>
              </w:rPr>
            </w:pPr>
            <w:r w:rsidRPr="0025041C">
              <w:rPr>
                <w:rFonts w:ascii="Riojana" w:hAnsi="Riojana"/>
              </w:rPr>
              <w:t>06.03.3131.480.01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hAnsi="Riojana" w:cs="Arial"/>
              </w:rPr>
            </w:pPr>
            <w:r w:rsidRPr="0025041C">
              <w:rPr>
                <w:rFonts w:ascii="Riojana" w:hAnsi="Riojana"/>
              </w:rPr>
              <w:t xml:space="preserve">Fundación Centro de Solidaridad de La Rioja. </w:t>
            </w:r>
          </w:p>
          <w:p w:rsidR="00011E90" w:rsidRPr="0025041C" w:rsidRDefault="00011E90">
            <w:pPr>
              <w:spacing w:before="0" w:after="0"/>
              <w:jc w:val="left"/>
              <w:rPr>
                <w:rFonts w:ascii="Riojana" w:hAnsi="Riojana" w:cs="Arial"/>
              </w:rPr>
            </w:pPr>
            <w:r w:rsidRPr="0025041C">
              <w:rPr>
                <w:rFonts w:ascii="Riojana" w:hAnsi="Riojana"/>
              </w:rPr>
              <w:t>Tratamiento residencial de personas afectadas por drogodependencias.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hAnsi="Riojana" w:cs="Arial"/>
              </w:rPr>
            </w:pPr>
            <w:r w:rsidRPr="0025041C">
              <w:rPr>
                <w:rFonts w:ascii="Riojana" w:hAnsi="Riojana"/>
              </w:rPr>
              <w:t>185.000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hAnsi="Riojana" w:cs="Arial"/>
              </w:rPr>
            </w:pPr>
            <w:r w:rsidRPr="0025041C">
              <w:rPr>
                <w:rFonts w:ascii="Riojana" w:hAnsi="Riojana"/>
              </w:rPr>
              <w:t>06.03.3131.480.02</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hAnsi="Riojana" w:cs="Arial"/>
              </w:rPr>
            </w:pPr>
            <w:r w:rsidRPr="0025041C">
              <w:rPr>
                <w:rFonts w:ascii="Riojana" w:hAnsi="Riojana"/>
              </w:rPr>
              <w:t>ARAD Programa Drogodependencias</w:t>
            </w:r>
          </w:p>
          <w:p w:rsidR="00011E90" w:rsidRPr="0025041C" w:rsidRDefault="00011E90">
            <w:pPr>
              <w:spacing w:before="0" w:after="0"/>
              <w:jc w:val="left"/>
              <w:rPr>
                <w:rFonts w:ascii="Riojana" w:hAnsi="Riojana" w:cs="Arial"/>
              </w:rPr>
            </w:pPr>
            <w:r w:rsidRPr="0025041C">
              <w:rPr>
                <w:rFonts w:ascii="Riojana" w:hAnsi="Riojana"/>
              </w:rPr>
              <w:t>(Asociación Riojana para la Atención de Personas con Problemas de Drogas). Programa sobre drogodependencias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185.000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lastRenderedPageBreak/>
              <w:t>06.03.3131.480.03</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 xml:space="preserve">COM. Colegio Oficial de Médicos de La Rioja. </w:t>
            </w:r>
          </w:p>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 xml:space="preserve">PAIME- Programa de Atención Integral al Médico Enfermo </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6.000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06.03.3131.780.01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 xml:space="preserve">Fundación Centro de Solidaridad de La Rioja. </w:t>
            </w:r>
          </w:p>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Tratamiento residencial de personas afectadas por drogodependencias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8.950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06.03.3131.780.02</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ARAD Programas sobre drogodependencias</w:t>
            </w:r>
          </w:p>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 xml:space="preserve">(Asociación Riojana para la Atención a Personas con Problemas de Drogas). </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4.000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06.05.1311.481.00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A Cruz Roja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230.000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06.05.1311.489.02</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Convenio ASITES Teléfono de la Esperanza</w:t>
            </w:r>
          </w:p>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 xml:space="preserve">(Asociación Internacional para el Teléfono de la Esperanza) </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10.000</w:t>
            </w:r>
          </w:p>
        </w:tc>
      </w:tr>
    </w:tbl>
    <w:p w:rsidR="00011E90" w:rsidRPr="0025041C" w:rsidRDefault="00011E90" w:rsidP="00011E90">
      <w:pPr>
        <w:pStyle w:val="Ttulo4"/>
        <w:rPr>
          <w:rFonts w:ascii="Riojana Bold" w:hAnsi="Riojana Bold"/>
          <w:b w:val="0"/>
          <w:i w:val="0"/>
          <w:color w:val="auto"/>
          <w:sz w:val="22"/>
          <w:szCs w:val="22"/>
        </w:rPr>
      </w:pPr>
      <w:r w:rsidRPr="0025041C">
        <w:rPr>
          <w:rFonts w:ascii="Riojana Bold" w:hAnsi="Riojana Bold"/>
          <w:b w:val="0"/>
          <w:i w:val="0"/>
          <w:color w:val="auto"/>
          <w:sz w:val="22"/>
          <w:szCs w:val="22"/>
        </w:rPr>
        <w:t>SECCIÓN 08. EDUCACIÓN, CULTURA, DEPORTE Y JUVENTUD</w:t>
      </w:r>
    </w:p>
    <w:tbl>
      <w:tblPr>
        <w:tblW w:w="9924"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5"/>
        <w:gridCol w:w="6475"/>
        <w:gridCol w:w="1164"/>
      </w:tblGrid>
      <w:tr w:rsidR="00011E90" w:rsidRPr="0025041C" w:rsidTr="00011E90">
        <w:trPr>
          <w:cantSplit/>
          <w:trHeight w:val="20"/>
          <w:tblHeader/>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keepNext/>
              <w:spacing w:before="0" w:after="0"/>
              <w:jc w:val="left"/>
              <w:rPr>
                <w:rFonts w:ascii="Riojana" w:hAnsi="Riojana" w:cs="Arial"/>
                <w:b/>
              </w:rPr>
            </w:pPr>
            <w:r w:rsidRPr="0025041C">
              <w:rPr>
                <w:rFonts w:ascii="Riojana" w:hAnsi="Riojana"/>
                <w:b/>
              </w:rPr>
              <w:t>Partida</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keepNext/>
              <w:spacing w:before="0" w:after="0"/>
              <w:jc w:val="left"/>
              <w:rPr>
                <w:rFonts w:ascii="Riojana" w:hAnsi="Riojana" w:cs="Arial"/>
                <w:b/>
              </w:rPr>
            </w:pPr>
            <w:r w:rsidRPr="0025041C">
              <w:rPr>
                <w:rFonts w:ascii="Riojana" w:hAnsi="Riojana"/>
                <w:b/>
              </w:rPr>
              <w:t>Descripción</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keepNext/>
              <w:spacing w:before="0" w:after="0"/>
              <w:jc w:val="left"/>
              <w:rPr>
                <w:rFonts w:ascii="Riojana" w:hAnsi="Riojana" w:cs="Arial"/>
                <w:b/>
              </w:rPr>
            </w:pPr>
            <w:r w:rsidRPr="0025041C">
              <w:rPr>
                <w:rFonts w:ascii="Riojana" w:hAnsi="Riojana"/>
                <w:b/>
              </w:rPr>
              <w:t>Crédito</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Times" w:hAnsi="Riojana"/>
                <w:lang w:val="es-ES_tradnl"/>
              </w:rPr>
            </w:pPr>
            <w:r w:rsidRPr="0025041C">
              <w:rPr>
                <w:rFonts w:ascii="Riojana" w:eastAsia="Arial" w:hAnsi="Riojana"/>
                <w:position w:val="-1"/>
                <w:lang w:val="es-ES_tradnl"/>
              </w:rPr>
              <w:t>0</w:t>
            </w:r>
            <w:r w:rsidRPr="0025041C">
              <w:rPr>
                <w:rFonts w:ascii="Riojana" w:eastAsia="Arial" w:hAnsi="Riojana"/>
                <w:spacing w:val="-1"/>
                <w:position w:val="-1"/>
                <w:lang w:val="es-ES_tradnl"/>
              </w:rPr>
              <w:t>8</w:t>
            </w:r>
            <w:r w:rsidRPr="0025041C">
              <w:rPr>
                <w:rFonts w:ascii="Riojana" w:eastAsia="Arial" w:hAnsi="Riojana"/>
                <w:position w:val="-1"/>
                <w:lang w:val="es-ES_tradnl"/>
              </w:rPr>
              <w:t>.</w:t>
            </w:r>
            <w:r w:rsidRPr="0025041C">
              <w:rPr>
                <w:rFonts w:ascii="Riojana" w:eastAsia="Arial" w:hAnsi="Riojana"/>
                <w:spacing w:val="2"/>
                <w:position w:val="-1"/>
                <w:lang w:val="es-ES_tradnl"/>
              </w:rPr>
              <w:t>0</w:t>
            </w:r>
            <w:r w:rsidRPr="0025041C">
              <w:rPr>
                <w:rFonts w:ascii="Riojana" w:eastAsia="Arial" w:hAnsi="Riojana"/>
                <w:position w:val="-1"/>
                <w:lang w:val="es-ES_tradnl"/>
              </w:rPr>
              <w:t>2.</w:t>
            </w:r>
            <w:r w:rsidRPr="0025041C">
              <w:rPr>
                <w:rFonts w:ascii="Riojana" w:eastAsia="Arial" w:hAnsi="Riojana"/>
                <w:spacing w:val="-1"/>
                <w:position w:val="-1"/>
                <w:lang w:val="es-ES_tradnl"/>
              </w:rPr>
              <w:t>0</w:t>
            </w:r>
            <w:r w:rsidRPr="0025041C">
              <w:rPr>
                <w:rFonts w:ascii="Riojana" w:eastAsia="Arial" w:hAnsi="Riojana"/>
                <w:spacing w:val="2"/>
                <w:position w:val="-1"/>
                <w:lang w:val="es-ES_tradnl"/>
              </w:rPr>
              <w:t>1</w:t>
            </w:r>
            <w:r w:rsidRPr="0025041C">
              <w:rPr>
                <w:rFonts w:ascii="Riojana" w:eastAsia="Arial" w:hAnsi="Riojana"/>
                <w:position w:val="-1"/>
                <w:lang w:val="es-ES_tradnl"/>
              </w:rPr>
              <w:t>.3</w:t>
            </w:r>
            <w:r w:rsidRPr="0025041C">
              <w:rPr>
                <w:rFonts w:ascii="Riojana" w:eastAsia="Arial" w:hAnsi="Riojana"/>
                <w:spacing w:val="1"/>
                <w:position w:val="-1"/>
                <w:lang w:val="es-ES_tradnl"/>
              </w:rPr>
              <w:t>3</w:t>
            </w:r>
            <w:r w:rsidRPr="0025041C">
              <w:rPr>
                <w:rFonts w:ascii="Riojana" w:eastAsia="Arial" w:hAnsi="Riojana"/>
                <w:position w:val="-1"/>
                <w:lang w:val="es-ES_tradnl"/>
              </w:rPr>
              <w:t>1</w:t>
            </w:r>
            <w:r w:rsidRPr="0025041C">
              <w:rPr>
                <w:rFonts w:ascii="Riojana" w:eastAsia="Arial" w:hAnsi="Riojana"/>
                <w:spacing w:val="-1"/>
                <w:position w:val="-1"/>
                <w:lang w:val="es-ES_tradnl"/>
              </w:rPr>
              <w:t>1</w:t>
            </w:r>
            <w:r w:rsidRPr="0025041C">
              <w:rPr>
                <w:rFonts w:ascii="Riojana" w:eastAsia="Arial" w:hAnsi="Riojana"/>
                <w:position w:val="-1"/>
                <w:lang w:val="es-ES_tradnl"/>
              </w:rPr>
              <w:t>.</w:t>
            </w:r>
            <w:r w:rsidRPr="0025041C">
              <w:rPr>
                <w:rFonts w:ascii="Riojana" w:eastAsia="Arial" w:hAnsi="Riojana"/>
                <w:spacing w:val="2"/>
                <w:position w:val="-1"/>
                <w:lang w:val="es-ES_tradnl"/>
              </w:rPr>
              <w:t>4</w:t>
            </w:r>
            <w:r w:rsidRPr="0025041C">
              <w:rPr>
                <w:rFonts w:ascii="Riojana" w:eastAsia="Arial" w:hAnsi="Riojana"/>
                <w:position w:val="-1"/>
                <w:lang w:val="es-ES_tradnl"/>
              </w:rPr>
              <w:t>6</w:t>
            </w:r>
            <w:r w:rsidRPr="0025041C">
              <w:rPr>
                <w:rFonts w:ascii="Riojana" w:eastAsia="Arial" w:hAnsi="Riojana"/>
                <w:spacing w:val="-1"/>
                <w:position w:val="-1"/>
                <w:lang w:val="es-ES_tradnl"/>
              </w:rPr>
              <w:t>1</w:t>
            </w:r>
            <w:r w:rsidRPr="0025041C">
              <w:rPr>
                <w:rFonts w:ascii="Riojana" w:eastAsia="Arial" w:hAnsi="Riojana"/>
                <w:spacing w:val="2"/>
                <w:position w:val="-1"/>
                <w:lang w:val="es-ES_tradnl"/>
              </w:rPr>
              <w:t>.</w:t>
            </w:r>
            <w:r w:rsidRPr="0025041C">
              <w:rPr>
                <w:rFonts w:ascii="Riojana" w:eastAsia="Arial" w:hAnsi="Riojana"/>
                <w:position w:val="-1"/>
                <w:lang w:val="es-ES_tradnl"/>
              </w:rPr>
              <w:t>01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Times" w:hAnsi="Riojana"/>
                <w:lang w:val="es-ES_tradnl"/>
              </w:rPr>
            </w:pPr>
            <w:r w:rsidRPr="0025041C">
              <w:rPr>
                <w:rFonts w:ascii="Riojana" w:eastAsia="Times" w:hAnsi="Riojana"/>
                <w:lang w:val="es-ES_tradnl"/>
              </w:rPr>
              <w:t>Ayuntamiento de Logroño. Programa “Cultural Rioja”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Times" w:hAnsi="Riojana"/>
                <w:lang w:val="es-ES_tradnl"/>
              </w:rPr>
            </w:pPr>
            <w:r w:rsidRPr="0025041C">
              <w:rPr>
                <w:rFonts w:ascii="Riojana" w:eastAsia="Times" w:hAnsi="Riojana"/>
                <w:lang w:val="es-ES_tradnl"/>
              </w:rPr>
              <w:t>175.000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spacing w:val="2"/>
                <w:lang w:val="es-ES_tradnl"/>
              </w:rPr>
              <w:t>1</w:t>
            </w:r>
            <w:r w:rsidRPr="0025041C">
              <w:rPr>
                <w:rFonts w:ascii="Riojana" w:eastAsia="Arial" w:hAnsi="Riojana"/>
                <w:lang w:val="es-ES_tradnl"/>
              </w:rPr>
              <w:t>.3</w:t>
            </w:r>
            <w:r w:rsidRPr="0025041C">
              <w:rPr>
                <w:rFonts w:ascii="Riojana" w:eastAsia="Arial" w:hAnsi="Riojana"/>
                <w:spacing w:val="1"/>
                <w:lang w:val="es-ES_tradnl"/>
              </w:rPr>
              <w:t>3</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lang w:val="es-ES_tradnl"/>
              </w:rPr>
              <w:t>.</w:t>
            </w:r>
            <w:r w:rsidRPr="0025041C">
              <w:rPr>
                <w:rFonts w:ascii="Riojana" w:eastAsia="Arial" w:hAnsi="Riojana"/>
                <w:spacing w:val="2"/>
                <w:lang w:val="es-ES_tradnl"/>
              </w:rPr>
              <w:t>4</w:t>
            </w:r>
            <w:r w:rsidRPr="0025041C">
              <w:rPr>
                <w:rFonts w:ascii="Riojana" w:eastAsia="Arial" w:hAnsi="Riojana"/>
                <w:lang w:val="es-ES_tradnl"/>
              </w:rPr>
              <w:t>6</w:t>
            </w:r>
            <w:r w:rsidRPr="0025041C">
              <w:rPr>
                <w:rFonts w:ascii="Riojana" w:eastAsia="Arial" w:hAnsi="Riojana"/>
                <w:spacing w:val="-1"/>
                <w:lang w:val="es-ES_tradnl"/>
              </w:rPr>
              <w:t>1</w:t>
            </w:r>
            <w:r w:rsidRPr="0025041C">
              <w:rPr>
                <w:rFonts w:ascii="Riojana" w:eastAsia="Arial" w:hAnsi="Riojana"/>
                <w:spacing w:val="4"/>
                <w:lang w:val="es-ES_tradnl"/>
              </w:rPr>
              <w:t>.</w:t>
            </w:r>
            <w:r w:rsidRPr="0025041C">
              <w:rPr>
                <w:rFonts w:ascii="Riojana" w:eastAsia="Arial" w:hAnsi="Riojana"/>
                <w:lang w:val="es-ES_tradnl"/>
              </w:rPr>
              <w:t>07</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tabs>
                <w:tab w:val="left" w:pos="2820"/>
              </w:tabs>
              <w:spacing w:before="0" w:after="0"/>
              <w:jc w:val="left"/>
              <w:rPr>
                <w:rFonts w:ascii="Riojana" w:eastAsia="Times" w:hAnsi="Riojana" w:cs="Arial"/>
                <w:lang w:val="es-ES_tradnl"/>
              </w:rPr>
            </w:pPr>
            <w:r w:rsidRPr="0025041C">
              <w:rPr>
                <w:rFonts w:ascii="Riojana" w:eastAsia="Times" w:hAnsi="Riojana"/>
                <w:lang w:val="es-ES_tradnl"/>
              </w:rPr>
              <w:t xml:space="preserve">Ayuntamiento de Anguiano. </w:t>
            </w:r>
            <w:r w:rsidRPr="0025041C">
              <w:rPr>
                <w:rFonts w:ascii="Riojana" w:eastAsia="HelveticaNeue LT 55 Roman" w:hAnsi="Riojana" w:cs="HelveticaNeue LT 55 Roman"/>
                <w:spacing w:val="-1"/>
                <w:lang w:val="es-ES_tradnl"/>
              </w:rPr>
              <w:t>“D</w:t>
            </w:r>
            <w:r w:rsidRPr="0025041C">
              <w:rPr>
                <w:rFonts w:ascii="Riojana" w:eastAsia="HelveticaNeue LT 55 Roman" w:hAnsi="Riojana" w:cs="HelveticaNeue LT 55 Roman"/>
                <w:spacing w:val="3"/>
                <w:lang w:val="es-ES_tradnl"/>
              </w:rPr>
              <w:t>a</w:t>
            </w:r>
            <w:r w:rsidRPr="0025041C">
              <w:rPr>
                <w:rFonts w:ascii="Riojana" w:eastAsia="HelveticaNeue LT 55 Roman" w:hAnsi="Riojana" w:cs="HelveticaNeue LT 55 Roman"/>
                <w:spacing w:val="2"/>
                <w:lang w:val="es-ES_tradnl"/>
              </w:rPr>
              <w:t>n</w:t>
            </w:r>
            <w:r w:rsidRPr="0025041C">
              <w:rPr>
                <w:rFonts w:ascii="Riojana" w:eastAsia="HelveticaNeue LT 55 Roman" w:hAnsi="Riojana" w:cs="HelveticaNeue LT 55 Roman"/>
                <w:lang w:val="es-ES_tradnl"/>
              </w:rPr>
              <w:t>z</w:t>
            </w:r>
            <w:r w:rsidRPr="0025041C">
              <w:rPr>
                <w:rFonts w:ascii="Riojana" w:eastAsia="HelveticaNeue LT 55 Roman" w:hAnsi="Riojana" w:cs="HelveticaNeue LT 55 Roman"/>
                <w:spacing w:val="1"/>
                <w:lang w:val="es-ES_tradnl"/>
              </w:rPr>
              <w:t>a</w:t>
            </w:r>
            <w:r w:rsidRPr="0025041C">
              <w:rPr>
                <w:rFonts w:ascii="Riojana" w:eastAsia="HelveticaNeue LT 55 Roman" w:hAnsi="Riojana" w:cs="HelveticaNeue LT 55 Roman"/>
                <w:lang w:val="es-ES_tradnl"/>
              </w:rPr>
              <w:t>do</w:t>
            </w:r>
            <w:r w:rsidRPr="0025041C">
              <w:rPr>
                <w:rFonts w:ascii="Riojana" w:eastAsia="HelveticaNeue LT 55 Roman" w:hAnsi="Riojana" w:cs="HelveticaNeue LT 55 Roman"/>
                <w:spacing w:val="1"/>
                <w:lang w:val="es-ES_tradnl"/>
              </w:rPr>
              <w:t>re</w:t>
            </w:r>
            <w:r w:rsidRPr="0025041C">
              <w:rPr>
                <w:rFonts w:ascii="Riojana" w:eastAsia="HelveticaNeue LT 55 Roman" w:hAnsi="Riojana" w:cs="HelveticaNeue LT 55 Roman"/>
                <w:lang w:val="es-ES_tradnl"/>
              </w:rPr>
              <w:t>s</w:t>
            </w:r>
            <w:r w:rsidRPr="0025041C">
              <w:rPr>
                <w:rFonts w:ascii="Riojana" w:eastAsia="HelveticaNeue LT 55 Roman" w:hAnsi="Riojana" w:cs="HelveticaNeue LT 55 Roman"/>
                <w:spacing w:val="32"/>
                <w:lang w:val="es-ES_tradnl"/>
              </w:rPr>
              <w:t xml:space="preserve"> </w:t>
            </w:r>
            <w:r w:rsidRPr="0025041C">
              <w:rPr>
                <w:rFonts w:ascii="Riojana" w:eastAsia="HelveticaNeue LT 55 Roman" w:hAnsi="Riojana" w:cs="HelveticaNeue LT 55 Roman"/>
                <w:lang w:val="es-ES_tradnl"/>
              </w:rPr>
              <w:t xml:space="preserve">de </w:t>
            </w:r>
            <w:r w:rsidRPr="0025041C">
              <w:rPr>
                <w:rFonts w:ascii="Riojana" w:eastAsia="Arial" w:hAnsi="Riojana"/>
                <w:position w:val="-1"/>
                <w:lang w:val="es-ES_tradnl"/>
              </w:rPr>
              <w:t>An</w:t>
            </w:r>
            <w:r w:rsidRPr="0025041C">
              <w:rPr>
                <w:rFonts w:ascii="Riojana" w:eastAsia="Arial" w:hAnsi="Riojana"/>
                <w:spacing w:val="1"/>
                <w:position w:val="-1"/>
                <w:lang w:val="es-ES_tradnl"/>
              </w:rPr>
              <w:t>g</w:t>
            </w:r>
            <w:r w:rsidRPr="0025041C">
              <w:rPr>
                <w:rFonts w:ascii="Riojana" w:eastAsia="Arial" w:hAnsi="Riojana"/>
                <w:position w:val="-1"/>
                <w:lang w:val="es-ES_tradnl"/>
              </w:rPr>
              <w:t>u</w:t>
            </w:r>
            <w:r w:rsidRPr="0025041C">
              <w:rPr>
                <w:rFonts w:ascii="Riojana" w:eastAsia="Arial" w:hAnsi="Riojana"/>
                <w:spacing w:val="-1"/>
                <w:position w:val="-1"/>
                <w:lang w:val="es-ES_tradnl"/>
              </w:rPr>
              <w:t>i</w:t>
            </w:r>
            <w:r w:rsidRPr="0025041C">
              <w:rPr>
                <w:rFonts w:ascii="Riojana" w:eastAsia="Arial" w:hAnsi="Riojana"/>
                <w:spacing w:val="1"/>
                <w:position w:val="-1"/>
                <w:lang w:val="es-ES_tradnl"/>
              </w:rPr>
              <w:t>a</w:t>
            </w:r>
            <w:r w:rsidRPr="0025041C">
              <w:rPr>
                <w:rFonts w:ascii="Riojana" w:eastAsia="Arial" w:hAnsi="Riojana"/>
                <w:position w:val="-1"/>
                <w:lang w:val="es-ES_tradnl"/>
              </w:rPr>
              <w:t>no</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5.000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hAnsi="Riojana" w:cs="Arial"/>
              </w:rPr>
            </w:pPr>
            <w:r w:rsidRPr="0025041C">
              <w:rPr>
                <w:rFonts w:ascii="Riojana" w:hAnsi="Riojana"/>
              </w:rPr>
              <w:t>08.02.01.3311.461.08</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hAnsi="Riojana" w:cs="Arial"/>
              </w:rPr>
            </w:pPr>
            <w:r w:rsidRPr="0025041C">
              <w:rPr>
                <w:rFonts w:ascii="Riojana" w:hAnsi="Riojana"/>
              </w:rPr>
              <w:t xml:space="preserve">Ayuntamiento de Camprovín. </w:t>
            </w:r>
            <w:proofErr w:type="spellStart"/>
            <w:r w:rsidRPr="0025041C">
              <w:rPr>
                <w:rFonts w:ascii="Riojana" w:hAnsi="Riojana"/>
              </w:rPr>
              <w:t>Camprovinarte</w:t>
            </w:r>
            <w:proofErr w:type="spellEnd"/>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12.000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hAnsi="Riojana" w:cs="Arial"/>
              </w:rPr>
            </w:pPr>
            <w:r w:rsidRPr="0025041C">
              <w:rPr>
                <w:rFonts w:ascii="Riojana" w:hAnsi="Riojana"/>
              </w:rPr>
              <w:t>08.02.01.3311.461.11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hAnsi="Riojana" w:cs="Arial"/>
              </w:rPr>
            </w:pPr>
            <w:r w:rsidRPr="0025041C">
              <w:rPr>
                <w:rFonts w:ascii="Riojana" w:hAnsi="Riojana"/>
              </w:rPr>
              <w:t>Ayuntamiento de Laguna de Cameros. Día del Camero Viejo</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lang w:val="es-ES_tradnl"/>
              </w:rPr>
            </w:pPr>
            <w:r w:rsidRPr="0025041C">
              <w:rPr>
                <w:rFonts w:ascii="Riojana" w:eastAsia="Arial" w:hAnsi="Riojana"/>
                <w:lang w:val="es-ES_tradnl"/>
              </w:rPr>
              <w:t>08.02.01.3311.461.12</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lang w:val="es-ES_tradnl"/>
              </w:rPr>
            </w:pPr>
            <w:r w:rsidRPr="0025041C">
              <w:rPr>
                <w:rFonts w:ascii="Riojana" w:eastAsia="Arial" w:hAnsi="Riojana"/>
                <w:lang w:val="es-ES_tradnl"/>
              </w:rPr>
              <w:t>Ayuntamiento Canales de La Sierra. Programación Teatro</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25.000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spacing w:val="2"/>
                <w:lang w:val="es-ES_tradnl"/>
              </w:rPr>
              <w:t>1</w:t>
            </w:r>
            <w:r w:rsidRPr="0025041C">
              <w:rPr>
                <w:rFonts w:ascii="Riojana" w:eastAsia="Arial" w:hAnsi="Riojana"/>
                <w:lang w:val="es-ES_tradnl"/>
              </w:rPr>
              <w:t>.3</w:t>
            </w:r>
            <w:r w:rsidRPr="0025041C">
              <w:rPr>
                <w:rFonts w:ascii="Riojana" w:eastAsia="Arial" w:hAnsi="Riojana"/>
                <w:spacing w:val="1"/>
                <w:lang w:val="es-ES_tradnl"/>
              </w:rPr>
              <w:t>3</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lang w:val="es-ES_tradnl"/>
              </w:rPr>
              <w:t>.</w:t>
            </w:r>
            <w:r w:rsidRPr="0025041C">
              <w:rPr>
                <w:rFonts w:ascii="Riojana" w:eastAsia="Arial" w:hAnsi="Riojana"/>
                <w:spacing w:val="2"/>
                <w:lang w:val="es-ES_tradnl"/>
              </w:rPr>
              <w:t>4</w:t>
            </w:r>
            <w:r w:rsidRPr="0025041C">
              <w:rPr>
                <w:rFonts w:ascii="Riojana" w:eastAsia="Arial" w:hAnsi="Riojana"/>
                <w:lang w:val="es-ES_tradnl"/>
              </w:rPr>
              <w:t>7</w:t>
            </w:r>
            <w:r w:rsidRPr="0025041C">
              <w:rPr>
                <w:rFonts w:ascii="Riojana" w:eastAsia="Arial" w:hAnsi="Riojana"/>
                <w:spacing w:val="-1"/>
                <w:lang w:val="es-ES_tradnl"/>
              </w:rPr>
              <w:t>0</w:t>
            </w:r>
            <w:r w:rsidRPr="0025041C">
              <w:rPr>
                <w:rFonts w:ascii="Riojana" w:eastAsia="Arial" w:hAnsi="Riojana"/>
                <w:spacing w:val="2"/>
                <w:lang w:val="es-ES_tradnl"/>
              </w:rPr>
              <w:t>.</w:t>
            </w:r>
            <w:r w:rsidRPr="0025041C">
              <w:rPr>
                <w:rFonts w:ascii="Riojana" w:eastAsia="Arial" w:hAnsi="Riojana"/>
                <w:lang w:val="es-ES_tradnl"/>
              </w:rPr>
              <w:t>02</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A</w:t>
            </w:r>
            <w:r w:rsidRPr="0025041C">
              <w:rPr>
                <w:rFonts w:ascii="Riojana" w:eastAsia="Arial" w:hAnsi="Riojana"/>
                <w:spacing w:val="-1"/>
                <w:lang w:val="es-ES_tradnl"/>
              </w:rPr>
              <w:t>s</w:t>
            </w:r>
            <w:r w:rsidRPr="0025041C">
              <w:rPr>
                <w:rFonts w:ascii="Riojana" w:eastAsia="Arial" w:hAnsi="Riojana"/>
                <w:spacing w:val="1"/>
                <w:lang w:val="es-ES_tradnl"/>
              </w:rPr>
              <w:t>oc</w:t>
            </w:r>
            <w:r w:rsidRPr="0025041C">
              <w:rPr>
                <w:rFonts w:ascii="Riojana" w:eastAsia="Arial" w:hAnsi="Riojana"/>
                <w:spacing w:val="-1"/>
                <w:lang w:val="es-ES_tradnl"/>
              </w:rPr>
              <w:t>i</w:t>
            </w:r>
            <w:r w:rsidRPr="0025041C">
              <w:rPr>
                <w:rFonts w:ascii="Riojana" w:eastAsia="Arial" w:hAnsi="Riojana"/>
                <w:spacing w:val="1"/>
                <w:lang w:val="es-ES_tradnl"/>
              </w:rPr>
              <w:t>ac</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n E</w:t>
            </w:r>
            <w:r w:rsidRPr="0025041C">
              <w:rPr>
                <w:rFonts w:ascii="Riojana" w:eastAsia="Arial" w:hAnsi="Riojana"/>
                <w:spacing w:val="3"/>
                <w:lang w:val="es-ES_tradnl"/>
              </w:rPr>
              <w:t>m</w:t>
            </w:r>
            <w:r w:rsidRPr="0025041C">
              <w:rPr>
                <w:rFonts w:ascii="Riojana" w:eastAsia="Arial" w:hAnsi="Riojana"/>
                <w:lang w:val="es-ES_tradnl"/>
              </w:rPr>
              <w:t>pr</w:t>
            </w:r>
            <w:r w:rsidRPr="0025041C">
              <w:rPr>
                <w:rFonts w:ascii="Riojana" w:eastAsia="Arial" w:hAnsi="Riojana"/>
                <w:spacing w:val="1"/>
                <w:lang w:val="es-ES_tradnl"/>
              </w:rPr>
              <w:t>e</w:t>
            </w:r>
            <w:r w:rsidRPr="0025041C">
              <w:rPr>
                <w:rFonts w:ascii="Riojana" w:eastAsia="Arial" w:hAnsi="Riojana"/>
                <w:spacing w:val="-1"/>
                <w:lang w:val="es-ES_tradnl"/>
              </w:rPr>
              <w:t>s</w:t>
            </w:r>
            <w:r w:rsidRPr="0025041C">
              <w:rPr>
                <w:rFonts w:ascii="Riojana" w:eastAsia="Arial" w:hAnsi="Riojana"/>
                <w:spacing w:val="1"/>
                <w:lang w:val="es-ES_tradnl"/>
              </w:rPr>
              <w:t>ar</w:t>
            </w:r>
            <w:r w:rsidRPr="0025041C">
              <w:rPr>
                <w:rFonts w:ascii="Riojana" w:eastAsia="Arial" w:hAnsi="Riojana"/>
                <w:spacing w:val="-1"/>
                <w:lang w:val="es-ES_tradnl"/>
              </w:rPr>
              <w:t>i</w:t>
            </w:r>
            <w:r w:rsidRPr="0025041C">
              <w:rPr>
                <w:rFonts w:ascii="Riojana" w:eastAsia="Arial" w:hAnsi="Riojana"/>
                <w:spacing w:val="1"/>
                <w:lang w:val="es-ES_tradnl"/>
              </w:rPr>
              <w:t>a</w:t>
            </w:r>
            <w:r w:rsidRPr="0025041C">
              <w:rPr>
                <w:rFonts w:ascii="Riojana" w:eastAsia="Arial" w:hAnsi="Riojana"/>
                <w:lang w:val="es-ES_tradnl"/>
              </w:rPr>
              <w:t>l A</w:t>
            </w:r>
            <w:r w:rsidRPr="0025041C">
              <w:rPr>
                <w:rFonts w:ascii="Riojana" w:eastAsia="Arial" w:hAnsi="Riojana"/>
                <w:spacing w:val="1"/>
                <w:lang w:val="es-ES_tradnl"/>
              </w:rPr>
              <w:t>R</w:t>
            </w:r>
            <w:r w:rsidRPr="0025041C">
              <w:rPr>
                <w:rFonts w:ascii="Riojana" w:eastAsia="Arial" w:hAnsi="Riojana"/>
                <w:spacing w:val="-1"/>
                <w:lang w:val="es-ES_tradnl"/>
              </w:rPr>
              <w:t>I</w:t>
            </w:r>
            <w:r w:rsidRPr="0025041C">
              <w:rPr>
                <w:rFonts w:ascii="Riojana" w:eastAsia="Arial" w:hAnsi="Riojana"/>
                <w:lang w:val="es-ES_tradnl"/>
              </w:rPr>
              <w:t>C</w:t>
            </w:r>
            <w:r w:rsidRPr="0025041C">
              <w:rPr>
                <w:rFonts w:ascii="Riojana" w:eastAsia="Arial" w:hAnsi="Riojana"/>
                <w:spacing w:val="3"/>
                <w:lang w:val="es-ES_tradnl"/>
              </w:rPr>
              <w:t>U</w:t>
            </w:r>
            <w:r w:rsidRPr="0025041C">
              <w:rPr>
                <w:rFonts w:ascii="Riojana" w:eastAsia="Arial" w:hAnsi="Riojana"/>
                <w:lang w:val="es-ES_tradnl"/>
              </w:rPr>
              <w:t>. Or</w:t>
            </w:r>
            <w:r w:rsidRPr="0025041C">
              <w:rPr>
                <w:rFonts w:ascii="Riojana" w:eastAsia="Arial" w:hAnsi="Riojana"/>
                <w:spacing w:val="1"/>
                <w:lang w:val="es-ES_tradnl"/>
              </w:rPr>
              <w:t>ga</w:t>
            </w:r>
            <w:r w:rsidRPr="0025041C">
              <w:rPr>
                <w:rFonts w:ascii="Riojana" w:eastAsia="Arial" w:hAnsi="Riojana"/>
                <w:spacing w:val="2"/>
                <w:lang w:val="es-ES_tradnl"/>
              </w:rPr>
              <w:t>n</w:t>
            </w:r>
            <w:r w:rsidRPr="0025041C">
              <w:rPr>
                <w:rFonts w:ascii="Riojana" w:eastAsia="Arial" w:hAnsi="Riojana"/>
                <w:spacing w:val="-1"/>
                <w:lang w:val="es-ES_tradnl"/>
              </w:rPr>
              <w:t>i</w:t>
            </w:r>
            <w:r w:rsidRPr="0025041C">
              <w:rPr>
                <w:rFonts w:ascii="Riojana" w:eastAsia="Arial" w:hAnsi="Riojana"/>
                <w:lang w:val="es-ES_tradnl"/>
              </w:rPr>
              <w:t>z</w:t>
            </w:r>
            <w:r w:rsidRPr="0025041C">
              <w:rPr>
                <w:rFonts w:ascii="Riojana" w:eastAsia="Arial" w:hAnsi="Riojana"/>
                <w:spacing w:val="1"/>
                <w:lang w:val="es-ES_tradnl"/>
              </w:rPr>
              <w:t>ac</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 xml:space="preserve">n </w:t>
            </w:r>
            <w:r w:rsidRPr="0025041C">
              <w:rPr>
                <w:rFonts w:ascii="Riojana" w:eastAsia="Arial" w:hAnsi="Riojana"/>
                <w:spacing w:val="1"/>
                <w:w w:val="96"/>
                <w:lang w:val="es-ES_tradnl"/>
              </w:rPr>
              <w:t>a</w:t>
            </w:r>
            <w:r w:rsidRPr="0025041C">
              <w:rPr>
                <w:rFonts w:ascii="Riojana" w:eastAsia="Arial" w:hAnsi="Riojana"/>
                <w:spacing w:val="1"/>
                <w:w w:val="106"/>
                <w:lang w:val="es-ES_tradnl"/>
              </w:rPr>
              <w:t>c</w:t>
            </w:r>
            <w:r w:rsidRPr="0025041C">
              <w:rPr>
                <w:rFonts w:ascii="Riojana" w:eastAsia="Arial" w:hAnsi="Riojana"/>
                <w:w w:val="106"/>
                <w:lang w:val="es-ES_tradnl"/>
              </w:rPr>
              <w:t>t</w:t>
            </w:r>
            <w:r w:rsidRPr="0025041C">
              <w:rPr>
                <w:rFonts w:ascii="Riojana" w:eastAsia="Arial" w:hAnsi="Riojana"/>
                <w:spacing w:val="-1"/>
                <w:w w:val="106"/>
                <w:lang w:val="es-ES_tradnl"/>
              </w:rPr>
              <w:t>i</w:t>
            </w:r>
            <w:r w:rsidRPr="0025041C">
              <w:rPr>
                <w:rFonts w:ascii="Riojana" w:eastAsia="Arial" w:hAnsi="Riojana"/>
                <w:spacing w:val="1"/>
                <w:w w:val="99"/>
                <w:lang w:val="es-ES_tradnl"/>
              </w:rPr>
              <w:t>v</w:t>
            </w:r>
            <w:r w:rsidRPr="0025041C">
              <w:rPr>
                <w:rFonts w:ascii="Riojana" w:eastAsia="Arial" w:hAnsi="Riojana"/>
                <w:spacing w:val="-1"/>
                <w:w w:val="99"/>
                <w:lang w:val="es-ES_tradnl"/>
              </w:rPr>
              <w:t>i</w:t>
            </w:r>
            <w:r w:rsidRPr="0025041C">
              <w:rPr>
                <w:rFonts w:ascii="Riojana" w:eastAsia="Arial" w:hAnsi="Riojana"/>
                <w:w w:val="101"/>
                <w:lang w:val="es-ES_tradnl"/>
              </w:rPr>
              <w:t>dad</w:t>
            </w:r>
            <w:r w:rsidRPr="0025041C">
              <w:rPr>
                <w:rFonts w:ascii="Riojana" w:eastAsia="Arial" w:hAnsi="Riojana"/>
                <w:spacing w:val="3"/>
                <w:w w:val="101"/>
                <w:lang w:val="es-ES_tradnl"/>
              </w:rPr>
              <w:t>e</w:t>
            </w:r>
            <w:r w:rsidRPr="0025041C">
              <w:rPr>
                <w:rFonts w:ascii="Riojana" w:eastAsia="Arial" w:hAnsi="Riojana"/>
                <w:w w:val="99"/>
                <w:lang w:val="es-ES_tradnl"/>
              </w:rPr>
              <w:t xml:space="preserve">s </w:t>
            </w:r>
            <w:r w:rsidRPr="0025041C">
              <w:rPr>
                <w:rFonts w:ascii="Riojana" w:eastAsia="Arial" w:hAnsi="Riojana"/>
                <w:spacing w:val="1"/>
                <w:w w:val="106"/>
                <w:lang w:val="es-ES_tradnl"/>
              </w:rPr>
              <w:t>c</w:t>
            </w:r>
            <w:r w:rsidRPr="0025041C">
              <w:rPr>
                <w:rFonts w:ascii="Riojana" w:eastAsia="Arial" w:hAnsi="Riojana"/>
                <w:w w:val="99"/>
                <w:lang w:val="es-ES_tradnl"/>
              </w:rPr>
              <w:t>u</w:t>
            </w:r>
            <w:r w:rsidRPr="0025041C">
              <w:rPr>
                <w:rFonts w:ascii="Riojana" w:eastAsia="Arial" w:hAnsi="Riojana"/>
                <w:spacing w:val="-1"/>
                <w:w w:val="99"/>
                <w:lang w:val="es-ES_tradnl"/>
              </w:rPr>
              <w:t>l</w:t>
            </w:r>
            <w:r w:rsidRPr="0025041C">
              <w:rPr>
                <w:rFonts w:ascii="Riojana" w:eastAsia="Arial" w:hAnsi="Riojana"/>
                <w:w w:val="104"/>
                <w:lang w:val="es-ES_tradnl"/>
              </w:rPr>
              <w:t>t</w:t>
            </w:r>
            <w:r w:rsidRPr="0025041C">
              <w:rPr>
                <w:rFonts w:ascii="Riojana" w:eastAsia="Arial" w:hAnsi="Riojana"/>
                <w:spacing w:val="-1"/>
                <w:w w:val="104"/>
                <w:lang w:val="es-ES_tradnl"/>
              </w:rPr>
              <w:t>u</w:t>
            </w:r>
            <w:r w:rsidRPr="0025041C">
              <w:rPr>
                <w:rFonts w:ascii="Riojana" w:eastAsia="Arial" w:hAnsi="Riojana"/>
                <w:spacing w:val="1"/>
                <w:w w:val="99"/>
                <w:lang w:val="es-ES_tradnl"/>
              </w:rPr>
              <w:t>r</w:t>
            </w:r>
            <w:r w:rsidRPr="0025041C">
              <w:rPr>
                <w:rFonts w:ascii="Riojana" w:eastAsia="Arial" w:hAnsi="Riojana"/>
                <w:spacing w:val="1"/>
                <w:w w:val="96"/>
                <w:lang w:val="es-ES_tradnl"/>
              </w:rPr>
              <w:t>a</w:t>
            </w:r>
            <w:r w:rsidRPr="0025041C">
              <w:rPr>
                <w:rFonts w:ascii="Riojana" w:eastAsia="Arial" w:hAnsi="Riojana"/>
                <w:spacing w:val="-1"/>
                <w:w w:val="99"/>
                <w:lang w:val="es-ES_tradnl"/>
              </w:rPr>
              <w:t>l</w:t>
            </w:r>
            <w:r w:rsidRPr="0025041C">
              <w:rPr>
                <w:rFonts w:ascii="Riojana" w:eastAsia="Arial" w:hAnsi="Riojana"/>
                <w:spacing w:val="3"/>
                <w:w w:val="96"/>
                <w:lang w:val="es-ES_tradnl"/>
              </w:rPr>
              <w:t>e</w:t>
            </w:r>
            <w:r w:rsidRPr="0025041C">
              <w:rPr>
                <w:rFonts w:ascii="Riojana" w:eastAsia="Arial" w:hAnsi="Riojana"/>
                <w:w w:val="99"/>
                <w:lang w:val="es-ES_tradnl"/>
              </w:rPr>
              <w:t>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15.000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spacing w:val="2"/>
                <w:lang w:val="es-ES_tradnl"/>
              </w:rPr>
              <w:t>1</w:t>
            </w:r>
            <w:r w:rsidRPr="0025041C">
              <w:rPr>
                <w:rFonts w:ascii="Riojana" w:eastAsia="Arial" w:hAnsi="Riojana"/>
                <w:lang w:val="es-ES_tradnl"/>
              </w:rPr>
              <w:t>.3</w:t>
            </w:r>
            <w:r w:rsidRPr="0025041C">
              <w:rPr>
                <w:rFonts w:ascii="Riojana" w:eastAsia="Arial" w:hAnsi="Riojana"/>
                <w:spacing w:val="1"/>
                <w:lang w:val="es-ES_tradnl"/>
              </w:rPr>
              <w:t>3</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lang w:val="es-ES_tradnl"/>
              </w:rPr>
              <w:t>.</w:t>
            </w:r>
            <w:r w:rsidRPr="0025041C">
              <w:rPr>
                <w:rFonts w:ascii="Riojana" w:eastAsia="Arial" w:hAnsi="Riojana"/>
                <w:spacing w:val="2"/>
                <w:lang w:val="es-ES_tradnl"/>
              </w:rPr>
              <w:t>4</w:t>
            </w:r>
            <w:r w:rsidRPr="0025041C">
              <w:rPr>
                <w:rFonts w:ascii="Riojana" w:eastAsia="Arial" w:hAnsi="Riojana"/>
                <w:lang w:val="es-ES_tradnl"/>
              </w:rPr>
              <w:t>8</w:t>
            </w:r>
            <w:r w:rsidRPr="0025041C">
              <w:rPr>
                <w:rFonts w:ascii="Riojana" w:eastAsia="Arial" w:hAnsi="Riojana"/>
                <w:spacing w:val="-1"/>
                <w:lang w:val="es-ES_tradnl"/>
              </w:rPr>
              <w:t>0</w:t>
            </w:r>
            <w:r w:rsidRPr="0025041C">
              <w:rPr>
                <w:rFonts w:ascii="Riojana" w:eastAsia="Arial" w:hAnsi="Riojana"/>
                <w:spacing w:val="2"/>
                <w:lang w:val="es-ES_tradnl"/>
              </w:rPr>
              <w:t>.</w:t>
            </w:r>
            <w:r w:rsidRPr="0025041C">
              <w:rPr>
                <w:rFonts w:ascii="Riojana" w:eastAsia="Arial" w:hAnsi="Riojana"/>
                <w:spacing w:val="1"/>
                <w:lang w:val="es-ES_tradnl"/>
              </w:rPr>
              <w:t>0</w:t>
            </w:r>
            <w:r w:rsidRPr="0025041C">
              <w:rPr>
                <w:rFonts w:ascii="Riojana" w:eastAsia="Arial" w:hAnsi="Riojana"/>
                <w:lang w:val="es-ES_tradnl"/>
              </w:rPr>
              <w:t>2</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Asociación Alumnos Escuela de Jotas. Promoción, enseñanza y aprendizaje</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20.000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spacing w:val="2"/>
                <w:lang w:val="es-ES_tradnl"/>
              </w:rPr>
              <w:t>1</w:t>
            </w:r>
            <w:r w:rsidRPr="0025041C">
              <w:rPr>
                <w:rFonts w:ascii="Riojana" w:eastAsia="Arial" w:hAnsi="Riojana"/>
                <w:lang w:val="es-ES_tradnl"/>
              </w:rPr>
              <w:t>.3</w:t>
            </w:r>
            <w:r w:rsidRPr="0025041C">
              <w:rPr>
                <w:rFonts w:ascii="Riojana" w:eastAsia="Arial" w:hAnsi="Riojana"/>
                <w:spacing w:val="1"/>
                <w:lang w:val="es-ES_tradnl"/>
              </w:rPr>
              <w:t>3</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lang w:val="es-ES_tradnl"/>
              </w:rPr>
              <w:t>.</w:t>
            </w:r>
            <w:r w:rsidRPr="0025041C">
              <w:rPr>
                <w:rFonts w:ascii="Riojana" w:eastAsia="Arial" w:hAnsi="Riojana"/>
                <w:spacing w:val="2"/>
                <w:lang w:val="es-ES_tradnl"/>
              </w:rPr>
              <w:t>4</w:t>
            </w:r>
            <w:r w:rsidRPr="0025041C">
              <w:rPr>
                <w:rFonts w:ascii="Riojana" w:eastAsia="Arial" w:hAnsi="Riojana"/>
                <w:lang w:val="es-ES_tradnl"/>
              </w:rPr>
              <w:t>8</w:t>
            </w:r>
            <w:r w:rsidRPr="0025041C">
              <w:rPr>
                <w:rFonts w:ascii="Riojana" w:eastAsia="Arial" w:hAnsi="Riojana"/>
                <w:spacing w:val="-1"/>
                <w:lang w:val="es-ES_tradnl"/>
              </w:rPr>
              <w:t>0</w:t>
            </w:r>
            <w:r w:rsidRPr="0025041C">
              <w:rPr>
                <w:rFonts w:ascii="Riojana" w:eastAsia="Arial" w:hAnsi="Riojana"/>
                <w:spacing w:val="2"/>
                <w:lang w:val="es-ES_tradnl"/>
              </w:rPr>
              <w:t>.</w:t>
            </w:r>
            <w:r w:rsidRPr="0025041C">
              <w:rPr>
                <w:rFonts w:ascii="Riojana" w:eastAsia="Arial" w:hAnsi="Riojana"/>
                <w:spacing w:val="1"/>
                <w:lang w:val="es-ES_tradnl"/>
              </w:rPr>
              <w:t>0</w:t>
            </w:r>
            <w:r w:rsidRPr="0025041C">
              <w:rPr>
                <w:rFonts w:ascii="Riojana" w:eastAsia="Arial" w:hAnsi="Riojana"/>
                <w:lang w:val="es-ES_tradnl"/>
              </w:rPr>
              <w:t>3</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A</w:t>
            </w:r>
            <w:r w:rsidRPr="0025041C">
              <w:rPr>
                <w:rFonts w:ascii="Riojana" w:eastAsia="Arial" w:hAnsi="Riojana"/>
                <w:spacing w:val="-1"/>
                <w:lang w:val="es-ES_tradnl"/>
              </w:rPr>
              <w:t>s</w:t>
            </w:r>
            <w:r w:rsidRPr="0025041C">
              <w:rPr>
                <w:rFonts w:ascii="Riojana" w:eastAsia="Arial" w:hAnsi="Riojana"/>
                <w:spacing w:val="1"/>
                <w:lang w:val="es-ES_tradnl"/>
              </w:rPr>
              <w:t>oc</w:t>
            </w:r>
            <w:r w:rsidRPr="0025041C">
              <w:rPr>
                <w:rFonts w:ascii="Riojana" w:eastAsia="Arial" w:hAnsi="Riojana"/>
                <w:spacing w:val="-1"/>
                <w:lang w:val="es-ES_tradnl"/>
              </w:rPr>
              <w:t>i</w:t>
            </w:r>
            <w:r w:rsidRPr="0025041C">
              <w:rPr>
                <w:rFonts w:ascii="Riojana" w:eastAsia="Arial" w:hAnsi="Riojana"/>
                <w:spacing w:val="1"/>
                <w:lang w:val="es-ES_tradnl"/>
              </w:rPr>
              <w:t>ac</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n</w:t>
            </w:r>
            <w:r w:rsidRPr="0025041C">
              <w:rPr>
                <w:rFonts w:ascii="Riojana" w:eastAsia="Arial" w:hAnsi="Riojana"/>
                <w:spacing w:val="7"/>
                <w:lang w:val="es-ES_tradnl"/>
              </w:rPr>
              <w:t xml:space="preserve"> </w:t>
            </w:r>
            <w:r w:rsidRPr="0025041C">
              <w:rPr>
                <w:rFonts w:ascii="Riojana" w:eastAsia="Arial" w:hAnsi="Riojana"/>
                <w:lang w:val="es-ES_tradnl"/>
              </w:rPr>
              <w:t>A</w:t>
            </w:r>
            <w:r w:rsidRPr="0025041C">
              <w:rPr>
                <w:rFonts w:ascii="Riojana" w:eastAsia="Arial" w:hAnsi="Riojana"/>
                <w:spacing w:val="2"/>
                <w:lang w:val="es-ES_tradnl"/>
              </w:rPr>
              <w:t>l</w:t>
            </w:r>
            <w:r w:rsidRPr="0025041C">
              <w:rPr>
                <w:rFonts w:ascii="Riojana" w:eastAsia="Arial" w:hAnsi="Riojana"/>
                <w:lang w:val="es-ES_tradnl"/>
              </w:rPr>
              <w:t>umn</w:t>
            </w:r>
            <w:r w:rsidRPr="0025041C">
              <w:rPr>
                <w:rFonts w:ascii="Riojana" w:eastAsia="Arial" w:hAnsi="Riojana"/>
                <w:spacing w:val="3"/>
                <w:lang w:val="es-ES_tradnl"/>
              </w:rPr>
              <w:t>o</w:t>
            </w:r>
            <w:r w:rsidRPr="0025041C">
              <w:rPr>
                <w:rFonts w:ascii="Riojana" w:eastAsia="Arial" w:hAnsi="Riojana"/>
                <w:lang w:val="es-ES_tradnl"/>
              </w:rPr>
              <w:t>s</w:t>
            </w:r>
            <w:r w:rsidRPr="0025041C">
              <w:rPr>
                <w:rFonts w:ascii="Riojana" w:eastAsia="Arial" w:hAnsi="Riojana"/>
                <w:spacing w:val="2"/>
                <w:lang w:val="es-ES_tradnl"/>
              </w:rPr>
              <w:t xml:space="preserve"> </w:t>
            </w:r>
            <w:r w:rsidRPr="0025041C">
              <w:rPr>
                <w:rFonts w:ascii="Riojana" w:eastAsia="Arial" w:hAnsi="Riojana"/>
                <w:lang w:val="es-ES_tradnl"/>
              </w:rPr>
              <w:t>E</w:t>
            </w:r>
            <w:r w:rsidRPr="0025041C">
              <w:rPr>
                <w:rFonts w:ascii="Riojana" w:eastAsia="Arial" w:hAnsi="Riojana"/>
                <w:spacing w:val="-1"/>
                <w:lang w:val="es-ES_tradnl"/>
              </w:rPr>
              <w:t>s</w:t>
            </w:r>
            <w:r w:rsidRPr="0025041C">
              <w:rPr>
                <w:rFonts w:ascii="Riojana" w:eastAsia="Arial" w:hAnsi="Riojana"/>
                <w:spacing w:val="1"/>
                <w:lang w:val="es-ES_tradnl"/>
              </w:rPr>
              <w:t>c</w:t>
            </w:r>
            <w:r w:rsidRPr="0025041C">
              <w:rPr>
                <w:rFonts w:ascii="Riojana" w:eastAsia="Arial" w:hAnsi="Riojana"/>
                <w:lang w:val="es-ES_tradnl"/>
              </w:rPr>
              <w:t>u</w:t>
            </w:r>
            <w:r w:rsidRPr="0025041C">
              <w:rPr>
                <w:rFonts w:ascii="Riojana" w:eastAsia="Arial" w:hAnsi="Riojana"/>
                <w:spacing w:val="3"/>
                <w:lang w:val="es-ES_tradnl"/>
              </w:rPr>
              <w:t>e</w:t>
            </w:r>
            <w:r w:rsidRPr="0025041C">
              <w:rPr>
                <w:rFonts w:ascii="Riojana" w:eastAsia="Arial" w:hAnsi="Riojana"/>
                <w:spacing w:val="-1"/>
                <w:lang w:val="es-ES_tradnl"/>
              </w:rPr>
              <w:t>l</w:t>
            </w:r>
            <w:r w:rsidRPr="0025041C">
              <w:rPr>
                <w:rFonts w:ascii="Riojana" w:eastAsia="Arial" w:hAnsi="Riojana"/>
                <w:lang w:val="es-ES_tradnl"/>
              </w:rPr>
              <w:t>a</w:t>
            </w:r>
            <w:r w:rsidRPr="0025041C">
              <w:rPr>
                <w:rFonts w:ascii="Riojana" w:eastAsia="Arial" w:hAnsi="Riojana"/>
                <w:spacing w:val="-14"/>
                <w:lang w:val="es-ES_tradnl"/>
              </w:rPr>
              <w:t xml:space="preserve"> </w:t>
            </w:r>
            <w:r w:rsidRPr="0025041C">
              <w:rPr>
                <w:rFonts w:ascii="Riojana" w:eastAsia="Arial" w:hAnsi="Riojana"/>
                <w:lang w:val="es-ES_tradnl"/>
              </w:rPr>
              <w:t>R</w:t>
            </w:r>
            <w:r w:rsidRPr="0025041C">
              <w:rPr>
                <w:rFonts w:ascii="Riojana" w:eastAsia="Arial" w:hAnsi="Riojana"/>
                <w:spacing w:val="1"/>
                <w:lang w:val="es-ES_tradnl"/>
              </w:rPr>
              <w:t>o</w:t>
            </w:r>
            <w:r w:rsidRPr="0025041C">
              <w:rPr>
                <w:rFonts w:ascii="Riojana" w:eastAsia="Arial" w:hAnsi="Riojana"/>
                <w:lang w:val="es-ES_tradnl"/>
              </w:rPr>
              <w:t>n</w:t>
            </w:r>
            <w:r w:rsidRPr="0025041C">
              <w:rPr>
                <w:rFonts w:ascii="Riojana" w:eastAsia="Arial" w:hAnsi="Riojana"/>
                <w:spacing w:val="-1"/>
                <w:lang w:val="es-ES_tradnl"/>
              </w:rPr>
              <w:t>d</w:t>
            </w:r>
            <w:r w:rsidRPr="0025041C">
              <w:rPr>
                <w:rFonts w:ascii="Riojana" w:eastAsia="Arial" w:hAnsi="Riojana"/>
                <w:spacing w:val="1"/>
                <w:lang w:val="es-ES_tradnl"/>
              </w:rPr>
              <w:t>al</w:t>
            </w:r>
            <w:r w:rsidRPr="0025041C">
              <w:rPr>
                <w:rFonts w:ascii="Riojana" w:eastAsia="Arial" w:hAnsi="Riojana"/>
                <w:spacing w:val="-1"/>
                <w:lang w:val="es-ES_tradnl"/>
              </w:rPr>
              <w:t>l</w:t>
            </w:r>
            <w:r w:rsidRPr="0025041C">
              <w:rPr>
                <w:rFonts w:ascii="Riojana" w:eastAsia="Arial" w:hAnsi="Riojana"/>
                <w:spacing w:val="1"/>
                <w:lang w:val="es-ES_tradnl"/>
              </w:rPr>
              <w:t>a</w:t>
            </w:r>
            <w:r w:rsidRPr="0025041C">
              <w:rPr>
                <w:rFonts w:ascii="Riojana" w:eastAsia="Arial" w:hAnsi="Riojana"/>
                <w:lang w:val="es-ES_tradnl"/>
              </w:rPr>
              <w:t>.</w:t>
            </w:r>
            <w:r w:rsidRPr="0025041C">
              <w:rPr>
                <w:rFonts w:ascii="Riojana" w:eastAsia="Arial" w:hAnsi="Riojana"/>
                <w:spacing w:val="-7"/>
                <w:lang w:val="es-ES_tradnl"/>
              </w:rPr>
              <w:t xml:space="preserve"> </w:t>
            </w:r>
            <w:r w:rsidRPr="0025041C">
              <w:rPr>
                <w:rFonts w:ascii="Riojana" w:eastAsia="Arial" w:hAnsi="Riojana"/>
                <w:lang w:val="es-ES_tradnl"/>
              </w:rPr>
              <w:t>P</w:t>
            </w:r>
            <w:r w:rsidRPr="0025041C">
              <w:rPr>
                <w:rFonts w:ascii="Riojana" w:eastAsia="Arial" w:hAnsi="Riojana"/>
                <w:spacing w:val="1"/>
                <w:lang w:val="es-ES_tradnl"/>
              </w:rPr>
              <w:t>ro</w:t>
            </w:r>
            <w:r w:rsidRPr="0025041C">
              <w:rPr>
                <w:rFonts w:ascii="Riojana" w:eastAsia="Arial" w:hAnsi="Riojana"/>
                <w:lang w:val="es-ES_tradnl"/>
              </w:rPr>
              <w:t>m</w:t>
            </w:r>
            <w:r w:rsidRPr="0025041C">
              <w:rPr>
                <w:rFonts w:ascii="Riojana" w:eastAsia="Arial" w:hAnsi="Riojana"/>
                <w:spacing w:val="1"/>
                <w:lang w:val="es-ES_tradnl"/>
              </w:rPr>
              <w:t>oc</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n,</w:t>
            </w:r>
            <w:r w:rsidRPr="0025041C">
              <w:rPr>
                <w:rFonts w:ascii="Riojana" w:eastAsia="Arial" w:hAnsi="Riojana"/>
                <w:spacing w:val="14"/>
                <w:lang w:val="es-ES_tradnl"/>
              </w:rPr>
              <w:t xml:space="preserve"> </w:t>
            </w:r>
            <w:r w:rsidRPr="0025041C">
              <w:rPr>
                <w:rFonts w:ascii="Riojana" w:eastAsia="Arial" w:hAnsi="Riojana"/>
                <w:spacing w:val="1"/>
                <w:lang w:val="es-ES_tradnl"/>
              </w:rPr>
              <w:t>e</w:t>
            </w:r>
            <w:r w:rsidRPr="0025041C">
              <w:rPr>
                <w:rFonts w:ascii="Riojana" w:eastAsia="Arial" w:hAnsi="Riojana"/>
                <w:lang w:val="es-ES_tradnl"/>
              </w:rPr>
              <w:t>n</w:t>
            </w:r>
            <w:r w:rsidRPr="0025041C">
              <w:rPr>
                <w:rFonts w:ascii="Riojana" w:eastAsia="Arial" w:hAnsi="Riojana"/>
                <w:spacing w:val="-2"/>
                <w:lang w:val="es-ES_tradnl"/>
              </w:rPr>
              <w:t>s</w:t>
            </w:r>
            <w:r w:rsidRPr="0025041C">
              <w:rPr>
                <w:rFonts w:ascii="Riojana" w:eastAsia="Arial" w:hAnsi="Riojana"/>
                <w:spacing w:val="1"/>
                <w:lang w:val="es-ES_tradnl"/>
              </w:rPr>
              <w:t>e</w:t>
            </w:r>
            <w:r w:rsidRPr="0025041C">
              <w:rPr>
                <w:rFonts w:ascii="Riojana" w:eastAsia="Arial" w:hAnsi="Riojana"/>
                <w:lang w:val="es-ES_tradnl"/>
              </w:rPr>
              <w:t>ñanza y</w:t>
            </w:r>
            <w:r w:rsidRPr="0025041C">
              <w:rPr>
                <w:rFonts w:ascii="Riojana" w:eastAsia="Arial" w:hAnsi="Riojana"/>
                <w:spacing w:val="-2"/>
                <w:lang w:val="es-ES_tradnl"/>
              </w:rPr>
              <w:t xml:space="preserve"> </w:t>
            </w:r>
            <w:r w:rsidRPr="0025041C">
              <w:rPr>
                <w:rFonts w:ascii="Riojana" w:eastAsia="Arial" w:hAnsi="Riojana"/>
                <w:spacing w:val="1"/>
                <w:lang w:val="es-ES_tradnl"/>
              </w:rPr>
              <w:t>a</w:t>
            </w:r>
            <w:r w:rsidRPr="0025041C">
              <w:rPr>
                <w:rFonts w:ascii="Riojana" w:eastAsia="Arial" w:hAnsi="Riojana"/>
                <w:lang w:val="es-ES_tradnl"/>
              </w:rPr>
              <w:t>pr</w:t>
            </w:r>
            <w:r w:rsidRPr="0025041C">
              <w:rPr>
                <w:rFonts w:ascii="Riojana" w:eastAsia="Arial" w:hAnsi="Riojana"/>
                <w:spacing w:val="1"/>
                <w:lang w:val="es-ES_tradnl"/>
              </w:rPr>
              <w:t>e</w:t>
            </w:r>
            <w:r w:rsidRPr="0025041C">
              <w:rPr>
                <w:rFonts w:ascii="Riojana" w:eastAsia="Arial" w:hAnsi="Riojana"/>
                <w:lang w:val="es-ES_tradnl"/>
              </w:rPr>
              <w:t>n</w:t>
            </w:r>
            <w:r w:rsidRPr="0025041C">
              <w:rPr>
                <w:rFonts w:ascii="Riojana" w:eastAsia="Arial" w:hAnsi="Riojana"/>
                <w:spacing w:val="1"/>
                <w:lang w:val="es-ES_tradnl"/>
              </w:rPr>
              <w:t>d</w:t>
            </w:r>
            <w:r w:rsidRPr="0025041C">
              <w:rPr>
                <w:rFonts w:ascii="Riojana" w:eastAsia="Arial" w:hAnsi="Riojana"/>
                <w:spacing w:val="-1"/>
                <w:lang w:val="es-ES_tradnl"/>
              </w:rPr>
              <w:t>i</w:t>
            </w:r>
            <w:r w:rsidRPr="0025041C">
              <w:rPr>
                <w:rFonts w:ascii="Riojana" w:eastAsia="Arial" w:hAnsi="Riojana"/>
                <w:lang w:val="es-ES_tradnl"/>
              </w:rPr>
              <w:t>z</w:t>
            </w:r>
            <w:r w:rsidRPr="0025041C">
              <w:rPr>
                <w:rFonts w:ascii="Riojana" w:eastAsia="Arial" w:hAnsi="Riojana"/>
                <w:spacing w:val="1"/>
                <w:lang w:val="es-ES_tradnl"/>
              </w:rPr>
              <w:t>a</w:t>
            </w:r>
            <w:r w:rsidRPr="0025041C">
              <w:rPr>
                <w:rFonts w:ascii="Riojana" w:eastAsia="Arial" w:hAnsi="Riojana"/>
                <w:spacing w:val="-1"/>
                <w:lang w:val="es-ES_tradnl"/>
              </w:rPr>
              <w:t>j</w:t>
            </w:r>
            <w:r w:rsidRPr="0025041C">
              <w:rPr>
                <w:rFonts w:ascii="Riojana" w:eastAsia="Arial" w:hAnsi="Riojana"/>
                <w:lang w:val="es-ES_tradnl"/>
              </w:rPr>
              <w:t>e</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18.000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spacing w:val="2"/>
                <w:lang w:val="es-ES_tradnl"/>
              </w:rPr>
              <w:t>1</w:t>
            </w:r>
            <w:r w:rsidRPr="0025041C">
              <w:rPr>
                <w:rFonts w:ascii="Riojana" w:eastAsia="Arial" w:hAnsi="Riojana"/>
                <w:lang w:val="es-ES_tradnl"/>
              </w:rPr>
              <w:t>.3</w:t>
            </w:r>
            <w:r w:rsidRPr="0025041C">
              <w:rPr>
                <w:rFonts w:ascii="Riojana" w:eastAsia="Arial" w:hAnsi="Riojana"/>
                <w:spacing w:val="1"/>
                <w:lang w:val="es-ES_tradnl"/>
              </w:rPr>
              <w:t>3</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lang w:val="es-ES_tradnl"/>
              </w:rPr>
              <w:t>.</w:t>
            </w:r>
            <w:r w:rsidRPr="0025041C">
              <w:rPr>
                <w:rFonts w:ascii="Riojana" w:eastAsia="Arial" w:hAnsi="Riojana"/>
                <w:spacing w:val="2"/>
                <w:lang w:val="es-ES_tradnl"/>
              </w:rPr>
              <w:t>4</w:t>
            </w:r>
            <w:r w:rsidRPr="0025041C">
              <w:rPr>
                <w:rFonts w:ascii="Riojana" w:eastAsia="Arial" w:hAnsi="Riojana"/>
                <w:lang w:val="es-ES_tradnl"/>
              </w:rPr>
              <w:t>8</w:t>
            </w:r>
            <w:r w:rsidRPr="0025041C">
              <w:rPr>
                <w:rFonts w:ascii="Riojana" w:eastAsia="Arial" w:hAnsi="Riojana"/>
                <w:spacing w:val="-1"/>
                <w:lang w:val="es-ES_tradnl"/>
              </w:rPr>
              <w:t>0</w:t>
            </w:r>
            <w:r w:rsidRPr="0025041C">
              <w:rPr>
                <w:rFonts w:ascii="Riojana" w:eastAsia="Arial" w:hAnsi="Riojana"/>
                <w:spacing w:val="2"/>
                <w:lang w:val="es-ES_tradnl"/>
              </w:rPr>
              <w:t>.</w:t>
            </w:r>
            <w:r w:rsidRPr="0025041C">
              <w:rPr>
                <w:rFonts w:ascii="Riojana" w:eastAsia="Arial" w:hAnsi="Riojana"/>
                <w:spacing w:val="1"/>
                <w:lang w:val="es-ES_tradnl"/>
              </w:rPr>
              <w:t>0</w:t>
            </w:r>
            <w:r w:rsidRPr="0025041C">
              <w:rPr>
                <w:rFonts w:ascii="Riojana" w:eastAsia="Arial" w:hAnsi="Riojana"/>
                <w:lang w:val="es-ES_tradnl"/>
              </w:rPr>
              <w:t>4</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Asociación Alumnos Escuela Dulzaina. Promoción, enseñanza y aprendizaje</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18.000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position w:val="-1"/>
                <w:lang w:val="es-ES_tradnl"/>
              </w:rPr>
              <w:t>0</w:t>
            </w:r>
            <w:r w:rsidRPr="0025041C">
              <w:rPr>
                <w:rFonts w:ascii="Riojana" w:eastAsia="Arial" w:hAnsi="Riojana"/>
                <w:spacing w:val="-1"/>
                <w:position w:val="-1"/>
                <w:lang w:val="es-ES_tradnl"/>
              </w:rPr>
              <w:t>8</w:t>
            </w:r>
            <w:r w:rsidRPr="0025041C">
              <w:rPr>
                <w:rFonts w:ascii="Riojana" w:eastAsia="Arial" w:hAnsi="Riojana"/>
                <w:position w:val="-1"/>
                <w:lang w:val="es-ES_tradnl"/>
              </w:rPr>
              <w:t>.</w:t>
            </w:r>
            <w:r w:rsidRPr="0025041C">
              <w:rPr>
                <w:rFonts w:ascii="Riojana" w:eastAsia="Arial" w:hAnsi="Riojana"/>
                <w:spacing w:val="2"/>
                <w:position w:val="-1"/>
                <w:lang w:val="es-ES_tradnl"/>
              </w:rPr>
              <w:t>0</w:t>
            </w:r>
            <w:r w:rsidRPr="0025041C">
              <w:rPr>
                <w:rFonts w:ascii="Riojana" w:eastAsia="Arial" w:hAnsi="Riojana"/>
                <w:position w:val="-1"/>
                <w:lang w:val="es-ES_tradnl"/>
              </w:rPr>
              <w:t>2.</w:t>
            </w:r>
            <w:r w:rsidRPr="0025041C">
              <w:rPr>
                <w:rFonts w:ascii="Riojana" w:eastAsia="Arial" w:hAnsi="Riojana"/>
                <w:spacing w:val="-1"/>
                <w:position w:val="-1"/>
                <w:lang w:val="es-ES_tradnl"/>
              </w:rPr>
              <w:t>0</w:t>
            </w:r>
            <w:r w:rsidRPr="0025041C">
              <w:rPr>
                <w:rFonts w:ascii="Riojana" w:eastAsia="Arial" w:hAnsi="Riojana"/>
                <w:spacing w:val="2"/>
                <w:position w:val="-1"/>
                <w:lang w:val="es-ES_tradnl"/>
              </w:rPr>
              <w:t>1</w:t>
            </w:r>
            <w:r w:rsidRPr="0025041C">
              <w:rPr>
                <w:rFonts w:ascii="Riojana" w:eastAsia="Arial" w:hAnsi="Riojana"/>
                <w:position w:val="-1"/>
                <w:lang w:val="es-ES_tradnl"/>
              </w:rPr>
              <w:t>.3</w:t>
            </w:r>
            <w:r w:rsidRPr="0025041C">
              <w:rPr>
                <w:rFonts w:ascii="Riojana" w:eastAsia="Arial" w:hAnsi="Riojana"/>
                <w:spacing w:val="1"/>
                <w:position w:val="-1"/>
                <w:lang w:val="es-ES_tradnl"/>
              </w:rPr>
              <w:t>3</w:t>
            </w:r>
            <w:r w:rsidRPr="0025041C">
              <w:rPr>
                <w:rFonts w:ascii="Riojana" w:eastAsia="Arial" w:hAnsi="Riojana"/>
                <w:position w:val="-1"/>
                <w:lang w:val="es-ES_tradnl"/>
              </w:rPr>
              <w:t>1</w:t>
            </w:r>
            <w:r w:rsidRPr="0025041C">
              <w:rPr>
                <w:rFonts w:ascii="Riojana" w:eastAsia="Arial" w:hAnsi="Riojana"/>
                <w:spacing w:val="-1"/>
                <w:position w:val="-1"/>
                <w:lang w:val="es-ES_tradnl"/>
              </w:rPr>
              <w:t>1</w:t>
            </w:r>
            <w:r w:rsidRPr="0025041C">
              <w:rPr>
                <w:rFonts w:ascii="Riojana" w:eastAsia="Arial" w:hAnsi="Riojana"/>
                <w:position w:val="-1"/>
                <w:lang w:val="es-ES_tradnl"/>
              </w:rPr>
              <w:t>.</w:t>
            </w:r>
            <w:r w:rsidRPr="0025041C">
              <w:rPr>
                <w:rFonts w:ascii="Riojana" w:eastAsia="Arial" w:hAnsi="Riojana"/>
                <w:spacing w:val="2"/>
                <w:position w:val="-1"/>
                <w:lang w:val="es-ES_tradnl"/>
              </w:rPr>
              <w:t>4</w:t>
            </w:r>
            <w:r w:rsidRPr="0025041C">
              <w:rPr>
                <w:rFonts w:ascii="Riojana" w:eastAsia="Arial" w:hAnsi="Riojana"/>
                <w:spacing w:val="1"/>
                <w:position w:val="-1"/>
                <w:lang w:val="es-ES_tradnl"/>
              </w:rPr>
              <w:t>8</w:t>
            </w:r>
            <w:r w:rsidRPr="0025041C">
              <w:rPr>
                <w:rFonts w:ascii="Riojana" w:eastAsia="Arial" w:hAnsi="Riojana"/>
                <w:position w:val="-1"/>
                <w:lang w:val="es-ES_tradnl"/>
              </w:rPr>
              <w:t>0</w:t>
            </w:r>
            <w:r w:rsidRPr="0025041C">
              <w:rPr>
                <w:rFonts w:ascii="Riojana" w:eastAsia="Arial" w:hAnsi="Riojana"/>
                <w:spacing w:val="2"/>
                <w:position w:val="-1"/>
                <w:lang w:val="es-ES_tradnl"/>
              </w:rPr>
              <w:t>.</w:t>
            </w:r>
            <w:r w:rsidRPr="0025041C">
              <w:rPr>
                <w:rFonts w:ascii="Riojana" w:eastAsia="Arial" w:hAnsi="Riojana"/>
                <w:position w:val="-1"/>
                <w:lang w:val="es-ES_tradnl"/>
              </w:rPr>
              <w:t>05</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Asociación Briones Medieval. Jornadas Medievales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14.620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spacing w:val="2"/>
                <w:lang w:val="es-ES_tradnl"/>
              </w:rPr>
              <w:t>1</w:t>
            </w:r>
            <w:r w:rsidRPr="0025041C">
              <w:rPr>
                <w:rFonts w:ascii="Riojana" w:eastAsia="Arial" w:hAnsi="Riojana"/>
                <w:lang w:val="es-ES_tradnl"/>
              </w:rPr>
              <w:t>.3</w:t>
            </w:r>
            <w:r w:rsidRPr="0025041C">
              <w:rPr>
                <w:rFonts w:ascii="Riojana" w:eastAsia="Arial" w:hAnsi="Riojana"/>
                <w:spacing w:val="1"/>
                <w:lang w:val="es-ES_tradnl"/>
              </w:rPr>
              <w:t>3</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lang w:val="es-ES_tradnl"/>
              </w:rPr>
              <w:t>.</w:t>
            </w:r>
            <w:r w:rsidRPr="0025041C">
              <w:rPr>
                <w:rFonts w:ascii="Riojana" w:eastAsia="Arial" w:hAnsi="Riojana"/>
                <w:spacing w:val="3"/>
                <w:lang w:val="es-ES_tradnl"/>
              </w:rPr>
              <w:t>4</w:t>
            </w:r>
            <w:r w:rsidRPr="0025041C">
              <w:rPr>
                <w:rFonts w:ascii="Riojana" w:eastAsia="Arial" w:hAnsi="Riojana"/>
                <w:lang w:val="es-ES_tradnl"/>
              </w:rPr>
              <w:t>8</w:t>
            </w:r>
            <w:r w:rsidRPr="0025041C">
              <w:rPr>
                <w:rFonts w:ascii="Riojana" w:eastAsia="Arial" w:hAnsi="Riojana"/>
                <w:spacing w:val="-1"/>
                <w:lang w:val="es-ES_tradnl"/>
              </w:rPr>
              <w:t>0</w:t>
            </w:r>
            <w:r w:rsidRPr="0025041C">
              <w:rPr>
                <w:rFonts w:ascii="Riojana" w:eastAsia="Arial" w:hAnsi="Riojana"/>
                <w:spacing w:val="2"/>
                <w:lang w:val="es-ES_tradnl"/>
              </w:rPr>
              <w:t>.</w:t>
            </w:r>
            <w:r w:rsidRPr="0025041C">
              <w:rPr>
                <w:rFonts w:ascii="Riojana" w:eastAsia="Arial" w:hAnsi="Riojana"/>
                <w:lang w:val="es-ES_tradnl"/>
              </w:rPr>
              <w:t>06</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Asociación Cultural Grupo de Danzas de Logroño. Actividades culturales de promoción danzas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9.500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position w:val="-1"/>
                <w:lang w:val="es-ES_tradnl"/>
              </w:rPr>
              <w:t>0</w:t>
            </w:r>
            <w:r w:rsidRPr="0025041C">
              <w:rPr>
                <w:rFonts w:ascii="Riojana" w:eastAsia="Arial" w:hAnsi="Riojana"/>
                <w:spacing w:val="-1"/>
                <w:position w:val="-1"/>
                <w:lang w:val="es-ES_tradnl"/>
              </w:rPr>
              <w:t>8</w:t>
            </w:r>
            <w:r w:rsidRPr="0025041C">
              <w:rPr>
                <w:rFonts w:ascii="Riojana" w:eastAsia="Arial" w:hAnsi="Riojana"/>
                <w:position w:val="-1"/>
                <w:lang w:val="es-ES_tradnl"/>
              </w:rPr>
              <w:t>.</w:t>
            </w:r>
            <w:r w:rsidRPr="0025041C">
              <w:rPr>
                <w:rFonts w:ascii="Riojana" w:eastAsia="Arial" w:hAnsi="Riojana"/>
                <w:spacing w:val="2"/>
                <w:position w:val="-1"/>
                <w:lang w:val="es-ES_tradnl"/>
              </w:rPr>
              <w:t>0</w:t>
            </w:r>
            <w:r w:rsidRPr="0025041C">
              <w:rPr>
                <w:rFonts w:ascii="Riojana" w:eastAsia="Arial" w:hAnsi="Riojana"/>
                <w:position w:val="-1"/>
                <w:lang w:val="es-ES_tradnl"/>
              </w:rPr>
              <w:t>2.</w:t>
            </w:r>
            <w:r w:rsidRPr="0025041C">
              <w:rPr>
                <w:rFonts w:ascii="Riojana" w:eastAsia="Arial" w:hAnsi="Riojana"/>
                <w:spacing w:val="-1"/>
                <w:position w:val="-1"/>
                <w:lang w:val="es-ES_tradnl"/>
              </w:rPr>
              <w:t>0</w:t>
            </w:r>
            <w:r w:rsidRPr="0025041C">
              <w:rPr>
                <w:rFonts w:ascii="Riojana" w:eastAsia="Arial" w:hAnsi="Riojana"/>
                <w:spacing w:val="2"/>
                <w:position w:val="-1"/>
                <w:lang w:val="es-ES_tradnl"/>
              </w:rPr>
              <w:t>1</w:t>
            </w:r>
            <w:r w:rsidRPr="0025041C">
              <w:rPr>
                <w:rFonts w:ascii="Riojana" w:eastAsia="Arial" w:hAnsi="Riojana"/>
                <w:position w:val="-1"/>
                <w:lang w:val="es-ES_tradnl"/>
              </w:rPr>
              <w:t>.3</w:t>
            </w:r>
            <w:r w:rsidRPr="0025041C">
              <w:rPr>
                <w:rFonts w:ascii="Riojana" w:eastAsia="Arial" w:hAnsi="Riojana"/>
                <w:spacing w:val="1"/>
                <w:position w:val="-1"/>
                <w:lang w:val="es-ES_tradnl"/>
              </w:rPr>
              <w:t>3</w:t>
            </w:r>
            <w:r w:rsidRPr="0025041C">
              <w:rPr>
                <w:rFonts w:ascii="Riojana" w:eastAsia="Arial" w:hAnsi="Riojana"/>
                <w:position w:val="-1"/>
                <w:lang w:val="es-ES_tradnl"/>
              </w:rPr>
              <w:t>1</w:t>
            </w:r>
            <w:r w:rsidRPr="0025041C">
              <w:rPr>
                <w:rFonts w:ascii="Riojana" w:eastAsia="Arial" w:hAnsi="Riojana"/>
                <w:spacing w:val="-1"/>
                <w:position w:val="-1"/>
                <w:lang w:val="es-ES_tradnl"/>
              </w:rPr>
              <w:t>1</w:t>
            </w:r>
            <w:r w:rsidRPr="0025041C">
              <w:rPr>
                <w:rFonts w:ascii="Riojana" w:eastAsia="Arial" w:hAnsi="Riojana"/>
                <w:position w:val="-1"/>
                <w:lang w:val="es-ES_tradnl"/>
              </w:rPr>
              <w:t>.</w:t>
            </w:r>
            <w:r w:rsidRPr="0025041C">
              <w:rPr>
                <w:rFonts w:ascii="Riojana" w:eastAsia="Arial" w:hAnsi="Riojana"/>
                <w:spacing w:val="2"/>
                <w:position w:val="-1"/>
                <w:lang w:val="es-ES_tradnl"/>
              </w:rPr>
              <w:t>4</w:t>
            </w:r>
            <w:r w:rsidRPr="0025041C">
              <w:rPr>
                <w:rFonts w:ascii="Riojana" w:eastAsia="Arial" w:hAnsi="Riojana"/>
                <w:position w:val="-1"/>
                <w:lang w:val="es-ES_tradnl"/>
              </w:rPr>
              <w:t>8</w:t>
            </w:r>
            <w:r w:rsidRPr="0025041C">
              <w:rPr>
                <w:rFonts w:ascii="Riojana" w:eastAsia="Arial" w:hAnsi="Riojana"/>
                <w:spacing w:val="-1"/>
                <w:position w:val="-1"/>
                <w:lang w:val="es-ES_tradnl"/>
              </w:rPr>
              <w:t>0</w:t>
            </w:r>
            <w:r w:rsidRPr="0025041C">
              <w:rPr>
                <w:rFonts w:ascii="Riojana" w:eastAsia="Arial" w:hAnsi="Riojana"/>
                <w:spacing w:val="2"/>
                <w:position w:val="-1"/>
                <w:lang w:val="es-ES_tradnl"/>
              </w:rPr>
              <w:t>.</w:t>
            </w:r>
            <w:r w:rsidRPr="0025041C">
              <w:rPr>
                <w:rFonts w:ascii="Riojana" w:eastAsia="Arial" w:hAnsi="Riojana"/>
                <w:position w:val="-1"/>
                <w:lang w:val="es-ES_tradnl"/>
              </w:rPr>
              <w:t>08</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 xml:space="preserve">Ateneo Riojano. </w:t>
            </w:r>
            <w:r w:rsidRPr="0025041C">
              <w:rPr>
                <w:rFonts w:ascii="Riojana" w:eastAsia="Arial" w:hAnsi="Riojana"/>
                <w:position w:val="-1"/>
                <w:lang w:val="es-ES_tradnl"/>
              </w:rPr>
              <w:t>A</w:t>
            </w:r>
            <w:r w:rsidRPr="0025041C">
              <w:rPr>
                <w:rFonts w:ascii="Riojana" w:eastAsia="Arial" w:hAnsi="Riojana"/>
                <w:spacing w:val="1"/>
                <w:position w:val="-1"/>
                <w:lang w:val="es-ES_tradnl"/>
              </w:rPr>
              <w:t>c</w:t>
            </w:r>
            <w:r w:rsidRPr="0025041C">
              <w:rPr>
                <w:rFonts w:ascii="Riojana" w:eastAsia="Arial" w:hAnsi="Riojana"/>
                <w:spacing w:val="2"/>
                <w:position w:val="-1"/>
                <w:lang w:val="es-ES_tradnl"/>
              </w:rPr>
              <w:t>t</w:t>
            </w:r>
            <w:r w:rsidRPr="0025041C">
              <w:rPr>
                <w:rFonts w:ascii="Riojana" w:eastAsia="Arial" w:hAnsi="Riojana"/>
                <w:spacing w:val="-1"/>
                <w:position w:val="-1"/>
                <w:lang w:val="es-ES_tradnl"/>
              </w:rPr>
              <w:t>i</w:t>
            </w:r>
            <w:r w:rsidRPr="0025041C">
              <w:rPr>
                <w:rFonts w:ascii="Riojana" w:eastAsia="Arial" w:hAnsi="Riojana"/>
                <w:spacing w:val="1"/>
                <w:position w:val="-1"/>
                <w:lang w:val="es-ES_tradnl"/>
              </w:rPr>
              <w:t>v</w:t>
            </w:r>
            <w:r w:rsidRPr="0025041C">
              <w:rPr>
                <w:rFonts w:ascii="Riojana" w:eastAsia="Arial" w:hAnsi="Riojana"/>
                <w:spacing w:val="-1"/>
                <w:position w:val="-1"/>
                <w:lang w:val="es-ES_tradnl"/>
              </w:rPr>
              <w:t>i</w:t>
            </w:r>
            <w:r w:rsidRPr="0025041C">
              <w:rPr>
                <w:rFonts w:ascii="Riojana" w:eastAsia="Arial" w:hAnsi="Riojana"/>
                <w:position w:val="-1"/>
                <w:lang w:val="es-ES_tradnl"/>
              </w:rPr>
              <w:t>d</w:t>
            </w:r>
            <w:r w:rsidRPr="0025041C">
              <w:rPr>
                <w:rFonts w:ascii="Riojana" w:eastAsia="Arial" w:hAnsi="Riojana"/>
                <w:spacing w:val="3"/>
                <w:position w:val="-1"/>
                <w:lang w:val="es-ES_tradnl"/>
              </w:rPr>
              <w:t>a</w:t>
            </w:r>
            <w:r w:rsidRPr="0025041C">
              <w:rPr>
                <w:rFonts w:ascii="Riojana" w:eastAsia="Arial" w:hAnsi="Riojana"/>
                <w:position w:val="-1"/>
                <w:lang w:val="es-ES_tradnl"/>
              </w:rPr>
              <w:t>des</w:t>
            </w:r>
            <w:r w:rsidRPr="0025041C">
              <w:rPr>
                <w:rFonts w:ascii="Riojana" w:eastAsia="Arial" w:hAnsi="Riojana"/>
                <w:spacing w:val="7"/>
                <w:position w:val="-1"/>
                <w:lang w:val="es-ES_tradnl"/>
              </w:rPr>
              <w:t xml:space="preserve"> </w:t>
            </w:r>
            <w:r w:rsidRPr="0025041C">
              <w:rPr>
                <w:rFonts w:ascii="Riojana" w:eastAsia="Arial" w:hAnsi="Riojana"/>
                <w:spacing w:val="1"/>
                <w:position w:val="-1"/>
                <w:lang w:val="es-ES_tradnl"/>
              </w:rPr>
              <w:t>c</w:t>
            </w:r>
            <w:r w:rsidRPr="0025041C">
              <w:rPr>
                <w:rFonts w:ascii="Riojana" w:eastAsia="Arial" w:hAnsi="Riojana"/>
                <w:position w:val="-1"/>
                <w:lang w:val="es-ES_tradnl"/>
              </w:rPr>
              <w:t>u</w:t>
            </w:r>
            <w:r w:rsidRPr="0025041C">
              <w:rPr>
                <w:rFonts w:ascii="Riojana" w:eastAsia="Arial" w:hAnsi="Riojana"/>
                <w:spacing w:val="1"/>
                <w:position w:val="-1"/>
                <w:lang w:val="es-ES_tradnl"/>
              </w:rPr>
              <w:t>l</w:t>
            </w:r>
            <w:r w:rsidRPr="0025041C">
              <w:rPr>
                <w:rFonts w:ascii="Riojana" w:eastAsia="Arial" w:hAnsi="Riojana"/>
                <w:position w:val="-1"/>
                <w:lang w:val="es-ES_tradnl"/>
              </w:rPr>
              <w:t>t</w:t>
            </w:r>
            <w:r w:rsidRPr="0025041C">
              <w:rPr>
                <w:rFonts w:ascii="Riojana" w:eastAsia="Arial" w:hAnsi="Riojana"/>
                <w:spacing w:val="-1"/>
                <w:position w:val="-1"/>
                <w:lang w:val="es-ES_tradnl"/>
              </w:rPr>
              <w:t>u</w:t>
            </w:r>
            <w:r w:rsidRPr="0025041C">
              <w:rPr>
                <w:rFonts w:ascii="Riojana" w:eastAsia="Arial" w:hAnsi="Riojana"/>
                <w:spacing w:val="1"/>
                <w:position w:val="-1"/>
                <w:lang w:val="es-ES_tradnl"/>
              </w:rPr>
              <w:t>ra</w:t>
            </w:r>
            <w:r w:rsidRPr="0025041C">
              <w:rPr>
                <w:rFonts w:ascii="Riojana" w:eastAsia="Arial" w:hAnsi="Riojana"/>
                <w:spacing w:val="-1"/>
                <w:position w:val="-1"/>
                <w:lang w:val="es-ES_tradnl"/>
              </w:rPr>
              <w:t>l</w:t>
            </w:r>
            <w:r w:rsidRPr="0025041C">
              <w:rPr>
                <w:rFonts w:ascii="Riojana" w:eastAsia="Arial" w:hAnsi="Riojana"/>
                <w:spacing w:val="1"/>
                <w:position w:val="-1"/>
                <w:lang w:val="es-ES_tradnl"/>
              </w:rPr>
              <w:t>e</w:t>
            </w:r>
            <w:r w:rsidRPr="0025041C">
              <w:rPr>
                <w:rFonts w:ascii="Riojana" w:eastAsia="Arial" w:hAnsi="Riojana"/>
                <w:position w:val="-1"/>
                <w:lang w:val="es-ES_tradnl"/>
              </w:rPr>
              <w:t>s</w:t>
            </w:r>
            <w:r w:rsidRPr="0025041C">
              <w:rPr>
                <w:rFonts w:ascii="Riojana" w:eastAsia="Arial" w:hAnsi="Riojana"/>
                <w:spacing w:val="1"/>
                <w:position w:val="-1"/>
                <w:lang w:val="es-ES_tradnl"/>
              </w:rPr>
              <w:t xml:space="preserve"> </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35.000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spacing w:val="2"/>
                <w:lang w:val="es-ES_tradnl"/>
              </w:rPr>
              <w:t>1</w:t>
            </w:r>
            <w:r w:rsidRPr="0025041C">
              <w:rPr>
                <w:rFonts w:ascii="Riojana" w:eastAsia="Arial" w:hAnsi="Riojana"/>
                <w:lang w:val="es-ES_tradnl"/>
              </w:rPr>
              <w:t>.3</w:t>
            </w:r>
            <w:r w:rsidRPr="0025041C">
              <w:rPr>
                <w:rFonts w:ascii="Riojana" w:eastAsia="Arial" w:hAnsi="Riojana"/>
                <w:spacing w:val="1"/>
                <w:lang w:val="es-ES_tradnl"/>
              </w:rPr>
              <w:t>3</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lang w:val="es-ES_tradnl"/>
              </w:rPr>
              <w:t>.</w:t>
            </w:r>
            <w:r w:rsidRPr="0025041C">
              <w:rPr>
                <w:rFonts w:ascii="Riojana" w:eastAsia="Arial" w:hAnsi="Riojana"/>
                <w:spacing w:val="2"/>
                <w:lang w:val="es-ES_tradnl"/>
              </w:rPr>
              <w:t>4</w:t>
            </w:r>
            <w:r w:rsidRPr="0025041C">
              <w:rPr>
                <w:rFonts w:ascii="Riojana" w:eastAsia="Arial" w:hAnsi="Riojana"/>
                <w:spacing w:val="1"/>
                <w:lang w:val="es-ES_tradnl"/>
              </w:rPr>
              <w:t>8</w:t>
            </w:r>
            <w:r w:rsidRPr="0025041C">
              <w:rPr>
                <w:rFonts w:ascii="Riojana" w:eastAsia="Arial" w:hAnsi="Riojana"/>
                <w:lang w:val="es-ES_tradnl"/>
              </w:rPr>
              <w:t>0</w:t>
            </w:r>
            <w:r w:rsidRPr="0025041C">
              <w:rPr>
                <w:rFonts w:ascii="Riojana" w:eastAsia="Arial" w:hAnsi="Riojana"/>
                <w:spacing w:val="2"/>
                <w:lang w:val="es-ES_tradnl"/>
              </w:rPr>
              <w:t>.</w:t>
            </w:r>
            <w:r w:rsidRPr="0025041C">
              <w:rPr>
                <w:rFonts w:ascii="Riojana" w:eastAsia="Arial" w:hAnsi="Riojana"/>
                <w:lang w:val="es-ES_tradnl"/>
              </w:rPr>
              <w:t>09</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 xml:space="preserve">Patronato Pro Representaciones Histórico </w:t>
            </w:r>
            <w:proofErr w:type="spellStart"/>
            <w:r w:rsidRPr="0025041C">
              <w:rPr>
                <w:rFonts w:ascii="Riojana" w:eastAsia="Times" w:hAnsi="Riojana"/>
                <w:lang w:val="es-ES_tradnl"/>
              </w:rPr>
              <w:t>Najerenses</w:t>
            </w:r>
            <w:proofErr w:type="spellEnd"/>
            <w:r w:rsidRPr="0025041C">
              <w:rPr>
                <w:rFonts w:ascii="Riojana" w:eastAsia="Times" w:hAnsi="Riojana"/>
                <w:lang w:val="es-ES_tradnl"/>
              </w:rPr>
              <w:t xml:space="preserve">. Crónica </w:t>
            </w:r>
            <w:proofErr w:type="spellStart"/>
            <w:r w:rsidRPr="0025041C">
              <w:rPr>
                <w:rFonts w:ascii="Riojana" w:eastAsia="Times" w:hAnsi="Riojana"/>
                <w:lang w:val="es-ES_tradnl"/>
              </w:rPr>
              <w:t>Najerense</w:t>
            </w:r>
            <w:proofErr w:type="spellEnd"/>
            <w:r w:rsidRPr="0025041C">
              <w:rPr>
                <w:rFonts w:ascii="Riojana" w:eastAsia="Times" w:hAnsi="Riojana"/>
                <w:lang w:val="es-ES_tradnl"/>
              </w:rPr>
              <w:t xml:space="preserve"> </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18.000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spacing w:val="2"/>
                <w:lang w:val="es-ES_tradnl"/>
              </w:rPr>
              <w:t>1</w:t>
            </w:r>
            <w:r w:rsidRPr="0025041C">
              <w:rPr>
                <w:rFonts w:ascii="Riojana" w:eastAsia="Arial" w:hAnsi="Riojana"/>
                <w:lang w:val="es-ES_tradnl"/>
              </w:rPr>
              <w:t>.3</w:t>
            </w:r>
            <w:r w:rsidRPr="0025041C">
              <w:rPr>
                <w:rFonts w:ascii="Riojana" w:eastAsia="Arial" w:hAnsi="Riojana"/>
                <w:spacing w:val="1"/>
                <w:lang w:val="es-ES_tradnl"/>
              </w:rPr>
              <w:t>3</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lang w:val="es-ES_tradnl"/>
              </w:rPr>
              <w:t>.</w:t>
            </w:r>
            <w:r w:rsidRPr="0025041C">
              <w:rPr>
                <w:rFonts w:ascii="Riojana" w:eastAsia="Arial" w:hAnsi="Riojana"/>
                <w:spacing w:val="2"/>
                <w:lang w:val="es-ES_tradnl"/>
              </w:rPr>
              <w:t>4</w:t>
            </w:r>
            <w:r w:rsidRPr="0025041C">
              <w:rPr>
                <w:rFonts w:ascii="Riojana" w:eastAsia="Arial" w:hAnsi="Riojana"/>
                <w:spacing w:val="1"/>
                <w:lang w:val="es-ES_tradnl"/>
              </w:rPr>
              <w:t>8</w:t>
            </w:r>
            <w:r w:rsidRPr="0025041C">
              <w:rPr>
                <w:rFonts w:ascii="Riojana" w:eastAsia="Arial" w:hAnsi="Riojana"/>
                <w:lang w:val="es-ES_tradnl"/>
              </w:rPr>
              <w:t>0</w:t>
            </w:r>
            <w:r w:rsidRPr="0025041C">
              <w:rPr>
                <w:rFonts w:ascii="Riojana" w:eastAsia="Arial" w:hAnsi="Riojana"/>
                <w:spacing w:val="2"/>
                <w:lang w:val="es-ES_tradnl"/>
              </w:rPr>
              <w:t>.</w:t>
            </w:r>
            <w:r w:rsidRPr="0025041C">
              <w:rPr>
                <w:rFonts w:ascii="Riojana" w:eastAsia="Arial" w:hAnsi="Riojana"/>
                <w:lang w:val="es-ES_tradnl"/>
              </w:rPr>
              <w:t>10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Patronato Santa María La Real de Nájera. Actividades culturales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35.816</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spacing w:val="2"/>
                <w:lang w:val="es-ES_tradnl"/>
              </w:rPr>
              <w:t>1</w:t>
            </w:r>
            <w:r w:rsidRPr="0025041C">
              <w:rPr>
                <w:rFonts w:ascii="Riojana" w:eastAsia="Arial" w:hAnsi="Riojana"/>
                <w:lang w:val="es-ES_tradnl"/>
              </w:rPr>
              <w:t>.3</w:t>
            </w:r>
            <w:r w:rsidRPr="0025041C">
              <w:rPr>
                <w:rFonts w:ascii="Riojana" w:eastAsia="Arial" w:hAnsi="Riojana"/>
                <w:spacing w:val="1"/>
                <w:lang w:val="es-ES_tradnl"/>
              </w:rPr>
              <w:t>3</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lang w:val="es-ES_tradnl"/>
              </w:rPr>
              <w:t>.</w:t>
            </w:r>
            <w:r w:rsidRPr="0025041C">
              <w:rPr>
                <w:rFonts w:ascii="Riojana" w:eastAsia="Arial" w:hAnsi="Riojana"/>
                <w:spacing w:val="2"/>
                <w:lang w:val="es-ES_tradnl"/>
              </w:rPr>
              <w:t>4</w:t>
            </w:r>
            <w:r w:rsidRPr="0025041C">
              <w:rPr>
                <w:rFonts w:ascii="Riojana" w:eastAsia="Arial" w:hAnsi="Riojana"/>
                <w:spacing w:val="1"/>
                <w:lang w:val="es-ES_tradnl"/>
              </w:rPr>
              <w:t>8</w:t>
            </w:r>
            <w:r w:rsidRPr="0025041C">
              <w:rPr>
                <w:rFonts w:ascii="Riojana" w:eastAsia="Arial" w:hAnsi="Riojana"/>
                <w:lang w:val="es-ES_tradnl"/>
              </w:rPr>
              <w:t>0</w:t>
            </w:r>
            <w:r w:rsidRPr="0025041C">
              <w:rPr>
                <w:rFonts w:ascii="Riojana" w:eastAsia="Arial" w:hAnsi="Riojana"/>
                <w:spacing w:val="2"/>
                <w:lang w:val="es-ES_tradnl"/>
              </w:rPr>
              <w:t>.</w:t>
            </w:r>
            <w:r w:rsidRPr="0025041C">
              <w:rPr>
                <w:rFonts w:ascii="Riojana" w:eastAsia="Arial" w:hAnsi="Riojana"/>
                <w:lang w:val="es-ES_tradnl"/>
              </w:rPr>
              <w:t>13</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Fundación Cultural de Arquitectos de La Rioja. Festival Concéntrico</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15.000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position w:val="-1"/>
                <w:lang w:val="es-ES_tradnl"/>
              </w:rPr>
            </w:pPr>
            <w:r w:rsidRPr="0025041C">
              <w:rPr>
                <w:rFonts w:ascii="Riojana" w:eastAsia="Arial" w:hAnsi="Riojana"/>
                <w:position w:val="-1"/>
                <w:lang w:val="es-ES_tradnl"/>
              </w:rPr>
              <w:t>08.02.01.3311.480.15</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position w:val="-1"/>
                <w:lang w:val="es-ES_tradnl"/>
              </w:rPr>
            </w:pPr>
            <w:r w:rsidRPr="0025041C">
              <w:rPr>
                <w:rFonts w:ascii="Riojana" w:eastAsia="Arial" w:hAnsi="Riojana"/>
                <w:position w:val="-1"/>
                <w:lang w:val="es-ES_tradnl"/>
              </w:rPr>
              <w:t>Universidad Popular de Logroño. Actividades culturales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15.000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lang w:val="es-ES_tradnl"/>
              </w:rPr>
            </w:pPr>
            <w:r w:rsidRPr="0025041C">
              <w:rPr>
                <w:rFonts w:ascii="Riojana" w:eastAsia="Arial" w:hAnsi="Riojana"/>
                <w:position w:val="-1"/>
                <w:lang w:val="es-ES_tradnl"/>
              </w:rPr>
              <w:t>0</w:t>
            </w:r>
            <w:r w:rsidRPr="0025041C">
              <w:rPr>
                <w:rFonts w:ascii="Riojana" w:eastAsia="Arial" w:hAnsi="Riojana"/>
                <w:spacing w:val="-1"/>
                <w:position w:val="-1"/>
                <w:lang w:val="es-ES_tradnl"/>
              </w:rPr>
              <w:t>8</w:t>
            </w:r>
            <w:r w:rsidRPr="0025041C">
              <w:rPr>
                <w:rFonts w:ascii="Riojana" w:eastAsia="Arial" w:hAnsi="Riojana"/>
                <w:position w:val="-1"/>
                <w:lang w:val="es-ES_tradnl"/>
              </w:rPr>
              <w:t>.</w:t>
            </w:r>
            <w:r w:rsidRPr="0025041C">
              <w:rPr>
                <w:rFonts w:ascii="Riojana" w:eastAsia="Arial" w:hAnsi="Riojana"/>
                <w:spacing w:val="2"/>
                <w:position w:val="-1"/>
                <w:lang w:val="es-ES_tradnl"/>
              </w:rPr>
              <w:t>0</w:t>
            </w:r>
            <w:r w:rsidRPr="0025041C">
              <w:rPr>
                <w:rFonts w:ascii="Riojana" w:eastAsia="Arial" w:hAnsi="Riojana"/>
                <w:position w:val="-1"/>
                <w:lang w:val="es-ES_tradnl"/>
              </w:rPr>
              <w:t>2.</w:t>
            </w:r>
            <w:r w:rsidRPr="0025041C">
              <w:rPr>
                <w:rFonts w:ascii="Riojana" w:eastAsia="Arial" w:hAnsi="Riojana"/>
                <w:spacing w:val="-1"/>
                <w:position w:val="-1"/>
                <w:lang w:val="es-ES_tradnl"/>
              </w:rPr>
              <w:t>0</w:t>
            </w:r>
            <w:r w:rsidRPr="0025041C">
              <w:rPr>
                <w:rFonts w:ascii="Riojana" w:eastAsia="Arial" w:hAnsi="Riojana"/>
                <w:spacing w:val="2"/>
                <w:position w:val="-1"/>
                <w:lang w:val="es-ES_tradnl"/>
              </w:rPr>
              <w:t>1</w:t>
            </w:r>
            <w:r w:rsidRPr="0025041C">
              <w:rPr>
                <w:rFonts w:ascii="Riojana" w:eastAsia="Arial" w:hAnsi="Riojana"/>
                <w:position w:val="-1"/>
                <w:lang w:val="es-ES_tradnl"/>
              </w:rPr>
              <w:t>.3</w:t>
            </w:r>
            <w:r w:rsidRPr="0025041C">
              <w:rPr>
                <w:rFonts w:ascii="Riojana" w:eastAsia="Arial" w:hAnsi="Riojana"/>
                <w:spacing w:val="1"/>
                <w:position w:val="-1"/>
                <w:lang w:val="es-ES_tradnl"/>
              </w:rPr>
              <w:t>3</w:t>
            </w:r>
            <w:r w:rsidRPr="0025041C">
              <w:rPr>
                <w:rFonts w:ascii="Riojana" w:eastAsia="Arial" w:hAnsi="Riojana"/>
                <w:position w:val="-1"/>
                <w:lang w:val="es-ES_tradnl"/>
              </w:rPr>
              <w:t>1</w:t>
            </w:r>
            <w:r w:rsidRPr="0025041C">
              <w:rPr>
                <w:rFonts w:ascii="Riojana" w:eastAsia="Arial" w:hAnsi="Riojana"/>
                <w:spacing w:val="-1"/>
                <w:position w:val="-1"/>
                <w:lang w:val="es-ES_tradnl"/>
              </w:rPr>
              <w:t>1</w:t>
            </w:r>
            <w:r w:rsidRPr="0025041C">
              <w:rPr>
                <w:rFonts w:ascii="Riojana" w:eastAsia="Arial" w:hAnsi="Riojana"/>
                <w:position w:val="-1"/>
                <w:lang w:val="es-ES_tradnl"/>
              </w:rPr>
              <w:t>.</w:t>
            </w:r>
            <w:r w:rsidRPr="0025041C">
              <w:rPr>
                <w:rFonts w:ascii="Riojana" w:eastAsia="Arial" w:hAnsi="Riojana"/>
                <w:spacing w:val="2"/>
                <w:position w:val="-1"/>
                <w:lang w:val="es-ES_tradnl"/>
              </w:rPr>
              <w:t>4</w:t>
            </w:r>
            <w:r w:rsidRPr="0025041C">
              <w:rPr>
                <w:rFonts w:ascii="Riojana" w:eastAsia="Arial" w:hAnsi="Riojana"/>
                <w:spacing w:val="1"/>
                <w:position w:val="-1"/>
                <w:lang w:val="es-ES_tradnl"/>
              </w:rPr>
              <w:t>8</w:t>
            </w:r>
            <w:r w:rsidRPr="0025041C">
              <w:rPr>
                <w:rFonts w:ascii="Riojana" w:eastAsia="Arial" w:hAnsi="Riojana"/>
                <w:position w:val="-1"/>
                <w:lang w:val="es-ES_tradnl"/>
              </w:rPr>
              <w:t>0</w:t>
            </w:r>
            <w:r w:rsidRPr="0025041C">
              <w:rPr>
                <w:rFonts w:ascii="Riojana" w:eastAsia="Arial" w:hAnsi="Riojana"/>
                <w:spacing w:val="2"/>
                <w:position w:val="-1"/>
                <w:lang w:val="es-ES_tradnl"/>
              </w:rPr>
              <w:t>.</w:t>
            </w:r>
            <w:r w:rsidRPr="0025041C">
              <w:rPr>
                <w:rFonts w:ascii="Riojana" w:eastAsia="Arial" w:hAnsi="Riojana"/>
                <w:position w:val="-1"/>
                <w:lang w:val="es-ES_tradnl"/>
              </w:rPr>
              <w:t>16</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position w:val="-1"/>
                <w:lang w:val="es-ES_tradnl"/>
              </w:rPr>
              <w:t>A</w:t>
            </w:r>
            <w:r w:rsidRPr="0025041C">
              <w:rPr>
                <w:rFonts w:ascii="Riojana" w:eastAsia="Arial" w:hAnsi="Riojana"/>
                <w:spacing w:val="-1"/>
                <w:position w:val="-1"/>
                <w:lang w:val="es-ES_tradnl"/>
              </w:rPr>
              <w:t>s</w:t>
            </w:r>
            <w:r w:rsidRPr="0025041C">
              <w:rPr>
                <w:rFonts w:ascii="Riojana" w:eastAsia="Arial" w:hAnsi="Riojana"/>
                <w:spacing w:val="1"/>
                <w:position w:val="-1"/>
                <w:lang w:val="es-ES_tradnl"/>
              </w:rPr>
              <w:t>oc</w:t>
            </w:r>
            <w:r w:rsidRPr="0025041C">
              <w:rPr>
                <w:rFonts w:ascii="Riojana" w:eastAsia="Arial" w:hAnsi="Riojana"/>
                <w:spacing w:val="-1"/>
                <w:position w:val="-1"/>
                <w:lang w:val="es-ES_tradnl"/>
              </w:rPr>
              <w:t>i</w:t>
            </w:r>
            <w:r w:rsidRPr="0025041C">
              <w:rPr>
                <w:rFonts w:ascii="Riojana" w:eastAsia="Arial" w:hAnsi="Riojana"/>
                <w:spacing w:val="1"/>
                <w:position w:val="-1"/>
                <w:lang w:val="es-ES_tradnl"/>
              </w:rPr>
              <w:t>ac</w:t>
            </w:r>
            <w:r w:rsidRPr="0025041C">
              <w:rPr>
                <w:rFonts w:ascii="Riojana" w:eastAsia="Arial" w:hAnsi="Riojana"/>
                <w:spacing w:val="-1"/>
                <w:position w:val="-1"/>
                <w:lang w:val="es-ES_tradnl"/>
              </w:rPr>
              <w:t>i</w:t>
            </w:r>
            <w:r w:rsidRPr="0025041C">
              <w:rPr>
                <w:rFonts w:ascii="Riojana" w:eastAsia="Arial" w:hAnsi="Riojana"/>
                <w:spacing w:val="1"/>
                <w:position w:val="-1"/>
                <w:lang w:val="es-ES_tradnl"/>
              </w:rPr>
              <w:t>ó</w:t>
            </w:r>
            <w:r w:rsidRPr="0025041C">
              <w:rPr>
                <w:rFonts w:ascii="Riojana" w:eastAsia="Arial" w:hAnsi="Riojana"/>
                <w:position w:val="-1"/>
                <w:lang w:val="es-ES_tradnl"/>
              </w:rPr>
              <w:t>n</w:t>
            </w:r>
            <w:r w:rsidRPr="0025041C">
              <w:rPr>
                <w:rFonts w:ascii="Riojana" w:eastAsia="Arial" w:hAnsi="Riojana"/>
                <w:spacing w:val="3"/>
                <w:position w:val="-1"/>
                <w:lang w:val="es-ES_tradnl"/>
              </w:rPr>
              <w:t xml:space="preserve"> musical </w:t>
            </w:r>
            <w:r w:rsidRPr="0025041C">
              <w:rPr>
                <w:rFonts w:ascii="Riojana" w:eastAsia="Arial" w:hAnsi="Riojana"/>
                <w:position w:val="-1"/>
                <w:lang w:val="es-ES_tradnl"/>
              </w:rPr>
              <w:t>Co</w:t>
            </w:r>
            <w:r w:rsidRPr="0025041C">
              <w:rPr>
                <w:rFonts w:ascii="Riojana" w:eastAsia="Arial" w:hAnsi="Riojana"/>
                <w:spacing w:val="2"/>
                <w:position w:val="-1"/>
                <w:lang w:val="es-ES_tradnl"/>
              </w:rPr>
              <w:t>n-</w:t>
            </w:r>
            <w:r w:rsidRPr="0025041C">
              <w:rPr>
                <w:rFonts w:ascii="Riojana" w:eastAsia="Arial" w:hAnsi="Riojana"/>
                <w:position w:val="-1"/>
                <w:lang w:val="es-ES_tradnl"/>
              </w:rPr>
              <w:t>tr</w:t>
            </w:r>
            <w:r w:rsidRPr="0025041C">
              <w:rPr>
                <w:rFonts w:ascii="Riojana" w:eastAsia="Arial" w:hAnsi="Riojana"/>
                <w:spacing w:val="1"/>
                <w:position w:val="-1"/>
                <w:lang w:val="es-ES_tradnl"/>
              </w:rPr>
              <w:t>a</w:t>
            </w:r>
            <w:r w:rsidRPr="0025041C">
              <w:rPr>
                <w:rFonts w:ascii="Riojana" w:eastAsia="Arial" w:hAnsi="Riojana"/>
                <w:spacing w:val="-1"/>
                <w:position w:val="-1"/>
                <w:lang w:val="es-ES_tradnl"/>
              </w:rPr>
              <w:t>s</w:t>
            </w:r>
            <w:r w:rsidRPr="0025041C">
              <w:rPr>
                <w:rFonts w:ascii="Riojana" w:eastAsia="Arial" w:hAnsi="Riojana"/>
                <w:position w:val="-1"/>
                <w:lang w:val="es-ES_tradnl"/>
              </w:rPr>
              <w:t>t</w:t>
            </w:r>
            <w:r w:rsidRPr="0025041C">
              <w:rPr>
                <w:rFonts w:ascii="Riojana" w:eastAsia="Arial" w:hAnsi="Riojana"/>
                <w:spacing w:val="3"/>
                <w:position w:val="-1"/>
                <w:lang w:val="es-ES_tradnl"/>
              </w:rPr>
              <w:t>e</w:t>
            </w:r>
            <w:r w:rsidRPr="0025041C">
              <w:rPr>
                <w:rFonts w:ascii="Riojana" w:eastAsia="Arial" w:hAnsi="Riojana"/>
                <w:spacing w:val="-1"/>
                <w:position w:val="-1"/>
                <w:lang w:val="es-ES_tradnl"/>
              </w:rPr>
              <w:t>s Rioja</w:t>
            </w:r>
            <w:r w:rsidRPr="0025041C">
              <w:rPr>
                <w:rFonts w:ascii="Riojana" w:eastAsia="Arial" w:hAnsi="Riojana"/>
                <w:position w:val="-1"/>
                <w:lang w:val="es-ES_tradnl"/>
              </w:rPr>
              <w:t>.</w:t>
            </w:r>
            <w:r w:rsidRPr="0025041C">
              <w:rPr>
                <w:rFonts w:ascii="Riojana" w:eastAsia="Arial" w:hAnsi="Riojana"/>
                <w:spacing w:val="1"/>
                <w:position w:val="-1"/>
                <w:lang w:val="es-ES_tradnl"/>
              </w:rPr>
              <w:t xml:space="preserve"> </w:t>
            </w:r>
            <w:r w:rsidRPr="0025041C">
              <w:rPr>
                <w:rFonts w:ascii="Riojana" w:eastAsia="Arial" w:hAnsi="Riojana"/>
                <w:position w:val="-1"/>
                <w:lang w:val="es-ES_tradnl"/>
              </w:rPr>
              <w:t>Actividades culturales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12.000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lang w:val="es-ES_tradnl"/>
              </w:rPr>
            </w:pPr>
            <w:r w:rsidRPr="0025041C">
              <w:rPr>
                <w:rFonts w:ascii="Riojana" w:eastAsia="Arial" w:hAnsi="Riojana"/>
                <w:lang w:val="es-ES_tradnl"/>
              </w:rPr>
              <w:lastRenderedPageBreak/>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spacing w:val="2"/>
                <w:lang w:val="es-ES_tradnl"/>
              </w:rPr>
              <w:t>1</w:t>
            </w:r>
            <w:r w:rsidRPr="0025041C">
              <w:rPr>
                <w:rFonts w:ascii="Riojana" w:eastAsia="Arial" w:hAnsi="Riojana"/>
                <w:lang w:val="es-ES_tradnl"/>
              </w:rPr>
              <w:t>.3</w:t>
            </w:r>
            <w:r w:rsidRPr="0025041C">
              <w:rPr>
                <w:rFonts w:ascii="Riojana" w:eastAsia="Arial" w:hAnsi="Riojana"/>
                <w:spacing w:val="1"/>
                <w:lang w:val="es-ES_tradnl"/>
              </w:rPr>
              <w:t>3</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lang w:val="es-ES_tradnl"/>
              </w:rPr>
              <w:t>.</w:t>
            </w:r>
            <w:r w:rsidRPr="0025041C">
              <w:rPr>
                <w:rFonts w:ascii="Riojana" w:eastAsia="Arial" w:hAnsi="Riojana"/>
                <w:spacing w:val="2"/>
                <w:lang w:val="es-ES_tradnl"/>
              </w:rPr>
              <w:t>4</w:t>
            </w:r>
            <w:r w:rsidRPr="0025041C">
              <w:rPr>
                <w:rFonts w:ascii="Riojana" w:eastAsia="Arial" w:hAnsi="Riojana"/>
                <w:spacing w:val="1"/>
                <w:lang w:val="es-ES_tradnl"/>
              </w:rPr>
              <w:t>8</w:t>
            </w:r>
            <w:r w:rsidRPr="0025041C">
              <w:rPr>
                <w:rFonts w:ascii="Riojana" w:eastAsia="Arial" w:hAnsi="Riojana"/>
                <w:lang w:val="es-ES_tradnl"/>
              </w:rPr>
              <w:t>0</w:t>
            </w:r>
            <w:r w:rsidRPr="0025041C">
              <w:rPr>
                <w:rFonts w:ascii="Riojana" w:eastAsia="Arial" w:hAnsi="Riojana"/>
                <w:spacing w:val="2"/>
                <w:lang w:val="es-ES_tradnl"/>
              </w:rPr>
              <w:t>.</w:t>
            </w:r>
            <w:r w:rsidRPr="0025041C">
              <w:rPr>
                <w:rFonts w:ascii="Riojana" w:eastAsia="Arial" w:hAnsi="Riojana"/>
                <w:lang w:val="es-ES_tradnl"/>
              </w:rPr>
              <w:t>17</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A</w:t>
            </w:r>
            <w:r w:rsidRPr="0025041C">
              <w:rPr>
                <w:rFonts w:ascii="Riojana" w:eastAsia="Arial" w:hAnsi="Riojana"/>
                <w:spacing w:val="-1"/>
                <w:lang w:val="es-ES_tradnl"/>
              </w:rPr>
              <w:t>s</w:t>
            </w:r>
            <w:r w:rsidRPr="0025041C">
              <w:rPr>
                <w:rFonts w:ascii="Riojana" w:eastAsia="Arial" w:hAnsi="Riojana"/>
                <w:spacing w:val="1"/>
                <w:lang w:val="es-ES_tradnl"/>
              </w:rPr>
              <w:t>o</w:t>
            </w:r>
            <w:r w:rsidRPr="0025041C">
              <w:rPr>
                <w:rFonts w:ascii="Riojana" w:eastAsia="Arial" w:hAnsi="Riojana"/>
                <w:spacing w:val="2"/>
                <w:lang w:val="es-ES_tradnl"/>
              </w:rPr>
              <w:t>c</w:t>
            </w:r>
            <w:r w:rsidRPr="0025041C">
              <w:rPr>
                <w:rFonts w:ascii="Riojana" w:eastAsia="Arial" w:hAnsi="Riojana"/>
                <w:spacing w:val="-1"/>
                <w:lang w:val="es-ES_tradnl"/>
              </w:rPr>
              <w:t>i</w:t>
            </w:r>
            <w:r w:rsidRPr="0025041C">
              <w:rPr>
                <w:rFonts w:ascii="Riojana" w:eastAsia="Arial" w:hAnsi="Riojana"/>
                <w:spacing w:val="1"/>
                <w:lang w:val="es-ES_tradnl"/>
              </w:rPr>
              <w:t>ac</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n C</w:t>
            </w:r>
            <w:r w:rsidRPr="0025041C">
              <w:rPr>
                <w:rFonts w:ascii="Riojana" w:eastAsia="Arial" w:hAnsi="Riojana"/>
                <w:spacing w:val="1"/>
                <w:lang w:val="es-ES_tradnl"/>
              </w:rPr>
              <w:t>o</w:t>
            </w:r>
            <w:r w:rsidRPr="0025041C">
              <w:rPr>
                <w:rFonts w:ascii="Riojana" w:eastAsia="Arial" w:hAnsi="Riojana"/>
                <w:lang w:val="es-ES_tradnl"/>
              </w:rPr>
              <w:t>mp</w:t>
            </w:r>
            <w:r w:rsidRPr="0025041C">
              <w:rPr>
                <w:rFonts w:ascii="Riojana" w:eastAsia="Arial" w:hAnsi="Riojana"/>
                <w:spacing w:val="3"/>
                <w:lang w:val="es-ES_tradnl"/>
              </w:rPr>
              <w:t>a</w:t>
            </w:r>
            <w:r w:rsidRPr="0025041C">
              <w:rPr>
                <w:rFonts w:ascii="Riojana" w:eastAsia="Arial" w:hAnsi="Riojana"/>
                <w:lang w:val="es-ES_tradnl"/>
              </w:rPr>
              <w:t>ñ</w:t>
            </w:r>
            <w:r w:rsidRPr="0025041C">
              <w:rPr>
                <w:rFonts w:ascii="Riojana" w:eastAsia="Arial" w:hAnsi="Riojana"/>
                <w:spacing w:val="-1"/>
                <w:lang w:val="es-ES_tradnl"/>
              </w:rPr>
              <w:t>í</w:t>
            </w:r>
            <w:r w:rsidRPr="0025041C">
              <w:rPr>
                <w:rFonts w:ascii="Riojana" w:eastAsia="Arial" w:hAnsi="Riojana"/>
                <w:lang w:val="es-ES_tradnl"/>
              </w:rPr>
              <w:t>a</w:t>
            </w:r>
            <w:r w:rsidRPr="0025041C">
              <w:rPr>
                <w:rFonts w:ascii="Riojana" w:eastAsia="Arial" w:hAnsi="Riojana"/>
                <w:spacing w:val="8"/>
                <w:lang w:val="es-ES_tradnl"/>
              </w:rPr>
              <w:t xml:space="preserve"> </w:t>
            </w:r>
            <w:r w:rsidRPr="0025041C">
              <w:rPr>
                <w:rFonts w:ascii="Riojana" w:eastAsia="Times" w:hAnsi="Riojana"/>
                <w:lang w:val="es-ES_tradnl"/>
              </w:rPr>
              <w:t>Lírica</w:t>
            </w:r>
            <w:r w:rsidRPr="0025041C">
              <w:rPr>
                <w:rFonts w:ascii="Riojana" w:eastAsia="Arial" w:hAnsi="Riojana"/>
                <w:spacing w:val="19"/>
                <w:lang w:val="es-ES_tradnl"/>
              </w:rPr>
              <w:t xml:space="preserve"> </w:t>
            </w:r>
            <w:r w:rsidRPr="0025041C">
              <w:rPr>
                <w:rFonts w:ascii="Riojana" w:eastAsia="Arial" w:hAnsi="Riojana"/>
                <w:lang w:val="es-ES_tradnl"/>
              </w:rPr>
              <w:t>de</w:t>
            </w:r>
            <w:r w:rsidRPr="0025041C">
              <w:rPr>
                <w:rFonts w:ascii="Riojana" w:eastAsia="Arial" w:hAnsi="Riojana"/>
                <w:spacing w:val="20"/>
                <w:lang w:val="es-ES_tradnl"/>
              </w:rPr>
              <w:t xml:space="preserve"> </w:t>
            </w:r>
            <w:r w:rsidRPr="0025041C">
              <w:rPr>
                <w:rFonts w:ascii="Riojana" w:eastAsia="Arial" w:hAnsi="Riojana"/>
                <w:lang w:val="es-ES_tradnl"/>
              </w:rPr>
              <w:t>A</w:t>
            </w:r>
            <w:r w:rsidRPr="0025041C">
              <w:rPr>
                <w:rFonts w:ascii="Riojana" w:eastAsia="Arial" w:hAnsi="Riojana"/>
                <w:spacing w:val="1"/>
                <w:lang w:val="es-ES_tradnl"/>
              </w:rPr>
              <w:t>f</w:t>
            </w:r>
            <w:r w:rsidRPr="0025041C">
              <w:rPr>
                <w:rFonts w:ascii="Riojana" w:eastAsia="Arial" w:hAnsi="Riojana"/>
                <w:spacing w:val="-1"/>
                <w:lang w:val="es-ES_tradnl"/>
              </w:rPr>
              <w:t>i</w:t>
            </w:r>
            <w:r w:rsidRPr="0025041C">
              <w:rPr>
                <w:rFonts w:ascii="Riojana" w:eastAsia="Arial" w:hAnsi="Riojana"/>
                <w:spacing w:val="1"/>
                <w:lang w:val="es-ES_tradnl"/>
              </w:rPr>
              <w:t>c</w:t>
            </w:r>
            <w:r w:rsidRPr="0025041C">
              <w:rPr>
                <w:rFonts w:ascii="Riojana" w:eastAsia="Arial" w:hAnsi="Riojana"/>
                <w:spacing w:val="-1"/>
                <w:lang w:val="es-ES_tradnl"/>
              </w:rPr>
              <w:t>i</w:t>
            </w:r>
            <w:r w:rsidRPr="0025041C">
              <w:rPr>
                <w:rFonts w:ascii="Riojana" w:eastAsia="Arial" w:hAnsi="Riojana"/>
                <w:spacing w:val="1"/>
                <w:lang w:val="es-ES_tradnl"/>
              </w:rPr>
              <w:t>o</w:t>
            </w:r>
            <w:r w:rsidRPr="0025041C">
              <w:rPr>
                <w:rFonts w:ascii="Riojana" w:eastAsia="Arial" w:hAnsi="Riojana"/>
                <w:lang w:val="es-ES_tradnl"/>
              </w:rPr>
              <w:t>nados</w:t>
            </w:r>
            <w:r w:rsidRPr="0025041C">
              <w:rPr>
                <w:rFonts w:ascii="Riojana" w:eastAsia="Arial" w:hAnsi="Riojana"/>
                <w:spacing w:val="22"/>
                <w:lang w:val="es-ES_tradnl"/>
              </w:rPr>
              <w:t xml:space="preserve"> </w:t>
            </w:r>
            <w:r w:rsidRPr="0025041C">
              <w:rPr>
                <w:rFonts w:ascii="Riojana" w:eastAsia="Arial" w:hAnsi="Riojana"/>
                <w:lang w:val="es-ES_tradnl"/>
              </w:rPr>
              <w:t>P</w:t>
            </w:r>
            <w:r w:rsidRPr="0025041C">
              <w:rPr>
                <w:rFonts w:ascii="Riojana" w:eastAsia="Arial" w:hAnsi="Riojana"/>
                <w:spacing w:val="4"/>
                <w:lang w:val="es-ES_tradnl"/>
              </w:rPr>
              <w:t>e</w:t>
            </w:r>
            <w:r w:rsidRPr="0025041C">
              <w:rPr>
                <w:rFonts w:ascii="Riojana" w:eastAsia="Arial" w:hAnsi="Riojana"/>
                <w:lang w:val="es-ES_tradnl"/>
              </w:rPr>
              <w:t>pe</w:t>
            </w:r>
            <w:r w:rsidRPr="0025041C">
              <w:rPr>
                <w:rFonts w:ascii="Riojana" w:eastAsia="Arial" w:hAnsi="Riojana"/>
                <w:spacing w:val="10"/>
                <w:lang w:val="es-ES_tradnl"/>
              </w:rPr>
              <w:t xml:space="preserve"> </w:t>
            </w:r>
            <w:proofErr w:type="spellStart"/>
            <w:r w:rsidRPr="0025041C">
              <w:rPr>
                <w:rFonts w:ascii="Riojana" w:eastAsia="Arial" w:hAnsi="Riojana"/>
                <w:lang w:val="es-ES_tradnl"/>
              </w:rPr>
              <w:t>E</w:t>
            </w:r>
            <w:r w:rsidRPr="0025041C">
              <w:rPr>
                <w:rFonts w:ascii="Riojana" w:eastAsia="Arial" w:hAnsi="Riojana"/>
                <w:spacing w:val="-1"/>
                <w:lang w:val="es-ES_tradnl"/>
              </w:rPr>
              <w:t>i</w:t>
            </w:r>
            <w:r w:rsidRPr="0025041C">
              <w:rPr>
                <w:rFonts w:ascii="Riojana" w:eastAsia="Arial" w:hAnsi="Riojana"/>
                <w:lang w:val="es-ES_tradnl"/>
              </w:rPr>
              <w:t>z</w:t>
            </w:r>
            <w:r w:rsidRPr="0025041C">
              <w:rPr>
                <w:rFonts w:ascii="Riojana" w:eastAsia="Arial" w:hAnsi="Riojana"/>
                <w:spacing w:val="1"/>
                <w:lang w:val="es-ES_tradnl"/>
              </w:rPr>
              <w:t>aga</w:t>
            </w:r>
            <w:proofErr w:type="spellEnd"/>
            <w:r w:rsidRPr="0025041C">
              <w:rPr>
                <w:rFonts w:ascii="Riojana" w:eastAsia="Arial" w:hAnsi="Riojana"/>
                <w:spacing w:val="1"/>
                <w:lang w:val="es-ES_tradnl"/>
              </w:rPr>
              <w:t>. Actividades culturales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25.000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lang w:val="es-ES_tradnl"/>
              </w:rPr>
            </w:pPr>
            <w:r w:rsidRPr="0025041C">
              <w:rPr>
                <w:rFonts w:ascii="Riojana" w:eastAsia="Arial" w:hAnsi="Riojana"/>
                <w:position w:val="-1"/>
                <w:lang w:val="es-ES_tradnl"/>
              </w:rPr>
              <w:t>0</w:t>
            </w:r>
            <w:r w:rsidRPr="0025041C">
              <w:rPr>
                <w:rFonts w:ascii="Riojana" w:eastAsia="Arial" w:hAnsi="Riojana"/>
                <w:spacing w:val="-1"/>
                <w:position w:val="-1"/>
                <w:lang w:val="es-ES_tradnl"/>
              </w:rPr>
              <w:t>8</w:t>
            </w:r>
            <w:r w:rsidRPr="0025041C">
              <w:rPr>
                <w:rFonts w:ascii="Riojana" w:eastAsia="Arial" w:hAnsi="Riojana"/>
                <w:position w:val="-1"/>
                <w:lang w:val="es-ES_tradnl"/>
              </w:rPr>
              <w:t>.</w:t>
            </w:r>
            <w:r w:rsidRPr="0025041C">
              <w:rPr>
                <w:rFonts w:ascii="Riojana" w:eastAsia="Arial" w:hAnsi="Riojana"/>
                <w:spacing w:val="2"/>
                <w:position w:val="-1"/>
                <w:lang w:val="es-ES_tradnl"/>
              </w:rPr>
              <w:t>0</w:t>
            </w:r>
            <w:r w:rsidRPr="0025041C">
              <w:rPr>
                <w:rFonts w:ascii="Riojana" w:eastAsia="Arial" w:hAnsi="Riojana"/>
                <w:position w:val="-1"/>
                <w:lang w:val="es-ES_tradnl"/>
              </w:rPr>
              <w:t>2.</w:t>
            </w:r>
            <w:r w:rsidRPr="0025041C">
              <w:rPr>
                <w:rFonts w:ascii="Riojana" w:eastAsia="Arial" w:hAnsi="Riojana"/>
                <w:spacing w:val="-1"/>
                <w:position w:val="-1"/>
                <w:lang w:val="es-ES_tradnl"/>
              </w:rPr>
              <w:t>0</w:t>
            </w:r>
            <w:r w:rsidRPr="0025041C">
              <w:rPr>
                <w:rFonts w:ascii="Riojana" w:eastAsia="Arial" w:hAnsi="Riojana"/>
                <w:spacing w:val="2"/>
                <w:position w:val="-1"/>
                <w:lang w:val="es-ES_tradnl"/>
              </w:rPr>
              <w:t>1</w:t>
            </w:r>
            <w:r w:rsidRPr="0025041C">
              <w:rPr>
                <w:rFonts w:ascii="Riojana" w:eastAsia="Arial" w:hAnsi="Riojana"/>
                <w:position w:val="-1"/>
                <w:lang w:val="es-ES_tradnl"/>
              </w:rPr>
              <w:t>.3</w:t>
            </w:r>
            <w:r w:rsidRPr="0025041C">
              <w:rPr>
                <w:rFonts w:ascii="Riojana" w:eastAsia="Arial" w:hAnsi="Riojana"/>
                <w:spacing w:val="1"/>
                <w:position w:val="-1"/>
                <w:lang w:val="es-ES_tradnl"/>
              </w:rPr>
              <w:t>3</w:t>
            </w:r>
            <w:r w:rsidRPr="0025041C">
              <w:rPr>
                <w:rFonts w:ascii="Riojana" w:eastAsia="Arial" w:hAnsi="Riojana"/>
                <w:position w:val="-1"/>
                <w:lang w:val="es-ES_tradnl"/>
              </w:rPr>
              <w:t>1</w:t>
            </w:r>
            <w:r w:rsidRPr="0025041C">
              <w:rPr>
                <w:rFonts w:ascii="Riojana" w:eastAsia="Arial" w:hAnsi="Riojana"/>
                <w:spacing w:val="-1"/>
                <w:position w:val="-1"/>
                <w:lang w:val="es-ES_tradnl"/>
              </w:rPr>
              <w:t>1</w:t>
            </w:r>
            <w:r w:rsidRPr="0025041C">
              <w:rPr>
                <w:rFonts w:ascii="Riojana" w:eastAsia="Arial" w:hAnsi="Riojana"/>
                <w:position w:val="-1"/>
                <w:lang w:val="es-ES_tradnl"/>
              </w:rPr>
              <w:t>.</w:t>
            </w:r>
            <w:r w:rsidRPr="0025041C">
              <w:rPr>
                <w:rFonts w:ascii="Riojana" w:eastAsia="Arial" w:hAnsi="Riojana"/>
                <w:spacing w:val="2"/>
                <w:position w:val="-1"/>
                <w:lang w:val="es-ES_tradnl"/>
              </w:rPr>
              <w:t>4</w:t>
            </w:r>
            <w:r w:rsidRPr="0025041C">
              <w:rPr>
                <w:rFonts w:ascii="Riojana" w:eastAsia="Arial" w:hAnsi="Riojana"/>
                <w:spacing w:val="1"/>
                <w:position w:val="-1"/>
                <w:lang w:val="es-ES_tradnl"/>
              </w:rPr>
              <w:t>8</w:t>
            </w:r>
            <w:r w:rsidRPr="0025041C">
              <w:rPr>
                <w:rFonts w:ascii="Riojana" w:eastAsia="Arial" w:hAnsi="Riojana"/>
                <w:position w:val="-1"/>
                <w:lang w:val="es-ES_tradnl"/>
              </w:rPr>
              <w:t>0</w:t>
            </w:r>
            <w:r w:rsidRPr="0025041C">
              <w:rPr>
                <w:rFonts w:ascii="Riojana" w:eastAsia="Arial" w:hAnsi="Riojana"/>
                <w:spacing w:val="2"/>
                <w:position w:val="-1"/>
                <w:lang w:val="es-ES_tradnl"/>
              </w:rPr>
              <w:t>.</w:t>
            </w:r>
            <w:r w:rsidRPr="0025041C">
              <w:rPr>
                <w:rFonts w:ascii="Riojana" w:eastAsia="Arial" w:hAnsi="Riojana"/>
                <w:position w:val="-1"/>
                <w:lang w:val="es-ES_tradnl"/>
              </w:rPr>
              <w:t>18</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position w:val="-1"/>
                <w:lang w:val="es-ES_tradnl"/>
              </w:rPr>
              <w:t>A</w:t>
            </w:r>
            <w:r w:rsidRPr="0025041C">
              <w:rPr>
                <w:rFonts w:ascii="Riojana" w:eastAsia="Arial" w:hAnsi="Riojana"/>
                <w:spacing w:val="-1"/>
                <w:position w:val="-1"/>
                <w:lang w:val="es-ES_tradnl"/>
              </w:rPr>
              <w:t>s</w:t>
            </w:r>
            <w:r w:rsidRPr="0025041C">
              <w:rPr>
                <w:rFonts w:ascii="Riojana" w:eastAsia="Arial" w:hAnsi="Riojana"/>
                <w:spacing w:val="1"/>
                <w:position w:val="-1"/>
                <w:lang w:val="es-ES_tradnl"/>
              </w:rPr>
              <w:t>oc</w:t>
            </w:r>
            <w:r w:rsidRPr="0025041C">
              <w:rPr>
                <w:rFonts w:ascii="Riojana" w:eastAsia="Arial" w:hAnsi="Riojana"/>
                <w:spacing w:val="-1"/>
                <w:position w:val="-1"/>
                <w:lang w:val="es-ES_tradnl"/>
              </w:rPr>
              <w:t>i</w:t>
            </w:r>
            <w:r w:rsidRPr="0025041C">
              <w:rPr>
                <w:rFonts w:ascii="Riojana" w:eastAsia="Arial" w:hAnsi="Riojana"/>
                <w:spacing w:val="1"/>
                <w:position w:val="-1"/>
                <w:lang w:val="es-ES_tradnl"/>
              </w:rPr>
              <w:t>ac</w:t>
            </w:r>
            <w:r w:rsidRPr="0025041C">
              <w:rPr>
                <w:rFonts w:ascii="Riojana" w:eastAsia="Arial" w:hAnsi="Riojana"/>
                <w:spacing w:val="-1"/>
                <w:position w:val="-1"/>
                <w:lang w:val="es-ES_tradnl"/>
              </w:rPr>
              <w:t>i</w:t>
            </w:r>
            <w:r w:rsidRPr="0025041C">
              <w:rPr>
                <w:rFonts w:ascii="Riojana" w:eastAsia="Arial" w:hAnsi="Riojana"/>
                <w:spacing w:val="1"/>
                <w:position w:val="-1"/>
                <w:lang w:val="es-ES_tradnl"/>
              </w:rPr>
              <w:t>ó</w:t>
            </w:r>
            <w:r w:rsidRPr="0025041C">
              <w:rPr>
                <w:rFonts w:ascii="Riojana" w:eastAsia="Arial" w:hAnsi="Riojana"/>
                <w:position w:val="-1"/>
                <w:lang w:val="es-ES_tradnl"/>
              </w:rPr>
              <w:t>n</w:t>
            </w:r>
            <w:r w:rsidRPr="0025041C">
              <w:rPr>
                <w:rFonts w:ascii="Riojana" w:eastAsia="Arial" w:hAnsi="Riojana"/>
                <w:spacing w:val="3"/>
                <w:position w:val="-1"/>
                <w:lang w:val="es-ES_tradnl"/>
              </w:rPr>
              <w:t xml:space="preserve"> </w:t>
            </w:r>
            <w:r w:rsidRPr="0025041C">
              <w:rPr>
                <w:rFonts w:ascii="Riojana" w:eastAsia="Arial" w:hAnsi="Riojana"/>
                <w:position w:val="-1"/>
                <w:lang w:val="es-ES_tradnl"/>
              </w:rPr>
              <w:t>A</w:t>
            </w:r>
            <w:r w:rsidRPr="0025041C">
              <w:rPr>
                <w:rFonts w:ascii="Riojana" w:eastAsia="Arial" w:hAnsi="Riojana"/>
                <w:spacing w:val="1"/>
                <w:position w:val="-1"/>
                <w:lang w:val="es-ES_tradnl"/>
              </w:rPr>
              <w:t>r</w:t>
            </w:r>
            <w:r w:rsidRPr="0025041C">
              <w:rPr>
                <w:rFonts w:ascii="Riojana" w:eastAsia="Arial" w:hAnsi="Riojana"/>
                <w:position w:val="-1"/>
                <w:lang w:val="es-ES_tradnl"/>
              </w:rPr>
              <w:t>te</w:t>
            </w:r>
            <w:r w:rsidRPr="0025041C">
              <w:rPr>
                <w:rFonts w:ascii="Riojana" w:eastAsia="Arial" w:hAnsi="Riojana"/>
                <w:spacing w:val="-4"/>
                <w:position w:val="-1"/>
                <w:lang w:val="es-ES_tradnl"/>
              </w:rPr>
              <w:t xml:space="preserve"> </w:t>
            </w:r>
            <w:r w:rsidRPr="0025041C">
              <w:rPr>
                <w:rFonts w:ascii="Riojana" w:eastAsia="Arial" w:hAnsi="Riojana"/>
                <w:spacing w:val="1"/>
                <w:position w:val="-1"/>
                <w:lang w:val="es-ES_tradnl"/>
              </w:rPr>
              <w:t>e</w:t>
            </w:r>
            <w:r w:rsidRPr="0025041C">
              <w:rPr>
                <w:rFonts w:ascii="Riojana" w:eastAsia="Arial" w:hAnsi="Riojana"/>
                <w:position w:val="-1"/>
                <w:lang w:val="es-ES_tradnl"/>
              </w:rPr>
              <w:t>n</w:t>
            </w:r>
            <w:r w:rsidRPr="0025041C">
              <w:rPr>
                <w:rFonts w:ascii="Riojana" w:eastAsia="Arial" w:hAnsi="Riojana"/>
                <w:spacing w:val="-5"/>
                <w:position w:val="-1"/>
                <w:lang w:val="es-ES_tradnl"/>
              </w:rPr>
              <w:t xml:space="preserve"> </w:t>
            </w:r>
            <w:r w:rsidRPr="0025041C">
              <w:rPr>
                <w:rFonts w:ascii="Riojana" w:eastAsia="Arial" w:hAnsi="Riojana"/>
                <w:spacing w:val="-1"/>
                <w:position w:val="-1"/>
                <w:lang w:val="es-ES_tradnl"/>
              </w:rPr>
              <w:t>l</w:t>
            </w:r>
            <w:r w:rsidRPr="0025041C">
              <w:rPr>
                <w:rFonts w:ascii="Riojana" w:eastAsia="Arial" w:hAnsi="Riojana"/>
                <w:position w:val="-1"/>
                <w:lang w:val="es-ES_tradnl"/>
              </w:rPr>
              <w:t>a</w:t>
            </w:r>
            <w:r w:rsidRPr="0025041C">
              <w:rPr>
                <w:rFonts w:ascii="Riojana" w:eastAsia="Arial" w:hAnsi="Riojana"/>
                <w:spacing w:val="-4"/>
                <w:position w:val="-1"/>
                <w:lang w:val="es-ES_tradnl"/>
              </w:rPr>
              <w:t xml:space="preserve"> </w:t>
            </w:r>
            <w:r w:rsidRPr="0025041C">
              <w:rPr>
                <w:rFonts w:ascii="Riojana" w:eastAsia="Arial" w:hAnsi="Riojana"/>
                <w:position w:val="-1"/>
                <w:lang w:val="es-ES_tradnl"/>
              </w:rPr>
              <w:t>T</w:t>
            </w:r>
            <w:r w:rsidRPr="0025041C">
              <w:rPr>
                <w:rFonts w:ascii="Riojana" w:eastAsia="Arial" w:hAnsi="Riojana"/>
                <w:spacing w:val="-1"/>
                <w:position w:val="-1"/>
                <w:lang w:val="es-ES_tradnl"/>
              </w:rPr>
              <w:t>i</w:t>
            </w:r>
            <w:r w:rsidRPr="0025041C">
              <w:rPr>
                <w:rFonts w:ascii="Riojana" w:eastAsia="Arial" w:hAnsi="Riojana"/>
                <w:spacing w:val="1"/>
                <w:position w:val="-1"/>
                <w:lang w:val="es-ES_tradnl"/>
              </w:rPr>
              <w:t>erra</w:t>
            </w:r>
            <w:r w:rsidRPr="0025041C">
              <w:rPr>
                <w:rFonts w:ascii="Riojana" w:eastAsia="Arial" w:hAnsi="Riojana"/>
                <w:position w:val="-1"/>
                <w:lang w:val="es-ES_tradnl"/>
              </w:rPr>
              <w:t>.</w:t>
            </w:r>
            <w:r w:rsidRPr="0025041C">
              <w:rPr>
                <w:rFonts w:ascii="Riojana" w:eastAsia="Arial" w:hAnsi="Riojana"/>
                <w:spacing w:val="-16"/>
                <w:position w:val="-1"/>
                <w:lang w:val="es-ES_tradnl"/>
              </w:rPr>
              <w:t xml:space="preserve"> </w:t>
            </w:r>
            <w:r w:rsidRPr="0025041C">
              <w:rPr>
                <w:rFonts w:ascii="Riojana" w:eastAsia="Arial" w:hAnsi="Riojana"/>
                <w:position w:val="-1"/>
                <w:lang w:val="es-ES_tradnl"/>
              </w:rPr>
              <w:t>A</w:t>
            </w:r>
            <w:r w:rsidRPr="0025041C">
              <w:rPr>
                <w:rFonts w:ascii="Riojana" w:eastAsia="Arial" w:hAnsi="Riojana"/>
                <w:spacing w:val="1"/>
                <w:position w:val="-1"/>
                <w:lang w:val="es-ES_tradnl"/>
              </w:rPr>
              <w:t>c</w:t>
            </w:r>
            <w:r w:rsidRPr="0025041C">
              <w:rPr>
                <w:rFonts w:ascii="Riojana" w:eastAsia="Arial" w:hAnsi="Riojana"/>
                <w:position w:val="-1"/>
                <w:lang w:val="es-ES_tradnl"/>
              </w:rPr>
              <w:t>t</w:t>
            </w:r>
            <w:r w:rsidRPr="0025041C">
              <w:rPr>
                <w:rFonts w:ascii="Riojana" w:eastAsia="Arial" w:hAnsi="Riojana"/>
                <w:spacing w:val="1"/>
                <w:position w:val="-1"/>
                <w:lang w:val="es-ES_tradnl"/>
              </w:rPr>
              <w:t>i</w:t>
            </w:r>
            <w:r w:rsidRPr="0025041C">
              <w:rPr>
                <w:rFonts w:ascii="Riojana" w:eastAsia="Arial" w:hAnsi="Riojana"/>
                <w:spacing w:val="-1"/>
                <w:position w:val="-1"/>
                <w:lang w:val="es-ES_tradnl"/>
              </w:rPr>
              <w:t>vi</w:t>
            </w:r>
            <w:r w:rsidRPr="0025041C">
              <w:rPr>
                <w:rFonts w:ascii="Riojana" w:eastAsia="Arial" w:hAnsi="Riojana"/>
                <w:position w:val="-1"/>
                <w:lang w:val="es-ES_tradnl"/>
              </w:rPr>
              <w:t>d</w:t>
            </w:r>
            <w:r w:rsidRPr="0025041C">
              <w:rPr>
                <w:rFonts w:ascii="Riojana" w:eastAsia="Arial" w:hAnsi="Riojana"/>
                <w:spacing w:val="3"/>
                <w:position w:val="-1"/>
                <w:lang w:val="es-ES_tradnl"/>
              </w:rPr>
              <w:t>a</w:t>
            </w:r>
            <w:r w:rsidRPr="0025041C">
              <w:rPr>
                <w:rFonts w:ascii="Riojana" w:eastAsia="Arial" w:hAnsi="Riojana"/>
                <w:position w:val="-1"/>
                <w:lang w:val="es-ES_tradnl"/>
              </w:rPr>
              <w:t>des</w:t>
            </w:r>
            <w:r w:rsidRPr="0025041C">
              <w:rPr>
                <w:rFonts w:ascii="Riojana" w:eastAsia="Arial" w:hAnsi="Riojana"/>
                <w:spacing w:val="8"/>
                <w:position w:val="-1"/>
                <w:lang w:val="es-ES_tradnl"/>
              </w:rPr>
              <w:t xml:space="preserve"> </w:t>
            </w:r>
            <w:r w:rsidRPr="0025041C">
              <w:rPr>
                <w:rFonts w:ascii="Riojana" w:eastAsia="Arial" w:hAnsi="Riojana"/>
                <w:spacing w:val="1"/>
                <w:position w:val="-1"/>
                <w:lang w:val="es-ES_tradnl"/>
              </w:rPr>
              <w:t>c</w:t>
            </w:r>
            <w:r w:rsidRPr="0025041C">
              <w:rPr>
                <w:rFonts w:ascii="Riojana" w:eastAsia="Arial" w:hAnsi="Riojana"/>
                <w:spacing w:val="2"/>
                <w:position w:val="-1"/>
                <w:lang w:val="es-ES_tradnl"/>
              </w:rPr>
              <w:t>u</w:t>
            </w:r>
            <w:r w:rsidRPr="0025041C">
              <w:rPr>
                <w:rFonts w:ascii="Riojana" w:eastAsia="Arial" w:hAnsi="Riojana"/>
                <w:spacing w:val="-1"/>
                <w:position w:val="-1"/>
                <w:lang w:val="es-ES_tradnl"/>
              </w:rPr>
              <w:t>l</w:t>
            </w:r>
            <w:r w:rsidRPr="0025041C">
              <w:rPr>
                <w:rFonts w:ascii="Riojana" w:eastAsia="Arial" w:hAnsi="Riojana"/>
                <w:position w:val="-1"/>
                <w:lang w:val="es-ES_tradnl"/>
              </w:rPr>
              <w:t>t</w:t>
            </w:r>
            <w:r w:rsidRPr="0025041C">
              <w:rPr>
                <w:rFonts w:ascii="Riojana" w:eastAsia="Arial" w:hAnsi="Riojana"/>
                <w:spacing w:val="-1"/>
                <w:position w:val="-1"/>
                <w:lang w:val="es-ES_tradnl"/>
              </w:rPr>
              <w:t>u</w:t>
            </w:r>
            <w:r w:rsidRPr="0025041C">
              <w:rPr>
                <w:rFonts w:ascii="Riojana" w:eastAsia="Arial" w:hAnsi="Riojana"/>
                <w:spacing w:val="1"/>
                <w:position w:val="-1"/>
                <w:lang w:val="es-ES_tradnl"/>
              </w:rPr>
              <w:t>ra</w:t>
            </w:r>
            <w:r w:rsidRPr="0025041C">
              <w:rPr>
                <w:rFonts w:ascii="Riojana" w:eastAsia="Arial" w:hAnsi="Riojana"/>
                <w:spacing w:val="-1"/>
                <w:position w:val="-1"/>
                <w:lang w:val="es-ES_tradnl"/>
              </w:rPr>
              <w:t>l</w:t>
            </w:r>
            <w:r w:rsidRPr="0025041C">
              <w:rPr>
                <w:rFonts w:ascii="Riojana" w:eastAsia="Arial" w:hAnsi="Riojana"/>
                <w:spacing w:val="3"/>
                <w:position w:val="-1"/>
                <w:lang w:val="es-ES_tradnl"/>
              </w:rPr>
              <w:t>e</w:t>
            </w:r>
            <w:r w:rsidRPr="0025041C">
              <w:rPr>
                <w:rFonts w:ascii="Riojana" w:eastAsia="Arial" w:hAnsi="Riojana"/>
                <w:position w:val="-1"/>
                <w:lang w:val="es-ES_tradnl"/>
              </w:rPr>
              <w:t>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12.000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lang w:val="es-ES_tradnl"/>
              </w:rPr>
            </w:pPr>
            <w:r w:rsidRPr="0025041C">
              <w:rPr>
                <w:rFonts w:ascii="Riojana" w:eastAsia="Arial" w:hAnsi="Riojana"/>
                <w:lang w:val="es-ES_tradnl"/>
              </w:rPr>
              <w:t>08.02.01.3321.480.00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lang w:val="es-ES_tradnl"/>
              </w:rPr>
            </w:pPr>
            <w:r w:rsidRPr="0025041C">
              <w:rPr>
                <w:rFonts w:ascii="Riojana" w:eastAsia="Arial" w:hAnsi="Riojana"/>
                <w:lang w:val="es-ES_tradnl"/>
              </w:rPr>
              <w:t>Colegio Oficial Arquitectos de la Rioja. Jornadas internacionales intervención en el Patrimonio</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18.000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lang w:val="es-ES_tradnl"/>
              </w:rPr>
            </w:pPr>
            <w:r w:rsidRPr="0025041C">
              <w:rPr>
                <w:rFonts w:ascii="Riojana" w:eastAsia="Arial" w:hAnsi="Riojana"/>
                <w:lang w:val="es-ES_tradnl"/>
              </w:rPr>
              <w:t>08.02.01.3321.761.01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lang w:val="es-ES_tradnl"/>
              </w:rPr>
            </w:pPr>
            <w:r w:rsidRPr="0025041C">
              <w:rPr>
                <w:rFonts w:ascii="Riojana" w:eastAsia="Arial" w:hAnsi="Riojana"/>
                <w:lang w:val="es-ES_tradnl"/>
              </w:rPr>
              <w:t>Ayuntamiento San Vicente de la Sonsierra. Intervención recinto amurallado</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50.000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lang w:val="es-ES_tradnl"/>
              </w:rPr>
            </w:pPr>
            <w:r w:rsidRPr="0025041C">
              <w:rPr>
                <w:rFonts w:ascii="Riojana" w:eastAsia="Arial" w:hAnsi="Riojana"/>
                <w:lang w:val="es-ES_tradnl"/>
              </w:rPr>
              <w:t>08.02.01.3321.761.02</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lang w:val="es-ES_tradnl"/>
              </w:rPr>
            </w:pPr>
            <w:r w:rsidRPr="0025041C">
              <w:rPr>
                <w:rFonts w:ascii="Riojana" w:eastAsia="Arial" w:hAnsi="Riojana"/>
                <w:lang w:val="es-ES_tradnl"/>
              </w:rPr>
              <w:t>Ayuntamiento Briones. Intervenciones recinto amurallado. Cercas del Cristo. Fase I</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60.000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spacing w:val="2"/>
                <w:lang w:val="es-ES_tradnl"/>
              </w:rPr>
              <w:t>1</w:t>
            </w:r>
            <w:r w:rsidRPr="0025041C">
              <w:rPr>
                <w:rFonts w:ascii="Riojana" w:eastAsia="Arial" w:hAnsi="Riojana"/>
                <w:lang w:val="es-ES_tradnl"/>
              </w:rPr>
              <w:t>.3</w:t>
            </w:r>
            <w:r w:rsidRPr="0025041C">
              <w:rPr>
                <w:rFonts w:ascii="Riojana" w:eastAsia="Arial" w:hAnsi="Riojana"/>
                <w:spacing w:val="1"/>
                <w:lang w:val="es-ES_tradnl"/>
              </w:rPr>
              <w:t>3</w:t>
            </w:r>
            <w:r w:rsidRPr="0025041C">
              <w:rPr>
                <w:rFonts w:ascii="Riojana" w:eastAsia="Arial" w:hAnsi="Riojana"/>
                <w:lang w:val="es-ES_tradnl"/>
              </w:rPr>
              <w:t>2</w:t>
            </w:r>
            <w:r w:rsidRPr="0025041C">
              <w:rPr>
                <w:rFonts w:ascii="Riojana" w:eastAsia="Arial" w:hAnsi="Riojana"/>
                <w:spacing w:val="-1"/>
                <w:lang w:val="es-ES_tradnl"/>
              </w:rPr>
              <w:t>1</w:t>
            </w:r>
            <w:r w:rsidRPr="0025041C">
              <w:rPr>
                <w:rFonts w:ascii="Riojana" w:eastAsia="Arial" w:hAnsi="Riojana"/>
                <w:spacing w:val="1"/>
                <w:lang w:val="es-ES_tradnl"/>
              </w:rPr>
              <w:t>.</w:t>
            </w:r>
            <w:r w:rsidRPr="0025041C">
              <w:rPr>
                <w:rFonts w:ascii="Riojana" w:eastAsia="Arial" w:hAnsi="Riojana"/>
                <w:spacing w:val="2"/>
                <w:lang w:val="es-ES_tradnl"/>
              </w:rPr>
              <w:t>7</w:t>
            </w:r>
            <w:r w:rsidRPr="0025041C">
              <w:rPr>
                <w:rFonts w:ascii="Riojana" w:eastAsia="Arial" w:hAnsi="Riojana"/>
                <w:lang w:val="es-ES_tradnl"/>
              </w:rPr>
              <w:t>8</w:t>
            </w:r>
            <w:r w:rsidRPr="0025041C">
              <w:rPr>
                <w:rFonts w:ascii="Riojana" w:eastAsia="Arial" w:hAnsi="Riojana"/>
                <w:spacing w:val="-1"/>
                <w:lang w:val="es-ES_tradnl"/>
              </w:rPr>
              <w:t>0</w:t>
            </w:r>
            <w:r w:rsidRPr="0025041C">
              <w:rPr>
                <w:rFonts w:ascii="Riojana" w:eastAsia="Arial" w:hAnsi="Riojana"/>
                <w:spacing w:val="2"/>
                <w:lang w:val="es-ES_tradnl"/>
              </w:rPr>
              <w:t>.</w:t>
            </w:r>
            <w:r w:rsidRPr="0025041C">
              <w:rPr>
                <w:rFonts w:ascii="Riojana" w:eastAsia="Arial" w:hAnsi="Riojana"/>
                <w:lang w:val="es-ES_tradnl"/>
              </w:rPr>
              <w:t>01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spacing w:val="47"/>
                <w:lang w:val="es-ES_tradnl"/>
              </w:rPr>
            </w:pPr>
            <w:r w:rsidRPr="0025041C">
              <w:rPr>
                <w:rFonts w:ascii="Riojana" w:eastAsia="Arial" w:hAnsi="Riojana"/>
                <w:lang w:val="es-ES_tradnl"/>
              </w:rPr>
              <w:t>C</w:t>
            </w:r>
            <w:r w:rsidRPr="0025041C">
              <w:rPr>
                <w:rFonts w:ascii="Riojana" w:eastAsia="Arial" w:hAnsi="Riojana"/>
                <w:spacing w:val="1"/>
                <w:lang w:val="es-ES_tradnl"/>
              </w:rPr>
              <w:t>o</w:t>
            </w:r>
            <w:r w:rsidRPr="0025041C">
              <w:rPr>
                <w:rFonts w:ascii="Riojana" w:eastAsia="Arial" w:hAnsi="Riojana"/>
                <w:spacing w:val="-1"/>
                <w:lang w:val="es-ES_tradnl"/>
              </w:rPr>
              <w:t>l</w:t>
            </w:r>
            <w:r w:rsidRPr="0025041C">
              <w:rPr>
                <w:rFonts w:ascii="Riojana" w:eastAsia="Arial" w:hAnsi="Riojana"/>
                <w:spacing w:val="1"/>
                <w:lang w:val="es-ES_tradnl"/>
              </w:rPr>
              <w:t>eg</w:t>
            </w:r>
            <w:r w:rsidRPr="0025041C">
              <w:rPr>
                <w:rFonts w:ascii="Riojana" w:eastAsia="Arial" w:hAnsi="Riojana"/>
                <w:spacing w:val="-1"/>
                <w:lang w:val="es-ES_tradnl"/>
              </w:rPr>
              <w:t>i</w:t>
            </w:r>
            <w:r w:rsidRPr="0025041C">
              <w:rPr>
                <w:rFonts w:ascii="Riojana" w:eastAsia="Arial" w:hAnsi="Riojana"/>
                <w:lang w:val="es-ES_tradnl"/>
              </w:rPr>
              <w:t>o O</w:t>
            </w:r>
            <w:r w:rsidRPr="0025041C">
              <w:rPr>
                <w:rFonts w:ascii="Riojana" w:eastAsia="Arial" w:hAnsi="Riojana"/>
                <w:spacing w:val="1"/>
                <w:lang w:val="es-ES_tradnl"/>
              </w:rPr>
              <w:t>f</w:t>
            </w:r>
            <w:r w:rsidRPr="0025041C">
              <w:rPr>
                <w:rFonts w:ascii="Riojana" w:eastAsia="Arial" w:hAnsi="Riojana"/>
                <w:spacing w:val="-1"/>
                <w:lang w:val="es-ES_tradnl"/>
              </w:rPr>
              <w:t>i</w:t>
            </w:r>
            <w:r w:rsidRPr="0025041C">
              <w:rPr>
                <w:rFonts w:ascii="Riojana" w:eastAsia="Arial" w:hAnsi="Riojana"/>
                <w:spacing w:val="1"/>
                <w:lang w:val="es-ES_tradnl"/>
              </w:rPr>
              <w:t>c</w:t>
            </w:r>
            <w:r w:rsidRPr="0025041C">
              <w:rPr>
                <w:rFonts w:ascii="Riojana" w:eastAsia="Arial" w:hAnsi="Riojana"/>
                <w:spacing w:val="-1"/>
                <w:lang w:val="es-ES_tradnl"/>
              </w:rPr>
              <w:t>i</w:t>
            </w:r>
            <w:r w:rsidRPr="0025041C">
              <w:rPr>
                <w:rFonts w:ascii="Riojana" w:eastAsia="Arial" w:hAnsi="Riojana"/>
                <w:spacing w:val="1"/>
                <w:lang w:val="es-ES_tradnl"/>
              </w:rPr>
              <w:t>a</w:t>
            </w:r>
            <w:r w:rsidRPr="0025041C">
              <w:rPr>
                <w:rFonts w:ascii="Riojana" w:eastAsia="Arial" w:hAnsi="Riojana"/>
                <w:lang w:val="es-ES_tradnl"/>
              </w:rPr>
              <w:t>l A</w:t>
            </w:r>
            <w:r w:rsidRPr="0025041C">
              <w:rPr>
                <w:rFonts w:ascii="Riojana" w:eastAsia="Arial" w:hAnsi="Riojana"/>
                <w:spacing w:val="4"/>
                <w:lang w:val="es-ES_tradnl"/>
              </w:rPr>
              <w:t>r</w:t>
            </w:r>
            <w:r w:rsidRPr="0025041C">
              <w:rPr>
                <w:rFonts w:ascii="Riojana" w:eastAsia="Arial" w:hAnsi="Riojana"/>
                <w:lang w:val="es-ES_tradnl"/>
              </w:rPr>
              <w:t>q</w:t>
            </w:r>
            <w:r w:rsidRPr="0025041C">
              <w:rPr>
                <w:rFonts w:ascii="Riojana" w:eastAsia="Arial" w:hAnsi="Riojana"/>
                <w:spacing w:val="-1"/>
                <w:lang w:val="es-ES_tradnl"/>
              </w:rPr>
              <w:t>u</w:t>
            </w:r>
            <w:r w:rsidRPr="0025041C">
              <w:rPr>
                <w:rFonts w:ascii="Riojana" w:eastAsia="Arial" w:hAnsi="Riojana"/>
                <w:spacing w:val="1"/>
                <w:lang w:val="es-ES_tradnl"/>
              </w:rPr>
              <w:t>i</w:t>
            </w:r>
            <w:r w:rsidRPr="0025041C">
              <w:rPr>
                <w:rFonts w:ascii="Riojana" w:eastAsia="Arial" w:hAnsi="Riojana"/>
                <w:lang w:val="es-ES_tradnl"/>
              </w:rPr>
              <w:t>te</w:t>
            </w:r>
            <w:r w:rsidRPr="0025041C">
              <w:rPr>
                <w:rFonts w:ascii="Riojana" w:eastAsia="Arial" w:hAnsi="Riojana"/>
                <w:spacing w:val="1"/>
                <w:lang w:val="es-ES_tradnl"/>
              </w:rPr>
              <w:t>c</w:t>
            </w:r>
            <w:r w:rsidRPr="0025041C">
              <w:rPr>
                <w:rFonts w:ascii="Riojana" w:eastAsia="Arial" w:hAnsi="Riojana"/>
                <w:lang w:val="es-ES_tradnl"/>
              </w:rPr>
              <w:t>tos de</w:t>
            </w:r>
            <w:r w:rsidRPr="0025041C">
              <w:rPr>
                <w:rFonts w:ascii="Riojana" w:eastAsia="Arial" w:hAnsi="Riojana"/>
                <w:spacing w:val="1"/>
                <w:lang w:val="es-ES_tradnl"/>
              </w:rPr>
              <w:t xml:space="preserve"> </w:t>
            </w:r>
            <w:r w:rsidRPr="0025041C">
              <w:rPr>
                <w:rFonts w:ascii="Riojana" w:eastAsia="Arial" w:hAnsi="Riojana"/>
                <w:lang w:val="es-ES_tradnl"/>
              </w:rPr>
              <w:t>La R</w:t>
            </w:r>
            <w:r w:rsidRPr="0025041C">
              <w:rPr>
                <w:rFonts w:ascii="Riojana" w:eastAsia="Arial" w:hAnsi="Riojana"/>
                <w:spacing w:val="-1"/>
                <w:lang w:val="es-ES_tradnl"/>
              </w:rPr>
              <w:t>i</w:t>
            </w:r>
            <w:r w:rsidRPr="0025041C">
              <w:rPr>
                <w:rFonts w:ascii="Riojana" w:eastAsia="Arial" w:hAnsi="Riojana"/>
                <w:spacing w:val="3"/>
                <w:lang w:val="es-ES_tradnl"/>
              </w:rPr>
              <w:t>o</w:t>
            </w:r>
            <w:r w:rsidRPr="0025041C">
              <w:rPr>
                <w:rFonts w:ascii="Riojana" w:eastAsia="Arial" w:hAnsi="Riojana"/>
                <w:spacing w:val="-1"/>
                <w:lang w:val="es-ES_tradnl"/>
              </w:rPr>
              <w:t>j</w:t>
            </w:r>
            <w:r w:rsidRPr="0025041C">
              <w:rPr>
                <w:rFonts w:ascii="Riojana" w:eastAsia="Arial" w:hAnsi="Riojana"/>
                <w:spacing w:val="1"/>
                <w:lang w:val="es-ES_tradnl"/>
              </w:rPr>
              <w:t>a</w:t>
            </w:r>
            <w:r w:rsidRPr="0025041C">
              <w:rPr>
                <w:rFonts w:ascii="Riojana" w:eastAsia="Arial" w:hAnsi="Riojana"/>
                <w:lang w:val="es-ES_tradnl"/>
              </w:rPr>
              <w:t>.</w:t>
            </w:r>
            <w:r w:rsidRPr="0025041C">
              <w:rPr>
                <w:rFonts w:ascii="Riojana" w:eastAsia="Arial" w:hAnsi="Riojana"/>
                <w:spacing w:val="47"/>
                <w:lang w:val="es-ES_tradnl"/>
              </w:rPr>
              <w:t xml:space="preserve"> </w:t>
            </w:r>
          </w:p>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R</w:t>
            </w:r>
            <w:r w:rsidRPr="0025041C">
              <w:rPr>
                <w:rFonts w:ascii="Riojana" w:eastAsia="Arial" w:hAnsi="Riojana"/>
                <w:spacing w:val="1"/>
                <w:lang w:val="es-ES_tradnl"/>
              </w:rPr>
              <w:t>eco</w:t>
            </w:r>
            <w:r w:rsidRPr="0025041C">
              <w:rPr>
                <w:rFonts w:ascii="Riojana" w:eastAsia="Arial" w:hAnsi="Riojana"/>
                <w:lang w:val="es-ES_tradnl"/>
              </w:rPr>
              <w:t>m</w:t>
            </w:r>
            <w:r w:rsidRPr="0025041C">
              <w:rPr>
                <w:rFonts w:ascii="Riojana" w:eastAsia="Arial" w:hAnsi="Riojana"/>
                <w:spacing w:val="1"/>
                <w:lang w:val="es-ES_tradnl"/>
              </w:rPr>
              <w:t>e</w:t>
            </w:r>
            <w:r w:rsidRPr="0025041C">
              <w:rPr>
                <w:rFonts w:ascii="Riojana" w:eastAsia="Arial" w:hAnsi="Riojana"/>
                <w:lang w:val="es-ES_tradnl"/>
              </w:rPr>
              <w:t>n</w:t>
            </w:r>
            <w:r w:rsidRPr="0025041C">
              <w:rPr>
                <w:rFonts w:ascii="Riojana" w:eastAsia="Arial" w:hAnsi="Riojana"/>
                <w:spacing w:val="-1"/>
                <w:lang w:val="es-ES_tradnl"/>
              </w:rPr>
              <w:t>d</w:t>
            </w:r>
            <w:r w:rsidRPr="0025041C">
              <w:rPr>
                <w:rFonts w:ascii="Riojana" w:eastAsia="Arial" w:hAnsi="Riojana"/>
                <w:spacing w:val="1"/>
                <w:lang w:val="es-ES_tradnl"/>
              </w:rPr>
              <w:t>ac</w:t>
            </w:r>
            <w:r w:rsidRPr="0025041C">
              <w:rPr>
                <w:rFonts w:ascii="Riojana" w:eastAsia="Arial" w:hAnsi="Riojana"/>
                <w:spacing w:val="-1"/>
                <w:lang w:val="es-ES_tradnl"/>
              </w:rPr>
              <w:t>i</w:t>
            </w:r>
            <w:r w:rsidRPr="0025041C">
              <w:rPr>
                <w:rFonts w:ascii="Riojana" w:eastAsia="Arial" w:hAnsi="Riojana"/>
                <w:spacing w:val="1"/>
                <w:lang w:val="es-ES_tradnl"/>
              </w:rPr>
              <w:t>o</w:t>
            </w:r>
            <w:r w:rsidRPr="0025041C">
              <w:rPr>
                <w:rFonts w:ascii="Riojana" w:eastAsia="Arial" w:hAnsi="Riojana"/>
                <w:lang w:val="es-ES_tradnl"/>
              </w:rPr>
              <w:t>n</w:t>
            </w:r>
            <w:r w:rsidRPr="0025041C">
              <w:rPr>
                <w:rFonts w:ascii="Riojana" w:eastAsia="Arial" w:hAnsi="Riojana"/>
                <w:spacing w:val="3"/>
                <w:lang w:val="es-ES_tradnl"/>
              </w:rPr>
              <w:t>e</w:t>
            </w:r>
            <w:r w:rsidRPr="0025041C">
              <w:rPr>
                <w:rFonts w:ascii="Riojana" w:eastAsia="Arial" w:hAnsi="Riojana"/>
                <w:lang w:val="es-ES_tradnl"/>
              </w:rPr>
              <w:t>s té</w:t>
            </w:r>
            <w:r w:rsidRPr="0025041C">
              <w:rPr>
                <w:rFonts w:ascii="Riojana" w:eastAsia="Arial" w:hAnsi="Riojana"/>
                <w:spacing w:val="1"/>
                <w:lang w:val="es-ES_tradnl"/>
              </w:rPr>
              <w:t>c</w:t>
            </w:r>
            <w:r w:rsidRPr="0025041C">
              <w:rPr>
                <w:rFonts w:ascii="Riojana" w:eastAsia="Arial" w:hAnsi="Riojana"/>
                <w:lang w:val="es-ES_tradnl"/>
              </w:rPr>
              <w:t>n</w:t>
            </w:r>
            <w:r w:rsidRPr="0025041C">
              <w:rPr>
                <w:rFonts w:ascii="Riojana" w:eastAsia="Arial" w:hAnsi="Riojana"/>
                <w:spacing w:val="-1"/>
                <w:lang w:val="es-ES_tradnl"/>
              </w:rPr>
              <w:t>i</w:t>
            </w:r>
            <w:r w:rsidRPr="0025041C">
              <w:rPr>
                <w:rFonts w:ascii="Riojana" w:eastAsia="Arial" w:hAnsi="Riojana"/>
                <w:spacing w:val="1"/>
                <w:lang w:val="es-ES_tradnl"/>
              </w:rPr>
              <w:t>ca</w:t>
            </w:r>
            <w:r w:rsidRPr="0025041C">
              <w:rPr>
                <w:rFonts w:ascii="Riojana" w:eastAsia="Arial" w:hAnsi="Riojana"/>
                <w:lang w:val="es-ES_tradnl"/>
              </w:rPr>
              <w:t>s</w:t>
            </w:r>
            <w:r w:rsidRPr="0025041C">
              <w:rPr>
                <w:rFonts w:ascii="Riojana" w:eastAsia="Arial" w:hAnsi="Riojana"/>
                <w:spacing w:val="6"/>
                <w:lang w:val="es-ES_tradnl"/>
              </w:rPr>
              <w:t xml:space="preserve"> </w:t>
            </w:r>
            <w:r w:rsidRPr="0025041C">
              <w:rPr>
                <w:rFonts w:ascii="Riojana" w:eastAsia="Arial" w:hAnsi="Riojana"/>
                <w:spacing w:val="-1"/>
                <w:lang w:val="es-ES_tradnl"/>
              </w:rPr>
              <w:t>b</w:t>
            </w:r>
            <w:r w:rsidRPr="0025041C">
              <w:rPr>
                <w:rFonts w:ascii="Riojana" w:eastAsia="Arial" w:hAnsi="Riojana"/>
                <w:spacing w:val="1"/>
                <w:lang w:val="es-ES_tradnl"/>
              </w:rPr>
              <w:t>arr</w:t>
            </w:r>
            <w:r w:rsidRPr="0025041C">
              <w:rPr>
                <w:rFonts w:ascii="Riojana" w:eastAsia="Arial" w:hAnsi="Riojana"/>
                <w:spacing w:val="-1"/>
                <w:lang w:val="es-ES_tradnl"/>
              </w:rPr>
              <w:t>i</w:t>
            </w:r>
            <w:r w:rsidRPr="0025041C">
              <w:rPr>
                <w:rFonts w:ascii="Riojana" w:eastAsia="Arial" w:hAnsi="Riojana"/>
                <w:spacing w:val="3"/>
                <w:lang w:val="es-ES_tradnl"/>
              </w:rPr>
              <w:t>o</w:t>
            </w:r>
            <w:r w:rsidRPr="0025041C">
              <w:rPr>
                <w:rFonts w:ascii="Riojana" w:eastAsia="Arial" w:hAnsi="Riojana"/>
                <w:lang w:val="es-ES_tradnl"/>
              </w:rPr>
              <w:t>s</w:t>
            </w:r>
            <w:r w:rsidRPr="0025041C">
              <w:rPr>
                <w:rFonts w:ascii="Riojana" w:eastAsia="Arial" w:hAnsi="Riojana"/>
                <w:spacing w:val="1"/>
                <w:lang w:val="es-ES_tradnl"/>
              </w:rPr>
              <w:t xml:space="preserve"> </w:t>
            </w:r>
            <w:r w:rsidRPr="0025041C">
              <w:rPr>
                <w:rFonts w:ascii="Riojana" w:eastAsia="Arial" w:hAnsi="Riojana"/>
                <w:spacing w:val="-1"/>
                <w:lang w:val="es-ES_tradnl"/>
              </w:rPr>
              <w:t>d</w:t>
            </w:r>
            <w:r w:rsidRPr="0025041C">
              <w:rPr>
                <w:rFonts w:ascii="Riojana" w:eastAsia="Arial" w:hAnsi="Riojana"/>
                <w:lang w:val="es-ES_tradnl"/>
              </w:rPr>
              <w:t>e</w:t>
            </w:r>
            <w:r w:rsidRPr="0025041C">
              <w:rPr>
                <w:rFonts w:ascii="Riojana" w:eastAsia="Arial" w:hAnsi="Riojana"/>
                <w:spacing w:val="5"/>
                <w:lang w:val="es-ES_tradnl"/>
              </w:rPr>
              <w:t xml:space="preserve"> </w:t>
            </w:r>
            <w:r w:rsidRPr="0025041C">
              <w:rPr>
                <w:rFonts w:ascii="Riojana" w:eastAsia="Arial" w:hAnsi="Riojana"/>
                <w:spacing w:val="-1"/>
                <w:lang w:val="es-ES_tradnl"/>
              </w:rPr>
              <w:t>l</w:t>
            </w:r>
            <w:r w:rsidRPr="0025041C">
              <w:rPr>
                <w:rFonts w:ascii="Riojana" w:eastAsia="Arial" w:hAnsi="Riojana"/>
                <w:spacing w:val="1"/>
                <w:lang w:val="es-ES_tradnl"/>
              </w:rPr>
              <w:t>a</w:t>
            </w:r>
            <w:r w:rsidRPr="0025041C">
              <w:rPr>
                <w:rFonts w:ascii="Riojana" w:eastAsia="Arial" w:hAnsi="Riojana"/>
                <w:lang w:val="es-ES_tradnl"/>
              </w:rPr>
              <w:t>s</w:t>
            </w:r>
            <w:r w:rsidRPr="0025041C">
              <w:rPr>
                <w:rFonts w:ascii="Riojana" w:eastAsia="Arial" w:hAnsi="Riojana"/>
                <w:spacing w:val="-5"/>
                <w:lang w:val="es-ES_tradnl"/>
              </w:rPr>
              <w:t xml:space="preserve"> </w:t>
            </w:r>
            <w:r w:rsidRPr="0025041C">
              <w:rPr>
                <w:rFonts w:ascii="Riojana" w:eastAsia="Arial" w:hAnsi="Riojana"/>
                <w:lang w:val="es-ES_tradnl"/>
              </w:rPr>
              <w:t>bo</w:t>
            </w:r>
            <w:r w:rsidRPr="0025041C">
              <w:rPr>
                <w:rFonts w:ascii="Riojana" w:eastAsia="Arial" w:hAnsi="Riojana"/>
                <w:spacing w:val="2"/>
                <w:lang w:val="es-ES_tradnl"/>
              </w:rPr>
              <w:t>d</w:t>
            </w:r>
            <w:r w:rsidRPr="0025041C">
              <w:rPr>
                <w:rFonts w:ascii="Riojana" w:eastAsia="Arial" w:hAnsi="Riojana"/>
                <w:spacing w:val="1"/>
                <w:lang w:val="es-ES_tradnl"/>
              </w:rPr>
              <w:t>ega</w:t>
            </w:r>
            <w:r w:rsidRPr="0025041C">
              <w:rPr>
                <w:rFonts w:ascii="Riojana" w:eastAsia="Arial" w:hAnsi="Riojana"/>
                <w:lang w:val="es-ES_tradnl"/>
              </w:rPr>
              <w:t>s</w:t>
            </w:r>
            <w:r w:rsidRPr="0025041C">
              <w:rPr>
                <w:rFonts w:ascii="Riojana" w:eastAsia="Arial" w:hAnsi="Riojana"/>
                <w:spacing w:val="8"/>
                <w:lang w:val="es-ES_tradnl"/>
              </w:rPr>
              <w:t xml:space="preserve"> </w:t>
            </w:r>
            <w:r w:rsidRPr="0025041C">
              <w:rPr>
                <w:rFonts w:ascii="Riojana" w:eastAsia="Arial" w:hAnsi="Riojana"/>
                <w:spacing w:val="-1"/>
                <w:lang w:val="es-ES_tradnl"/>
              </w:rPr>
              <w:t>d</w:t>
            </w:r>
            <w:r w:rsidRPr="0025041C">
              <w:rPr>
                <w:rFonts w:ascii="Riojana" w:eastAsia="Arial" w:hAnsi="Riojana"/>
                <w:lang w:val="es-ES_tradnl"/>
              </w:rPr>
              <w:t>e</w:t>
            </w:r>
            <w:r w:rsidRPr="0025041C">
              <w:rPr>
                <w:rFonts w:ascii="Riojana" w:eastAsia="Arial" w:hAnsi="Riojana"/>
                <w:spacing w:val="3"/>
                <w:lang w:val="es-ES_tradnl"/>
              </w:rPr>
              <w:t xml:space="preserve"> </w:t>
            </w:r>
            <w:r w:rsidRPr="0025041C">
              <w:rPr>
                <w:rFonts w:ascii="Riojana" w:eastAsia="Arial" w:hAnsi="Riojana"/>
                <w:lang w:val="es-ES_tradnl"/>
              </w:rPr>
              <w:t>La</w:t>
            </w:r>
            <w:r w:rsidRPr="0025041C">
              <w:rPr>
                <w:rFonts w:ascii="Riojana" w:eastAsia="Arial" w:hAnsi="Riojana"/>
                <w:spacing w:val="-7"/>
                <w:lang w:val="es-ES_tradnl"/>
              </w:rPr>
              <w:t xml:space="preserve"> </w:t>
            </w:r>
            <w:r w:rsidRPr="0025041C">
              <w:rPr>
                <w:rFonts w:ascii="Riojana" w:eastAsia="Arial" w:hAnsi="Riojana"/>
                <w:lang w:val="es-ES_tradnl"/>
              </w:rPr>
              <w:t>R</w:t>
            </w:r>
            <w:r w:rsidRPr="0025041C">
              <w:rPr>
                <w:rFonts w:ascii="Riojana" w:eastAsia="Arial" w:hAnsi="Riojana"/>
                <w:spacing w:val="-1"/>
                <w:lang w:val="es-ES_tradnl"/>
              </w:rPr>
              <w:t>i</w:t>
            </w:r>
            <w:r w:rsidRPr="0025041C">
              <w:rPr>
                <w:rFonts w:ascii="Riojana" w:eastAsia="Arial" w:hAnsi="Riojana"/>
                <w:spacing w:val="3"/>
                <w:lang w:val="es-ES_tradnl"/>
              </w:rPr>
              <w:t>o</w:t>
            </w:r>
            <w:r w:rsidRPr="0025041C">
              <w:rPr>
                <w:rFonts w:ascii="Riojana" w:eastAsia="Arial" w:hAnsi="Riojana"/>
                <w:spacing w:val="-1"/>
                <w:lang w:val="es-ES_tradnl"/>
              </w:rPr>
              <w:t>j</w:t>
            </w:r>
            <w:r w:rsidRPr="0025041C">
              <w:rPr>
                <w:rFonts w:ascii="Riojana" w:eastAsia="Arial" w:hAnsi="Riojana"/>
                <w:lang w:val="es-ES_tradnl"/>
              </w:rPr>
              <w:t>a</w:t>
            </w:r>
            <w:r w:rsidRPr="0025041C">
              <w:rPr>
                <w:rFonts w:ascii="Riojana" w:eastAsia="Arial" w:hAnsi="Riojana"/>
                <w:spacing w:val="-11"/>
                <w:lang w:val="es-ES_tradnl"/>
              </w:rPr>
              <w:t xml:space="preserve"> </w:t>
            </w:r>
            <w:r w:rsidRPr="0025041C">
              <w:rPr>
                <w:rFonts w:ascii="Riojana" w:eastAsia="Arial" w:hAnsi="Riojana"/>
                <w:lang w:val="es-ES_tradnl"/>
              </w:rPr>
              <w:t>Fase VII</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60.000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lang w:val="es-ES_tradnl"/>
              </w:rPr>
            </w:pPr>
            <w:r w:rsidRPr="0025041C">
              <w:rPr>
                <w:rFonts w:ascii="Riojana" w:eastAsia="Arial" w:hAnsi="Riojana"/>
                <w:lang w:val="es-ES_tradnl"/>
              </w:rPr>
              <w:t>08.02.01.3321.780.02</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hAnsi="Riojana" w:cs="Arial"/>
              </w:rPr>
            </w:pPr>
            <w:r w:rsidRPr="0025041C">
              <w:rPr>
                <w:rFonts w:ascii="Riojana" w:hAnsi="Riojana"/>
              </w:rPr>
              <w:t>Parroquia Iglesia Imperial Santa María de Palacio de Logroño. Restauración Interior</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150.000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lang w:val="es-ES_tradnl"/>
              </w:rPr>
            </w:pPr>
            <w:r w:rsidRPr="0025041C">
              <w:rPr>
                <w:rFonts w:ascii="Riojana" w:eastAsia="Arial" w:hAnsi="Riojana"/>
                <w:lang w:val="es-ES_tradnl"/>
              </w:rPr>
              <w:t>08.02.01.3321.780.03</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hAnsi="Riojana" w:cs="Arial"/>
              </w:rPr>
            </w:pPr>
            <w:r w:rsidRPr="0025041C">
              <w:rPr>
                <w:rFonts w:ascii="Riojana" w:hAnsi="Riojana"/>
              </w:rPr>
              <w:t>Parroquia Iglesia Santiago El Real de Logroño. Fachada y bóvedas de capillas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150.000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lang w:val="es-ES_tradnl"/>
              </w:rPr>
            </w:pPr>
            <w:r w:rsidRPr="0025041C">
              <w:rPr>
                <w:rFonts w:ascii="Riojana" w:eastAsia="Arial" w:hAnsi="Riojana"/>
                <w:lang w:val="es-ES_tradnl"/>
              </w:rPr>
              <w:t>08.02.01.3321.780.04</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hAnsi="Riojana" w:cs="Arial"/>
              </w:rPr>
            </w:pPr>
            <w:r w:rsidRPr="0025041C">
              <w:rPr>
                <w:rFonts w:ascii="Riojana" w:hAnsi="Riojana"/>
              </w:rPr>
              <w:t>Parroquia Iglesia Santiago El Real de Logroño. Restauración  Retablo Mayor</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100.000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lang w:val="es-ES_tradnl"/>
              </w:rPr>
            </w:pPr>
            <w:r w:rsidRPr="0025041C">
              <w:rPr>
                <w:rFonts w:ascii="Riojana" w:eastAsia="Arial" w:hAnsi="Riojana"/>
                <w:lang w:val="es-ES_tradnl"/>
              </w:rPr>
              <w:t>08.02.01.3321.780.05</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hAnsi="Riojana" w:cs="Arial"/>
              </w:rPr>
            </w:pPr>
            <w:r w:rsidRPr="0025041C">
              <w:rPr>
                <w:rFonts w:ascii="Riojana" w:hAnsi="Riojana"/>
              </w:rPr>
              <w:t xml:space="preserve">Parroquia El Salvador de Ollauri. Restauración Órgano Iglesia </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100.000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spacing w:val="2"/>
                <w:lang w:val="es-ES_tradnl"/>
              </w:rPr>
              <w:t>1</w:t>
            </w:r>
            <w:r w:rsidRPr="0025041C">
              <w:rPr>
                <w:rFonts w:ascii="Riojana" w:eastAsia="Arial" w:hAnsi="Riojana"/>
                <w:lang w:val="es-ES_tradnl"/>
              </w:rPr>
              <w:t>.4</w:t>
            </w:r>
            <w:r w:rsidRPr="0025041C">
              <w:rPr>
                <w:rFonts w:ascii="Riojana" w:eastAsia="Arial" w:hAnsi="Riojana"/>
                <w:spacing w:val="1"/>
                <w:lang w:val="es-ES_tradnl"/>
              </w:rPr>
              <w:t>6</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lang w:val="es-ES_tradnl"/>
              </w:rPr>
              <w:t>.</w:t>
            </w:r>
            <w:r w:rsidRPr="0025041C">
              <w:rPr>
                <w:rFonts w:ascii="Riojana" w:eastAsia="Arial" w:hAnsi="Riojana"/>
                <w:spacing w:val="3"/>
                <w:lang w:val="es-ES_tradnl"/>
              </w:rPr>
              <w:t>461</w:t>
            </w:r>
            <w:r w:rsidRPr="0025041C">
              <w:rPr>
                <w:rFonts w:ascii="Riojana" w:eastAsia="Arial" w:hAnsi="Riojana"/>
                <w:spacing w:val="2"/>
                <w:lang w:val="es-ES_tradnl"/>
              </w:rPr>
              <w:t>.</w:t>
            </w:r>
            <w:r w:rsidRPr="0025041C">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lang w:val="es-ES_tradnl"/>
              </w:rPr>
            </w:pPr>
            <w:r w:rsidRPr="0025041C">
              <w:rPr>
                <w:rFonts w:ascii="Riojana" w:eastAsia="Arial" w:hAnsi="Riojana"/>
                <w:lang w:val="es-ES_tradnl"/>
              </w:rPr>
              <w:t>Ayuntamiento de Nalda. Excavaciones arqueológicas ladera este del Castillo</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60.000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spacing w:val="2"/>
                <w:lang w:val="es-ES_tradnl"/>
              </w:rPr>
              <w:t>1</w:t>
            </w:r>
            <w:r w:rsidRPr="0025041C">
              <w:rPr>
                <w:rFonts w:ascii="Riojana" w:eastAsia="Arial" w:hAnsi="Riojana"/>
                <w:lang w:val="es-ES_tradnl"/>
              </w:rPr>
              <w:t>.4</w:t>
            </w:r>
            <w:r w:rsidRPr="0025041C">
              <w:rPr>
                <w:rFonts w:ascii="Riojana" w:eastAsia="Arial" w:hAnsi="Riojana"/>
                <w:spacing w:val="1"/>
                <w:lang w:val="es-ES_tradnl"/>
              </w:rPr>
              <w:t>6</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lang w:val="es-ES_tradnl"/>
              </w:rPr>
              <w:t>.</w:t>
            </w:r>
            <w:r w:rsidRPr="0025041C">
              <w:rPr>
                <w:rFonts w:ascii="Riojana" w:eastAsia="Arial" w:hAnsi="Riojana"/>
                <w:spacing w:val="3"/>
                <w:lang w:val="es-ES_tradnl"/>
              </w:rPr>
              <w:t>4</w:t>
            </w:r>
            <w:r w:rsidRPr="0025041C">
              <w:rPr>
                <w:rFonts w:ascii="Riojana" w:eastAsia="Arial" w:hAnsi="Riojana"/>
                <w:lang w:val="es-ES_tradnl"/>
              </w:rPr>
              <w:t>8</w:t>
            </w:r>
            <w:r w:rsidRPr="0025041C">
              <w:rPr>
                <w:rFonts w:ascii="Riojana" w:eastAsia="Arial" w:hAnsi="Riojana"/>
                <w:spacing w:val="-1"/>
                <w:lang w:val="es-ES_tradnl"/>
              </w:rPr>
              <w:t>0</w:t>
            </w:r>
            <w:r w:rsidRPr="0025041C">
              <w:rPr>
                <w:rFonts w:ascii="Riojana" w:eastAsia="Arial" w:hAnsi="Riojana"/>
                <w:spacing w:val="2"/>
                <w:lang w:val="es-ES_tradnl"/>
              </w:rPr>
              <w:t>.</w:t>
            </w:r>
            <w:r w:rsidRPr="0025041C">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A</w:t>
            </w:r>
            <w:r w:rsidRPr="0025041C">
              <w:rPr>
                <w:rFonts w:ascii="Riojana" w:eastAsia="Arial" w:hAnsi="Riojana"/>
                <w:spacing w:val="-1"/>
                <w:lang w:val="es-ES_tradnl"/>
              </w:rPr>
              <w:t>s</w:t>
            </w:r>
            <w:r w:rsidRPr="0025041C">
              <w:rPr>
                <w:rFonts w:ascii="Riojana" w:eastAsia="Arial" w:hAnsi="Riojana"/>
                <w:spacing w:val="1"/>
                <w:lang w:val="es-ES_tradnl"/>
              </w:rPr>
              <w:t>ociación</w:t>
            </w:r>
            <w:r w:rsidRPr="0025041C">
              <w:rPr>
                <w:rFonts w:ascii="Riojana" w:eastAsia="Arial" w:hAnsi="Riojana"/>
                <w:spacing w:val="48"/>
                <w:lang w:val="es-ES_tradnl"/>
              </w:rPr>
              <w:t xml:space="preserve"> </w:t>
            </w:r>
            <w:r w:rsidRPr="0025041C">
              <w:rPr>
                <w:rFonts w:ascii="Riojana" w:eastAsia="Arial" w:hAnsi="Riojana"/>
                <w:lang w:val="es-ES_tradnl"/>
              </w:rPr>
              <w:t>A</w:t>
            </w:r>
            <w:r w:rsidRPr="0025041C">
              <w:rPr>
                <w:rFonts w:ascii="Riojana" w:eastAsia="Arial" w:hAnsi="Riojana"/>
                <w:spacing w:val="1"/>
                <w:lang w:val="es-ES_tradnl"/>
              </w:rPr>
              <w:t>m</w:t>
            </w:r>
            <w:r w:rsidRPr="0025041C">
              <w:rPr>
                <w:rFonts w:ascii="Riojana" w:eastAsia="Arial" w:hAnsi="Riojana"/>
                <w:lang w:val="es-ES_tradnl"/>
              </w:rPr>
              <w:t>i</w:t>
            </w:r>
            <w:r w:rsidRPr="0025041C">
              <w:rPr>
                <w:rFonts w:ascii="Riojana" w:eastAsia="Arial" w:hAnsi="Riojana"/>
                <w:spacing w:val="1"/>
                <w:lang w:val="es-ES_tradnl"/>
              </w:rPr>
              <w:t>g</w:t>
            </w:r>
            <w:r w:rsidRPr="0025041C">
              <w:rPr>
                <w:rFonts w:ascii="Riojana" w:eastAsia="Arial" w:hAnsi="Riojana"/>
                <w:spacing w:val="3"/>
                <w:lang w:val="es-ES_tradnl"/>
              </w:rPr>
              <w:t>o</w:t>
            </w:r>
            <w:r w:rsidRPr="0025041C">
              <w:rPr>
                <w:rFonts w:ascii="Riojana" w:eastAsia="Arial" w:hAnsi="Riojana"/>
                <w:lang w:val="es-ES_tradnl"/>
              </w:rPr>
              <w:t>s</w:t>
            </w:r>
            <w:r w:rsidRPr="0025041C">
              <w:rPr>
                <w:rFonts w:ascii="Riojana" w:eastAsia="Arial" w:hAnsi="Riojana"/>
                <w:spacing w:val="47"/>
                <w:lang w:val="es-ES_tradnl"/>
              </w:rPr>
              <w:t xml:space="preserve"> </w:t>
            </w:r>
            <w:r w:rsidRPr="0025041C">
              <w:rPr>
                <w:rFonts w:ascii="Riojana" w:eastAsia="Arial" w:hAnsi="Riojana"/>
                <w:lang w:val="es-ES_tradnl"/>
              </w:rPr>
              <w:t>de</w:t>
            </w:r>
            <w:r w:rsidRPr="0025041C">
              <w:rPr>
                <w:rFonts w:ascii="Riojana" w:eastAsia="Arial" w:hAnsi="Riojana"/>
                <w:spacing w:val="53"/>
                <w:lang w:val="es-ES_tradnl"/>
              </w:rPr>
              <w:t xml:space="preserve"> </w:t>
            </w:r>
            <w:r w:rsidRPr="0025041C">
              <w:rPr>
                <w:rFonts w:ascii="Riojana" w:eastAsia="Arial" w:hAnsi="Riojana"/>
                <w:spacing w:val="-1"/>
                <w:lang w:val="es-ES_tradnl"/>
              </w:rPr>
              <w:t>l</w:t>
            </w:r>
            <w:r w:rsidRPr="0025041C">
              <w:rPr>
                <w:rFonts w:ascii="Riojana" w:eastAsia="Arial" w:hAnsi="Riojana"/>
                <w:lang w:val="es-ES_tradnl"/>
              </w:rPr>
              <w:t>a</w:t>
            </w:r>
            <w:r w:rsidRPr="0025041C">
              <w:rPr>
                <w:rFonts w:ascii="Riojana" w:eastAsia="Arial" w:hAnsi="Riojana"/>
                <w:spacing w:val="44"/>
                <w:lang w:val="es-ES_tradnl"/>
              </w:rPr>
              <w:t xml:space="preserve"> </w:t>
            </w:r>
            <w:r w:rsidRPr="0025041C">
              <w:rPr>
                <w:rFonts w:ascii="Riojana" w:eastAsia="Arial" w:hAnsi="Riojana"/>
                <w:spacing w:val="2"/>
                <w:lang w:val="es-ES_tradnl"/>
              </w:rPr>
              <w:t>H</w:t>
            </w:r>
            <w:r w:rsidRPr="0025041C">
              <w:rPr>
                <w:rFonts w:ascii="Riojana" w:eastAsia="Arial" w:hAnsi="Riojana"/>
                <w:spacing w:val="-1"/>
                <w:lang w:val="es-ES_tradnl"/>
              </w:rPr>
              <w:t>is</w:t>
            </w:r>
            <w:r w:rsidRPr="0025041C">
              <w:rPr>
                <w:rFonts w:ascii="Riojana" w:eastAsia="Arial" w:hAnsi="Riojana"/>
                <w:lang w:val="es-ES_tradnl"/>
              </w:rPr>
              <w:t>t</w:t>
            </w:r>
            <w:r w:rsidRPr="0025041C">
              <w:rPr>
                <w:rFonts w:ascii="Riojana" w:eastAsia="Arial" w:hAnsi="Riojana"/>
                <w:spacing w:val="3"/>
                <w:lang w:val="es-ES_tradnl"/>
              </w:rPr>
              <w:t>o</w:t>
            </w:r>
            <w:r w:rsidRPr="0025041C">
              <w:rPr>
                <w:rFonts w:ascii="Riojana" w:eastAsia="Arial" w:hAnsi="Riojana"/>
                <w:spacing w:val="1"/>
                <w:lang w:val="es-ES_tradnl"/>
              </w:rPr>
              <w:t>r</w:t>
            </w:r>
            <w:r w:rsidRPr="0025041C">
              <w:rPr>
                <w:rFonts w:ascii="Riojana" w:eastAsia="Arial" w:hAnsi="Riojana"/>
                <w:spacing w:val="-1"/>
                <w:lang w:val="es-ES_tradnl"/>
              </w:rPr>
              <w:t>i</w:t>
            </w:r>
            <w:r w:rsidRPr="0025041C">
              <w:rPr>
                <w:rFonts w:ascii="Riojana" w:eastAsia="Arial" w:hAnsi="Riojana"/>
                <w:lang w:val="es-ES_tradnl"/>
              </w:rPr>
              <w:t>a</w:t>
            </w:r>
            <w:r w:rsidRPr="0025041C">
              <w:rPr>
                <w:rFonts w:ascii="Riojana" w:eastAsia="Arial" w:hAnsi="Riojana"/>
                <w:spacing w:val="50"/>
                <w:lang w:val="es-ES_tradnl"/>
              </w:rPr>
              <w:t xml:space="preserve"> </w:t>
            </w:r>
            <w:r w:rsidRPr="0025041C">
              <w:rPr>
                <w:rFonts w:ascii="Riojana" w:eastAsia="Arial" w:hAnsi="Riojana"/>
                <w:lang w:val="es-ES_tradnl"/>
              </w:rPr>
              <w:t>N</w:t>
            </w:r>
            <w:r w:rsidRPr="0025041C">
              <w:rPr>
                <w:rFonts w:ascii="Riojana" w:eastAsia="Arial" w:hAnsi="Riojana"/>
                <w:spacing w:val="1"/>
                <w:lang w:val="es-ES_tradnl"/>
              </w:rPr>
              <w:t>a</w:t>
            </w:r>
            <w:r w:rsidRPr="0025041C">
              <w:rPr>
                <w:rFonts w:ascii="Riojana" w:eastAsia="Arial" w:hAnsi="Riojana"/>
                <w:spacing w:val="-1"/>
                <w:lang w:val="es-ES_tradnl"/>
              </w:rPr>
              <w:t>j</w:t>
            </w:r>
            <w:r w:rsidRPr="0025041C">
              <w:rPr>
                <w:rFonts w:ascii="Riojana" w:eastAsia="Arial" w:hAnsi="Riojana"/>
                <w:spacing w:val="1"/>
                <w:lang w:val="es-ES_tradnl"/>
              </w:rPr>
              <w:t>er</w:t>
            </w:r>
            <w:r w:rsidRPr="0025041C">
              <w:rPr>
                <w:rFonts w:ascii="Riojana" w:eastAsia="Arial" w:hAnsi="Riojana"/>
                <w:spacing w:val="-1"/>
                <w:lang w:val="es-ES_tradnl"/>
              </w:rPr>
              <w:t>i</w:t>
            </w:r>
            <w:r w:rsidRPr="0025041C">
              <w:rPr>
                <w:rFonts w:ascii="Riojana" w:eastAsia="Arial" w:hAnsi="Riojana"/>
                <w:spacing w:val="1"/>
                <w:lang w:val="es-ES_tradnl"/>
              </w:rPr>
              <w:t>l</w:t>
            </w:r>
            <w:r w:rsidRPr="0025041C">
              <w:rPr>
                <w:rFonts w:ascii="Riojana" w:eastAsia="Arial" w:hAnsi="Riojana"/>
                <w:spacing w:val="-1"/>
                <w:lang w:val="es-ES_tradnl"/>
              </w:rPr>
              <w:t>l</w:t>
            </w:r>
            <w:r w:rsidRPr="0025041C">
              <w:rPr>
                <w:rFonts w:ascii="Riojana" w:eastAsia="Arial" w:hAnsi="Riojana"/>
                <w:spacing w:val="1"/>
                <w:lang w:val="es-ES_tradnl"/>
              </w:rPr>
              <w:t>e</w:t>
            </w:r>
            <w:r w:rsidRPr="0025041C">
              <w:rPr>
                <w:rFonts w:ascii="Riojana" w:eastAsia="Arial" w:hAnsi="Riojana"/>
                <w:lang w:val="es-ES_tradnl"/>
              </w:rPr>
              <w:t>n</w:t>
            </w:r>
            <w:r w:rsidRPr="0025041C">
              <w:rPr>
                <w:rFonts w:ascii="Riojana" w:eastAsia="Arial" w:hAnsi="Riojana"/>
                <w:spacing w:val="-2"/>
                <w:lang w:val="es-ES_tradnl"/>
              </w:rPr>
              <w:t>s</w:t>
            </w:r>
            <w:r w:rsidRPr="0025041C">
              <w:rPr>
                <w:rFonts w:ascii="Riojana" w:eastAsia="Arial" w:hAnsi="Riojana"/>
                <w:spacing w:val="1"/>
                <w:lang w:val="es-ES_tradnl"/>
              </w:rPr>
              <w:t>e</w:t>
            </w:r>
            <w:r w:rsidRPr="0025041C">
              <w:rPr>
                <w:rFonts w:ascii="Riojana" w:eastAsia="Arial" w:hAnsi="Riojana"/>
                <w:lang w:val="es-ES_tradnl"/>
              </w:rPr>
              <w:t>.</w:t>
            </w:r>
            <w:r w:rsidRPr="0025041C">
              <w:rPr>
                <w:rFonts w:ascii="Riojana" w:eastAsia="Arial" w:hAnsi="Riojana"/>
                <w:spacing w:val="26"/>
                <w:lang w:val="es-ES_tradnl"/>
              </w:rPr>
              <w:t xml:space="preserve"> </w:t>
            </w:r>
            <w:r w:rsidRPr="0025041C">
              <w:rPr>
                <w:rFonts w:ascii="Riojana" w:eastAsia="Arial" w:hAnsi="Riojana"/>
                <w:lang w:val="es-ES_tradnl"/>
              </w:rPr>
              <w:t>S</w:t>
            </w:r>
            <w:r w:rsidRPr="0025041C">
              <w:rPr>
                <w:rFonts w:ascii="Riojana" w:eastAsia="Arial" w:hAnsi="Riojana"/>
                <w:spacing w:val="1"/>
                <w:lang w:val="es-ES_tradnl"/>
              </w:rPr>
              <w:t>e</w:t>
            </w:r>
            <w:r w:rsidRPr="0025041C">
              <w:rPr>
                <w:rFonts w:ascii="Riojana" w:eastAsia="Arial" w:hAnsi="Riojana"/>
                <w:lang w:val="es-ES_tradnl"/>
              </w:rPr>
              <w:t>m</w:t>
            </w:r>
            <w:r w:rsidRPr="0025041C">
              <w:rPr>
                <w:rFonts w:ascii="Riojana" w:eastAsia="Arial" w:hAnsi="Riojana"/>
                <w:spacing w:val="1"/>
                <w:lang w:val="es-ES_tradnl"/>
              </w:rPr>
              <w:t>a</w:t>
            </w:r>
            <w:r w:rsidRPr="0025041C">
              <w:rPr>
                <w:rFonts w:ascii="Riojana" w:eastAsia="Arial" w:hAnsi="Riojana"/>
                <w:lang w:val="es-ES_tradnl"/>
              </w:rPr>
              <w:t>na</w:t>
            </w:r>
            <w:r w:rsidRPr="0025041C">
              <w:rPr>
                <w:rFonts w:ascii="Riojana" w:eastAsia="Arial" w:hAnsi="Riojana"/>
                <w:spacing w:val="31"/>
                <w:lang w:val="es-ES_tradnl"/>
              </w:rPr>
              <w:t xml:space="preserve"> </w:t>
            </w:r>
            <w:r w:rsidRPr="0025041C">
              <w:rPr>
                <w:rFonts w:ascii="Riojana" w:eastAsia="Arial" w:hAnsi="Riojana"/>
                <w:lang w:val="es-ES_tradnl"/>
              </w:rPr>
              <w:t>de</w:t>
            </w:r>
            <w:r w:rsidRPr="0025041C">
              <w:rPr>
                <w:rFonts w:ascii="Riojana" w:eastAsia="Arial" w:hAnsi="Riojana"/>
                <w:spacing w:val="50"/>
                <w:lang w:val="es-ES_tradnl"/>
              </w:rPr>
              <w:t xml:space="preserve"> </w:t>
            </w:r>
            <w:r w:rsidRPr="0025041C">
              <w:rPr>
                <w:rFonts w:ascii="Riojana" w:eastAsia="Arial" w:hAnsi="Riojana"/>
                <w:spacing w:val="1"/>
                <w:w w:val="96"/>
                <w:lang w:val="es-ES_tradnl"/>
              </w:rPr>
              <w:t>e</w:t>
            </w:r>
            <w:r w:rsidRPr="0025041C">
              <w:rPr>
                <w:rFonts w:ascii="Riojana" w:eastAsia="Arial" w:hAnsi="Riojana"/>
                <w:spacing w:val="-1"/>
                <w:w w:val="99"/>
                <w:lang w:val="es-ES_tradnl"/>
              </w:rPr>
              <w:t>s</w:t>
            </w:r>
            <w:r w:rsidRPr="0025041C">
              <w:rPr>
                <w:rFonts w:ascii="Riojana" w:eastAsia="Arial" w:hAnsi="Riojana"/>
                <w:w w:val="104"/>
                <w:lang w:val="es-ES_tradnl"/>
              </w:rPr>
              <w:t>t</w:t>
            </w:r>
            <w:r w:rsidRPr="0025041C">
              <w:rPr>
                <w:rFonts w:ascii="Riojana" w:eastAsia="Arial" w:hAnsi="Riojana"/>
                <w:spacing w:val="2"/>
                <w:w w:val="104"/>
                <w:lang w:val="es-ES_tradnl"/>
              </w:rPr>
              <w:t>u</w:t>
            </w:r>
            <w:r w:rsidRPr="0025041C">
              <w:rPr>
                <w:rFonts w:ascii="Riojana" w:eastAsia="Arial" w:hAnsi="Riojana"/>
                <w:w w:val="104"/>
                <w:lang w:val="es-ES_tradnl"/>
              </w:rPr>
              <w:t>d</w:t>
            </w:r>
            <w:r w:rsidRPr="0025041C">
              <w:rPr>
                <w:rFonts w:ascii="Riojana" w:eastAsia="Arial" w:hAnsi="Riojana"/>
                <w:spacing w:val="-2"/>
                <w:w w:val="104"/>
                <w:lang w:val="es-ES_tradnl"/>
              </w:rPr>
              <w:t>i</w:t>
            </w:r>
            <w:r w:rsidRPr="0025041C">
              <w:rPr>
                <w:rFonts w:ascii="Riojana" w:eastAsia="Arial" w:hAnsi="Riojana"/>
                <w:spacing w:val="3"/>
                <w:w w:val="102"/>
                <w:lang w:val="es-ES_tradnl"/>
              </w:rPr>
              <w:t>o</w:t>
            </w:r>
            <w:r w:rsidRPr="0025041C">
              <w:rPr>
                <w:rFonts w:ascii="Riojana" w:eastAsia="Arial" w:hAnsi="Riojana"/>
                <w:w w:val="99"/>
                <w:lang w:val="es-ES_tradnl"/>
              </w:rPr>
              <w:t xml:space="preserve">s </w:t>
            </w:r>
            <w:r w:rsidRPr="0025041C">
              <w:rPr>
                <w:rFonts w:ascii="Riojana" w:eastAsia="Arial" w:hAnsi="Riojana"/>
                <w:lang w:val="es-ES_tradnl"/>
              </w:rPr>
              <w:t>m</w:t>
            </w:r>
            <w:r w:rsidRPr="0025041C">
              <w:rPr>
                <w:rFonts w:ascii="Riojana" w:eastAsia="Arial" w:hAnsi="Riojana"/>
                <w:spacing w:val="1"/>
                <w:lang w:val="es-ES_tradnl"/>
              </w:rPr>
              <w:t>e</w:t>
            </w:r>
            <w:r w:rsidRPr="0025041C">
              <w:rPr>
                <w:rFonts w:ascii="Riojana" w:eastAsia="Arial" w:hAnsi="Riojana"/>
                <w:lang w:val="es-ES_tradnl"/>
              </w:rPr>
              <w:t>d</w:t>
            </w:r>
            <w:r w:rsidRPr="0025041C">
              <w:rPr>
                <w:rFonts w:ascii="Riojana" w:eastAsia="Arial" w:hAnsi="Riojana"/>
                <w:spacing w:val="-2"/>
                <w:lang w:val="es-ES_tradnl"/>
              </w:rPr>
              <w:t>i</w:t>
            </w:r>
            <w:r w:rsidRPr="0025041C">
              <w:rPr>
                <w:rFonts w:ascii="Riojana" w:eastAsia="Arial" w:hAnsi="Riojana"/>
                <w:spacing w:val="1"/>
                <w:lang w:val="es-ES_tradnl"/>
              </w:rPr>
              <w:t>e</w:t>
            </w:r>
            <w:r w:rsidRPr="0025041C">
              <w:rPr>
                <w:rFonts w:ascii="Riojana" w:eastAsia="Arial" w:hAnsi="Riojana"/>
                <w:spacing w:val="-1"/>
                <w:lang w:val="es-ES_tradnl"/>
              </w:rPr>
              <w:t>v</w:t>
            </w:r>
            <w:r w:rsidRPr="0025041C">
              <w:rPr>
                <w:rFonts w:ascii="Riojana" w:eastAsia="Arial" w:hAnsi="Riojana"/>
                <w:spacing w:val="1"/>
                <w:lang w:val="es-ES_tradnl"/>
              </w:rPr>
              <w:t>a</w:t>
            </w:r>
            <w:r w:rsidRPr="0025041C">
              <w:rPr>
                <w:rFonts w:ascii="Riojana" w:eastAsia="Arial" w:hAnsi="Riojana"/>
                <w:spacing w:val="-1"/>
                <w:lang w:val="es-ES_tradnl"/>
              </w:rPr>
              <w:t>l</w:t>
            </w:r>
            <w:r w:rsidRPr="0025041C">
              <w:rPr>
                <w:rFonts w:ascii="Riojana" w:eastAsia="Arial" w:hAnsi="Riojana"/>
                <w:spacing w:val="3"/>
                <w:lang w:val="es-ES_tradnl"/>
              </w:rPr>
              <w:t>e</w:t>
            </w:r>
            <w:r w:rsidRPr="0025041C">
              <w:rPr>
                <w:rFonts w:ascii="Riojana" w:eastAsia="Arial" w:hAnsi="Riojana"/>
                <w:lang w:val="es-ES_tradnl"/>
              </w:rPr>
              <w:t>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6.840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3.</w:t>
            </w:r>
            <w:r w:rsidRPr="0025041C">
              <w:rPr>
                <w:rFonts w:ascii="Riojana" w:eastAsia="Arial" w:hAnsi="Riojana"/>
                <w:spacing w:val="-1"/>
                <w:lang w:val="es-ES_tradnl"/>
              </w:rPr>
              <w:t>3</w:t>
            </w:r>
            <w:r w:rsidRPr="0025041C">
              <w:rPr>
                <w:rFonts w:ascii="Riojana" w:eastAsia="Arial" w:hAnsi="Riojana"/>
                <w:spacing w:val="2"/>
                <w:lang w:val="es-ES_tradnl"/>
              </w:rPr>
              <w:t>4</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4</w:t>
            </w:r>
            <w:r w:rsidRPr="0025041C">
              <w:rPr>
                <w:rFonts w:ascii="Riojana" w:eastAsia="Arial" w:hAnsi="Riojana"/>
                <w:lang w:val="es-ES_tradnl"/>
              </w:rPr>
              <w:t>9</w:t>
            </w:r>
            <w:r w:rsidRPr="0025041C">
              <w:rPr>
                <w:rFonts w:ascii="Riojana" w:eastAsia="Arial" w:hAnsi="Riojana"/>
                <w:spacing w:val="2"/>
                <w:lang w:val="es-ES_tradnl"/>
              </w:rPr>
              <w:t>.</w:t>
            </w:r>
            <w:r w:rsidRPr="0025041C">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Un</w:t>
            </w:r>
            <w:r w:rsidRPr="0025041C">
              <w:rPr>
                <w:rFonts w:ascii="Riojana" w:eastAsia="Arial" w:hAnsi="Riojana"/>
                <w:spacing w:val="1"/>
                <w:lang w:val="es-ES_tradnl"/>
              </w:rPr>
              <w:t>i</w:t>
            </w:r>
            <w:r w:rsidRPr="0025041C">
              <w:rPr>
                <w:rFonts w:ascii="Riojana" w:eastAsia="Arial" w:hAnsi="Riojana"/>
                <w:spacing w:val="-1"/>
                <w:lang w:val="es-ES_tradnl"/>
              </w:rPr>
              <w:t>v</w:t>
            </w:r>
            <w:r w:rsidRPr="0025041C">
              <w:rPr>
                <w:rFonts w:ascii="Riojana" w:eastAsia="Arial" w:hAnsi="Riojana"/>
                <w:spacing w:val="1"/>
                <w:lang w:val="es-ES_tradnl"/>
              </w:rPr>
              <w:t>er</w:t>
            </w:r>
            <w:r w:rsidRPr="0025041C">
              <w:rPr>
                <w:rFonts w:ascii="Riojana" w:eastAsia="Arial" w:hAnsi="Riojana"/>
                <w:spacing w:val="-1"/>
                <w:lang w:val="es-ES_tradnl"/>
              </w:rPr>
              <w:t>s</w:t>
            </w:r>
            <w:r w:rsidRPr="0025041C">
              <w:rPr>
                <w:rFonts w:ascii="Riojana" w:eastAsia="Arial" w:hAnsi="Riojana"/>
                <w:spacing w:val="1"/>
                <w:lang w:val="es-ES_tradnl"/>
              </w:rPr>
              <w:t>i</w:t>
            </w:r>
            <w:r w:rsidRPr="0025041C">
              <w:rPr>
                <w:rFonts w:ascii="Riojana" w:eastAsia="Arial" w:hAnsi="Riojana"/>
                <w:lang w:val="es-ES_tradnl"/>
              </w:rPr>
              <w:t>dad</w:t>
            </w:r>
            <w:r w:rsidRPr="0025041C">
              <w:rPr>
                <w:rFonts w:ascii="Riojana" w:eastAsia="Arial" w:hAnsi="Riojana"/>
                <w:spacing w:val="-2"/>
                <w:lang w:val="es-ES_tradnl"/>
              </w:rPr>
              <w:t xml:space="preserve"> </w:t>
            </w:r>
            <w:r w:rsidRPr="0025041C">
              <w:rPr>
                <w:rFonts w:ascii="Riojana" w:eastAsia="Arial" w:hAnsi="Riojana"/>
                <w:lang w:val="es-ES_tradnl"/>
              </w:rPr>
              <w:t>de</w:t>
            </w:r>
            <w:r w:rsidRPr="0025041C">
              <w:rPr>
                <w:rFonts w:ascii="Riojana" w:eastAsia="Arial" w:hAnsi="Riojana"/>
                <w:spacing w:val="2"/>
                <w:lang w:val="es-ES_tradnl"/>
              </w:rPr>
              <w:t xml:space="preserve"> </w:t>
            </w:r>
            <w:r w:rsidRPr="0025041C">
              <w:rPr>
                <w:rFonts w:ascii="Riojana" w:eastAsia="Arial" w:hAnsi="Riojana"/>
                <w:lang w:val="es-ES_tradnl"/>
              </w:rPr>
              <w:t>La</w:t>
            </w:r>
            <w:r w:rsidRPr="0025041C">
              <w:rPr>
                <w:rFonts w:ascii="Riojana" w:eastAsia="Arial" w:hAnsi="Riojana"/>
                <w:spacing w:val="-6"/>
                <w:lang w:val="es-ES_tradnl"/>
              </w:rPr>
              <w:t xml:space="preserve"> </w:t>
            </w:r>
            <w:r w:rsidRPr="0025041C">
              <w:rPr>
                <w:rFonts w:ascii="Riojana" w:eastAsia="Arial" w:hAnsi="Riojana"/>
                <w:lang w:val="es-ES_tradnl"/>
              </w:rPr>
              <w:t>R</w:t>
            </w:r>
            <w:r w:rsidRPr="0025041C">
              <w:rPr>
                <w:rFonts w:ascii="Riojana" w:eastAsia="Arial" w:hAnsi="Riojana"/>
                <w:spacing w:val="-1"/>
                <w:lang w:val="es-ES_tradnl"/>
              </w:rPr>
              <w:t>i</w:t>
            </w:r>
            <w:r w:rsidRPr="0025041C">
              <w:rPr>
                <w:rFonts w:ascii="Riojana" w:eastAsia="Arial" w:hAnsi="Riojana"/>
                <w:spacing w:val="3"/>
                <w:lang w:val="es-ES_tradnl"/>
              </w:rPr>
              <w:t>o</w:t>
            </w:r>
            <w:r w:rsidRPr="0025041C">
              <w:rPr>
                <w:rFonts w:ascii="Riojana" w:eastAsia="Arial" w:hAnsi="Riojana"/>
                <w:spacing w:val="-1"/>
                <w:lang w:val="es-ES_tradnl"/>
              </w:rPr>
              <w:t>j</w:t>
            </w:r>
            <w:r w:rsidRPr="0025041C">
              <w:rPr>
                <w:rFonts w:ascii="Riojana" w:eastAsia="Arial" w:hAnsi="Riojana"/>
                <w:spacing w:val="1"/>
                <w:lang w:val="es-ES_tradnl"/>
              </w:rPr>
              <w:t>a</w:t>
            </w:r>
            <w:r w:rsidRPr="0025041C">
              <w:rPr>
                <w:rFonts w:ascii="Riojana" w:eastAsia="Arial" w:hAnsi="Riojana"/>
                <w:lang w:val="es-ES_tradnl"/>
              </w:rPr>
              <w:t>.</w:t>
            </w:r>
            <w:r w:rsidRPr="0025041C">
              <w:rPr>
                <w:rFonts w:ascii="Riojana" w:eastAsia="Arial" w:hAnsi="Riojana"/>
                <w:spacing w:val="-13"/>
                <w:lang w:val="es-ES_tradnl"/>
              </w:rPr>
              <w:t xml:space="preserve"> </w:t>
            </w:r>
            <w:r w:rsidRPr="0025041C">
              <w:rPr>
                <w:rFonts w:ascii="Riojana" w:eastAsia="Arial" w:hAnsi="Riojana"/>
                <w:lang w:val="es-ES_tradnl"/>
              </w:rPr>
              <w:t>P</w:t>
            </w:r>
            <w:r w:rsidRPr="0025041C">
              <w:rPr>
                <w:rFonts w:ascii="Riojana" w:eastAsia="Arial" w:hAnsi="Riojana"/>
                <w:spacing w:val="1"/>
                <w:lang w:val="es-ES_tradnl"/>
              </w:rPr>
              <w:t>ro</w:t>
            </w:r>
            <w:r w:rsidRPr="0025041C">
              <w:rPr>
                <w:rFonts w:ascii="Riojana" w:eastAsia="Arial" w:hAnsi="Riojana"/>
                <w:lang w:val="es-ES_tradnl"/>
              </w:rPr>
              <w:t>m</w:t>
            </w:r>
            <w:r w:rsidRPr="0025041C">
              <w:rPr>
                <w:rFonts w:ascii="Riojana" w:eastAsia="Arial" w:hAnsi="Riojana"/>
                <w:spacing w:val="1"/>
                <w:lang w:val="es-ES_tradnl"/>
              </w:rPr>
              <w:t>oc</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n</w:t>
            </w:r>
            <w:r w:rsidRPr="0025041C">
              <w:rPr>
                <w:rFonts w:ascii="Riojana" w:eastAsia="Arial" w:hAnsi="Riojana"/>
                <w:spacing w:val="8"/>
                <w:lang w:val="es-ES_tradnl"/>
              </w:rPr>
              <w:t xml:space="preserve"> </w:t>
            </w:r>
            <w:r w:rsidRPr="0025041C">
              <w:rPr>
                <w:rFonts w:ascii="Riojana" w:eastAsia="Arial" w:hAnsi="Riojana"/>
                <w:spacing w:val="-2"/>
                <w:lang w:val="es-ES_tradnl"/>
              </w:rPr>
              <w:t>D</w:t>
            </w:r>
            <w:r w:rsidRPr="0025041C">
              <w:rPr>
                <w:rFonts w:ascii="Riojana" w:eastAsia="Arial" w:hAnsi="Riojana"/>
                <w:spacing w:val="1"/>
                <w:lang w:val="es-ES_tradnl"/>
              </w:rPr>
              <w:t>e</w:t>
            </w:r>
            <w:r w:rsidRPr="0025041C">
              <w:rPr>
                <w:rFonts w:ascii="Riojana" w:eastAsia="Arial" w:hAnsi="Riojana"/>
                <w:lang w:val="es-ES_tradnl"/>
              </w:rPr>
              <w:t>po</w:t>
            </w:r>
            <w:r w:rsidRPr="0025041C">
              <w:rPr>
                <w:rFonts w:ascii="Riojana" w:eastAsia="Arial" w:hAnsi="Riojana"/>
                <w:spacing w:val="1"/>
                <w:lang w:val="es-ES_tradnl"/>
              </w:rPr>
              <w:t>r</w:t>
            </w:r>
            <w:r w:rsidRPr="0025041C">
              <w:rPr>
                <w:rFonts w:ascii="Riojana" w:eastAsia="Arial" w:hAnsi="Riojana"/>
                <w:lang w:val="es-ES_tradnl"/>
              </w:rPr>
              <w:t>te</w:t>
            </w:r>
            <w:r w:rsidRPr="0025041C">
              <w:rPr>
                <w:rFonts w:ascii="Riojana" w:eastAsia="Arial" w:hAnsi="Riojana"/>
                <w:spacing w:val="2"/>
                <w:lang w:val="es-ES_tradnl"/>
              </w:rPr>
              <w:t xml:space="preserve"> </w:t>
            </w:r>
            <w:r w:rsidRPr="0025041C">
              <w:rPr>
                <w:rFonts w:ascii="Riojana" w:eastAsia="Arial" w:hAnsi="Riojana"/>
                <w:lang w:val="es-ES_tradnl"/>
              </w:rPr>
              <w:t>U</w:t>
            </w:r>
            <w:r w:rsidRPr="0025041C">
              <w:rPr>
                <w:rFonts w:ascii="Riojana" w:eastAsia="Arial" w:hAnsi="Riojana"/>
                <w:spacing w:val="2"/>
                <w:lang w:val="es-ES_tradnl"/>
              </w:rPr>
              <w:t>n</w:t>
            </w:r>
            <w:r w:rsidRPr="0025041C">
              <w:rPr>
                <w:rFonts w:ascii="Riojana" w:eastAsia="Arial" w:hAnsi="Riojana"/>
                <w:spacing w:val="1"/>
                <w:lang w:val="es-ES_tradnl"/>
              </w:rPr>
              <w:t>i</w:t>
            </w:r>
            <w:r w:rsidRPr="0025041C">
              <w:rPr>
                <w:rFonts w:ascii="Riojana" w:eastAsia="Arial" w:hAnsi="Riojana"/>
                <w:spacing w:val="-1"/>
                <w:lang w:val="es-ES_tradnl"/>
              </w:rPr>
              <w:t>v</w:t>
            </w:r>
            <w:r w:rsidRPr="0025041C">
              <w:rPr>
                <w:rFonts w:ascii="Riojana" w:eastAsia="Arial" w:hAnsi="Riojana"/>
                <w:spacing w:val="1"/>
                <w:lang w:val="es-ES_tradnl"/>
              </w:rPr>
              <w:t>er</w:t>
            </w:r>
            <w:r w:rsidRPr="0025041C">
              <w:rPr>
                <w:rFonts w:ascii="Riojana" w:eastAsia="Arial" w:hAnsi="Riojana"/>
                <w:spacing w:val="-1"/>
                <w:lang w:val="es-ES_tradnl"/>
              </w:rPr>
              <w:t>s</w:t>
            </w:r>
            <w:r w:rsidRPr="0025041C">
              <w:rPr>
                <w:rFonts w:ascii="Riojana" w:eastAsia="Arial" w:hAnsi="Riojana"/>
                <w:spacing w:val="1"/>
                <w:lang w:val="es-ES_tradnl"/>
              </w:rPr>
              <w:t>i</w:t>
            </w:r>
            <w:r w:rsidRPr="0025041C">
              <w:rPr>
                <w:rFonts w:ascii="Riojana" w:eastAsia="Arial" w:hAnsi="Riojana"/>
                <w:spacing w:val="2"/>
                <w:lang w:val="es-ES_tradnl"/>
              </w:rPr>
              <w:t>t</w:t>
            </w:r>
            <w:r w:rsidRPr="0025041C">
              <w:rPr>
                <w:rFonts w:ascii="Riojana" w:eastAsia="Arial" w:hAnsi="Riojana"/>
                <w:spacing w:val="1"/>
                <w:lang w:val="es-ES_tradnl"/>
              </w:rPr>
              <w:t>ar</w:t>
            </w:r>
            <w:r w:rsidRPr="0025041C">
              <w:rPr>
                <w:rFonts w:ascii="Riojana" w:eastAsia="Arial" w:hAnsi="Riojana"/>
                <w:spacing w:val="-1"/>
                <w:lang w:val="es-ES_tradnl"/>
              </w:rPr>
              <w:t>i</w:t>
            </w:r>
            <w:r w:rsidRPr="0025041C">
              <w:rPr>
                <w:rFonts w:ascii="Riojana" w:eastAsia="Arial" w:hAnsi="Riojana"/>
                <w:lang w:val="es-ES_tradnl"/>
              </w:rPr>
              <w:t>o</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30.000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lang w:val="es-ES_tradnl"/>
              </w:rPr>
            </w:pPr>
            <w:r w:rsidRPr="0025041C">
              <w:rPr>
                <w:rFonts w:ascii="Riojana" w:eastAsia="Arial" w:hAnsi="Riojana"/>
                <w:position w:val="-1"/>
                <w:lang w:val="es-ES_tradnl"/>
              </w:rPr>
              <w:t>08.</w:t>
            </w:r>
            <w:r w:rsidRPr="0025041C">
              <w:rPr>
                <w:rFonts w:ascii="Riojana" w:eastAsia="Arial" w:hAnsi="Riojana"/>
                <w:spacing w:val="2"/>
                <w:position w:val="-1"/>
                <w:lang w:val="es-ES_tradnl"/>
              </w:rPr>
              <w:t>0</w:t>
            </w:r>
            <w:r w:rsidRPr="0025041C">
              <w:rPr>
                <w:rFonts w:ascii="Riojana" w:eastAsia="Arial" w:hAnsi="Riojana"/>
                <w:position w:val="-1"/>
                <w:lang w:val="es-ES_tradnl"/>
              </w:rPr>
              <w:t>3.</w:t>
            </w:r>
            <w:r w:rsidRPr="0025041C">
              <w:rPr>
                <w:rFonts w:ascii="Riojana" w:eastAsia="Arial" w:hAnsi="Riojana"/>
                <w:spacing w:val="-1"/>
                <w:position w:val="-1"/>
                <w:lang w:val="es-ES_tradnl"/>
              </w:rPr>
              <w:t>3</w:t>
            </w:r>
            <w:r w:rsidRPr="0025041C">
              <w:rPr>
                <w:rFonts w:ascii="Riojana" w:eastAsia="Arial" w:hAnsi="Riojana"/>
                <w:spacing w:val="2"/>
                <w:position w:val="-1"/>
                <w:lang w:val="es-ES_tradnl"/>
              </w:rPr>
              <w:t>4</w:t>
            </w:r>
            <w:r w:rsidRPr="0025041C">
              <w:rPr>
                <w:rFonts w:ascii="Riojana" w:eastAsia="Arial" w:hAnsi="Riojana"/>
                <w:position w:val="-1"/>
                <w:lang w:val="es-ES_tradnl"/>
              </w:rPr>
              <w:t>1</w:t>
            </w:r>
            <w:r w:rsidRPr="0025041C">
              <w:rPr>
                <w:rFonts w:ascii="Riojana" w:eastAsia="Arial" w:hAnsi="Riojana"/>
                <w:spacing w:val="-1"/>
                <w:position w:val="-1"/>
                <w:lang w:val="es-ES_tradnl"/>
              </w:rPr>
              <w:t>1</w:t>
            </w:r>
            <w:r w:rsidRPr="0025041C">
              <w:rPr>
                <w:rFonts w:ascii="Riojana" w:eastAsia="Arial" w:hAnsi="Riojana"/>
                <w:spacing w:val="2"/>
                <w:position w:val="-1"/>
                <w:lang w:val="es-ES_tradnl"/>
              </w:rPr>
              <w:t>.</w:t>
            </w:r>
            <w:r w:rsidRPr="0025041C">
              <w:rPr>
                <w:rFonts w:ascii="Riojana" w:eastAsia="Arial" w:hAnsi="Riojana"/>
                <w:position w:val="-1"/>
                <w:lang w:val="es-ES_tradnl"/>
              </w:rPr>
              <w:t>4</w:t>
            </w:r>
            <w:r w:rsidRPr="0025041C">
              <w:rPr>
                <w:rFonts w:ascii="Riojana" w:eastAsia="Arial" w:hAnsi="Riojana"/>
                <w:spacing w:val="-1"/>
                <w:position w:val="-1"/>
                <w:lang w:val="es-ES_tradnl"/>
              </w:rPr>
              <w:t>7</w:t>
            </w:r>
            <w:r w:rsidRPr="0025041C">
              <w:rPr>
                <w:rFonts w:ascii="Riojana" w:eastAsia="Arial" w:hAnsi="Riojana"/>
                <w:position w:val="-1"/>
                <w:lang w:val="es-ES_tradnl"/>
              </w:rPr>
              <w:t>0</w:t>
            </w:r>
            <w:r w:rsidRPr="0025041C">
              <w:rPr>
                <w:rFonts w:ascii="Riojana" w:eastAsia="Arial" w:hAnsi="Riojana"/>
                <w:spacing w:val="2"/>
                <w:position w:val="-1"/>
                <w:lang w:val="es-ES_tradnl"/>
              </w:rPr>
              <w:t>.</w:t>
            </w:r>
            <w:r w:rsidRPr="0025041C">
              <w:rPr>
                <w:rFonts w:ascii="Riojana" w:eastAsia="Arial" w:hAnsi="Riojana"/>
                <w:position w:val="-1"/>
                <w:lang w:val="es-ES_tradnl"/>
              </w:rPr>
              <w:t>01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position w:val="-1"/>
                <w:lang w:val="es-ES_tradnl"/>
              </w:rPr>
              <w:t>Un</w:t>
            </w:r>
            <w:r w:rsidRPr="0025041C">
              <w:rPr>
                <w:rFonts w:ascii="Riojana" w:eastAsia="Arial" w:hAnsi="Riojana"/>
                <w:spacing w:val="-1"/>
                <w:position w:val="-1"/>
                <w:lang w:val="es-ES_tradnl"/>
              </w:rPr>
              <w:t>i</w:t>
            </w:r>
            <w:r w:rsidRPr="0025041C">
              <w:rPr>
                <w:rFonts w:ascii="Riojana" w:eastAsia="Arial" w:hAnsi="Riojana"/>
                <w:spacing w:val="1"/>
                <w:position w:val="-1"/>
                <w:lang w:val="es-ES_tradnl"/>
              </w:rPr>
              <w:t>ó</w:t>
            </w:r>
            <w:r w:rsidRPr="0025041C">
              <w:rPr>
                <w:rFonts w:ascii="Riojana" w:eastAsia="Arial" w:hAnsi="Riojana"/>
                <w:position w:val="-1"/>
                <w:lang w:val="es-ES_tradnl"/>
              </w:rPr>
              <w:t>n</w:t>
            </w:r>
            <w:r w:rsidRPr="0025041C">
              <w:rPr>
                <w:rFonts w:ascii="Riojana" w:eastAsia="Arial" w:hAnsi="Riojana"/>
                <w:spacing w:val="-1"/>
                <w:position w:val="-1"/>
                <w:lang w:val="es-ES_tradnl"/>
              </w:rPr>
              <w:t xml:space="preserve"> D</w:t>
            </w:r>
            <w:r w:rsidRPr="0025041C">
              <w:rPr>
                <w:rFonts w:ascii="Riojana" w:eastAsia="Arial" w:hAnsi="Riojana"/>
                <w:spacing w:val="1"/>
                <w:position w:val="-1"/>
                <w:lang w:val="es-ES_tradnl"/>
              </w:rPr>
              <w:t>e</w:t>
            </w:r>
            <w:r w:rsidRPr="0025041C">
              <w:rPr>
                <w:rFonts w:ascii="Riojana" w:eastAsia="Arial" w:hAnsi="Riojana"/>
                <w:position w:val="-1"/>
                <w:lang w:val="es-ES_tradnl"/>
              </w:rPr>
              <w:t>po</w:t>
            </w:r>
            <w:r w:rsidRPr="0025041C">
              <w:rPr>
                <w:rFonts w:ascii="Riojana" w:eastAsia="Arial" w:hAnsi="Riojana"/>
                <w:spacing w:val="1"/>
                <w:position w:val="-1"/>
                <w:lang w:val="es-ES_tradnl"/>
              </w:rPr>
              <w:t>r</w:t>
            </w:r>
            <w:r w:rsidRPr="0025041C">
              <w:rPr>
                <w:rFonts w:ascii="Riojana" w:eastAsia="Arial" w:hAnsi="Riojana"/>
                <w:spacing w:val="2"/>
                <w:position w:val="-1"/>
                <w:lang w:val="es-ES_tradnl"/>
              </w:rPr>
              <w:t>t</w:t>
            </w:r>
            <w:r w:rsidRPr="0025041C">
              <w:rPr>
                <w:rFonts w:ascii="Riojana" w:eastAsia="Arial" w:hAnsi="Riojana"/>
                <w:spacing w:val="-1"/>
                <w:position w:val="-1"/>
                <w:lang w:val="es-ES_tradnl"/>
              </w:rPr>
              <w:t>iv</w:t>
            </w:r>
            <w:r w:rsidRPr="0025041C">
              <w:rPr>
                <w:rFonts w:ascii="Riojana" w:eastAsia="Arial" w:hAnsi="Riojana"/>
                <w:position w:val="-1"/>
                <w:lang w:val="es-ES_tradnl"/>
              </w:rPr>
              <w:t>a</w:t>
            </w:r>
            <w:r w:rsidRPr="0025041C">
              <w:rPr>
                <w:rFonts w:ascii="Riojana" w:eastAsia="Arial" w:hAnsi="Riojana"/>
                <w:spacing w:val="2"/>
                <w:position w:val="-1"/>
                <w:lang w:val="es-ES_tradnl"/>
              </w:rPr>
              <w:t xml:space="preserve"> </w:t>
            </w:r>
            <w:r w:rsidRPr="0025041C">
              <w:rPr>
                <w:rFonts w:ascii="Riojana" w:eastAsia="Arial" w:hAnsi="Riojana"/>
                <w:position w:val="-1"/>
                <w:lang w:val="es-ES_tradnl"/>
              </w:rPr>
              <w:t>Lo</w:t>
            </w:r>
            <w:r w:rsidRPr="0025041C">
              <w:rPr>
                <w:rFonts w:ascii="Riojana" w:eastAsia="Arial" w:hAnsi="Riojana"/>
                <w:spacing w:val="1"/>
                <w:position w:val="-1"/>
                <w:lang w:val="es-ES_tradnl"/>
              </w:rPr>
              <w:t>gro</w:t>
            </w:r>
            <w:r w:rsidRPr="0025041C">
              <w:rPr>
                <w:rFonts w:ascii="Riojana" w:eastAsia="Arial" w:hAnsi="Riojana"/>
                <w:position w:val="-1"/>
                <w:lang w:val="es-ES_tradnl"/>
              </w:rPr>
              <w:t>ñés S.</w:t>
            </w:r>
            <w:r w:rsidRPr="0025041C">
              <w:rPr>
                <w:rFonts w:ascii="Riojana" w:eastAsia="Arial" w:hAnsi="Riojana"/>
                <w:spacing w:val="1"/>
                <w:position w:val="-1"/>
                <w:lang w:val="es-ES_tradnl"/>
              </w:rPr>
              <w:t>A.</w:t>
            </w:r>
            <w:r w:rsidRPr="0025041C">
              <w:rPr>
                <w:rFonts w:ascii="Riojana" w:eastAsia="Arial" w:hAnsi="Riojana"/>
                <w:spacing w:val="3"/>
                <w:position w:val="-1"/>
                <w:lang w:val="es-ES_tradnl"/>
              </w:rPr>
              <w:t>D.</w:t>
            </w:r>
            <w:r w:rsidRPr="0025041C">
              <w:rPr>
                <w:rFonts w:ascii="Riojana" w:eastAsia="Arial" w:hAnsi="Riojana"/>
                <w:spacing w:val="-16"/>
                <w:position w:val="-1"/>
                <w:lang w:val="es-ES_tradnl"/>
              </w:rPr>
              <w:t xml:space="preserve"> </w:t>
            </w:r>
            <w:r w:rsidRPr="0025041C">
              <w:rPr>
                <w:rFonts w:ascii="Riojana" w:eastAsia="Arial" w:hAnsi="Riojana"/>
                <w:position w:val="-1"/>
                <w:lang w:val="es-ES_tradnl"/>
              </w:rPr>
              <w:t>P</w:t>
            </w:r>
            <w:r w:rsidRPr="0025041C">
              <w:rPr>
                <w:rFonts w:ascii="Riojana" w:eastAsia="Arial" w:hAnsi="Riojana"/>
                <w:spacing w:val="3"/>
                <w:position w:val="-1"/>
                <w:lang w:val="es-ES_tradnl"/>
              </w:rPr>
              <w:t>r</w:t>
            </w:r>
            <w:r w:rsidRPr="0025041C">
              <w:rPr>
                <w:rFonts w:ascii="Riojana" w:eastAsia="Arial" w:hAnsi="Riojana"/>
                <w:spacing w:val="-1"/>
                <w:position w:val="-1"/>
                <w:lang w:val="es-ES_tradnl"/>
              </w:rPr>
              <w:t>i</w:t>
            </w:r>
            <w:r w:rsidRPr="0025041C">
              <w:rPr>
                <w:rFonts w:ascii="Riojana" w:eastAsia="Arial" w:hAnsi="Riojana"/>
                <w:position w:val="-1"/>
                <w:lang w:val="es-ES_tradnl"/>
              </w:rPr>
              <w:t>m</w:t>
            </w:r>
            <w:r w:rsidRPr="0025041C">
              <w:rPr>
                <w:rFonts w:ascii="Riojana" w:eastAsia="Arial" w:hAnsi="Riojana"/>
                <w:spacing w:val="1"/>
                <w:position w:val="-1"/>
                <w:lang w:val="es-ES_tradnl"/>
              </w:rPr>
              <w:t>er</w:t>
            </w:r>
            <w:r w:rsidRPr="0025041C">
              <w:rPr>
                <w:rFonts w:ascii="Riojana" w:eastAsia="Arial" w:hAnsi="Riojana"/>
                <w:position w:val="-1"/>
                <w:lang w:val="es-ES_tradnl"/>
              </w:rPr>
              <w:t>a</w:t>
            </w:r>
            <w:r w:rsidRPr="0025041C">
              <w:rPr>
                <w:rFonts w:ascii="Riojana" w:eastAsia="Arial" w:hAnsi="Riojana"/>
                <w:spacing w:val="-13"/>
                <w:position w:val="-1"/>
                <w:lang w:val="es-ES_tradnl"/>
              </w:rPr>
              <w:t xml:space="preserve"> </w:t>
            </w:r>
            <w:r w:rsidRPr="0025041C">
              <w:rPr>
                <w:rFonts w:ascii="Riojana" w:eastAsia="Arial" w:hAnsi="Riojana"/>
                <w:position w:val="-1"/>
                <w:lang w:val="es-ES_tradnl"/>
              </w:rPr>
              <w:t>Federación</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135.000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3.</w:t>
            </w:r>
            <w:r w:rsidRPr="0025041C">
              <w:rPr>
                <w:rFonts w:ascii="Riojana" w:eastAsia="Arial" w:hAnsi="Riojana"/>
                <w:spacing w:val="-1"/>
                <w:lang w:val="es-ES_tradnl"/>
              </w:rPr>
              <w:t>3</w:t>
            </w:r>
            <w:r w:rsidRPr="0025041C">
              <w:rPr>
                <w:rFonts w:ascii="Riojana" w:eastAsia="Arial" w:hAnsi="Riojana"/>
                <w:spacing w:val="2"/>
                <w:lang w:val="es-ES_tradnl"/>
              </w:rPr>
              <w:t>4</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7</w:t>
            </w:r>
            <w:r w:rsidRPr="0025041C">
              <w:rPr>
                <w:rFonts w:ascii="Riojana" w:eastAsia="Arial" w:hAnsi="Riojana"/>
                <w:lang w:val="es-ES_tradnl"/>
              </w:rPr>
              <w:t>0</w:t>
            </w:r>
            <w:r w:rsidRPr="0025041C">
              <w:rPr>
                <w:rFonts w:ascii="Riojana" w:eastAsia="Arial" w:hAnsi="Riojana"/>
                <w:spacing w:val="2"/>
                <w:lang w:val="es-ES_tradnl"/>
              </w:rPr>
              <w:t>.</w:t>
            </w:r>
            <w:r w:rsidRPr="0025041C">
              <w:rPr>
                <w:rFonts w:ascii="Riojana" w:eastAsia="Arial" w:hAnsi="Riojana"/>
                <w:lang w:val="es-ES_tradnl"/>
              </w:rPr>
              <w:t>02</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R</w:t>
            </w:r>
            <w:r w:rsidRPr="0025041C">
              <w:rPr>
                <w:rFonts w:ascii="Riojana" w:eastAsia="Arial" w:hAnsi="Riojana"/>
                <w:spacing w:val="-1"/>
                <w:lang w:val="es-ES_tradnl"/>
              </w:rPr>
              <w:t>í</w:t>
            </w:r>
            <w:r w:rsidRPr="0025041C">
              <w:rPr>
                <w:rFonts w:ascii="Riojana" w:eastAsia="Arial" w:hAnsi="Riojana"/>
                <w:lang w:val="es-ES_tradnl"/>
              </w:rPr>
              <w:t>o</w:t>
            </w:r>
            <w:r w:rsidRPr="0025041C">
              <w:rPr>
                <w:rFonts w:ascii="Riojana" w:eastAsia="Arial" w:hAnsi="Riojana"/>
                <w:spacing w:val="-18"/>
                <w:lang w:val="es-ES_tradnl"/>
              </w:rPr>
              <w:t xml:space="preserve"> </w:t>
            </w:r>
            <w:r w:rsidRPr="0025041C">
              <w:rPr>
                <w:rFonts w:ascii="Riojana" w:eastAsia="Arial" w:hAnsi="Riojana"/>
                <w:lang w:val="es-ES_tradnl"/>
              </w:rPr>
              <w:t>Spo</w:t>
            </w:r>
            <w:r w:rsidRPr="0025041C">
              <w:rPr>
                <w:rFonts w:ascii="Riojana" w:eastAsia="Arial" w:hAnsi="Riojana"/>
                <w:spacing w:val="1"/>
                <w:lang w:val="es-ES_tradnl"/>
              </w:rPr>
              <w:t>r</w:t>
            </w:r>
            <w:r w:rsidRPr="0025041C">
              <w:rPr>
                <w:rFonts w:ascii="Riojana" w:eastAsia="Arial" w:hAnsi="Riojana"/>
                <w:lang w:val="es-ES_tradnl"/>
              </w:rPr>
              <w:t>t</w:t>
            </w:r>
            <w:r w:rsidRPr="0025041C">
              <w:rPr>
                <w:rFonts w:ascii="Riojana" w:eastAsia="Arial" w:hAnsi="Riojana"/>
                <w:spacing w:val="10"/>
                <w:lang w:val="es-ES_tradnl"/>
              </w:rPr>
              <w:t xml:space="preserve"> </w:t>
            </w:r>
            <w:r w:rsidRPr="0025041C">
              <w:rPr>
                <w:rFonts w:ascii="Riojana" w:eastAsia="Arial" w:hAnsi="Riojana"/>
                <w:spacing w:val="1"/>
                <w:lang w:val="es-ES_tradnl"/>
              </w:rPr>
              <w:t>2</w:t>
            </w:r>
            <w:r w:rsidRPr="0025041C">
              <w:rPr>
                <w:rFonts w:ascii="Riojana" w:eastAsia="Arial" w:hAnsi="Riojana"/>
                <w:lang w:val="es-ES_tradnl"/>
              </w:rPr>
              <w:t>0</w:t>
            </w:r>
            <w:r w:rsidRPr="0025041C">
              <w:rPr>
                <w:rFonts w:ascii="Riojana" w:eastAsia="Arial" w:hAnsi="Riojana"/>
                <w:spacing w:val="-1"/>
                <w:lang w:val="es-ES_tradnl"/>
              </w:rPr>
              <w:t>1</w:t>
            </w:r>
            <w:r w:rsidRPr="0025041C">
              <w:rPr>
                <w:rFonts w:ascii="Riojana" w:eastAsia="Arial" w:hAnsi="Riojana"/>
                <w:lang w:val="es-ES_tradnl"/>
              </w:rPr>
              <w:t>6</w:t>
            </w:r>
            <w:r w:rsidRPr="0025041C">
              <w:rPr>
                <w:rFonts w:ascii="Riojana" w:eastAsia="Arial" w:hAnsi="Riojana"/>
                <w:spacing w:val="-2"/>
                <w:lang w:val="es-ES_tradnl"/>
              </w:rPr>
              <w:t xml:space="preserve"> </w:t>
            </w:r>
            <w:r w:rsidRPr="0025041C">
              <w:rPr>
                <w:rFonts w:ascii="Riojana" w:eastAsia="Arial" w:hAnsi="Riojana"/>
                <w:lang w:val="es-ES_tradnl"/>
              </w:rPr>
              <w:t>S.L.</w:t>
            </w:r>
            <w:r w:rsidRPr="0025041C">
              <w:rPr>
                <w:rFonts w:ascii="Riojana" w:eastAsia="Arial" w:hAnsi="Riojana"/>
                <w:spacing w:val="-7"/>
                <w:lang w:val="es-ES_tradnl"/>
              </w:rPr>
              <w:t xml:space="preserve"> </w:t>
            </w:r>
            <w:r w:rsidRPr="0025041C">
              <w:rPr>
                <w:rFonts w:ascii="Riojana" w:eastAsia="Arial" w:hAnsi="Riojana"/>
                <w:lang w:val="es-ES_tradnl"/>
              </w:rPr>
              <w:t>P</w:t>
            </w:r>
            <w:r w:rsidRPr="0025041C">
              <w:rPr>
                <w:rFonts w:ascii="Riojana" w:eastAsia="Arial" w:hAnsi="Riojana"/>
                <w:spacing w:val="1"/>
                <w:lang w:val="es-ES_tradnl"/>
              </w:rPr>
              <w:t>r</w:t>
            </w:r>
            <w:r w:rsidRPr="0025041C">
              <w:rPr>
                <w:rFonts w:ascii="Riojana" w:eastAsia="Arial" w:hAnsi="Riojana"/>
                <w:lang w:val="es-ES_tradnl"/>
              </w:rPr>
              <w:t>u</w:t>
            </w:r>
            <w:r w:rsidRPr="0025041C">
              <w:rPr>
                <w:rFonts w:ascii="Riojana" w:eastAsia="Arial" w:hAnsi="Riojana"/>
                <w:spacing w:val="3"/>
                <w:lang w:val="es-ES_tradnl"/>
              </w:rPr>
              <w:t>e</w:t>
            </w:r>
            <w:r w:rsidRPr="0025041C">
              <w:rPr>
                <w:rFonts w:ascii="Riojana" w:eastAsia="Arial" w:hAnsi="Riojana"/>
                <w:lang w:val="es-ES_tradnl"/>
              </w:rPr>
              <w:t>bas</w:t>
            </w:r>
            <w:r w:rsidRPr="0025041C">
              <w:rPr>
                <w:rFonts w:ascii="Riojana" w:eastAsia="Arial" w:hAnsi="Riojana"/>
                <w:spacing w:val="-14"/>
                <w:lang w:val="es-ES_tradnl"/>
              </w:rPr>
              <w:t xml:space="preserve"> </w:t>
            </w:r>
            <w:r w:rsidRPr="0025041C">
              <w:rPr>
                <w:rFonts w:ascii="Riojana" w:eastAsia="Arial" w:hAnsi="Riojana"/>
                <w:spacing w:val="-1"/>
                <w:lang w:val="es-ES_tradnl"/>
              </w:rPr>
              <w:t>d</w:t>
            </w:r>
            <w:r w:rsidRPr="0025041C">
              <w:rPr>
                <w:rFonts w:ascii="Riojana" w:eastAsia="Arial" w:hAnsi="Riojana"/>
                <w:spacing w:val="1"/>
                <w:lang w:val="es-ES_tradnl"/>
              </w:rPr>
              <w:t>e</w:t>
            </w:r>
            <w:r w:rsidRPr="0025041C">
              <w:rPr>
                <w:rFonts w:ascii="Riojana" w:eastAsia="Arial" w:hAnsi="Riojana"/>
                <w:lang w:val="es-ES_tradnl"/>
              </w:rPr>
              <w:t>po</w:t>
            </w:r>
            <w:r w:rsidRPr="0025041C">
              <w:rPr>
                <w:rFonts w:ascii="Riojana" w:eastAsia="Arial" w:hAnsi="Riojana"/>
                <w:spacing w:val="1"/>
                <w:lang w:val="es-ES_tradnl"/>
              </w:rPr>
              <w:t>r</w:t>
            </w:r>
            <w:r w:rsidRPr="0025041C">
              <w:rPr>
                <w:rFonts w:ascii="Riojana" w:eastAsia="Arial" w:hAnsi="Riojana"/>
                <w:spacing w:val="2"/>
                <w:lang w:val="es-ES_tradnl"/>
              </w:rPr>
              <w:t>t</w:t>
            </w:r>
            <w:r w:rsidRPr="0025041C">
              <w:rPr>
                <w:rFonts w:ascii="Riojana" w:eastAsia="Arial" w:hAnsi="Riojana"/>
                <w:spacing w:val="-1"/>
                <w:lang w:val="es-ES_tradnl"/>
              </w:rPr>
              <w:t>iv</w:t>
            </w:r>
            <w:r w:rsidRPr="0025041C">
              <w:rPr>
                <w:rFonts w:ascii="Riojana" w:eastAsia="Arial" w:hAnsi="Riojana"/>
                <w:spacing w:val="3"/>
                <w:lang w:val="es-ES_tradnl"/>
              </w:rPr>
              <w:t>a</w:t>
            </w:r>
            <w:r w:rsidRPr="0025041C">
              <w:rPr>
                <w:rFonts w:ascii="Riojana" w:eastAsia="Arial" w:hAnsi="Riojana"/>
                <w:lang w:val="es-ES_tradnl"/>
              </w:rPr>
              <w:t>s</w:t>
            </w:r>
            <w:r w:rsidRPr="0025041C">
              <w:rPr>
                <w:rFonts w:ascii="Riojana" w:eastAsia="Arial" w:hAnsi="Riojana"/>
                <w:spacing w:val="10"/>
                <w:lang w:val="es-ES_tradnl"/>
              </w:rPr>
              <w:t xml:space="preserve"> </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85.000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3.</w:t>
            </w:r>
            <w:r w:rsidRPr="0025041C">
              <w:rPr>
                <w:rFonts w:ascii="Riojana" w:eastAsia="Arial" w:hAnsi="Riojana"/>
                <w:spacing w:val="-1"/>
                <w:lang w:val="es-ES_tradnl"/>
              </w:rPr>
              <w:t>3</w:t>
            </w:r>
            <w:r w:rsidRPr="0025041C">
              <w:rPr>
                <w:rFonts w:ascii="Riojana" w:eastAsia="Arial" w:hAnsi="Riojana"/>
                <w:spacing w:val="2"/>
                <w:lang w:val="es-ES_tradnl"/>
              </w:rPr>
              <w:t>4</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0</w:t>
            </w:r>
            <w:r w:rsidRPr="0025041C">
              <w:rPr>
                <w:rFonts w:ascii="Riojana" w:eastAsia="Arial" w:hAnsi="Riojana"/>
                <w:spacing w:val="2"/>
                <w:lang w:val="es-ES_tradnl"/>
              </w:rPr>
              <w:t>.</w:t>
            </w:r>
            <w:r w:rsidRPr="0025041C">
              <w:rPr>
                <w:rFonts w:ascii="Riojana" w:eastAsia="Arial" w:hAnsi="Riojana"/>
                <w:lang w:val="es-ES_tradnl"/>
              </w:rPr>
              <w:t>04</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C</w:t>
            </w:r>
            <w:r w:rsidRPr="0025041C">
              <w:rPr>
                <w:rFonts w:ascii="Riojana" w:eastAsia="Arial" w:hAnsi="Riojana"/>
                <w:spacing w:val="-1"/>
                <w:lang w:val="es-ES_tradnl"/>
              </w:rPr>
              <w:t>l</w:t>
            </w:r>
            <w:r w:rsidRPr="0025041C">
              <w:rPr>
                <w:rFonts w:ascii="Riojana" w:eastAsia="Arial" w:hAnsi="Riojana"/>
                <w:lang w:val="es-ES_tradnl"/>
              </w:rPr>
              <w:t>ub</w:t>
            </w:r>
            <w:r w:rsidRPr="0025041C">
              <w:rPr>
                <w:rFonts w:ascii="Riojana" w:eastAsia="Arial" w:hAnsi="Riojana"/>
                <w:spacing w:val="4"/>
                <w:lang w:val="es-ES_tradnl"/>
              </w:rPr>
              <w:t xml:space="preserve"> </w:t>
            </w:r>
            <w:r w:rsidRPr="0025041C">
              <w:rPr>
                <w:rFonts w:ascii="Riojana" w:eastAsia="Arial" w:hAnsi="Riojana"/>
                <w:lang w:val="es-ES_tradnl"/>
              </w:rPr>
              <w:t>B</w:t>
            </w:r>
            <w:r w:rsidRPr="0025041C">
              <w:rPr>
                <w:rFonts w:ascii="Riojana" w:eastAsia="Arial" w:hAnsi="Riojana"/>
                <w:spacing w:val="1"/>
                <w:lang w:val="es-ES_tradnl"/>
              </w:rPr>
              <w:t>a</w:t>
            </w:r>
            <w:r w:rsidRPr="0025041C">
              <w:rPr>
                <w:rFonts w:ascii="Riojana" w:eastAsia="Arial" w:hAnsi="Riojana"/>
                <w:spacing w:val="-1"/>
                <w:lang w:val="es-ES_tradnl"/>
              </w:rPr>
              <w:t>l</w:t>
            </w:r>
            <w:r w:rsidRPr="0025041C">
              <w:rPr>
                <w:rFonts w:ascii="Riojana" w:eastAsia="Arial" w:hAnsi="Riojana"/>
                <w:spacing w:val="1"/>
                <w:lang w:val="es-ES_tradnl"/>
              </w:rPr>
              <w:t>o</w:t>
            </w:r>
            <w:r w:rsidRPr="0025041C">
              <w:rPr>
                <w:rFonts w:ascii="Riojana" w:eastAsia="Arial" w:hAnsi="Riojana"/>
                <w:lang w:val="es-ES_tradnl"/>
              </w:rPr>
              <w:t>nm</w:t>
            </w:r>
            <w:r w:rsidRPr="0025041C">
              <w:rPr>
                <w:rFonts w:ascii="Riojana" w:eastAsia="Arial" w:hAnsi="Riojana"/>
                <w:spacing w:val="1"/>
                <w:lang w:val="es-ES_tradnl"/>
              </w:rPr>
              <w:t>a</w:t>
            </w:r>
            <w:r w:rsidRPr="0025041C">
              <w:rPr>
                <w:rFonts w:ascii="Riojana" w:eastAsia="Arial" w:hAnsi="Riojana"/>
                <w:lang w:val="es-ES_tradnl"/>
              </w:rPr>
              <w:t>no</w:t>
            </w:r>
            <w:r w:rsidRPr="0025041C">
              <w:rPr>
                <w:rFonts w:ascii="Riojana" w:eastAsia="Arial" w:hAnsi="Riojana"/>
                <w:spacing w:val="-2"/>
                <w:lang w:val="es-ES_tradnl"/>
              </w:rPr>
              <w:t xml:space="preserve"> </w:t>
            </w:r>
            <w:r w:rsidRPr="0025041C">
              <w:rPr>
                <w:rFonts w:ascii="Riojana" w:eastAsia="Arial" w:hAnsi="Riojana"/>
                <w:spacing w:val="3"/>
                <w:lang w:val="es-ES_tradnl"/>
              </w:rPr>
              <w:t>C</w:t>
            </w:r>
            <w:r w:rsidRPr="0025041C">
              <w:rPr>
                <w:rFonts w:ascii="Riojana" w:eastAsia="Arial" w:hAnsi="Riojana"/>
                <w:spacing w:val="-1"/>
                <w:lang w:val="es-ES_tradnl"/>
              </w:rPr>
              <w:t>i</w:t>
            </w:r>
            <w:r w:rsidRPr="0025041C">
              <w:rPr>
                <w:rFonts w:ascii="Riojana" w:eastAsia="Arial" w:hAnsi="Riojana"/>
                <w:spacing w:val="2"/>
                <w:lang w:val="es-ES_tradnl"/>
              </w:rPr>
              <w:t>u</w:t>
            </w:r>
            <w:r w:rsidRPr="0025041C">
              <w:rPr>
                <w:rFonts w:ascii="Riojana" w:eastAsia="Arial" w:hAnsi="Riojana"/>
                <w:lang w:val="es-ES_tradnl"/>
              </w:rPr>
              <w:t>dad</w:t>
            </w:r>
            <w:r w:rsidRPr="0025041C">
              <w:rPr>
                <w:rFonts w:ascii="Riojana" w:eastAsia="Arial" w:hAnsi="Riojana"/>
                <w:spacing w:val="4"/>
                <w:lang w:val="es-ES_tradnl"/>
              </w:rPr>
              <w:t xml:space="preserve"> </w:t>
            </w:r>
            <w:r w:rsidRPr="0025041C">
              <w:rPr>
                <w:rFonts w:ascii="Riojana" w:eastAsia="Arial" w:hAnsi="Riojana"/>
                <w:spacing w:val="1"/>
                <w:lang w:val="es-ES_tradnl"/>
              </w:rPr>
              <w:t>d</w:t>
            </w:r>
            <w:r w:rsidRPr="0025041C">
              <w:rPr>
                <w:rFonts w:ascii="Riojana" w:eastAsia="Arial" w:hAnsi="Riojana"/>
                <w:lang w:val="es-ES_tradnl"/>
              </w:rPr>
              <w:t>e</w:t>
            </w:r>
            <w:r w:rsidRPr="0025041C">
              <w:rPr>
                <w:rFonts w:ascii="Riojana" w:eastAsia="Arial" w:hAnsi="Riojana"/>
                <w:spacing w:val="3"/>
                <w:lang w:val="es-ES_tradnl"/>
              </w:rPr>
              <w:t xml:space="preserve"> </w:t>
            </w:r>
            <w:r w:rsidRPr="0025041C">
              <w:rPr>
                <w:rFonts w:ascii="Riojana" w:eastAsia="Arial" w:hAnsi="Riojana"/>
                <w:lang w:val="es-ES_tradnl"/>
              </w:rPr>
              <w:t>Lo</w:t>
            </w:r>
            <w:r w:rsidRPr="0025041C">
              <w:rPr>
                <w:rFonts w:ascii="Riojana" w:eastAsia="Arial" w:hAnsi="Riojana"/>
                <w:spacing w:val="1"/>
                <w:lang w:val="es-ES_tradnl"/>
              </w:rPr>
              <w:t>gro</w:t>
            </w:r>
            <w:r w:rsidRPr="0025041C">
              <w:rPr>
                <w:rFonts w:ascii="Riojana" w:eastAsia="Arial" w:hAnsi="Riojana"/>
                <w:lang w:val="es-ES_tradnl"/>
              </w:rPr>
              <w:t>ño.</w:t>
            </w:r>
            <w:r w:rsidRPr="0025041C">
              <w:rPr>
                <w:rFonts w:ascii="Riojana" w:eastAsia="Arial" w:hAnsi="Riojana"/>
                <w:spacing w:val="5"/>
                <w:lang w:val="es-ES_tradnl"/>
              </w:rPr>
              <w:t xml:space="preserve"> </w:t>
            </w:r>
            <w:r w:rsidRPr="0025041C">
              <w:rPr>
                <w:rFonts w:ascii="Riojana" w:eastAsia="Arial" w:hAnsi="Riojana"/>
                <w:lang w:val="es-ES_tradnl"/>
              </w:rPr>
              <w:t>L</w:t>
            </w:r>
            <w:r w:rsidRPr="0025041C">
              <w:rPr>
                <w:rFonts w:ascii="Riojana" w:eastAsia="Arial" w:hAnsi="Riojana"/>
                <w:spacing w:val="-1"/>
                <w:lang w:val="es-ES_tradnl"/>
              </w:rPr>
              <w:t>i</w:t>
            </w:r>
            <w:r w:rsidRPr="0025041C">
              <w:rPr>
                <w:rFonts w:ascii="Riojana" w:eastAsia="Arial" w:hAnsi="Riojana"/>
                <w:spacing w:val="1"/>
                <w:lang w:val="es-ES_tradnl"/>
              </w:rPr>
              <w:t>g</w:t>
            </w:r>
            <w:r w:rsidRPr="0025041C">
              <w:rPr>
                <w:rFonts w:ascii="Riojana" w:eastAsia="Arial" w:hAnsi="Riojana"/>
                <w:lang w:val="es-ES_tradnl"/>
              </w:rPr>
              <w:t>a</w:t>
            </w:r>
            <w:r w:rsidRPr="0025041C">
              <w:rPr>
                <w:rFonts w:ascii="Riojana" w:eastAsia="Arial" w:hAnsi="Riojana"/>
                <w:spacing w:val="-3"/>
                <w:lang w:val="es-ES_tradnl"/>
              </w:rPr>
              <w:t xml:space="preserve"> </w:t>
            </w:r>
            <w:proofErr w:type="spellStart"/>
            <w:r w:rsidRPr="0025041C">
              <w:rPr>
                <w:rFonts w:ascii="Riojana" w:eastAsia="Arial" w:hAnsi="Riojana"/>
                <w:lang w:val="es-ES_tradnl"/>
              </w:rPr>
              <w:t>A</w:t>
            </w:r>
            <w:r w:rsidRPr="0025041C">
              <w:rPr>
                <w:rFonts w:ascii="Riojana" w:eastAsia="Arial" w:hAnsi="Riojana"/>
                <w:spacing w:val="-1"/>
                <w:lang w:val="es-ES_tradnl"/>
              </w:rPr>
              <w:t>s</w:t>
            </w:r>
            <w:r w:rsidRPr="0025041C">
              <w:rPr>
                <w:rFonts w:ascii="Riojana" w:eastAsia="Arial" w:hAnsi="Riojana"/>
                <w:spacing w:val="3"/>
                <w:lang w:val="es-ES_tradnl"/>
              </w:rPr>
              <w:t>o</w:t>
            </w:r>
            <w:r w:rsidRPr="0025041C">
              <w:rPr>
                <w:rFonts w:ascii="Riojana" w:eastAsia="Arial" w:hAnsi="Riojana"/>
                <w:lang w:val="es-ES_tradnl"/>
              </w:rPr>
              <w:t>bal</w:t>
            </w:r>
            <w:proofErr w:type="spellEnd"/>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2</w:t>
            </w:r>
            <w:r w:rsidRPr="0025041C">
              <w:rPr>
                <w:rFonts w:ascii="Riojana" w:eastAsia="Arial" w:hAnsi="Riojana"/>
                <w:spacing w:val="-1"/>
                <w:lang w:val="es-ES_tradnl"/>
              </w:rPr>
              <w:t>7</w:t>
            </w:r>
            <w:r w:rsidRPr="0025041C">
              <w:rPr>
                <w:rFonts w:ascii="Riojana" w:eastAsia="Arial" w:hAnsi="Riojana"/>
                <w:lang w:val="es-ES_tradnl"/>
              </w:rPr>
              <w:t>7</w:t>
            </w:r>
            <w:r w:rsidRPr="0025041C">
              <w:rPr>
                <w:rFonts w:ascii="Riojana" w:eastAsia="Arial" w:hAnsi="Riojana"/>
                <w:spacing w:val="2"/>
                <w:lang w:val="es-ES_tradnl"/>
              </w:rPr>
              <w:t>.</w:t>
            </w: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lang w:val="es-ES_tradnl"/>
              </w:rPr>
              <w:t>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3.</w:t>
            </w:r>
            <w:r w:rsidRPr="0025041C">
              <w:rPr>
                <w:rFonts w:ascii="Riojana" w:eastAsia="Arial" w:hAnsi="Riojana"/>
                <w:spacing w:val="-1"/>
                <w:lang w:val="es-ES_tradnl"/>
              </w:rPr>
              <w:t>3</w:t>
            </w:r>
            <w:r w:rsidRPr="0025041C">
              <w:rPr>
                <w:rFonts w:ascii="Riojana" w:eastAsia="Arial" w:hAnsi="Riojana"/>
                <w:spacing w:val="2"/>
                <w:lang w:val="es-ES_tradnl"/>
              </w:rPr>
              <w:t>4</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0</w:t>
            </w:r>
            <w:r w:rsidRPr="0025041C">
              <w:rPr>
                <w:rFonts w:ascii="Riojana" w:eastAsia="Arial" w:hAnsi="Riojana"/>
                <w:spacing w:val="2"/>
                <w:lang w:val="es-ES_tradnl"/>
              </w:rPr>
              <w:t>.</w:t>
            </w:r>
            <w:r w:rsidRPr="0025041C">
              <w:rPr>
                <w:rFonts w:ascii="Riojana" w:eastAsia="Arial" w:hAnsi="Riojana"/>
                <w:lang w:val="es-ES_tradnl"/>
              </w:rPr>
              <w:t>05</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C</w:t>
            </w:r>
            <w:r w:rsidRPr="0025041C">
              <w:rPr>
                <w:rFonts w:ascii="Riojana" w:eastAsia="Arial" w:hAnsi="Riojana"/>
                <w:spacing w:val="-1"/>
                <w:lang w:val="es-ES_tradnl"/>
              </w:rPr>
              <w:t>l</w:t>
            </w:r>
            <w:r w:rsidRPr="0025041C">
              <w:rPr>
                <w:rFonts w:ascii="Riojana" w:eastAsia="Arial" w:hAnsi="Riojana"/>
                <w:lang w:val="es-ES_tradnl"/>
              </w:rPr>
              <w:t>ub</w:t>
            </w:r>
            <w:r w:rsidRPr="0025041C">
              <w:rPr>
                <w:rFonts w:ascii="Riojana" w:eastAsia="Arial" w:hAnsi="Riojana"/>
                <w:spacing w:val="4"/>
                <w:lang w:val="es-ES_tradnl"/>
              </w:rPr>
              <w:t xml:space="preserve"> </w:t>
            </w:r>
            <w:r w:rsidRPr="0025041C">
              <w:rPr>
                <w:rFonts w:ascii="Riojana" w:eastAsia="Arial" w:hAnsi="Riojana"/>
                <w:lang w:val="es-ES_tradnl"/>
              </w:rPr>
              <w:t>B</w:t>
            </w:r>
            <w:r w:rsidRPr="0025041C">
              <w:rPr>
                <w:rFonts w:ascii="Riojana" w:eastAsia="Arial" w:hAnsi="Riojana"/>
                <w:spacing w:val="1"/>
                <w:lang w:val="es-ES_tradnl"/>
              </w:rPr>
              <w:t>a</w:t>
            </w:r>
            <w:r w:rsidRPr="0025041C">
              <w:rPr>
                <w:rFonts w:ascii="Riojana" w:eastAsia="Arial" w:hAnsi="Riojana"/>
                <w:spacing w:val="-1"/>
                <w:lang w:val="es-ES_tradnl"/>
              </w:rPr>
              <w:t>l</w:t>
            </w:r>
            <w:r w:rsidRPr="0025041C">
              <w:rPr>
                <w:rFonts w:ascii="Riojana" w:eastAsia="Arial" w:hAnsi="Riojana"/>
                <w:spacing w:val="1"/>
                <w:lang w:val="es-ES_tradnl"/>
              </w:rPr>
              <w:t>o</w:t>
            </w:r>
            <w:r w:rsidRPr="0025041C">
              <w:rPr>
                <w:rFonts w:ascii="Riojana" w:eastAsia="Arial" w:hAnsi="Riojana"/>
                <w:lang w:val="es-ES_tradnl"/>
              </w:rPr>
              <w:t>nc</w:t>
            </w:r>
            <w:r w:rsidRPr="0025041C">
              <w:rPr>
                <w:rFonts w:ascii="Riojana" w:eastAsia="Arial" w:hAnsi="Riojana"/>
                <w:spacing w:val="1"/>
                <w:lang w:val="es-ES_tradnl"/>
              </w:rPr>
              <w:t>es</w:t>
            </w:r>
            <w:r w:rsidRPr="0025041C">
              <w:rPr>
                <w:rFonts w:ascii="Riojana" w:eastAsia="Arial" w:hAnsi="Riojana"/>
                <w:lang w:val="es-ES_tradnl"/>
              </w:rPr>
              <w:t>to</w:t>
            </w:r>
            <w:r w:rsidRPr="0025041C">
              <w:rPr>
                <w:rFonts w:ascii="Riojana" w:eastAsia="Arial" w:hAnsi="Riojana"/>
                <w:spacing w:val="10"/>
                <w:lang w:val="es-ES_tradnl"/>
              </w:rPr>
              <w:t xml:space="preserve"> </w:t>
            </w:r>
            <w:r w:rsidRPr="0025041C">
              <w:rPr>
                <w:rFonts w:ascii="Riojana" w:eastAsia="Arial" w:hAnsi="Riojana"/>
                <w:lang w:val="es-ES_tradnl"/>
              </w:rPr>
              <w:t>Cl</w:t>
            </w:r>
            <w:r w:rsidRPr="0025041C">
              <w:rPr>
                <w:rFonts w:ascii="Riojana" w:eastAsia="Arial" w:hAnsi="Riojana"/>
                <w:spacing w:val="3"/>
                <w:lang w:val="es-ES_tradnl"/>
              </w:rPr>
              <w:t>a</w:t>
            </w:r>
            <w:r w:rsidRPr="0025041C">
              <w:rPr>
                <w:rFonts w:ascii="Riojana" w:eastAsia="Arial" w:hAnsi="Riojana"/>
                <w:spacing w:val="-1"/>
                <w:lang w:val="es-ES_tradnl"/>
              </w:rPr>
              <w:t>v</w:t>
            </w:r>
            <w:r w:rsidRPr="0025041C">
              <w:rPr>
                <w:rFonts w:ascii="Riojana" w:eastAsia="Arial" w:hAnsi="Riojana"/>
                <w:spacing w:val="1"/>
                <w:lang w:val="es-ES_tradnl"/>
              </w:rPr>
              <w:t>i</w:t>
            </w:r>
            <w:r w:rsidRPr="0025041C">
              <w:rPr>
                <w:rFonts w:ascii="Riojana" w:eastAsia="Arial" w:hAnsi="Riojana"/>
                <w:spacing w:val="-1"/>
                <w:lang w:val="es-ES_tradnl"/>
              </w:rPr>
              <w:t>j</w:t>
            </w:r>
            <w:r w:rsidRPr="0025041C">
              <w:rPr>
                <w:rFonts w:ascii="Riojana" w:eastAsia="Arial" w:hAnsi="Riojana"/>
                <w:spacing w:val="1"/>
                <w:lang w:val="es-ES_tradnl"/>
              </w:rPr>
              <w:t>o</w:t>
            </w:r>
            <w:r w:rsidRPr="0025041C">
              <w:rPr>
                <w:rFonts w:ascii="Riojana" w:eastAsia="Arial" w:hAnsi="Riojana"/>
                <w:lang w:val="es-ES_tradnl"/>
              </w:rPr>
              <w:t>.</w:t>
            </w:r>
            <w:r w:rsidRPr="0025041C">
              <w:rPr>
                <w:rFonts w:ascii="Riojana" w:eastAsia="Arial" w:hAnsi="Riojana"/>
                <w:spacing w:val="-6"/>
                <w:lang w:val="es-ES_tradnl"/>
              </w:rPr>
              <w:t xml:space="preserve"> </w:t>
            </w:r>
            <w:r w:rsidRPr="0025041C">
              <w:rPr>
                <w:rFonts w:ascii="Riojana" w:eastAsia="Arial" w:hAnsi="Riojana"/>
                <w:spacing w:val="1"/>
                <w:lang w:val="es-ES_tradnl"/>
              </w:rPr>
              <w:t>Lig</w:t>
            </w:r>
            <w:r w:rsidRPr="0025041C">
              <w:rPr>
                <w:rFonts w:ascii="Riojana" w:eastAsia="Arial" w:hAnsi="Riojana"/>
                <w:lang w:val="es-ES_tradnl"/>
              </w:rPr>
              <w:t>a</w:t>
            </w:r>
            <w:r w:rsidRPr="0025041C">
              <w:rPr>
                <w:rFonts w:ascii="Riojana" w:eastAsia="Arial" w:hAnsi="Riojana"/>
                <w:spacing w:val="-3"/>
                <w:lang w:val="es-ES_tradnl"/>
              </w:rPr>
              <w:t xml:space="preserve"> </w:t>
            </w:r>
            <w:r w:rsidRPr="0025041C">
              <w:rPr>
                <w:rFonts w:ascii="Riojana" w:eastAsia="Arial" w:hAnsi="Riojana"/>
                <w:lang w:val="es-ES_tradnl"/>
              </w:rPr>
              <w:t>LEB</w:t>
            </w:r>
            <w:r w:rsidRPr="0025041C">
              <w:rPr>
                <w:rFonts w:ascii="Riojana" w:eastAsia="Arial" w:hAnsi="Riojana"/>
                <w:spacing w:val="-11"/>
                <w:lang w:val="es-ES_tradnl"/>
              </w:rPr>
              <w:t xml:space="preserve"> </w:t>
            </w:r>
            <w:r w:rsidRPr="0025041C">
              <w:rPr>
                <w:rFonts w:ascii="Riojana" w:eastAsia="Arial" w:hAnsi="Riojana"/>
                <w:spacing w:val="1"/>
                <w:lang w:val="es-ES_tradnl"/>
              </w:rPr>
              <w:t>P</w:t>
            </w:r>
            <w:r w:rsidRPr="0025041C">
              <w:rPr>
                <w:rFonts w:ascii="Riojana" w:eastAsia="Arial" w:hAnsi="Riojana"/>
                <w:spacing w:val="-1"/>
                <w:lang w:val="es-ES_tradnl"/>
              </w:rPr>
              <w:t>l</w:t>
            </w:r>
            <w:r w:rsidRPr="0025041C">
              <w:rPr>
                <w:rFonts w:ascii="Riojana" w:eastAsia="Arial" w:hAnsi="Riojana"/>
                <w:spacing w:val="1"/>
                <w:lang w:val="es-ES_tradnl"/>
              </w:rPr>
              <w:t>a</w:t>
            </w:r>
            <w:r w:rsidRPr="0025041C">
              <w:rPr>
                <w:rFonts w:ascii="Riojana" w:eastAsia="Arial" w:hAnsi="Riojana"/>
                <w:lang w:val="es-ES_tradnl"/>
              </w:rPr>
              <w:t>ta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11</w:t>
            </w:r>
            <w:r w:rsidRPr="0025041C">
              <w:rPr>
                <w:rFonts w:ascii="Riojana" w:eastAsia="Arial" w:hAnsi="Riojana"/>
                <w:spacing w:val="-1"/>
                <w:lang w:val="es-ES_tradnl"/>
              </w:rPr>
              <w:t>4</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0</w:t>
            </w:r>
            <w:r w:rsidRPr="0025041C">
              <w:rPr>
                <w:rFonts w:ascii="Riojana" w:eastAsia="Arial" w:hAnsi="Riojana"/>
                <w:lang w:val="es-ES_tradnl"/>
              </w:rPr>
              <w:t>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3.</w:t>
            </w:r>
            <w:r w:rsidRPr="0025041C">
              <w:rPr>
                <w:rFonts w:ascii="Riojana" w:eastAsia="Arial" w:hAnsi="Riojana"/>
                <w:spacing w:val="-1"/>
                <w:lang w:val="es-ES_tradnl"/>
              </w:rPr>
              <w:t>3</w:t>
            </w:r>
            <w:r w:rsidRPr="0025041C">
              <w:rPr>
                <w:rFonts w:ascii="Riojana" w:eastAsia="Arial" w:hAnsi="Riojana"/>
                <w:spacing w:val="2"/>
                <w:lang w:val="es-ES_tradnl"/>
              </w:rPr>
              <w:t>4</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0</w:t>
            </w:r>
            <w:r w:rsidRPr="0025041C">
              <w:rPr>
                <w:rFonts w:ascii="Riojana" w:eastAsia="Arial" w:hAnsi="Riojana"/>
                <w:spacing w:val="2"/>
                <w:lang w:val="es-ES_tradnl"/>
              </w:rPr>
              <w:t>.</w:t>
            </w:r>
            <w:r w:rsidRPr="0025041C">
              <w:rPr>
                <w:rFonts w:ascii="Riojana" w:eastAsia="Arial" w:hAnsi="Riojana"/>
                <w:lang w:val="es-ES_tradnl"/>
              </w:rPr>
              <w:t>06</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C</w:t>
            </w:r>
            <w:r w:rsidRPr="0025041C">
              <w:rPr>
                <w:rFonts w:ascii="Riojana" w:eastAsia="Arial" w:hAnsi="Riojana"/>
                <w:spacing w:val="-1"/>
                <w:lang w:val="es-ES_tradnl"/>
              </w:rPr>
              <w:t>l</w:t>
            </w:r>
            <w:r w:rsidRPr="0025041C">
              <w:rPr>
                <w:rFonts w:ascii="Riojana" w:eastAsia="Arial" w:hAnsi="Riojana"/>
                <w:lang w:val="es-ES_tradnl"/>
              </w:rPr>
              <w:t>ub</w:t>
            </w:r>
            <w:r w:rsidRPr="0025041C">
              <w:rPr>
                <w:rFonts w:ascii="Riojana" w:eastAsia="Arial" w:hAnsi="Riojana"/>
                <w:spacing w:val="4"/>
                <w:lang w:val="es-ES_tradnl"/>
              </w:rPr>
              <w:t xml:space="preserve"> </w:t>
            </w:r>
            <w:r w:rsidRPr="0025041C">
              <w:rPr>
                <w:rFonts w:ascii="Riojana" w:eastAsia="Arial" w:hAnsi="Riojana"/>
                <w:lang w:val="es-ES_tradnl"/>
              </w:rPr>
              <w:t>H</w:t>
            </w:r>
            <w:r w:rsidRPr="0025041C">
              <w:rPr>
                <w:rFonts w:ascii="Riojana" w:eastAsia="Arial" w:hAnsi="Riojana"/>
                <w:spacing w:val="1"/>
                <w:lang w:val="es-ES_tradnl"/>
              </w:rPr>
              <w:t>ar</w:t>
            </w:r>
            <w:r w:rsidRPr="0025041C">
              <w:rPr>
                <w:rFonts w:ascii="Riojana" w:eastAsia="Arial" w:hAnsi="Riojana"/>
                <w:lang w:val="es-ES_tradnl"/>
              </w:rPr>
              <w:t>o</w:t>
            </w:r>
            <w:r w:rsidRPr="0025041C">
              <w:rPr>
                <w:rFonts w:ascii="Riojana" w:eastAsia="Arial" w:hAnsi="Riojana"/>
                <w:spacing w:val="-4"/>
                <w:lang w:val="es-ES_tradnl"/>
              </w:rPr>
              <w:t xml:space="preserve"> </w:t>
            </w:r>
            <w:r w:rsidRPr="0025041C">
              <w:rPr>
                <w:rFonts w:ascii="Riojana" w:eastAsia="Arial" w:hAnsi="Riojana"/>
                <w:lang w:val="es-ES_tradnl"/>
              </w:rPr>
              <w:t>R</w:t>
            </w:r>
            <w:r w:rsidRPr="0025041C">
              <w:rPr>
                <w:rFonts w:ascii="Riojana" w:eastAsia="Arial" w:hAnsi="Riojana"/>
                <w:spacing w:val="-1"/>
                <w:lang w:val="es-ES_tradnl"/>
              </w:rPr>
              <w:t>i</w:t>
            </w:r>
            <w:r w:rsidRPr="0025041C">
              <w:rPr>
                <w:rFonts w:ascii="Riojana" w:eastAsia="Arial" w:hAnsi="Riojana"/>
                <w:spacing w:val="1"/>
                <w:lang w:val="es-ES_tradnl"/>
              </w:rPr>
              <w:t>o</w:t>
            </w:r>
            <w:r w:rsidRPr="0025041C">
              <w:rPr>
                <w:rFonts w:ascii="Riojana" w:eastAsia="Arial" w:hAnsi="Riojana"/>
                <w:spacing w:val="-1"/>
                <w:lang w:val="es-ES_tradnl"/>
              </w:rPr>
              <w:t>j</w:t>
            </w:r>
            <w:r w:rsidRPr="0025041C">
              <w:rPr>
                <w:rFonts w:ascii="Riojana" w:eastAsia="Arial" w:hAnsi="Riojana"/>
                <w:lang w:val="es-ES_tradnl"/>
              </w:rPr>
              <w:t>a</w:t>
            </w:r>
            <w:r w:rsidRPr="0025041C">
              <w:rPr>
                <w:rFonts w:ascii="Riojana" w:eastAsia="Arial" w:hAnsi="Riojana"/>
                <w:spacing w:val="-11"/>
                <w:lang w:val="es-ES_tradnl"/>
              </w:rPr>
              <w:t xml:space="preserve"> </w:t>
            </w:r>
            <w:proofErr w:type="spellStart"/>
            <w:r w:rsidRPr="0025041C">
              <w:rPr>
                <w:rFonts w:ascii="Riojana" w:eastAsia="Arial" w:hAnsi="Riojana"/>
                <w:lang w:val="es-ES_tradnl"/>
              </w:rPr>
              <w:t>V</w:t>
            </w:r>
            <w:r w:rsidRPr="0025041C">
              <w:rPr>
                <w:rFonts w:ascii="Riojana" w:eastAsia="Arial" w:hAnsi="Riojana"/>
                <w:spacing w:val="1"/>
                <w:lang w:val="es-ES_tradnl"/>
              </w:rPr>
              <w:t>o</w:t>
            </w:r>
            <w:r w:rsidRPr="0025041C">
              <w:rPr>
                <w:rFonts w:ascii="Riojana" w:eastAsia="Arial" w:hAnsi="Riojana"/>
                <w:spacing w:val="-1"/>
                <w:lang w:val="es-ES_tradnl"/>
              </w:rPr>
              <w:t>l</w:t>
            </w:r>
            <w:r w:rsidRPr="0025041C">
              <w:rPr>
                <w:rFonts w:ascii="Riojana" w:eastAsia="Arial" w:hAnsi="Riojana"/>
                <w:spacing w:val="3"/>
                <w:lang w:val="es-ES_tradnl"/>
              </w:rPr>
              <w:t>e</w:t>
            </w:r>
            <w:r w:rsidRPr="0025041C">
              <w:rPr>
                <w:rFonts w:ascii="Riojana" w:eastAsia="Arial" w:hAnsi="Riojana"/>
                <w:spacing w:val="-1"/>
                <w:lang w:val="es-ES_tradnl"/>
              </w:rPr>
              <w:t>y</w:t>
            </w:r>
            <w:proofErr w:type="spellEnd"/>
            <w:r w:rsidRPr="0025041C">
              <w:rPr>
                <w:rFonts w:ascii="Riojana" w:eastAsia="Arial" w:hAnsi="Riojana"/>
                <w:lang w:val="es-ES_tradnl"/>
              </w:rPr>
              <w:t>.</w:t>
            </w:r>
            <w:r w:rsidRPr="0025041C">
              <w:rPr>
                <w:rFonts w:ascii="Riojana" w:eastAsia="Arial" w:hAnsi="Riojana"/>
                <w:spacing w:val="-16"/>
                <w:lang w:val="es-ES_tradnl"/>
              </w:rPr>
              <w:t xml:space="preserve"> </w:t>
            </w:r>
            <w:r w:rsidRPr="0025041C">
              <w:rPr>
                <w:rFonts w:ascii="Riojana" w:eastAsia="Arial" w:hAnsi="Riojana"/>
                <w:spacing w:val="1"/>
                <w:lang w:val="es-ES_tradnl"/>
              </w:rPr>
              <w:t>L</w:t>
            </w:r>
            <w:r w:rsidRPr="0025041C">
              <w:rPr>
                <w:rFonts w:ascii="Riojana" w:eastAsia="Arial" w:hAnsi="Riojana"/>
                <w:spacing w:val="-1"/>
                <w:lang w:val="es-ES_tradnl"/>
              </w:rPr>
              <w:t>i</w:t>
            </w:r>
            <w:r w:rsidRPr="0025041C">
              <w:rPr>
                <w:rFonts w:ascii="Riojana" w:eastAsia="Arial" w:hAnsi="Riojana"/>
                <w:spacing w:val="1"/>
                <w:lang w:val="es-ES_tradnl"/>
              </w:rPr>
              <w:t>g</w:t>
            </w:r>
            <w:r w:rsidRPr="0025041C">
              <w:rPr>
                <w:rFonts w:ascii="Riojana" w:eastAsia="Arial" w:hAnsi="Riojana"/>
                <w:lang w:val="es-ES_tradnl"/>
              </w:rPr>
              <w:t>a</w:t>
            </w:r>
            <w:r w:rsidRPr="0025041C">
              <w:rPr>
                <w:rFonts w:ascii="Riojana" w:eastAsia="Arial" w:hAnsi="Riojana"/>
                <w:spacing w:val="-1"/>
                <w:lang w:val="es-ES_tradnl"/>
              </w:rPr>
              <w:t xml:space="preserve"> I</w:t>
            </w:r>
            <w:r w:rsidRPr="0025041C">
              <w:rPr>
                <w:rFonts w:ascii="Riojana" w:eastAsia="Arial" w:hAnsi="Riojana"/>
                <w:lang w:val="es-ES_tradnl"/>
              </w:rPr>
              <w:t>be</w:t>
            </w:r>
            <w:r w:rsidRPr="0025041C">
              <w:rPr>
                <w:rFonts w:ascii="Riojana" w:eastAsia="Arial" w:hAnsi="Riojana"/>
                <w:spacing w:val="1"/>
                <w:lang w:val="es-ES_tradnl"/>
              </w:rPr>
              <w:t>r</w:t>
            </w:r>
            <w:r w:rsidRPr="0025041C">
              <w:rPr>
                <w:rFonts w:ascii="Riojana" w:eastAsia="Arial" w:hAnsi="Riojana"/>
                <w:lang w:val="es-ES_tradnl"/>
              </w:rPr>
              <w:t>dr</w:t>
            </w:r>
            <w:r w:rsidRPr="0025041C">
              <w:rPr>
                <w:rFonts w:ascii="Riojana" w:eastAsia="Arial" w:hAnsi="Riojana"/>
                <w:spacing w:val="1"/>
                <w:lang w:val="es-ES_tradnl"/>
              </w:rPr>
              <w:t>o</w:t>
            </w:r>
            <w:r w:rsidRPr="0025041C">
              <w:rPr>
                <w:rFonts w:ascii="Riojana" w:eastAsia="Arial" w:hAnsi="Riojana"/>
                <w:spacing w:val="-1"/>
                <w:lang w:val="es-ES_tradnl"/>
              </w:rPr>
              <w:t>l</w:t>
            </w:r>
            <w:r w:rsidRPr="0025041C">
              <w:rPr>
                <w:rFonts w:ascii="Riojana" w:eastAsia="Arial" w:hAnsi="Riojana"/>
                <w:lang w:val="es-ES_tradnl"/>
              </w:rPr>
              <w:t>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1</w:t>
            </w:r>
            <w:r w:rsidRPr="0025041C">
              <w:rPr>
                <w:rFonts w:ascii="Riojana" w:eastAsia="Arial" w:hAnsi="Riojana"/>
                <w:spacing w:val="-1"/>
                <w:lang w:val="es-ES_tradnl"/>
              </w:rPr>
              <w:t>4</w:t>
            </w:r>
            <w:r w:rsidRPr="0025041C">
              <w:rPr>
                <w:rFonts w:ascii="Riojana" w:eastAsia="Arial" w:hAnsi="Riojana"/>
                <w:lang w:val="es-ES_tradnl"/>
              </w:rPr>
              <w:t>2</w:t>
            </w:r>
            <w:r w:rsidRPr="0025041C">
              <w:rPr>
                <w:rFonts w:ascii="Riojana" w:eastAsia="Arial" w:hAnsi="Riojana"/>
                <w:spacing w:val="2"/>
                <w:lang w:val="es-ES_tradnl"/>
              </w:rPr>
              <w:t>.</w:t>
            </w:r>
            <w:r w:rsidRPr="0025041C">
              <w:rPr>
                <w:rFonts w:ascii="Riojana" w:eastAsia="Arial" w:hAnsi="Riojana"/>
                <w:lang w:val="es-ES_tradnl"/>
              </w:rPr>
              <w:t>8</w:t>
            </w:r>
            <w:r w:rsidRPr="0025041C">
              <w:rPr>
                <w:rFonts w:ascii="Riojana" w:eastAsia="Arial" w:hAnsi="Riojana"/>
                <w:spacing w:val="-1"/>
                <w:lang w:val="es-ES_tradnl"/>
              </w:rPr>
              <w:t>0</w:t>
            </w:r>
            <w:r w:rsidRPr="0025041C">
              <w:rPr>
                <w:rFonts w:ascii="Riojana" w:eastAsia="Arial" w:hAnsi="Riojana"/>
                <w:lang w:val="es-ES_tradnl"/>
              </w:rPr>
              <w:t>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3.</w:t>
            </w:r>
            <w:r w:rsidRPr="0025041C">
              <w:rPr>
                <w:rFonts w:ascii="Riojana" w:eastAsia="Arial" w:hAnsi="Riojana"/>
                <w:spacing w:val="-1"/>
                <w:lang w:val="es-ES_tradnl"/>
              </w:rPr>
              <w:t>3</w:t>
            </w:r>
            <w:r w:rsidRPr="0025041C">
              <w:rPr>
                <w:rFonts w:ascii="Riojana" w:eastAsia="Arial" w:hAnsi="Riojana"/>
                <w:spacing w:val="2"/>
                <w:lang w:val="es-ES_tradnl"/>
              </w:rPr>
              <w:t>4</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0</w:t>
            </w:r>
            <w:r w:rsidRPr="0025041C">
              <w:rPr>
                <w:rFonts w:ascii="Riojana" w:eastAsia="Arial" w:hAnsi="Riojana"/>
                <w:spacing w:val="2"/>
                <w:lang w:val="es-ES_tradnl"/>
              </w:rPr>
              <w:t>.</w:t>
            </w:r>
            <w:r w:rsidRPr="0025041C">
              <w:rPr>
                <w:rFonts w:ascii="Riojana" w:eastAsia="Arial" w:hAnsi="Riojana"/>
                <w:lang w:val="es-ES_tradnl"/>
              </w:rPr>
              <w:t>08</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C</w:t>
            </w:r>
            <w:r w:rsidRPr="0025041C">
              <w:rPr>
                <w:rFonts w:ascii="Riojana" w:eastAsia="Arial" w:hAnsi="Riojana"/>
                <w:spacing w:val="-1"/>
                <w:lang w:val="es-ES_tradnl"/>
              </w:rPr>
              <w:t>l</w:t>
            </w:r>
            <w:r w:rsidRPr="0025041C">
              <w:rPr>
                <w:rFonts w:ascii="Riojana" w:eastAsia="Arial" w:hAnsi="Riojana"/>
                <w:lang w:val="es-ES_tradnl"/>
              </w:rPr>
              <w:t>ub</w:t>
            </w:r>
            <w:r w:rsidRPr="0025041C">
              <w:rPr>
                <w:rFonts w:ascii="Riojana" w:eastAsia="Arial" w:hAnsi="Riojana"/>
                <w:spacing w:val="4"/>
                <w:lang w:val="es-ES_tradnl"/>
              </w:rPr>
              <w:t xml:space="preserve"> </w:t>
            </w:r>
            <w:r w:rsidRPr="0025041C">
              <w:rPr>
                <w:rFonts w:ascii="Riojana" w:eastAsia="Arial" w:hAnsi="Riojana"/>
                <w:lang w:val="es-ES_tradnl"/>
              </w:rPr>
              <w:t>B</w:t>
            </w:r>
            <w:r w:rsidRPr="0025041C">
              <w:rPr>
                <w:rFonts w:ascii="Riojana" w:eastAsia="Arial" w:hAnsi="Riojana"/>
                <w:spacing w:val="1"/>
                <w:lang w:val="es-ES_tradnl"/>
              </w:rPr>
              <w:t>a</w:t>
            </w:r>
            <w:r w:rsidRPr="0025041C">
              <w:rPr>
                <w:rFonts w:ascii="Riojana" w:eastAsia="Arial" w:hAnsi="Riojana"/>
                <w:spacing w:val="-1"/>
                <w:lang w:val="es-ES_tradnl"/>
              </w:rPr>
              <w:t>l</w:t>
            </w:r>
            <w:r w:rsidRPr="0025041C">
              <w:rPr>
                <w:rFonts w:ascii="Riojana" w:eastAsia="Arial" w:hAnsi="Riojana"/>
                <w:spacing w:val="1"/>
                <w:lang w:val="es-ES_tradnl"/>
              </w:rPr>
              <w:t>o</w:t>
            </w:r>
            <w:r w:rsidRPr="0025041C">
              <w:rPr>
                <w:rFonts w:ascii="Riojana" w:eastAsia="Arial" w:hAnsi="Riojana"/>
                <w:lang w:val="es-ES_tradnl"/>
              </w:rPr>
              <w:t>nm</w:t>
            </w:r>
            <w:r w:rsidRPr="0025041C">
              <w:rPr>
                <w:rFonts w:ascii="Riojana" w:eastAsia="Arial" w:hAnsi="Riojana"/>
                <w:spacing w:val="1"/>
                <w:lang w:val="es-ES_tradnl"/>
              </w:rPr>
              <w:t>a</w:t>
            </w:r>
            <w:r w:rsidRPr="0025041C">
              <w:rPr>
                <w:rFonts w:ascii="Riojana" w:eastAsia="Arial" w:hAnsi="Riojana"/>
                <w:lang w:val="es-ES_tradnl"/>
              </w:rPr>
              <w:t>no</w:t>
            </w:r>
            <w:r w:rsidRPr="0025041C">
              <w:rPr>
                <w:rFonts w:ascii="Riojana" w:eastAsia="Arial" w:hAnsi="Riojana"/>
                <w:spacing w:val="-2"/>
                <w:lang w:val="es-ES_tradnl"/>
              </w:rPr>
              <w:t xml:space="preserve"> </w:t>
            </w:r>
            <w:proofErr w:type="spellStart"/>
            <w:r w:rsidRPr="0025041C">
              <w:rPr>
                <w:rFonts w:ascii="Riojana" w:eastAsia="Arial" w:hAnsi="Riojana"/>
                <w:spacing w:val="3"/>
                <w:lang w:val="es-ES_tradnl"/>
              </w:rPr>
              <w:t>S</w:t>
            </w:r>
            <w:r w:rsidRPr="0025041C">
              <w:rPr>
                <w:rFonts w:ascii="Riojana" w:eastAsia="Arial" w:hAnsi="Riojana"/>
                <w:lang w:val="es-ES_tradnl"/>
              </w:rPr>
              <w:t>po</w:t>
            </w:r>
            <w:r w:rsidRPr="0025041C">
              <w:rPr>
                <w:rFonts w:ascii="Riojana" w:eastAsia="Arial" w:hAnsi="Riojana"/>
                <w:spacing w:val="1"/>
                <w:lang w:val="es-ES_tradnl"/>
              </w:rPr>
              <w:t>r</w:t>
            </w:r>
            <w:r w:rsidRPr="0025041C">
              <w:rPr>
                <w:rFonts w:ascii="Riojana" w:eastAsia="Arial" w:hAnsi="Riojana"/>
                <w:lang w:val="es-ES_tradnl"/>
              </w:rPr>
              <w:t>t</w:t>
            </w:r>
            <w:r w:rsidRPr="0025041C">
              <w:rPr>
                <w:rFonts w:ascii="Riojana" w:eastAsia="Arial" w:hAnsi="Riojana"/>
                <w:spacing w:val="-1"/>
                <w:lang w:val="es-ES_tradnl"/>
              </w:rPr>
              <w:t>i</w:t>
            </w:r>
            <w:r w:rsidRPr="0025041C">
              <w:rPr>
                <w:rFonts w:ascii="Riojana" w:eastAsia="Arial" w:hAnsi="Riojana"/>
                <w:lang w:val="es-ES_tradnl"/>
              </w:rPr>
              <w:t>ng</w:t>
            </w:r>
            <w:proofErr w:type="spellEnd"/>
            <w:r w:rsidRPr="0025041C">
              <w:rPr>
                <w:rFonts w:ascii="Riojana" w:eastAsia="Arial" w:hAnsi="Riojana"/>
                <w:spacing w:val="14"/>
                <w:lang w:val="es-ES_tradnl"/>
              </w:rPr>
              <w:t xml:space="preserve"> </w:t>
            </w:r>
            <w:r w:rsidRPr="0025041C">
              <w:rPr>
                <w:rFonts w:ascii="Riojana" w:eastAsia="Arial" w:hAnsi="Riojana"/>
                <w:lang w:val="es-ES_tradnl"/>
              </w:rPr>
              <w:t>R</w:t>
            </w:r>
            <w:r w:rsidRPr="0025041C">
              <w:rPr>
                <w:rFonts w:ascii="Riojana" w:eastAsia="Arial" w:hAnsi="Riojana"/>
                <w:spacing w:val="-1"/>
                <w:lang w:val="es-ES_tradnl"/>
              </w:rPr>
              <w:t>i</w:t>
            </w:r>
            <w:r w:rsidRPr="0025041C">
              <w:rPr>
                <w:rFonts w:ascii="Riojana" w:eastAsia="Arial" w:hAnsi="Riojana"/>
                <w:spacing w:val="1"/>
                <w:lang w:val="es-ES_tradnl"/>
              </w:rPr>
              <w:t>o</w:t>
            </w:r>
            <w:r w:rsidRPr="0025041C">
              <w:rPr>
                <w:rFonts w:ascii="Riojana" w:eastAsia="Arial" w:hAnsi="Riojana"/>
                <w:spacing w:val="-1"/>
                <w:lang w:val="es-ES_tradnl"/>
              </w:rPr>
              <w:t>j</w:t>
            </w:r>
            <w:r w:rsidRPr="0025041C">
              <w:rPr>
                <w:rFonts w:ascii="Riojana" w:eastAsia="Arial" w:hAnsi="Riojana"/>
                <w:spacing w:val="1"/>
                <w:lang w:val="es-ES_tradnl"/>
              </w:rPr>
              <w:t>a</w:t>
            </w:r>
            <w:r w:rsidRPr="0025041C">
              <w:rPr>
                <w:rFonts w:ascii="Riojana" w:eastAsia="Arial" w:hAnsi="Riojana"/>
                <w:lang w:val="es-ES_tradnl"/>
              </w:rPr>
              <w:t>.</w:t>
            </w:r>
            <w:r w:rsidRPr="0025041C">
              <w:rPr>
                <w:rFonts w:ascii="Riojana" w:eastAsia="Arial" w:hAnsi="Riojana"/>
                <w:spacing w:val="-11"/>
                <w:lang w:val="es-ES_tradnl"/>
              </w:rPr>
              <w:t xml:space="preserve"> </w:t>
            </w:r>
            <w:r w:rsidRPr="0025041C">
              <w:rPr>
                <w:rFonts w:ascii="Riojana" w:eastAsia="Arial" w:hAnsi="Riojana"/>
                <w:spacing w:val="-1"/>
                <w:lang w:val="es-ES_tradnl"/>
              </w:rPr>
              <w:t>D</w:t>
            </w:r>
            <w:r w:rsidRPr="0025041C">
              <w:rPr>
                <w:rFonts w:ascii="Riojana" w:eastAsia="Arial" w:hAnsi="Riojana"/>
                <w:spacing w:val="1"/>
                <w:lang w:val="es-ES_tradnl"/>
              </w:rPr>
              <w:t>i</w:t>
            </w:r>
            <w:r w:rsidRPr="0025041C">
              <w:rPr>
                <w:rFonts w:ascii="Riojana" w:eastAsia="Arial" w:hAnsi="Riojana"/>
                <w:spacing w:val="-1"/>
                <w:lang w:val="es-ES_tradnl"/>
              </w:rPr>
              <w:t>v</w:t>
            </w:r>
            <w:r w:rsidRPr="0025041C">
              <w:rPr>
                <w:rFonts w:ascii="Riojana" w:eastAsia="Arial" w:hAnsi="Riojana"/>
                <w:spacing w:val="1"/>
                <w:lang w:val="es-ES_tradnl"/>
              </w:rPr>
              <w:t>is</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n</w:t>
            </w:r>
            <w:r w:rsidRPr="0025041C">
              <w:rPr>
                <w:rFonts w:ascii="Riojana" w:eastAsia="Arial" w:hAnsi="Riojana"/>
                <w:spacing w:val="-7"/>
                <w:lang w:val="es-ES_tradnl"/>
              </w:rPr>
              <w:t xml:space="preserve"> </w:t>
            </w:r>
            <w:r w:rsidRPr="0025041C">
              <w:rPr>
                <w:rFonts w:ascii="Riojana" w:eastAsia="Arial" w:hAnsi="Riojana"/>
                <w:spacing w:val="-1"/>
                <w:lang w:val="es-ES_tradnl"/>
              </w:rPr>
              <w:t>d</w:t>
            </w:r>
            <w:r w:rsidRPr="0025041C">
              <w:rPr>
                <w:rFonts w:ascii="Riojana" w:eastAsia="Arial" w:hAnsi="Riojana"/>
                <w:lang w:val="es-ES_tradnl"/>
              </w:rPr>
              <w:t>e</w:t>
            </w:r>
            <w:r w:rsidRPr="0025041C">
              <w:rPr>
                <w:rFonts w:ascii="Riojana" w:eastAsia="Arial" w:hAnsi="Riojana"/>
                <w:spacing w:val="6"/>
                <w:lang w:val="es-ES_tradnl"/>
              </w:rPr>
              <w:t xml:space="preserve"> </w:t>
            </w:r>
            <w:r w:rsidRPr="0025041C">
              <w:rPr>
                <w:rFonts w:ascii="Riojana" w:eastAsia="Arial" w:hAnsi="Riojana"/>
                <w:lang w:val="es-ES_tradnl"/>
              </w:rPr>
              <w:t>H</w:t>
            </w:r>
            <w:r w:rsidRPr="0025041C">
              <w:rPr>
                <w:rFonts w:ascii="Riojana" w:eastAsia="Arial" w:hAnsi="Riojana"/>
                <w:spacing w:val="3"/>
                <w:lang w:val="es-ES_tradnl"/>
              </w:rPr>
              <w:t>o</w:t>
            </w:r>
            <w:r w:rsidRPr="0025041C">
              <w:rPr>
                <w:rFonts w:ascii="Riojana" w:eastAsia="Arial" w:hAnsi="Riojana"/>
                <w:lang w:val="es-ES_tradnl"/>
              </w:rPr>
              <w:t>nor</w:t>
            </w:r>
            <w:r w:rsidRPr="0025041C">
              <w:rPr>
                <w:rFonts w:ascii="Riojana" w:eastAsia="Arial" w:hAnsi="Riojana"/>
                <w:spacing w:val="4"/>
                <w:lang w:val="es-ES_tradnl"/>
              </w:rPr>
              <w:t xml:space="preserve"> </w:t>
            </w:r>
            <w:r w:rsidRPr="0025041C">
              <w:rPr>
                <w:rFonts w:ascii="Riojana" w:eastAsia="Arial" w:hAnsi="Riojana"/>
                <w:lang w:val="es-ES_tradnl"/>
              </w:rPr>
              <w:t>P</w:t>
            </w:r>
            <w:r w:rsidRPr="0025041C">
              <w:rPr>
                <w:rFonts w:ascii="Riojana" w:eastAsia="Arial" w:hAnsi="Riojana"/>
                <w:spacing w:val="2"/>
                <w:lang w:val="es-ES_tradnl"/>
              </w:rPr>
              <w:t>l</w:t>
            </w:r>
            <w:r w:rsidRPr="0025041C">
              <w:rPr>
                <w:rFonts w:ascii="Riojana" w:eastAsia="Arial" w:hAnsi="Riojana"/>
                <w:spacing w:val="1"/>
                <w:lang w:val="es-ES_tradnl"/>
              </w:rPr>
              <w:t>a</w:t>
            </w:r>
            <w:r w:rsidRPr="0025041C">
              <w:rPr>
                <w:rFonts w:ascii="Riojana" w:eastAsia="Arial" w:hAnsi="Riojana"/>
                <w:lang w:val="es-ES_tradnl"/>
              </w:rPr>
              <w:t>ta Femenina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142.800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position w:val="-1"/>
                <w:lang w:val="es-ES_tradnl"/>
              </w:rPr>
              <w:t>0</w:t>
            </w:r>
            <w:r w:rsidRPr="0025041C">
              <w:rPr>
                <w:rFonts w:ascii="Riojana" w:eastAsia="Arial" w:hAnsi="Riojana"/>
                <w:spacing w:val="-1"/>
                <w:position w:val="-1"/>
                <w:lang w:val="es-ES_tradnl"/>
              </w:rPr>
              <w:t>8</w:t>
            </w:r>
            <w:r w:rsidRPr="0025041C">
              <w:rPr>
                <w:rFonts w:ascii="Riojana" w:eastAsia="Arial" w:hAnsi="Riojana"/>
                <w:position w:val="-1"/>
                <w:lang w:val="es-ES_tradnl"/>
              </w:rPr>
              <w:t>.</w:t>
            </w:r>
            <w:r w:rsidRPr="0025041C">
              <w:rPr>
                <w:rFonts w:ascii="Riojana" w:eastAsia="Arial" w:hAnsi="Riojana"/>
                <w:spacing w:val="2"/>
                <w:position w:val="-1"/>
                <w:lang w:val="es-ES_tradnl"/>
              </w:rPr>
              <w:t>0</w:t>
            </w:r>
            <w:r w:rsidRPr="0025041C">
              <w:rPr>
                <w:rFonts w:ascii="Riojana" w:eastAsia="Arial" w:hAnsi="Riojana"/>
                <w:position w:val="-1"/>
                <w:lang w:val="es-ES_tradnl"/>
              </w:rPr>
              <w:t>3.</w:t>
            </w:r>
            <w:r w:rsidRPr="0025041C">
              <w:rPr>
                <w:rFonts w:ascii="Riojana" w:eastAsia="Arial" w:hAnsi="Riojana"/>
                <w:spacing w:val="-1"/>
                <w:position w:val="-1"/>
                <w:lang w:val="es-ES_tradnl"/>
              </w:rPr>
              <w:t>3</w:t>
            </w:r>
            <w:r w:rsidRPr="0025041C">
              <w:rPr>
                <w:rFonts w:ascii="Riojana" w:eastAsia="Arial" w:hAnsi="Riojana"/>
                <w:spacing w:val="2"/>
                <w:position w:val="-1"/>
                <w:lang w:val="es-ES_tradnl"/>
              </w:rPr>
              <w:t>4</w:t>
            </w:r>
            <w:r w:rsidRPr="0025041C">
              <w:rPr>
                <w:rFonts w:ascii="Riojana" w:eastAsia="Arial" w:hAnsi="Riojana"/>
                <w:position w:val="-1"/>
                <w:lang w:val="es-ES_tradnl"/>
              </w:rPr>
              <w:t>1</w:t>
            </w:r>
            <w:r w:rsidRPr="0025041C">
              <w:rPr>
                <w:rFonts w:ascii="Riojana" w:eastAsia="Arial" w:hAnsi="Riojana"/>
                <w:spacing w:val="-1"/>
                <w:position w:val="-1"/>
                <w:lang w:val="es-ES_tradnl"/>
              </w:rPr>
              <w:t>1</w:t>
            </w:r>
            <w:r w:rsidRPr="0025041C">
              <w:rPr>
                <w:rFonts w:ascii="Riojana" w:eastAsia="Arial" w:hAnsi="Riojana"/>
                <w:spacing w:val="2"/>
                <w:position w:val="-1"/>
                <w:lang w:val="es-ES_tradnl"/>
              </w:rPr>
              <w:t>.</w:t>
            </w:r>
            <w:r w:rsidRPr="0025041C">
              <w:rPr>
                <w:rFonts w:ascii="Riojana" w:eastAsia="Arial" w:hAnsi="Riojana"/>
                <w:position w:val="-1"/>
                <w:lang w:val="es-ES_tradnl"/>
              </w:rPr>
              <w:t>4</w:t>
            </w:r>
            <w:r w:rsidRPr="0025041C">
              <w:rPr>
                <w:rFonts w:ascii="Riojana" w:eastAsia="Arial" w:hAnsi="Riojana"/>
                <w:spacing w:val="1"/>
                <w:position w:val="-1"/>
                <w:lang w:val="es-ES_tradnl"/>
              </w:rPr>
              <w:t>8</w:t>
            </w:r>
            <w:r w:rsidRPr="0025041C">
              <w:rPr>
                <w:rFonts w:ascii="Riojana" w:eastAsia="Arial" w:hAnsi="Riojana"/>
                <w:position w:val="-1"/>
                <w:lang w:val="es-ES_tradnl"/>
              </w:rPr>
              <w:t>0</w:t>
            </w:r>
            <w:r w:rsidRPr="0025041C">
              <w:rPr>
                <w:rFonts w:ascii="Riojana" w:eastAsia="Arial" w:hAnsi="Riojana"/>
                <w:spacing w:val="2"/>
                <w:position w:val="-1"/>
                <w:lang w:val="es-ES_tradnl"/>
              </w:rPr>
              <w:t>.</w:t>
            </w:r>
            <w:r w:rsidRPr="0025041C">
              <w:rPr>
                <w:rFonts w:ascii="Riojana" w:eastAsia="Arial" w:hAnsi="Riojana"/>
                <w:position w:val="-1"/>
                <w:lang w:val="es-ES_tradnl"/>
              </w:rPr>
              <w:t>09</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Unión Baloncesto Viñas Logroño. Liga Femenina 2</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75.000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position w:val="-1"/>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3.</w:t>
            </w:r>
            <w:r w:rsidRPr="0025041C">
              <w:rPr>
                <w:rFonts w:ascii="Riojana" w:eastAsia="Arial" w:hAnsi="Riojana"/>
                <w:spacing w:val="-1"/>
                <w:lang w:val="es-ES_tradnl"/>
              </w:rPr>
              <w:t>3</w:t>
            </w:r>
            <w:r w:rsidRPr="0025041C">
              <w:rPr>
                <w:rFonts w:ascii="Riojana" w:eastAsia="Arial" w:hAnsi="Riojana"/>
                <w:spacing w:val="2"/>
                <w:lang w:val="es-ES_tradnl"/>
              </w:rPr>
              <w:t>4</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0</w:t>
            </w:r>
            <w:r w:rsidRPr="0025041C">
              <w:rPr>
                <w:rFonts w:ascii="Riojana" w:eastAsia="Arial" w:hAnsi="Riojana"/>
                <w:spacing w:val="2"/>
                <w:lang w:val="es-ES_tradnl"/>
              </w:rPr>
              <w:t>.</w:t>
            </w:r>
            <w:r w:rsidRPr="0025041C">
              <w:rPr>
                <w:rFonts w:ascii="Riojana" w:eastAsia="Arial" w:hAnsi="Riojana"/>
                <w:lang w:val="es-ES_tradnl"/>
              </w:rPr>
              <w:t>10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spacing w:val="1"/>
                <w:position w:val="-1"/>
                <w:lang w:val="es-ES_tradnl"/>
              </w:rPr>
            </w:pPr>
            <w:r w:rsidRPr="0025041C">
              <w:rPr>
                <w:rFonts w:ascii="Riojana" w:eastAsia="Arial" w:hAnsi="Riojana"/>
                <w:lang w:val="es-ES_tradnl"/>
              </w:rPr>
              <w:t>DUX Logroño. Liga Primera Reto Iberdrola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55.000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3.</w:t>
            </w:r>
            <w:r w:rsidRPr="0025041C">
              <w:rPr>
                <w:rFonts w:ascii="Riojana" w:eastAsia="Arial" w:hAnsi="Riojana"/>
                <w:spacing w:val="-1"/>
                <w:lang w:val="es-ES_tradnl"/>
              </w:rPr>
              <w:t>3</w:t>
            </w:r>
            <w:r w:rsidRPr="0025041C">
              <w:rPr>
                <w:rFonts w:ascii="Riojana" w:eastAsia="Arial" w:hAnsi="Riojana"/>
                <w:spacing w:val="2"/>
                <w:lang w:val="es-ES_tradnl"/>
              </w:rPr>
              <w:t>4</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0</w:t>
            </w:r>
            <w:r w:rsidRPr="0025041C">
              <w:rPr>
                <w:rFonts w:ascii="Riojana" w:eastAsia="Arial" w:hAnsi="Riojana"/>
                <w:spacing w:val="2"/>
                <w:lang w:val="es-ES_tradnl"/>
              </w:rPr>
              <w:t>.</w:t>
            </w:r>
            <w:r w:rsidRPr="0025041C">
              <w:rPr>
                <w:rFonts w:ascii="Riojana" w:eastAsia="Arial" w:hAnsi="Riojana"/>
                <w:lang w:val="es-ES_tradnl"/>
              </w:rPr>
              <w:t>11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C</w:t>
            </w:r>
            <w:r w:rsidRPr="0025041C">
              <w:rPr>
                <w:rFonts w:ascii="Riojana" w:eastAsia="Arial" w:hAnsi="Riojana"/>
                <w:spacing w:val="-1"/>
                <w:lang w:val="es-ES_tradnl"/>
              </w:rPr>
              <w:t>l</w:t>
            </w:r>
            <w:r w:rsidRPr="0025041C">
              <w:rPr>
                <w:rFonts w:ascii="Riojana" w:eastAsia="Arial" w:hAnsi="Riojana"/>
                <w:lang w:val="es-ES_tradnl"/>
              </w:rPr>
              <w:t>ub</w:t>
            </w:r>
            <w:r w:rsidRPr="0025041C">
              <w:rPr>
                <w:rFonts w:ascii="Riojana" w:eastAsia="Arial" w:hAnsi="Riojana"/>
                <w:spacing w:val="4"/>
                <w:lang w:val="es-ES_tradnl"/>
              </w:rPr>
              <w:t xml:space="preserve"> </w:t>
            </w:r>
            <w:r w:rsidRPr="0025041C">
              <w:rPr>
                <w:rFonts w:ascii="Riojana" w:eastAsia="Arial" w:hAnsi="Riojana"/>
                <w:spacing w:val="-1"/>
                <w:lang w:val="es-ES_tradnl"/>
              </w:rPr>
              <w:t>D</w:t>
            </w:r>
            <w:r w:rsidRPr="0025041C">
              <w:rPr>
                <w:rFonts w:ascii="Riojana" w:eastAsia="Arial" w:hAnsi="Riojana"/>
                <w:spacing w:val="1"/>
                <w:lang w:val="es-ES_tradnl"/>
              </w:rPr>
              <w:t>e</w:t>
            </w:r>
            <w:r w:rsidRPr="0025041C">
              <w:rPr>
                <w:rFonts w:ascii="Riojana" w:eastAsia="Arial" w:hAnsi="Riojana"/>
                <w:lang w:val="es-ES_tradnl"/>
              </w:rPr>
              <w:t>po</w:t>
            </w:r>
            <w:r w:rsidRPr="0025041C">
              <w:rPr>
                <w:rFonts w:ascii="Riojana" w:eastAsia="Arial" w:hAnsi="Riojana"/>
                <w:spacing w:val="1"/>
                <w:lang w:val="es-ES_tradnl"/>
              </w:rPr>
              <w:t>r</w:t>
            </w:r>
            <w:r w:rsidRPr="0025041C">
              <w:rPr>
                <w:rFonts w:ascii="Riojana" w:eastAsia="Arial" w:hAnsi="Riojana"/>
                <w:spacing w:val="2"/>
                <w:lang w:val="es-ES_tradnl"/>
              </w:rPr>
              <w:t>t</w:t>
            </w:r>
            <w:r w:rsidRPr="0025041C">
              <w:rPr>
                <w:rFonts w:ascii="Riojana" w:eastAsia="Arial" w:hAnsi="Riojana"/>
                <w:spacing w:val="-1"/>
                <w:lang w:val="es-ES_tradnl"/>
              </w:rPr>
              <w:t>iv</w:t>
            </w:r>
            <w:r w:rsidRPr="0025041C">
              <w:rPr>
                <w:rFonts w:ascii="Riojana" w:eastAsia="Arial" w:hAnsi="Riojana"/>
                <w:lang w:val="es-ES_tradnl"/>
              </w:rPr>
              <w:t>o</w:t>
            </w:r>
            <w:r w:rsidRPr="0025041C">
              <w:rPr>
                <w:rFonts w:ascii="Riojana" w:eastAsia="Arial" w:hAnsi="Riojana"/>
                <w:spacing w:val="9"/>
                <w:lang w:val="es-ES_tradnl"/>
              </w:rPr>
              <w:t xml:space="preserve"> </w:t>
            </w:r>
            <w:r w:rsidRPr="0025041C">
              <w:rPr>
                <w:rFonts w:ascii="Riojana" w:eastAsia="Arial" w:hAnsi="Riojana"/>
                <w:lang w:val="es-ES_tradnl"/>
              </w:rPr>
              <w:t>C</w:t>
            </w:r>
            <w:r w:rsidRPr="0025041C">
              <w:rPr>
                <w:rFonts w:ascii="Riojana" w:eastAsia="Arial" w:hAnsi="Riojana"/>
                <w:spacing w:val="1"/>
                <w:lang w:val="es-ES_tradnl"/>
              </w:rPr>
              <w:t>a</w:t>
            </w:r>
            <w:r w:rsidRPr="0025041C">
              <w:rPr>
                <w:rFonts w:ascii="Riojana" w:eastAsia="Arial" w:hAnsi="Riojana"/>
                <w:spacing w:val="-1"/>
                <w:lang w:val="es-ES_tradnl"/>
              </w:rPr>
              <w:t>l</w:t>
            </w:r>
            <w:r w:rsidRPr="0025041C">
              <w:rPr>
                <w:rFonts w:ascii="Riojana" w:eastAsia="Arial" w:hAnsi="Riojana"/>
                <w:spacing w:val="1"/>
                <w:lang w:val="es-ES_tradnl"/>
              </w:rPr>
              <w:t>a</w:t>
            </w:r>
            <w:r w:rsidRPr="0025041C">
              <w:rPr>
                <w:rFonts w:ascii="Riojana" w:eastAsia="Arial" w:hAnsi="Riojana"/>
                <w:lang w:val="es-ES_tradnl"/>
              </w:rPr>
              <w:t>ho</w:t>
            </w:r>
            <w:r w:rsidRPr="0025041C">
              <w:rPr>
                <w:rFonts w:ascii="Riojana" w:eastAsia="Arial" w:hAnsi="Riojana"/>
                <w:spacing w:val="1"/>
                <w:lang w:val="es-ES_tradnl"/>
              </w:rPr>
              <w:t>rra</w:t>
            </w:r>
            <w:r w:rsidRPr="0025041C">
              <w:rPr>
                <w:rFonts w:ascii="Riojana" w:eastAsia="Arial" w:hAnsi="Riojana"/>
                <w:lang w:val="es-ES_tradnl"/>
              </w:rPr>
              <w:t>.</w:t>
            </w:r>
            <w:r w:rsidRPr="0025041C">
              <w:rPr>
                <w:rFonts w:ascii="Riojana" w:eastAsia="Arial" w:hAnsi="Riojana"/>
                <w:spacing w:val="-14"/>
                <w:lang w:val="es-ES_tradnl"/>
              </w:rPr>
              <w:t xml:space="preserve"> </w:t>
            </w:r>
            <w:r w:rsidRPr="0025041C">
              <w:rPr>
                <w:rFonts w:ascii="Riojana" w:eastAsia="Arial" w:hAnsi="Riojana"/>
                <w:lang w:val="es-ES_tradnl"/>
              </w:rPr>
              <w:t>P</w:t>
            </w:r>
            <w:r w:rsidRPr="0025041C">
              <w:rPr>
                <w:rFonts w:ascii="Riojana" w:eastAsia="Arial" w:hAnsi="Riojana"/>
                <w:spacing w:val="1"/>
                <w:lang w:val="es-ES_tradnl"/>
              </w:rPr>
              <w:t>r</w:t>
            </w:r>
            <w:r w:rsidRPr="0025041C">
              <w:rPr>
                <w:rFonts w:ascii="Riojana" w:eastAsia="Arial" w:hAnsi="Riojana"/>
                <w:spacing w:val="-1"/>
                <w:lang w:val="es-ES_tradnl"/>
              </w:rPr>
              <w:t>i</w:t>
            </w:r>
            <w:r w:rsidRPr="0025041C">
              <w:rPr>
                <w:rFonts w:ascii="Riojana" w:eastAsia="Arial" w:hAnsi="Riojana"/>
                <w:lang w:val="es-ES_tradnl"/>
              </w:rPr>
              <w:t>m</w:t>
            </w:r>
            <w:r w:rsidRPr="0025041C">
              <w:rPr>
                <w:rFonts w:ascii="Riojana" w:eastAsia="Arial" w:hAnsi="Riojana"/>
                <w:spacing w:val="1"/>
                <w:lang w:val="es-ES_tradnl"/>
              </w:rPr>
              <w:t>er</w:t>
            </w:r>
            <w:r w:rsidRPr="0025041C">
              <w:rPr>
                <w:rFonts w:ascii="Riojana" w:eastAsia="Arial" w:hAnsi="Riojana"/>
                <w:lang w:val="es-ES_tradnl"/>
              </w:rPr>
              <w:t>a</w:t>
            </w:r>
            <w:r w:rsidRPr="0025041C">
              <w:rPr>
                <w:rFonts w:ascii="Riojana" w:eastAsia="Arial" w:hAnsi="Riojana"/>
                <w:spacing w:val="-13"/>
                <w:lang w:val="es-ES_tradnl"/>
              </w:rPr>
              <w:t xml:space="preserve"> </w:t>
            </w:r>
            <w:r w:rsidRPr="0025041C">
              <w:rPr>
                <w:rFonts w:ascii="Riojana" w:eastAsia="Arial" w:hAnsi="Riojana"/>
                <w:lang w:val="es-ES_tradnl"/>
              </w:rPr>
              <w:t>Federación</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135</w:t>
            </w:r>
            <w:r w:rsidRPr="0025041C">
              <w:rPr>
                <w:rFonts w:ascii="Riojana" w:eastAsia="Arial" w:hAnsi="Riojana"/>
                <w:spacing w:val="2"/>
                <w:lang w:val="es-ES_tradnl"/>
              </w:rPr>
              <w:t>.</w:t>
            </w:r>
            <w:r w:rsidRPr="0025041C">
              <w:rPr>
                <w:rFonts w:ascii="Riojana" w:eastAsia="Arial" w:hAnsi="Riojana"/>
                <w:lang w:val="es-ES_tradnl"/>
              </w:rPr>
              <w:t>0</w:t>
            </w:r>
            <w:r w:rsidRPr="0025041C">
              <w:rPr>
                <w:rFonts w:ascii="Riojana" w:eastAsia="Arial" w:hAnsi="Riojana"/>
                <w:spacing w:val="-1"/>
                <w:lang w:val="es-ES_tradnl"/>
              </w:rPr>
              <w:t>0</w:t>
            </w:r>
            <w:r w:rsidRPr="0025041C">
              <w:rPr>
                <w:rFonts w:ascii="Riojana" w:eastAsia="Arial" w:hAnsi="Riojana"/>
                <w:lang w:val="es-ES_tradnl"/>
              </w:rPr>
              <w:t>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3.</w:t>
            </w:r>
            <w:r w:rsidRPr="0025041C">
              <w:rPr>
                <w:rFonts w:ascii="Riojana" w:eastAsia="Arial" w:hAnsi="Riojana"/>
                <w:spacing w:val="-1"/>
                <w:lang w:val="es-ES_tradnl"/>
              </w:rPr>
              <w:t>3</w:t>
            </w:r>
            <w:r w:rsidRPr="0025041C">
              <w:rPr>
                <w:rFonts w:ascii="Riojana" w:eastAsia="Arial" w:hAnsi="Riojana"/>
                <w:spacing w:val="2"/>
                <w:lang w:val="es-ES_tradnl"/>
              </w:rPr>
              <w:t>4</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0</w:t>
            </w:r>
            <w:r w:rsidRPr="0025041C">
              <w:rPr>
                <w:rFonts w:ascii="Riojana" w:eastAsia="Arial" w:hAnsi="Riojana"/>
                <w:spacing w:val="2"/>
                <w:lang w:val="es-ES_tradnl"/>
              </w:rPr>
              <w:t>.</w:t>
            </w:r>
            <w:r w:rsidRPr="0025041C">
              <w:rPr>
                <w:rFonts w:ascii="Riojana" w:eastAsia="Arial" w:hAnsi="Riojana"/>
                <w:lang w:val="es-ES_tradnl"/>
              </w:rPr>
              <w:t>12</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S</w:t>
            </w:r>
            <w:r w:rsidRPr="0025041C">
              <w:rPr>
                <w:rFonts w:ascii="Riojana" w:eastAsia="Arial" w:hAnsi="Riojana"/>
                <w:spacing w:val="1"/>
                <w:lang w:val="es-ES_tradnl"/>
              </w:rPr>
              <w:t>oc</w:t>
            </w:r>
            <w:r w:rsidRPr="0025041C">
              <w:rPr>
                <w:rFonts w:ascii="Riojana" w:eastAsia="Arial" w:hAnsi="Riojana"/>
                <w:spacing w:val="-1"/>
                <w:lang w:val="es-ES_tradnl"/>
              </w:rPr>
              <w:t>i</w:t>
            </w:r>
            <w:r w:rsidRPr="0025041C">
              <w:rPr>
                <w:rFonts w:ascii="Riojana" w:eastAsia="Arial" w:hAnsi="Riojana"/>
                <w:spacing w:val="1"/>
                <w:lang w:val="es-ES_tradnl"/>
              </w:rPr>
              <w:t>e</w:t>
            </w:r>
            <w:r w:rsidRPr="0025041C">
              <w:rPr>
                <w:rFonts w:ascii="Riojana" w:eastAsia="Arial" w:hAnsi="Riojana"/>
                <w:lang w:val="es-ES_tradnl"/>
              </w:rPr>
              <w:t>dad</w:t>
            </w:r>
            <w:r w:rsidRPr="0025041C">
              <w:rPr>
                <w:rFonts w:ascii="Riojana" w:eastAsia="Arial" w:hAnsi="Riojana"/>
                <w:spacing w:val="5"/>
                <w:lang w:val="es-ES_tradnl"/>
              </w:rPr>
              <w:t xml:space="preserve"> </w:t>
            </w:r>
            <w:r w:rsidRPr="0025041C">
              <w:rPr>
                <w:rFonts w:ascii="Riojana" w:eastAsia="Arial" w:hAnsi="Riojana"/>
                <w:spacing w:val="-1"/>
                <w:lang w:val="es-ES_tradnl"/>
              </w:rPr>
              <w:t>D</w:t>
            </w:r>
            <w:r w:rsidRPr="0025041C">
              <w:rPr>
                <w:rFonts w:ascii="Riojana" w:eastAsia="Arial" w:hAnsi="Riojana"/>
                <w:spacing w:val="1"/>
                <w:lang w:val="es-ES_tradnl"/>
              </w:rPr>
              <w:t>e</w:t>
            </w:r>
            <w:r w:rsidRPr="0025041C">
              <w:rPr>
                <w:rFonts w:ascii="Riojana" w:eastAsia="Arial" w:hAnsi="Riojana"/>
                <w:lang w:val="es-ES_tradnl"/>
              </w:rPr>
              <w:t>po</w:t>
            </w:r>
            <w:r w:rsidRPr="0025041C">
              <w:rPr>
                <w:rFonts w:ascii="Riojana" w:eastAsia="Arial" w:hAnsi="Riojana"/>
                <w:spacing w:val="1"/>
                <w:lang w:val="es-ES_tradnl"/>
              </w:rPr>
              <w:t>r</w:t>
            </w:r>
            <w:r w:rsidRPr="0025041C">
              <w:rPr>
                <w:rFonts w:ascii="Riojana" w:eastAsia="Arial" w:hAnsi="Riojana"/>
                <w:spacing w:val="2"/>
                <w:lang w:val="es-ES_tradnl"/>
              </w:rPr>
              <w:t>t</w:t>
            </w:r>
            <w:r w:rsidRPr="0025041C">
              <w:rPr>
                <w:rFonts w:ascii="Riojana" w:eastAsia="Arial" w:hAnsi="Riojana"/>
                <w:spacing w:val="-1"/>
                <w:lang w:val="es-ES_tradnl"/>
              </w:rPr>
              <w:t>iv</w:t>
            </w:r>
            <w:r w:rsidRPr="0025041C">
              <w:rPr>
                <w:rFonts w:ascii="Riojana" w:eastAsia="Arial" w:hAnsi="Riojana"/>
                <w:lang w:val="es-ES_tradnl"/>
              </w:rPr>
              <w:t>a</w:t>
            </w:r>
            <w:r w:rsidRPr="0025041C">
              <w:rPr>
                <w:rFonts w:ascii="Riojana" w:eastAsia="Arial" w:hAnsi="Riojana"/>
                <w:spacing w:val="4"/>
                <w:lang w:val="es-ES_tradnl"/>
              </w:rPr>
              <w:t xml:space="preserve"> </w:t>
            </w:r>
            <w:r w:rsidRPr="0025041C">
              <w:rPr>
                <w:rFonts w:ascii="Riojana" w:eastAsia="Arial" w:hAnsi="Riojana"/>
                <w:lang w:val="es-ES_tradnl"/>
              </w:rPr>
              <w:t>Lo</w:t>
            </w:r>
            <w:r w:rsidRPr="0025041C">
              <w:rPr>
                <w:rFonts w:ascii="Riojana" w:eastAsia="Arial" w:hAnsi="Riojana"/>
                <w:spacing w:val="1"/>
                <w:lang w:val="es-ES_tradnl"/>
              </w:rPr>
              <w:t>gro</w:t>
            </w:r>
            <w:r w:rsidRPr="0025041C">
              <w:rPr>
                <w:rFonts w:ascii="Riojana" w:eastAsia="Arial" w:hAnsi="Riojana"/>
                <w:lang w:val="es-ES_tradnl"/>
              </w:rPr>
              <w:t>ñé</w:t>
            </w:r>
            <w:r w:rsidRPr="0025041C">
              <w:rPr>
                <w:rFonts w:ascii="Riojana" w:eastAsia="Arial" w:hAnsi="Riojana"/>
                <w:spacing w:val="-1"/>
                <w:lang w:val="es-ES_tradnl"/>
              </w:rPr>
              <w:t>s</w:t>
            </w:r>
            <w:r w:rsidRPr="0025041C">
              <w:rPr>
                <w:rFonts w:ascii="Riojana" w:eastAsia="Arial" w:hAnsi="Riojana"/>
                <w:lang w:val="es-ES_tradnl"/>
              </w:rPr>
              <w:t>. P</w:t>
            </w:r>
            <w:r w:rsidRPr="0025041C">
              <w:rPr>
                <w:rFonts w:ascii="Riojana" w:eastAsia="Arial" w:hAnsi="Riojana"/>
                <w:spacing w:val="1"/>
                <w:lang w:val="es-ES_tradnl"/>
              </w:rPr>
              <w:t>r</w:t>
            </w:r>
            <w:r w:rsidRPr="0025041C">
              <w:rPr>
                <w:rFonts w:ascii="Riojana" w:eastAsia="Arial" w:hAnsi="Riojana"/>
                <w:spacing w:val="-1"/>
                <w:lang w:val="es-ES_tradnl"/>
              </w:rPr>
              <w:t>i</w:t>
            </w:r>
            <w:r w:rsidRPr="0025041C">
              <w:rPr>
                <w:rFonts w:ascii="Riojana" w:eastAsia="Arial" w:hAnsi="Riojana"/>
                <w:lang w:val="es-ES_tradnl"/>
              </w:rPr>
              <w:t>m</w:t>
            </w:r>
            <w:r w:rsidRPr="0025041C">
              <w:rPr>
                <w:rFonts w:ascii="Riojana" w:eastAsia="Arial" w:hAnsi="Riojana"/>
                <w:spacing w:val="1"/>
                <w:lang w:val="es-ES_tradnl"/>
              </w:rPr>
              <w:t>er</w:t>
            </w:r>
            <w:r w:rsidRPr="0025041C">
              <w:rPr>
                <w:rFonts w:ascii="Riojana" w:eastAsia="Arial" w:hAnsi="Riojana"/>
                <w:lang w:val="es-ES_tradnl"/>
              </w:rPr>
              <w:t>a</w:t>
            </w:r>
            <w:r w:rsidRPr="0025041C">
              <w:rPr>
                <w:rFonts w:ascii="Riojana" w:eastAsia="Arial" w:hAnsi="Riojana"/>
                <w:spacing w:val="-13"/>
                <w:lang w:val="es-ES_tradnl"/>
              </w:rPr>
              <w:t xml:space="preserve"> </w:t>
            </w:r>
            <w:r w:rsidRPr="0025041C">
              <w:rPr>
                <w:rFonts w:ascii="Riojana" w:eastAsia="Arial" w:hAnsi="Riojana"/>
                <w:lang w:val="es-ES_tradnl"/>
              </w:rPr>
              <w:t>Federación</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1</w:t>
            </w:r>
            <w:r w:rsidRPr="0025041C">
              <w:rPr>
                <w:rFonts w:ascii="Riojana" w:eastAsia="Arial" w:hAnsi="Riojana"/>
                <w:spacing w:val="-1"/>
                <w:lang w:val="es-ES_tradnl"/>
              </w:rPr>
              <w:t>3</w:t>
            </w:r>
            <w:r w:rsidRPr="0025041C">
              <w:rPr>
                <w:rFonts w:ascii="Riojana" w:eastAsia="Arial" w:hAnsi="Riojana"/>
                <w:lang w:val="es-ES_tradnl"/>
              </w:rPr>
              <w:t>5</w:t>
            </w:r>
            <w:r w:rsidRPr="0025041C">
              <w:rPr>
                <w:rFonts w:ascii="Riojana" w:eastAsia="Arial" w:hAnsi="Riojana"/>
                <w:spacing w:val="2"/>
                <w:lang w:val="es-ES_tradnl"/>
              </w:rPr>
              <w:t>.</w:t>
            </w:r>
            <w:r w:rsidRPr="0025041C">
              <w:rPr>
                <w:rFonts w:ascii="Riojana" w:eastAsia="Arial" w:hAnsi="Riojana"/>
                <w:lang w:val="es-ES_tradnl"/>
              </w:rPr>
              <w:t>0</w:t>
            </w:r>
            <w:r w:rsidRPr="0025041C">
              <w:rPr>
                <w:rFonts w:ascii="Riojana" w:eastAsia="Arial" w:hAnsi="Riojana"/>
                <w:spacing w:val="-1"/>
                <w:lang w:val="es-ES_tradnl"/>
              </w:rPr>
              <w:t>0</w:t>
            </w:r>
            <w:r w:rsidRPr="0025041C">
              <w:rPr>
                <w:rFonts w:ascii="Riojana" w:eastAsia="Arial" w:hAnsi="Riojana"/>
                <w:lang w:val="es-ES_tradnl"/>
              </w:rPr>
              <w:t>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lastRenderedPageBreak/>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3.</w:t>
            </w:r>
            <w:r w:rsidRPr="0025041C">
              <w:rPr>
                <w:rFonts w:ascii="Riojana" w:eastAsia="Arial" w:hAnsi="Riojana"/>
                <w:spacing w:val="-1"/>
                <w:lang w:val="es-ES_tradnl"/>
              </w:rPr>
              <w:t>3</w:t>
            </w:r>
            <w:r w:rsidRPr="0025041C">
              <w:rPr>
                <w:rFonts w:ascii="Riojana" w:eastAsia="Arial" w:hAnsi="Riojana"/>
                <w:spacing w:val="2"/>
                <w:lang w:val="es-ES_tradnl"/>
              </w:rPr>
              <w:t>4</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0</w:t>
            </w:r>
            <w:r w:rsidRPr="0025041C">
              <w:rPr>
                <w:rFonts w:ascii="Riojana" w:eastAsia="Arial" w:hAnsi="Riojana"/>
                <w:spacing w:val="2"/>
                <w:lang w:val="es-ES_tradnl"/>
              </w:rPr>
              <w:t>.</w:t>
            </w:r>
            <w:r w:rsidRPr="0025041C">
              <w:rPr>
                <w:rFonts w:ascii="Riojana" w:eastAsia="Arial" w:hAnsi="Riojana"/>
                <w:lang w:val="es-ES_tradnl"/>
              </w:rPr>
              <w:t>13</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spacing w:val="-1"/>
                <w:lang w:val="es-ES_tradnl"/>
              </w:rPr>
              <w:t>M</w:t>
            </w:r>
            <w:r w:rsidRPr="0025041C">
              <w:rPr>
                <w:rFonts w:ascii="Riojana" w:eastAsia="Arial" w:hAnsi="Riojana"/>
                <w:spacing w:val="1"/>
                <w:lang w:val="es-ES_tradnl"/>
              </w:rPr>
              <w:t>i</w:t>
            </w:r>
            <w:r w:rsidRPr="0025041C">
              <w:rPr>
                <w:rFonts w:ascii="Riojana" w:eastAsia="Arial" w:hAnsi="Riojana"/>
                <w:spacing w:val="-1"/>
                <w:lang w:val="es-ES_tradnl"/>
              </w:rPr>
              <w:t>l</w:t>
            </w:r>
            <w:r w:rsidRPr="0025041C">
              <w:rPr>
                <w:rFonts w:ascii="Riojana" w:eastAsia="Arial" w:hAnsi="Riojana"/>
                <w:spacing w:val="1"/>
                <w:lang w:val="es-ES_tradnl"/>
              </w:rPr>
              <w:t>e</w:t>
            </w:r>
            <w:r w:rsidRPr="0025041C">
              <w:rPr>
                <w:rFonts w:ascii="Riojana" w:eastAsia="Arial" w:hAnsi="Riojana"/>
                <w:lang w:val="es-ES_tradnl"/>
              </w:rPr>
              <w:t>n</w:t>
            </w:r>
            <w:r w:rsidRPr="0025041C">
              <w:rPr>
                <w:rFonts w:ascii="Riojana" w:eastAsia="Arial" w:hAnsi="Riojana"/>
                <w:spacing w:val="-1"/>
                <w:lang w:val="es-ES_tradnl"/>
              </w:rPr>
              <w:t>i</w:t>
            </w:r>
            <w:r w:rsidRPr="0025041C">
              <w:rPr>
                <w:rFonts w:ascii="Riojana" w:eastAsia="Arial" w:hAnsi="Riojana"/>
                <w:lang w:val="es-ES_tradnl"/>
              </w:rPr>
              <w:t>o</w:t>
            </w:r>
            <w:r w:rsidRPr="0025041C">
              <w:rPr>
                <w:rFonts w:ascii="Riojana" w:eastAsia="Arial" w:hAnsi="Riojana"/>
                <w:spacing w:val="2"/>
                <w:lang w:val="es-ES_tradnl"/>
              </w:rPr>
              <w:t xml:space="preserve"> C</w:t>
            </w:r>
            <w:r w:rsidRPr="0025041C">
              <w:rPr>
                <w:rFonts w:ascii="Riojana" w:eastAsia="Arial" w:hAnsi="Riojana"/>
                <w:spacing w:val="-1"/>
                <w:lang w:val="es-ES_tradnl"/>
              </w:rPr>
              <w:t>l</w:t>
            </w:r>
            <w:r w:rsidRPr="0025041C">
              <w:rPr>
                <w:rFonts w:ascii="Riojana" w:eastAsia="Arial" w:hAnsi="Riojana"/>
                <w:spacing w:val="2"/>
                <w:lang w:val="es-ES_tradnl"/>
              </w:rPr>
              <w:t>u</w:t>
            </w:r>
            <w:r w:rsidRPr="0025041C">
              <w:rPr>
                <w:rFonts w:ascii="Riojana" w:eastAsia="Arial" w:hAnsi="Riojana"/>
                <w:lang w:val="es-ES_tradnl"/>
              </w:rPr>
              <w:t>b</w:t>
            </w:r>
            <w:r w:rsidRPr="0025041C">
              <w:rPr>
                <w:rFonts w:ascii="Riojana" w:eastAsia="Arial" w:hAnsi="Riojana"/>
                <w:spacing w:val="3"/>
                <w:lang w:val="es-ES_tradnl"/>
              </w:rPr>
              <w:t xml:space="preserve"> </w:t>
            </w:r>
            <w:r w:rsidRPr="0025041C">
              <w:rPr>
                <w:rFonts w:ascii="Riojana" w:eastAsia="Arial" w:hAnsi="Riojana"/>
                <w:lang w:val="es-ES_tradnl"/>
              </w:rPr>
              <w:t>P</w:t>
            </w:r>
            <w:r w:rsidRPr="0025041C">
              <w:rPr>
                <w:rFonts w:ascii="Riojana" w:eastAsia="Arial" w:hAnsi="Riojana"/>
                <w:spacing w:val="1"/>
                <w:lang w:val="es-ES_tradnl"/>
              </w:rPr>
              <w:t>a</w:t>
            </w:r>
            <w:r w:rsidRPr="0025041C">
              <w:rPr>
                <w:rFonts w:ascii="Riojana" w:eastAsia="Arial" w:hAnsi="Riojana"/>
                <w:lang w:val="es-ES_tradnl"/>
              </w:rPr>
              <w:t>t</w:t>
            </w:r>
            <w:r w:rsidRPr="0025041C">
              <w:rPr>
                <w:rFonts w:ascii="Riojana" w:eastAsia="Arial" w:hAnsi="Riojana"/>
                <w:spacing w:val="1"/>
                <w:lang w:val="es-ES_tradnl"/>
              </w:rPr>
              <w:t>í</w:t>
            </w:r>
            <w:r w:rsidRPr="0025041C">
              <w:rPr>
                <w:rFonts w:ascii="Riojana" w:eastAsia="Arial" w:hAnsi="Riojana"/>
                <w:lang w:val="es-ES_tradnl"/>
              </w:rPr>
              <w:t>n.</w:t>
            </w:r>
            <w:r w:rsidRPr="0025041C">
              <w:rPr>
                <w:rFonts w:ascii="Riojana" w:eastAsia="Arial" w:hAnsi="Riojana"/>
                <w:spacing w:val="-17"/>
                <w:lang w:val="es-ES_tradnl"/>
              </w:rPr>
              <w:t xml:space="preserve"> </w:t>
            </w:r>
            <w:r w:rsidRPr="0025041C">
              <w:rPr>
                <w:rFonts w:ascii="Riojana" w:eastAsia="Arial" w:hAnsi="Riojana"/>
                <w:spacing w:val="2"/>
                <w:lang w:val="es-ES_tradnl"/>
              </w:rPr>
              <w:t>1</w:t>
            </w:r>
            <w:r w:rsidRPr="0025041C">
              <w:rPr>
                <w:rFonts w:ascii="Riojana" w:eastAsia="Arial" w:hAnsi="Riojana"/>
                <w:lang w:val="es-ES_tradnl"/>
              </w:rPr>
              <w:t>ª</w:t>
            </w:r>
            <w:r w:rsidRPr="0025041C">
              <w:rPr>
                <w:rFonts w:ascii="Riojana" w:eastAsia="Arial" w:hAnsi="Riojana"/>
                <w:spacing w:val="1"/>
                <w:lang w:val="es-ES_tradnl"/>
              </w:rPr>
              <w:t xml:space="preserve"> </w:t>
            </w:r>
            <w:r w:rsidRPr="0025041C">
              <w:rPr>
                <w:rFonts w:ascii="Riojana" w:eastAsia="Arial" w:hAnsi="Riojana"/>
                <w:spacing w:val="-1"/>
                <w:lang w:val="es-ES_tradnl"/>
              </w:rPr>
              <w:t>D</w:t>
            </w:r>
            <w:r w:rsidRPr="0025041C">
              <w:rPr>
                <w:rFonts w:ascii="Riojana" w:eastAsia="Arial" w:hAnsi="Riojana"/>
                <w:spacing w:val="1"/>
                <w:lang w:val="es-ES_tradnl"/>
              </w:rPr>
              <w:t>i</w:t>
            </w:r>
            <w:r w:rsidRPr="0025041C">
              <w:rPr>
                <w:rFonts w:ascii="Riojana" w:eastAsia="Arial" w:hAnsi="Riojana"/>
                <w:spacing w:val="-1"/>
                <w:lang w:val="es-ES_tradnl"/>
              </w:rPr>
              <w:t>v</w:t>
            </w:r>
            <w:r w:rsidRPr="0025041C">
              <w:rPr>
                <w:rFonts w:ascii="Riojana" w:eastAsia="Arial" w:hAnsi="Riojana"/>
                <w:spacing w:val="1"/>
                <w:lang w:val="es-ES_tradnl"/>
              </w:rPr>
              <w:t>i</w:t>
            </w:r>
            <w:r w:rsidRPr="0025041C">
              <w:rPr>
                <w:rFonts w:ascii="Riojana" w:eastAsia="Arial" w:hAnsi="Riojana"/>
                <w:spacing w:val="-1"/>
                <w:lang w:val="es-ES_tradnl"/>
              </w:rPr>
              <w:t>s</w:t>
            </w:r>
            <w:r w:rsidRPr="0025041C">
              <w:rPr>
                <w:rFonts w:ascii="Riojana" w:eastAsia="Arial" w:hAnsi="Riojana"/>
                <w:spacing w:val="1"/>
                <w:lang w:val="es-ES_tradnl"/>
              </w:rPr>
              <w:t>ió</w:t>
            </w:r>
            <w:r w:rsidRPr="0025041C">
              <w:rPr>
                <w:rFonts w:ascii="Riojana" w:eastAsia="Arial" w:hAnsi="Riojana"/>
                <w:lang w:val="es-ES_tradnl"/>
              </w:rPr>
              <w:t>n</w:t>
            </w:r>
            <w:r w:rsidRPr="0025041C">
              <w:rPr>
                <w:rFonts w:ascii="Riojana" w:eastAsia="Arial" w:hAnsi="Riojana"/>
                <w:spacing w:val="-7"/>
                <w:lang w:val="es-ES_tradnl"/>
              </w:rPr>
              <w:t xml:space="preserve"> </w:t>
            </w:r>
            <w:r w:rsidRPr="0025041C">
              <w:rPr>
                <w:rFonts w:ascii="Riojana" w:eastAsia="Arial" w:hAnsi="Riojana"/>
                <w:w w:val="97"/>
                <w:lang w:val="es-ES_tradnl"/>
              </w:rPr>
              <w:t>F</w:t>
            </w:r>
            <w:r w:rsidRPr="0025041C">
              <w:rPr>
                <w:rFonts w:ascii="Riojana" w:eastAsia="Arial" w:hAnsi="Riojana"/>
                <w:spacing w:val="1"/>
                <w:w w:val="97"/>
                <w:lang w:val="es-ES_tradnl"/>
              </w:rPr>
              <w:t>e</w:t>
            </w:r>
            <w:r w:rsidRPr="0025041C">
              <w:rPr>
                <w:rFonts w:ascii="Riojana" w:eastAsia="Arial" w:hAnsi="Riojana"/>
                <w:w w:val="97"/>
                <w:lang w:val="es-ES_tradnl"/>
              </w:rPr>
              <w:t>m</w:t>
            </w:r>
            <w:r w:rsidRPr="0025041C">
              <w:rPr>
                <w:rFonts w:ascii="Riojana" w:eastAsia="Arial" w:hAnsi="Riojana"/>
                <w:spacing w:val="1"/>
                <w:w w:val="97"/>
                <w:lang w:val="es-ES_tradnl"/>
              </w:rPr>
              <w:t>e</w:t>
            </w:r>
            <w:r w:rsidRPr="0025041C">
              <w:rPr>
                <w:rFonts w:ascii="Riojana" w:eastAsia="Arial" w:hAnsi="Riojana"/>
                <w:w w:val="97"/>
                <w:lang w:val="es-ES_tradnl"/>
              </w:rPr>
              <w:t>n</w:t>
            </w:r>
            <w:r w:rsidRPr="0025041C">
              <w:rPr>
                <w:rFonts w:ascii="Riojana" w:eastAsia="Arial" w:hAnsi="Riojana"/>
                <w:spacing w:val="-1"/>
                <w:w w:val="97"/>
                <w:lang w:val="es-ES_tradnl"/>
              </w:rPr>
              <w:t>i</w:t>
            </w:r>
            <w:r w:rsidRPr="0025041C">
              <w:rPr>
                <w:rFonts w:ascii="Riojana" w:eastAsia="Arial" w:hAnsi="Riojana"/>
                <w:w w:val="97"/>
                <w:lang w:val="es-ES_tradnl"/>
              </w:rPr>
              <w:t>na</w:t>
            </w:r>
            <w:r w:rsidRPr="0025041C">
              <w:rPr>
                <w:rFonts w:ascii="Riojana" w:eastAsia="Arial" w:hAnsi="Riojana"/>
                <w:spacing w:val="3"/>
                <w:w w:val="97"/>
                <w:lang w:val="es-ES_tradnl"/>
              </w:rPr>
              <w:t xml:space="preserve"> </w:t>
            </w:r>
            <w:r w:rsidRPr="0025041C">
              <w:rPr>
                <w:rFonts w:ascii="Riojana" w:eastAsia="Arial" w:hAnsi="Riojana"/>
                <w:spacing w:val="2"/>
                <w:lang w:val="es-ES_tradnl"/>
              </w:rPr>
              <w:t>L</w:t>
            </w:r>
            <w:r w:rsidRPr="0025041C">
              <w:rPr>
                <w:rFonts w:ascii="Riojana" w:eastAsia="Arial" w:hAnsi="Riojana"/>
                <w:spacing w:val="-1"/>
                <w:lang w:val="es-ES_tradnl"/>
              </w:rPr>
              <w:t>i</w:t>
            </w:r>
            <w:r w:rsidRPr="0025041C">
              <w:rPr>
                <w:rFonts w:ascii="Riojana" w:eastAsia="Arial" w:hAnsi="Riojana"/>
                <w:spacing w:val="1"/>
                <w:lang w:val="es-ES_tradnl"/>
              </w:rPr>
              <w:t>g</w:t>
            </w:r>
            <w:r w:rsidRPr="0025041C">
              <w:rPr>
                <w:rFonts w:ascii="Riojana" w:eastAsia="Arial" w:hAnsi="Riojana"/>
                <w:lang w:val="es-ES_tradnl"/>
              </w:rPr>
              <w:t>a</w:t>
            </w:r>
            <w:r w:rsidRPr="0025041C">
              <w:rPr>
                <w:rFonts w:ascii="Riojana" w:eastAsia="Arial" w:hAnsi="Riojana"/>
                <w:spacing w:val="-3"/>
                <w:lang w:val="es-ES_tradnl"/>
              </w:rPr>
              <w:t xml:space="preserve"> </w:t>
            </w:r>
            <w:r w:rsidRPr="0025041C">
              <w:rPr>
                <w:rFonts w:ascii="Riojana" w:eastAsia="Arial" w:hAnsi="Riojana"/>
                <w:spacing w:val="-1"/>
                <w:lang w:val="es-ES_tradnl"/>
              </w:rPr>
              <w:t>I</w:t>
            </w:r>
            <w:r w:rsidRPr="0025041C">
              <w:rPr>
                <w:rFonts w:ascii="Riojana" w:eastAsia="Arial" w:hAnsi="Riojana"/>
                <w:lang w:val="es-ES_tradnl"/>
              </w:rPr>
              <w:t>be</w:t>
            </w:r>
            <w:r w:rsidRPr="0025041C">
              <w:rPr>
                <w:rFonts w:ascii="Riojana" w:eastAsia="Arial" w:hAnsi="Riojana"/>
                <w:spacing w:val="1"/>
                <w:lang w:val="es-ES_tradnl"/>
              </w:rPr>
              <w:t>r</w:t>
            </w:r>
            <w:r w:rsidRPr="0025041C">
              <w:rPr>
                <w:rFonts w:ascii="Riojana" w:eastAsia="Arial" w:hAnsi="Riojana"/>
                <w:lang w:val="es-ES_tradnl"/>
              </w:rPr>
              <w:t>dr</w:t>
            </w:r>
            <w:r w:rsidRPr="0025041C">
              <w:rPr>
                <w:rFonts w:ascii="Riojana" w:eastAsia="Arial" w:hAnsi="Riojana"/>
                <w:spacing w:val="1"/>
                <w:lang w:val="es-ES_tradnl"/>
              </w:rPr>
              <w:t>o</w:t>
            </w:r>
            <w:r w:rsidRPr="0025041C">
              <w:rPr>
                <w:rFonts w:ascii="Riojana" w:eastAsia="Arial" w:hAnsi="Riojana"/>
                <w:spacing w:val="-1"/>
                <w:lang w:val="es-ES_tradnl"/>
              </w:rPr>
              <w:t>l</w:t>
            </w:r>
            <w:r w:rsidRPr="0025041C">
              <w:rPr>
                <w:rFonts w:ascii="Riojana" w:eastAsia="Arial" w:hAnsi="Riojana"/>
                <w:lang w:val="es-ES_tradnl"/>
              </w:rPr>
              <w:t>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2</w:t>
            </w:r>
            <w:r w:rsidRPr="0025041C">
              <w:rPr>
                <w:rFonts w:ascii="Riojana" w:eastAsia="Arial" w:hAnsi="Riojana"/>
                <w:spacing w:val="-1"/>
                <w:lang w:val="es-ES_tradnl"/>
              </w:rPr>
              <w:t>2</w:t>
            </w:r>
            <w:r w:rsidRPr="0025041C">
              <w:rPr>
                <w:rFonts w:ascii="Riojana" w:eastAsia="Arial" w:hAnsi="Riojana"/>
                <w:lang w:val="es-ES_tradnl"/>
              </w:rPr>
              <w:t>.</w:t>
            </w:r>
            <w:r w:rsidRPr="0025041C">
              <w:rPr>
                <w:rFonts w:ascii="Riojana" w:eastAsia="Arial" w:hAnsi="Riojana"/>
                <w:spacing w:val="2"/>
                <w:lang w:val="es-ES_tradnl"/>
              </w:rPr>
              <w:t>2</w:t>
            </w:r>
            <w:r w:rsidRPr="0025041C">
              <w:rPr>
                <w:rFonts w:ascii="Riojana" w:eastAsia="Arial" w:hAnsi="Riojana"/>
                <w:lang w:val="es-ES_tradnl"/>
              </w:rPr>
              <w:t>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3.</w:t>
            </w:r>
            <w:r w:rsidRPr="0025041C">
              <w:rPr>
                <w:rFonts w:ascii="Riojana" w:eastAsia="Arial" w:hAnsi="Riojana"/>
                <w:spacing w:val="-1"/>
                <w:lang w:val="es-ES_tradnl"/>
              </w:rPr>
              <w:t>3</w:t>
            </w:r>
            <w:r w:rsidRPr="0025041C">
              <w:rPr>
                <w:rFonts w:ascii="Riojana" w:eastAsia="Arial" w:hAnsi="Riojana"/>
                <w:spacing w:val="2"/>
                <w:lang w:val="es-ES_tradnl"/>
              </w:rPr>
              <w:t>4</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0</w:t>
            </w:r>
            <w:r w:rsidRPr="0025041C">
              <w:rPr>
                <w:rFonts w:ascii="Riojana" w:eastAsia="Arial" w:hAnsi="Riojana"/>
                <w:spacing w:val="2"/>
                <w:lang w:val="es-ES_tradnl"/>
              </w:rPr>
              <w:t>.</w:t>
            </w:r>
            <w:r w:rsidRPr="0025041C">
              <w:rPr>
                <w:rFonts w:ascii="Riojana" w:eastAsia="Arial" w:hAnsi="Riojana"/>
                <w:lang w:val="es-ES_tradnl"/>
              </w:rPr>
              <w:t>14</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Promesas EDF. 2ª División Femenina Fútbol Sala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rPr>
            </w:pPr>
            <w:r w:rsidRPr="0025041C">
              <w:rPr>
                <w:rFonts w:ascii="Riojana" w:eastAsia="Arial" w:hAnsi="Riojana"/>
              </w:rPr>
              <w:t>35.000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Times"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3.</w:t>
            </w:r>
            <w:r w:rsidRPr="0025041C">
              <w:rPr>
                <w:rFonts w:ascii="Riojana" w:eastAsia="Arial" w:hAnsi="Riojana"/>
                <w:spacing w:val="-1"/>
                <w:lang w:val="es-ES_tradnl"/>
              </w:rPr>
              <w:t>3</w:t>
            </w:r>
            <w:r w:rsidRPr="0025041C">
              <w:rPr>
                <w:rFonts w:ascii="Riojana" w:eastAsia="Arial" w:hAnsi="Riojana"/>
                <w:spacing w:val="2"/>
                <w:lang w:val="es-ES_tradnl"/>
              </w:rPr>
              <w:t>4</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7</w:t>
            </w:r>
            <w:r w:rsidRPr="0025041C">
              <w:rPr>
                <w:rFonts w:ascii="Riojana" w:eastAsia="Arial" w:hAnsi="Riojana"/>
                <w:spacing w:val="-1"/>
                <w:lang w:val="es-ES_tradnl"/>
              </w:rPr>
              <w:t>6</w:t>
            </w:r>
            <w:r w:rsidRPr="0025041C">
              <w:rPr>
                <w:rFonts w:ascii="Riojana" w:eastAsia="Arial" w:hAnsi="Riojana"/>
                <w:lang w:val="es-ES_tradnl"/>
              </w:rPr>
              <w:t>1</w:t>
            </w:r>
            <w:r w:rsidRPr="0025041C">
              <w:rPr>
                <w:rFonts w:ascii="Riojana" w:eastAsia="Arial" w:hAnsi="Riojana"/>
                <w:spacing w:val="2"/>
                <w:lang w:val="es-ES_tradnl"/>
              </w:rPr>
              <w:t>.</w:t>
            </w:r>
            <w:r w:rsidRPr="0025041C">
              <w:rPr>
                <w:rFonts w:ascii="Riojana" w:eastAsia="Arial" w:hAnsi="Riojana"/>
                <w:lang w:val="es-ES_tradnl"/>
              </w:rPr>
              <w:t>01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Times" w:hAnsi="Riojana" w:cs="Arial"/>
                <w:lang w:val="es-ES_tradnl"/>
              </w:rPr>
            </w:pPr>
            <w:r w:rsidRPr="0025041C">
              <w:rPr>
                <w:rFonts w:ascii="Riojana" w:eastAsia="Arial" w:hAnsi="Riojana"/>
                <w:lang w:val="es-ES_tradnl"/>
              </w:rPr>
              <w:t>A</w:t>
            </w:r>
            <w:r w:rsidRPr="0025041C">
              <w:rPr>
                <w:rFonts w:ascii="Riojana" w:eastAsia="Arial" w:hAnsi="Riojana"/>
                <w:spacing w:val="-1"/>
                <w:lang w:val="es-ES_tradnl"/>
              </w:rPr>
              <w:t>y</w:t>
            </w:r>
            <w:r w:rsidRPr="0025041C">
              <w:rPr>
                <w:rFonts w:ascii="Riojana" w:eastAsia="Arial" w:hAnsi="Riojana"/>
                <w:lang w:val="es-ES_tradnl"/>
              </w:rPr>
              <w:t>u</w:t>
            </w:r>
            <w:r w:rsidRPr="0025041C">
              <w:rPr>
                <w:rFonts w:ascii="Riojana" w:eastAsia="Arial" w:hAnsi="Riojana"/>
                <w:spacing w:val="1"/>
                <w:lang w:val="es-ES_tradnl"/>
              </w:rPr>
              <w:t>n</w:t>
            </w:r>
            <w:r w:rsidRPr="0025041C">
              <w:rPr>
                <w:rFonts w:ascii="Riojana" w:eastAsia="Arial" w:hAnsi="Riojana"/>
                <w:lang w:val="es-ES_tradnl"/>
              </w:rPr>
              <w:t>tamiento de</w:t>
            </w:r>
            <w:r w:rsidRPr="0025041C">
              <w:rPr>
                <w:rFonts w:ascii="Riojana" w:eastAsia="Arial" w:hAnsi="Riojana"/>
                <w:spacing w:val="2"/>
                <w:lang w:val="es-ES_tradnl"/>
              </w:rPr>
              <w:t xml:space="preserve"> </w:t>
            </w:r>
            <w:r w:rsidRPr="0025041C">
              <w:rPr>
                <w:rFonts w:ascii="Riojana" w:eastAsia="Arial" w:hAnsi="Riojana"/>
                <w:spacing w:val="1"/>
                <w:lang w:val="es-ES_tradnl"/>
              </w:rPr>
              <w:t>Abalos</w:t>
            </w:r>
            <w:r w:rsidRPr="0025041C">
              <w:rPr>
                <w:rFonts w:ascii="Riojana" w:eastAsia="Arial" w:hAnsi="Riojana"/>
                <w:lang w:val="es-ES_tradnl"/>
              </w:rPr>
              <w:t>.</w:t>
            </w:r>
            <w:r w:rsidRPr="0025041C">
              <w:rPr>
                <w:rFonts w:ascii="Riojana" w:eastAsia="Arial" w:hAnsi="Riojana"/>
                <w:spacing w:val="-2"/>
                <w:lang w:val="es-ES_tradnl"/>
              </w:rPr>
              <w:t xml:space="preserve"> </w:t>
            </w:r>
            <w:r w:rsidRPr="0025041C">
              <w:rPr>
                <w:rFonts w:ascii="Riojana" w:eastAsia="Arial" w:hAnsi="Riojana"/>
                <w:lang w:val="es-ES_tradnl"/>
              </w:rPr>
              <w:t>Pista polideportiva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Times" w:hAnsi="Riojana" w:cs="Arial"/>
              </w:rPr>
            </w:pPr>
            <w:r w:rsidRPr="0025041C">
              <w:rPr>
                <w:rFonts w:ascii="Riojana" w:eastAsia="Arial" w:hAnsi="Riojana"/>
              </w:rPr>
              <w:t>50.000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3.</w:t>
            </w:r>
            <w:r w:rsidRPr="0025041C">
              <w:rPr>
                <w:rFonts w:ascii="Riojana" w:eastAsia="Arial" w:hAnsi="Riojana"/>
                <w:spacing w:val="-1"/>
                <w:lang w:val="es-ES_tradnl"/>
              </w:rPr>
              <w:t>3</w:t>
            </w:r>
            <w:r w:rsidRPr="0025041C">
              <w:rPr>
                <w:rFonts w:ascii="Riojana" w:eastAsia="Arial" w:hAnsi="Riojana"/>
                <w:spacing w:val="2"/>
                <w:lang w:val="es-ES_tradnl"/>
              </w:rPr>
              <w:t>4</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7</w:t>
            </w:r>
            <w:r w:rsidRPr="0025041C">
              <w:rPr>
                <w:rFonts w:ascii="Riojana" w:eastAsia="Arial" w:hAnsi="Riojana"/>
                <w:spacing w:val="-1"/>
                <w:lang w:val="es-ES_tradnl"/>
              </w:rPr>
              <w:t>6</w:t>
            </w:r>
            <w:r w:rsidRPr="0025041C">
              <w:rPr>
                <w:rFonts w:ascii="Riojana" w:eastAsia="Arial" w:hAnsi="Riojana"/>
                <w:lang w:val="es-ES_tradnl"/>
              </w:rPr>
              <w:t>1</w:t>
            </w:r>
            <w:r w:rsidRPr="0025041C">
              <w:rPr>
                <w:rFonts w:ascii="Riojana" w:eastAsia="Arial" w:hAnsi="Riojana"/>
                <w:spacing w:val="2"/>
                <w:lang w:val="es-ES_tradnl"/>
              </w:rPr>
              <w:t>.</w:t>
            </w:r>
            <w:r w:rsidRPr="0025041C">
              <w:rPr>
                <w:rFonts w:ascii="Riojana" w:eastAsia="Arial" w:hAnsi="Riojana"/>
                <w:lang w:val="es-ES_tradnl"/>
              </w:rPr>
              <w:t>02</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A</w:t>
            </w:r>
            <w:r w:rsidRPr="0025041C">
              <w:rPr>
                <w:rFonts w:ascii="Riojana" w:eastAsia="Arial" w:hAnsi="Riojana"/>
                <w:spacing w:val="-1"/>
                <w:lang w:val="es-ES_tradnl"/>
              </w:rPr>
              <w:t>y</w:t>
            </w:r>
            <w:r w:rsidRPr="0025041C">
              <w:rPr>
                <w:rFonts w:ascii="Riojana" w:eastAsia="Arial" w:hAnsi="Riojana"/>
                <w:lang w:val="es-ES_tradnl"/>
              </w:rPr>
              <w:t>u</w:t>
            </w:r>
            <w:r w:rsidRPr="0025041C">
              <w:rPr>
                <w:rFonts w:ascii="Riojana" w:eastAsia="Arial" w:hAnsi="Riojana"/>
                <w:spacing w:val="1"/>
                <w:lang w:val="es-ES_tradnl"/>
              </w:rPr>
              <w:t>n</w:t>
            </w:r>
            <w:r w:rsidRPr="0025041C">
              <w:rPr>
                <w:rFonts w:ascii="Riojana" w:eastAsia="Arial" w:hAnsi="Riojana"/>
                <w:lang w:val="es-ES_tradnl"/>
              </w:rPr>
              <w:t>tamiento de</w:t>
            </w:r>
            <w:r w:rsidRPr="0025041C">
              <w:rPr>
                <w:rFonts w:ascii="Riojana" w:eastAsia="Arial" w:hAnsi="Riojana"/>
                <w:spacing w:val="4"/>
                <w:lang w:val="es-ES_tradnl"/>
              </w:rPr>
              <w:t xml:space="preserve"> </w:t>
            </w:r>
            <w:r w:rsidRPr="0025041C">
              <w:rPr>
                <w:rFonts w:ascii="Riojana" w:eastAsia="Arial" w:hAnsi="Riojana"/>
                <w:w w:val="97"/>
                <w:lang w:val="es-ES_tradnl"/>
              </w:rPr>
              <w:t>Brieva de Cameros. Frontón Municipal</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34.000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3.</w:t>
            </w:r>
            <w:r w:rsidRPr="0025041C">
              <w:rPr>
                <w:rFonts w:ascii="Riojana" w:eastAsia="Arial" w:hAnsi="Riojana"/>
                <w:spacing w:val="-1"/>
                <w:lang w:val="es-ES_tradnl"/>
              </w:rPr>
              <w:t>3</w:t>
            </w:r>
            <w:r w:rsidRPr="0025041C">
              <w:rPr>
                <w:rFonts w:ascii="Riojana" w:eastAsia="Arial" w:hAnsi="Riojana"/>
                <w:spacing w:val="2"/>
                <w:lang w:val="es-ES_tradnl"/>
              </w:rPr>
              <w:t>4</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7</w:t>
            </w:r>
            <w:r w:rsidRPr="0025041C">
              <w:rPr>
                <w:rFonts w:ascii="Riojana" w:eastAsia="Arial" w:hAnsi="Riojana"/>
                <w:spacing w:val="-1"/>
                <w:lang w:val="es-ES_tradnl"/>
              </w:rPr>
              <w:t>6</w:t>
            </w:r>
            <w:r w:rsidRPr="0025041C">
              <w:rPr>
                <w:rFonts w:ascii="Riojana" w:eastAsia="Arial" w:hAnsi="Riojana"/>
                <w:lang w:val="es-ES_tradnl"/>
              </w:rPr>
              <w:t>1</w:t>
            </w:r>
            <w:r w:rsidRPr="0025041C">
              <w:rPr>
                <w:rFonts w:ascii="Riojana" w:eastAsia="Arial" w:hAnsi="Riojana"/>
                <w:spacing w:val="2"/>
                <w:lang w:val="es-ES_tradnl"/>
              </w:rPr>
              <w:t>.</w:t>
            </w:r>
            <w:r w:rsidRPr="0025041C">
              <w:rPr>
                <w:rFonts w:ascii="Riojana" w:eastAsia="Arial" w:hAnsi="Riojana"/>
                <w:lang w:val="es-ES_tradnl"/>
              </w:rPr>
              <w:t>03</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A</w:t>
            </w:r>
            <w:r w:rsidRPr="0025041C">
              <w:rPr>
                <w:rFonts w:ascii="Riojana" w:eastAsia="Arial" w:hAnsi="Riojana"/>
                <w:spacing w:val="-1"/>
                <w:lang w:val="es-ES_tradnl"/>
              </w:rPr>
              <w:t>y</w:t>
            </w:r>
            <w:r w:rsidRPr="0025041C">
              <w:rPr>
                <w:rFonts w:ascii="Riojana" w:eastAsia="Arial" w:hAnsi="Riojana"/>
                <w:lang w:val="es-ES_tradnl"/>
              </w:rPr>
              <w:t>u</w:t>
            </w:r>
            <w:r w:rsidRPr="0025041C">
              <w:rPr>
                <w:rFonts w:ascii="Riojana" w:eastAsia="Arial" w:hAnsi="Riojana"/>
                <w:spacing w:val="1"/>
                <w:lang w:val="es-ES_tradnl"/>
              </w:rPr>
              <w:t>n</w:t>
            </w:r>
            <w:r w:rsidRPr="0025041C">
              <w:rPr>
                <w:rFonts w:ascii="Riojana" w:eastAsia="Arial" w:hAnsi="Riojana"/>
                <w:lang w:val="es-ES_tradnl"/>
              </w:rPr>
              <w:t>tamiento de</w:t>
            </w:r>
            <w:r w:rsidRPr="0025041C">
              <w:rPr>
                <w:rFonts w:ascii="Riojana" w:eastAsia="Arial" w:hAnsi="Riojana"/>
                <w:spacing w:val="4"/>
                <w:lang w:val="es-ES_tradnl"/>
              </w:rPr>
              <w:t xml:space="preserve"> </w:t>
            </w:r>
            <w:r w:rsidRPr="0025041C">
              <w:rPr>
                <w:rFonts w:ascii="Riojana" w:eastAsia="Arial" w:hAnsi="Riojana"/>
                <w:lang w:val="es-ES_tradnl"/>
              </w:rPr>
              <w:t>Canales de la Sierra. Pista deportiva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50.000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3.</w:t>
            </w:r>
            <w:r w:rsidRPr="0025041C">
              <w:rPr>
                <w:rFonts w:ascii="Riojana" w:eastAsia="Arial" w:hAnsi="Riojana"/>
                <w:spacing w:val="-1"/>
                <w:lang w:val="es-ES_tradnl"/>
              </w:rPr>
              <w:t>3</w:t>
            </w:r>
            <w:r w:rsidRPr="0025041C">
              <w:rPr>
                <w:rFonts w:ascii="Riojana" w:eastAsia="Arial" w:hAnsi="Riojana"/>
                <w:spacing w:val="3"/>
                <w:lang w:val="es-ES_tradnl"/>
              </w:rPr>
              <w:t>4</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7</w:t>
            </w:r>
            <w:r w:rsidRPr="0025041C">
              <w:rPr>
                <w:rFonts w:ascii="Riojana" w:eastAsia="Arial" w:hAnsi="Riojana"/>
                <w:spacing w:val="-1"/>
                <w:lang w:val="es-ES_tradnl"/>
              </w:rPr>
              <w:t>6</w:t>
            </w:r>
            <w:r w:rsidRPr="0025041C">
              <w:rPr>
                <w:rFonts w:ascii="Riojana" w:eastAsia="Arial" w:hAnsi="Riojana"/>
                <w:lang w:val="es-ES_tradnl"/>
              </w:rPr>
              <w:t>1</w:t>
            </w:r>
            <w:r w:rsidRPr="0025041C">
              <w:rPr>
                <w:rFonts w:ascii="Riojana" w:eastAsia="Arial" w:hAnsi="Riojana"/>
                <w:spacing w:val="2"/>
                <w:lang w:val="es-ES_tradnl"/>
              </w:rPr>
              <w:t>.</w:t>
            </w:r>
            <w:r w:rsidRPr="0025041C">
              <w:rPr>
                <w:rFonts w:ascii="Riojana" w:eastAsia="Arial" w:hAnsi="Riojana"/>
                <w:lang w:val="es-ES_tradnl"/>
              </w:rPr>
              <w:t>04</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A</w:t>
            </w:r>
            <w:r w:rsidRPr="0025041C">
              <w:rPr>
                <w:rFonts w:ascii="Riojana" w:eastAsia="Arial" w:hAnsi="Riojana"/>
                <w:spacing w:val="-1"/>
                <w:lang w:val="es-ES_tradnl"/>
              </w:rPr>
              <w:t>y</w:t>
            </w:r>
            <w:r w:rsidRPr="0025041C">
              <w:rPr>
                <w:rFonts w:ascii="Riojana" w:eastAsia="Arial" w:hAnsi="Riojana"/>
                <w:lang w:val="es-ES_tradnl"/>
              </w:rPr>
              <w:t>u</w:t>
            </w:r>
            <w:r w:rsidRPr="0025041C">
              <w:rPr>
                <w:rFonts w:ascii="Riojana" w:eastAsia="Arial" w:hAnsi="Riojana"/>
                <w:spacing w:val="1"/>
                <w:lang w:val="es-ES_tradnl"/>
              </w:rPr>
              <w:t>n</w:t>
            </w:r>
            <w:r w:rsidRPr="0025041C">
              <w:rPr>
                <w:rFonts w:ascii="Riojana" w:eastAsia="Arial" w:hAnsi="Riojana"/>
                <w:lang w:val="es-ES_tradnl"/>
              </w:rPr>
              <w:t>tamiento de</w:t>
            </w:r>
            <w:r w:rsidRPr="0025041C">
              <w:rPr>
                <w:rFonts w:ascii="Riojana" w:eastAsia="Arial" w:hAnsi="Riojana"/>
                <w:spacing w:val="2"/>
                <w:lang w:val="es-ES_tradnl"/>
              </w:rPr>
              <w:t xml:space="preserve"> </w:t>
            </w:r>
            <w:proofErr w:type="spellStart"/>
            <w:r w:rsidRPr="0025041C">
              <w:rPr>
                <w:rFonts w:ascii="Riojana" w:eastAsia="Arial" w:hAnsi="Riojana"/>
                <w:lang w:val="es-ES_tradnl"/>
              </w:rPr>
              <w:t>Gravalos</w:t>
            </w:r>
            <w:proofErr w:type="spellEnd"/>
            <w:r w:rsidRPr="0025041C">
              <w:rPr>
                <w:rFonts w:ascii="Riojana" w:eastAsia="Arial" w:hAnsi="Riojana"/>
                <w:lang w:val="es-ES_tradnl"/>
              </w:rPr>
              <w:t>.</w:t>
            </w:r>
            <w:r w:rsidRPr="0025041C">
              <w:rPr>
                <w:rFonts w:ascii="Riojana" w:eastAsia="Arial" w:hAnsi="Riojana"/>
                <w:spacing w:val="-15"/>
                <w:lang w:val="es-ES_tradnl"/>
              </w:rPr>
              <w:t xml:space="preserve"> </w:t>
            </w:r>
            <w:r w:rsidRPr="0025041C">
              <w:rPr>
                <w:rFonts w:ascii="Riojana" w:eastAsia="Arial" w:hAnsi="Riojana"/>
                <w:lang w:val="es-ES_tradnl"/>
              </w:rPr>
              <w:t xml:space="preserve">Pista </w:t>
            </w:r>
            <w:proofErr w:type="spellStart"/>
            <w:r w:rsidRPr="0025041C">
              <w:rPr>
                <w:rFonts w:ascii="Riojana" w:eastAsia="Arial" w:hAnsi="Riojana"/>
                <w:lang w:val="es-ES_tradnl"/>
              </w:rPr>
              <w:t>padel</w:t>
            </w:r>
            <w:proofErr w:type="spellEnd"/>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70.000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3.</w:t>
            </w:r>
            <w:r w:rsidRPr="0025041C">
              <w:rPr>
                <w:rFonts w:ascii="Riojana" w:eastAsia="Arial" w:hAnsi="Riojana"/>
                <w:spacing w:val="-1"/>
                <w:lang w:val="es-ES_tradnl"/>
              </w:rPr>
              <w:t>3</w:t>
            </w:r>
            <w:r w:rsidRPr="0025041C">
              <w:rPr>
                <w:rFonts w:ascii="Riojana" w:eastAsia="Arial" w:hAnsi="Riojana"/>
                <w:spacing w:val="2"/>
                <w:lang w:val="es-ES_tradnl"/>
              </w:rPr>
              <w:t>4</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7</w:t>
            </w:r>
            <w:r w:rsidRPr="0025041C">
              <w:rPr>
                <w:rFonts w:ascii="Riojana" w:eastAsia="Arial" w:hAnsi="Riojana"/>
                <w:spacing w:val="-1"/>
                <w:lang w:val="es-ES_tradnl"/>
              </w:rPr>
              <w:t>6</w:t>
            </w:r>
            <w:r w:rsidRPr="0025041C">
              <w:rPr>
                <w:rFonts w:ascii="Riojana" w:eastAsia="Arial" w:hAnsi="Riojana"/>
                <w:lang w:val="es-ES_tradnl"/>
              </w:rPr>
              <w:t>1</w:t>
            </w:r>
            <w:r w:rsidRPr="0025041C">
              <w:rPr>
                <w:rFonts w:ascii="Riojana" w:eastAsia="Arial" w:hAnsi="Riojana"/>
                <w:spacing w:val="2"/>
                <w:lang w:val="es-ES_tradnl"/>
              </w:rPr>
              <w:t>.</w:t>
            </w:r>
            <w:r w:rsidRPr="0025041C">
              <w:rPr>
                <w:rFonts w:ascii="Riojana" w:eastAsia="Arial" w:hAnsi="Riojana"/>
                <w:lang w:val="es-ES_tradnl"/>
              </w:rPr>
              <w:t>05</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A</w:t>
            </w:r>
            <w:r w:rsidRPr="0025041C">
              <w:rPr>
                <w:rFonts w:ascii="Riojana" w:eastAsia="Arial" w:hAnsi="Riojana"/>
                <w:spacing w:val="-1"/>
                <w:lang w:val="es-ES_tradnl"/>
              </w:rPr>
              <w:t>y</w:t>
            </w:r>
            <w:r w:rsidRPr="0025041C">
              <w:rPr>
                <w:rFonts w:ascii="Riojana" w:eastAsia="Arial" w:hAnsi="Riojana"/>
                <w:lang w:val="es-ES_tradnl"/>
              </w:rPr>
              <w:t>u</w:t>
            </w:r>
            <w:r w:rsidRPr="0025041C">
              <w:rPr>
                <w:rFonts w:ascii="Riojana" w:eastAsia="Arial" w:hAnsi="Riojana"/>
                <w:spacing w:val="1"/>
                <w:lang w:val="es-ES_tradnl"/>
              </w:rPr>
              <w:t>n</w:t>
            </w:r>
            <w:r w:rsidRPr="0025041C">
              <w:rPr>
                <w:rFonts w:ascii="Riojana" w:eastAsia="Arial" w:hAnsi="Riojana"/>
                <w:lang w:val="es-ES_tradnl"/>
              </w:rPr>
              <w:t>tamiento de</w:t>
            </w:r>
            <w:r w:rsidRPr="0025041C">
              <w:rPr>
                <w:rFonts w:ascii="Riojana" w:eastAsia="Arial" w:hAnsi="Riojana"/>
                <w:spacing w:val="2"/>
                <w:lang w:val="es-ES_tradnl"/>
              </w:rPr>
              <w:t xml:space="preserve"> </w:t>
            </w:r>
            <w:r w:rsidRPr="0025041C">
              <w:rPr>
                <w:rFonts w:ascii="Riojana" w:eastAsia="Arial" w:hAnsi="Riojana"/>
                <w:lang w:val="es-ES_tradnl"/>
              </w:rPr>
              <w:t>Haro.</w:t>
            </w:r>
            <w:r w:rsidRPr="0025041C">
              <w:rPr>
                <w:rFonts w:ascii="Riojana" w:eastAsia="Arial" w:hAnsi="Riojana"/>
                <w:spacing w:val="-16"/>
                <w:lang w:val="es-ES_tradnl"/>
              </w:rPr>
              <w:t xml:space="preserve"> </w:t>
            </w:r>
            <w:r w:rsidRPr="0025041C">
              <w:rPr>
                <w:rFonts w:ascii="Riojana" w:eastAsia="Arial" w:hAnsi="Riojana"/>
                <w:spacing w:val="3"/>
                <w:lang w:val="es-ES_tradnl"/>
              </w:rPr>
              <w:t>V</w:t>
            </w:r>
            <w:r w:rsidRPr="0025041C">
              <w:rPr>
                <w:rFonts w:ascii="Riojana" w:eastAsia="Arial" w:hAnsi="Riojana"/>
                <w:spacing w:val="1"/>
                <w:lang w:val="es-ES_tradnl"/>
              </w:rPr>
              <w:t>e</w:t>
            </w:r>
            <w:r w:rsidRPr="0025041C">
              <w:rPr>
                <w:rFonts w:ascii="Riojana" w:eastAsia="Arial" w:hAnsi="Riojana"/>
                <w:spacing w:val="-1"/>
                <w:lang w:val="es-ES_tradnl"/>
              </w:rPr>
              <w:t>s</w:t>
            </w:r>
            <w:r w:rsidRPr="0025041C">
              <w:rPr>
                <w:rFonts w:ascii="Riojana" w:eastAsia="Arial" w:hAnsi="Riojana"/>
                <w:lang w:val="es-ES_tradnl"/>
              </w:rPr>
              <w:t>t</w:t>
            </w:r>
            <w:r w:rsidRPr="0025041C">
              <w:rPr>
                <w:rFonts w:ascii="Riojana" w:eastAsia="Arial" w:hAnsi="Riojana"/>
                <w:spacing w:val="-1"/>
                <w:lang w:val="es-ES_tradnl"/>
              </w:rPr>
              <w:t>u</w:t>
            </w:r>
            <w:r w:rsidRPr="0025041C">
              <w:rPr>
                <w:rFonts w:ascii="Riojana" w:eastAsia="Arial" w:hAnsi="Riojana"/>
                <w:spacing w:val="1"/>
                <w:lang w:val="es-ES_tradnl"/>
              </w:rPr>
              <w:t>ar</w:t>
            </w:r>
            <w:r w:rsidRPr="0025041C">
              <w:rPr>
                <w:rFonts w:ascii="Riojana" w:eastAsia="Arial" w:hAnsi="Riojana"/>
                <w:spacing w:val="-1"/>
                <w:lang w:val="es-ES_tradnl"/>
              </w:rPr>
              <w:t>i</w:t>
            </w:r>
            <w:r w:rsidRPr="0025041C">
              <w:rPr>
                <w:rFonts w:ascii="Riojana" w:eastAsia="Arial" w:hAnsi="Riojana"/>
                <w:spacing w:val="3"/>
                <w:lang w:val="es-ES_tradnl"/>
              </w:rPr>
              <w:t>o</w:t>
            </w:r>
            <w:r w:rsidRPr="0025041C">
              <w:rPr>
                <w:rFonts w:ascii="Riojana" w:eastAsia="Arial" w:hAnsi="Riojana"/>
                <w:lang w:val="es-ES_tradnl"/>
              </w:rPr>
              <w:t>s</w:t>
            </w:r>
            <w:r w:rsidRPr="0025041C">
              <w:rPr>
                <w:rFonts w:ascii="Riojana" w:eastAsia="Arial" w:hAnsi="Riojana"/>
                <w:spacing w:val="-16"/>
                <w:lang w:val="es-ES_tradnl"/>
              </w:rPr>
              <w:t xml:space="preserve"> </w:t>
            </w:r>
            <w:r w:rsidRPr="0025041C">
              <w:rPr>
                <w:rFonts w:ascii="Riojana" w:eastAsia="Arial" w:hAnsi="Riojana"/>
                <w:spacing w:val="1"/>
                <w:lang w:val="es-ES_tradnl"/>
              </w:rPr>
              <w:t>ca</w:t>
            </w:r>
            <w:r w:rsidRPr="0025041C">
              <w:rPr>
                <w:rFonts w:ascii="Riojana" w:eastAsia="Arial" w:hAnsi="Riojana"/>
                <w:lang w:val="es-ES_tradnl"/>
              </w:rPr>
              <w:t>mpo</w:t>
            </w:r>
            <w:r w:rsidRPr="0025041C">
              <w:rPr>
                <w:rFonts w:ascii="Riojana" w:eastAsia="Arial" w:hAnsi="Riojana"/>
                <w:spacing w:val="13"/>
                <w:lang w:val="es-ES_tradnl"/>
              </w:rPr>
              <w:t xml:space="preserve"> </w:t>
            </w:r>
            <w:r w:rsidRPr="0025041C">
              <w:rPr>
                <w:rFonts w:ascii="Riojana" w:eastAsia="Arial" w:hAnsi="Riojana"/>
                <w:spacing w:val="-1"/>
                <w:lang w:val="es-ES_tradnl"/>
              </w:rPr>
              <w:t>d</w:t>
            </w:r>
            <w:r w:rsidRPr="0025041C">
              <w:rPr>
                <w:rFonts w:ascii="Riojana" w:eastAsia="Arial" w:hAnsi="Riojana"/>
                <w:lang w:val="es-ES_tradnl"/>
              </w:rPr>
              <w:t>e</w:t>
            </w:r>
            <w:r w:rsidRPr="0025041C">
              <w:rPr>
                <w:rFonts w:ascii="Riojana" w:eastAsia="Arial" w:hAnsi="Riojana"/>
                <w:spacing w:val="3"/>
                <w:lang w:val="es-ES_tradnl"/>
              </w:rPr>
              <w:t xml:space="preserve"> </w:t>
            </w:r>
            <w:r w:rsidRPr="0025041C">
              <w:rPr>
                <w:rFonts w:ascii="Riojana" w:eastAsia="Arial" w:hAnsi="Riojana"/>
                <w:spacing w:val="1"/>
                <w:w w:val="106"/>
                <w:lang w:val="es-ES_tradnl"/>
              </w:rPr>
              <w:t>f</w:t>
            </w:r>
            <w:r w:rsidRPr="0025041C">
              <w:rPr>
                <w:rFonts w:ascii="Riojana" w:eastAsia="Arial" w:hAnsi="Riojana"/>
                <w:w w:val="104"/>
                <w:lang w:val="es-ES_tradnl"/>
              </w:rPr>
              <w:t>ú</w:t>
            </w:r>
            <w:r w:rsidRPr="0025041C">
              <w:rPr>
                <w:rFonts w:ascii="Riojana" w:eastAsia="Arial" w:hAnsi="Riojana"/>
                <w:spacing w:val="2"/>
                <w:w w:val="104"/>
                <w:lang w:val="es-ES_tradnl"/>
              </w:rPr>
              <w:t>t</w:t>
            </w:r>
            <w:r w:rsidRPr="0025041C">
              <w:rPr>
                <w:rFonts w:ascii="Riojana" w:eastAsia="Arial" w:hAnsi="Riojana"/>
                <w:w w:val="103"/>
                <w:lang w:val="es-ES_tradnl"/>
              </w:rPr>
              <w:t>bol</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150.000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3.</w:t>
            </w:r>
            <w:r w:rsidRPr="0025041C">
              <w:rPr>
                <w:rFonts w:ascii="Riojana" w:eastAsia="Arial" w:hAnsi="Riojana"/>
                <w:spacing w:val="-1"/>
                <w:lang w:val="es-ES_tradnl"/>
              </w:rPr>
              <w:t>3</w:t>
            </w:r>
            <w:r w:rsidRPr="0025041C">
              <w:rPr>
                <w:rFonts w:ascii="Riojana" w:eastAsia="Arial" w:hAnsi="Riojana"/>
                <w:spacing w:val="2"/>
                <w:lang w:val="es-ES_tradnl"/>
              </w:rPr>
              <w:t>4</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7</w:t>
            </w:r>
            <w:r w:rsidRPr="0025041C">
              <w:rPr>
                <w:rFonts w:ascii="Riojana" w:eastAsia="Arial" w:hAnsi="Riojana"/>
                <w:spacing w:val="-1"/>
                <w:lang w:val="es-ES_tradnl"/>
              </w:rPr>
              <w:t>6</w:t>
            </w:r>
            <w:r w:rsidRPr="0025041C">
              <w:rPr>
                <w:rFonts w:ascii="Riojana" w:eastAsia="Arial" w:hAnsi="Riojana"/>
                <w:lang w:val="es-ES_tradnl"/>
              </w:rPr>
              <w:t>1</w:t>
            </w:r>
            <w:r w:rsidRPr="0025041C">
              <w:rPr>
                <w:rFonts w:ascii="Riojana" w:eastAsia="Arial" w:hAnsi="Riojana"/>
                <w:spacing w:val="2"/>
                <w:lang w:val="es-ES_tradnl"/>
              </w:rPr>
              <w:t>.</w:t>
            </w:r>
            <w:r w:rsidRPr="0025041C">
              <w:rPr>
                <w:rFonts w:ascii="Riojana" w:eastAsia="Arial" w:hAnsi="Riojana"/>
                <w:lang w:val="es-ES_tradnl"/>
              </w:rPr>
              <w:t>06</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Ayuntamiento de Aldeanueva de Ebro. Gradas campo fútbol</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35.000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08.03.3411.761.07</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Ayuntamiento de Albelda de Iregua. Vestuarios polideportivo y frontón</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70.000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4.</w:t>
            </w:r>
            <w:r w:rsidRPr="0025041C">
              <w:rPr>
                <w:rFonts w:ascii="Riojana" w:eastAsia="Arial" w:hAnsi="Riojana"/>
                <w:spacing w:val="-1"/>
                <w:lang w:val="es-ES_tradnl"/>
              </w:rPr>
              <w:t>3</w:t>
            </w:r>
            <w:r w:rsidRPr="0025041C">
              <w:rPr>
                <w:rFonts w:ascii="Riojana" w:eastAsia="Arial" w:hAnsi="Riojana"/>
                <w:spacing w:val="2"/>
                <w:lang w:val="es-ES_tradnl"/>
              </w:rPr>
              <w:t>2</w:t>
            </w:r>
            <w:r w:rsidRPr="0025041C">
              <w:rPr>
                <w:rFonts w:ascii="Riojana" w:eastAsia="Arial" w:hAnsi="Riojana"/>
                <w:lang w:val="es-ES_tradnl"/>
              </w:rPr>
              <w:t>2</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7</w:t>
            </w:r>
            <w:r w:rsidRPr="0025041C">
              <w:rPr>
                <w:rFonts w:ascii="Riojana" w:eastAsia="Arial" w:hAnsi="Riojana"/>
                <w:spacing w:val="-1"/>
                <w:lang w:val="es-ES_tradnl"/>
              </w:rPr>
              <w:t>6</w:t>
            </w:r>
            <w:r w:rsidRPr="0025041C">
              <w:rPr>
                <w:rFonts w:ascii="Riojana" w:eastAsia="Arial" w:hAnsi="Riojana"/>
                <w:lang w:val="es-ES_tradnl"/>
              </w:rPr>
              <w:t>1</w:t>
            </w:r>
            <w:r w:rsidRPr="0025041C">
              <w:rPr>
                <w:rFonts w:ascii="Riojana" w:eastAsia="Arial" w:hAnsi="Riojana"/>
                <w:spacing w:val="2"/>
                <w:lang w:val="es-ES_tradnl"/>
              </w:rPr>
              <w:t>.</w:t>
            </w:r>
            <w:r w:rsidRPr="0025041C">
              <w:rPr>
                <w:rFonts w:ascii="Riojana" w:eastAsia="Arial" w:hAnsi="Riojana"/>
                <w:lang w:val="es-ES_tradnl"/>
              </w:rPr>
              <w:t>01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A</w:t>
            </w:r>
            <w:r w:rsidRPr="0025041C">
              <w:rPr>
                <w:rFonts w:ascii="Riojana" w:eastAsia="Arial" w:hAnsi="Riojana"/>
                <w:spacing w:val="-1"/>
                <w:lang w:val="es-ES_tradnl"/>
              </w:rPr>
              <w:t>y</w:t>
            </w:r>
            <w:r w:rsidRPr="0025041C">
              <w:rPr>
                <w:rFonts w:ascii="Riojana" w:eastAsia="Arial" w:hAnsi="Riojana"/>
                <w:lang w:val="es-ES_tradnl"/>
              </w:rPr>
              <w:t>u</w:t>
            </w:r>
            <w:r w:rsidRPr="0025041C">
              <w:rPr>
                <w:rFonts w:ascii="Riojana" w:eastAsia="Arial" w:hAnsi="Riojana"/>
                <w:spacing w:val="1"/>
                <w:lang w:val="es-ES_tradnl"/>
              </w:rPr>
              <w:t>n</w:t>
            </w:r>
            <w:r w:rsidRPr="0025041C">
              <w:rPr>
                <w:rFonts w:ascii="Riojana" w:eastAsia="Arial" w:hAnsi="Riojana"/>
                <w:lang w:val="es-ES_tradnl"/>
              </w:rPr>
              <w:t>tamiento de</w:t>
            </w:r>
            <w:r w:rsidRPr="0025041C">
              <w:rPr>
                <w:rFonts w:ascii="Riojana" w:eastAsia="Arial" w:hAnsi="Riojana"/>
                <w:spacing w:val="4"/>
                <w:lang w:val="es-ES_tradnl"/>
              </w:rPr>
              <w:t xml:space="preserve"> </w:t>
            </w:r>
            <w:r w:rsidRPr="0025041C">
              <w:rPr>
                <w:rFonts w:ascii="Riojana" w:eastAsia="Arial" w:hAnsi="Riojana"/>
                <w:lang w:val="es-ES_tradnl"/>
              </w:rPr>
              <w:t>C</w:t>
            </w:r>
            <w:r w:rsidRPr="0025041C">
              <w:rPr>
                <w:rFonts w:ascii="Riojana" w:eastAsia="Arial" w:hAnsi="Riojana"/>
                <w:spacing w:val="1"/>
                <w:lang w:val="es-ES_tradnl"/>
              </w:rPr>
              <w:t>a</w:t>
            </w:r>
            <w:r w:rsidRPr="0025041C">
              <w:rPr>
                <w:rFonts w:ascii="Riojana" w:eastAsia="Arial" w:hAnsi="Riojana"/>
                <w:spacing w:val="-1"/>
                <w:lang w:val="es-ES_tradnl"/>
              </w:rPr>
              <w:t>l</w:t>
            </w:r>
            <w:r w:rsidRPr="0025041C">
              <w:rPr>
                <w:rFonts w:ascii="Riojana" w:eastAsia="Arial" w:hAnsi="Riojana"/>
                <w:spacing w:val="1"/>
                <w:lang w:val="es-ES_tradnl"/>
              </w:rPr>
              <w:t>a</w:t>
            </w:r>
            <w:r w:rsidRPr="0025041C">
              <w:rPr>
                <w:rFonts w:ascii="Riojana" w:eastAsia="Arial" w:hAnsi="Riojana"/>
                <w:lang w:val="es-ES_tradnl"/>
              </w:rPr>
              <w:t>ho</w:t>
            </w:r>
            <w:r w:rsidRPr="0025041C">
              <w:rPr>
                <w:rFonts w:ascii="Riojana" w:eastAsia="Arial" w:hAnsi="Riojana"/>
                <w:spacing w:val="1"/>
                <w:lang w:val="es-ES_tradnl"/>
              </w:rPr>
              <w:t>rr</w:t>
            </w:r>
            <w:r w:rsidRPr="0025041C">
              <w:rPr>
                <w:rFonts w:ascii="Riojana" w:eastAsia="Arial" w:hAnsi="Riojana"/>
                <w:spacing w:val="2"/>
                <w:lang w:val="es-ES_tradnl"/>
              </w:rPr>
              <w:t>a</w:t>
            </w:r>
            <w:r w:rsidRPr="0025041C">
              <w:rPr>
                <w:rFonts w:ascii="Riojana" w:eastAsia="Arial" w:hAnsi="Riojana"/>
                <w:lang w:val="es-ES_tradnl"/>
              </w:rPr>
              <w:t>.</w:t>
            </w:r>
            <w:r w:rsidRPr="0025041C">
              <w:rPr>
                <w:rFonts w:ascii="Riojana" w:eastAsia="Arial" w:hAnsi="Riojana"/>
                <w:spacing w:val="-16"/>
                <w:lang w:val="es-ES_tradnl"/>
              </w:rPr>
              <w:t xml:space="preserve"> </w:t>
            </w:r>
            <w:r w:rsidRPr="0025041C">
              <w:rPr>
                <w:rFonts w:ascii="Riojana" w:eastAsia="Arial" w:hAnsi="Riojana"/>
                <w:lang w:val="es-ES_tradnl"/>
              </w:rPr>
              <w:t>C</w:t>
            </w:r>
            <w:r w:rsidRPr="0025041C">
              <w:rPr>
                <w:rFonts w:ascii="Riojana" w:eastAsia="Arial" w:hAnsi="Riojana"/>
                <w:spacing w:val="1"/>
                <w:lang w:val="es-ES_tradnl"/>
              </w:rPr>
              <w:t>a</w:t>
            </w:r>
            <w:r w:rsidRPr="0025041C">
              <w:rPr>
                <w:rFonts w:ascii="Riojana" w:eastAsia="Arial" w:hAnsi="Riojana"/>
                <w:spacing w:val="-1"/>
                <w:lang w:val="es-ES_tradnl"/>
              </w:rPr>
              <w:t>l</w:t>
            </w:r>
            <w:r w:rsidRPr="0025041C">
              <w:rPr>
                <w:rFonts w:ascii="Riojana" w:eastAsia="Arial" w:hAnsi="Riojana"/>
                <w:spacing w:val="1"/>
                <w:lang w:val="es-ES_tradnl"/>
              </w:rPr>
              <w:t>efacc</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n</w:t>
            </w:r>
            <w:r w:rsidRPr="0025041C">
              <w:rPr>
                <w:rFonts w:ascii="Riojana" w:eastAsia="Arial" w:hAnsi="Riojana"/>
                <w:spacing w:val="2"/>
                <w:lang w:val="es-ES_tradnl"/>
              </w:rPr>
              <w:t xml:space="preserve"> </w:t>
            </w:r>
            <w:r w:rsidRPr="0025041C">
              <w:rPr>
                <w:rFonts w:ascii="Riojana" w:eastAsia="Arial" w:hAnsi="Riojana"/>
                <w:lang w:val="es-ES_tradnl"/>
              </w:rPr>
              <w:t>CE</w:t>
            </w:r>
            <w:r w:rsidRPr="0025041C">
              <w:rPr>
                <w:rFonts w:ascii="Riojana" w:eastAsia="Arial" w:hAnsi="Riojana"/>
                <w:spacing w:val="-1"/>
                <w:lang w:val="es-ES_tradnl"/>
              </w:rPr>
              <w:t>I</w:t>
            </w:r>
            <w:r w:rsidRPr="0025041C">
              <w:rPr>
                <w:rFonts w:ascii="Riojana" w:eastAsia="Arial" w:hAnsi="Riojana"/>
                <w:lang w:val="es-ES_tradnl"/>
              </w:rPr>
              <w:t>P</w:t>
            </w:r>
            <w:r w:rsidRPr="0025041C">
              <w:rPr>
                <w:rFonts w:ascii="Riojana" w:eastAsia="Arial" w:hAnsi="Riojana"/>
                <w:spacing w:val="-20"/>
                <w:lang w:val="es-ES_tradnl"/>
              </w:rPr>
              <w:t xml:space="preserve"> </w:t>
            </w:r>
            <w:r w:rsidRPr="0025041C">
              <w:rPr>
                <w:rFonts w:ascii="Riojana" w:eastAsia="Arial" w:hAnsi="Riojana"/>
                <w:lang w:val="es-ES_tradnl"/>
              </w:rPr>
              <w:t>An</w:t>
            </w:r>
            <w:r w:rsidRPr="0025041C">
              <w:rPr>
                <w:rFonts w:ascii="Riojana" w:eastAsia="Arial" w:hAnsi="Riojana"/>
                <w:spacing w:val="1"/>
                <w:lang w:val="es-ES_tradnl"/>
              </w:rPr>
              <w:t>g</w:t>
            </w:r>
            <w:r w:rsidRPr="0025041C">
              <w:rPr>
                <w:rFonts w:ascii="Riojana" w:eastAsia="Arial" w:hAnsi="Riojana"/>
                <w:spacing w:val="3"/>
                <w:lang w:val="es-ES_tradnl"/>
              </w:rPr>
              <w:t>e</w:t>
            </w:r>
            <w:r w:rsidRPr="0025041C">
              <w:rPr>
                <w:rFonts w:ascii="Riojana" w:eastAsia="Arial" w:hAnsi="Riojana"/>
                <w:lang w:val="es-ES_tradnl"/>
              </w:rPr>
              <w:t>l</w:t>
            </w:r>
            <w:r w:rsidRPr="0025041C">
              <w:rPr>
                <w:rFonts w:ascii="Riojana" w:eastAsia="Arial" w:hAnsi="Riojana"/>
                <w:spacing w:val="-9"/>
                <w:lang w:val="es-ES_tradnl"/>
              </w:rPr>
              <w:t xml:space="preserve"> </w:t>
            </w:r>
            <w:r w:rsidRPr="0025041C">
              <w:rPr>
                <w:rFonts w:ascii="Riojana" w:eastAsia="Arial" w:hAnsi="Riojana"/>
                <w:spacing w:val="2"/>
                <w:lang w:val="es-ES_tradnl"/>
              </w:rPr>
              <w:t>O</w:t>
            </w:r>
            <w:r w:rsidRPr="0025041C">
              <w:rPr>
                <w:rFonts w:ascii="Riojana" w:eastAsia="Arial" w:hAnsi="Riojana"/>
                <w:spacing w:val="-1"/>
                <w:lang w:val="es-ES_tradnl"/>
              </w:rPr>
              <w:t>l</w:t>
            </w:r>
            <w:r w:rsidRPr="0025041C">
              <w:rPr>
                <w:rFonts w:ascii="Riojana" w:eastAsia="Arial" w:hAnsi="Riojana"/>
                <w:spacing w:val="1"/>
                <w:lang w:val="es-ES_tradnl"/>
              </w:rPr>
              <w:t>i</w:t>
            </w:r>
            <w:r w:rsidRPr="0025041C">
              <w:rPr>
                <w:rFonts w:ascii="Riojana" w:eastAsia="Arial" w:hAnsi="Riojana"/>
                <w:spacing w:val="-1"/>
                <w:lang w:val="es-ES_tradnl"/>
              </w:rPr>
              <w:t>v</w:t>
            </w:r>
            <w:r w:rsidRPr="0025041C">
              <w:rPr>
                <w:rFonts w:ascii="Riojana" w:eastAsia="Arial" w:hAnsi="Riojana"/>
                <w:spacing w:val="1"/>
                <w:lang w:val="es-ES_tradnl"/>
              </w:rPr>
              <w:t>á</w:t>
            </w:r>
            <w:r w:rsidRPr="0025041C">
              <w:rPr>
                <w:rFonts w:ascii="Riojana" w:eastAsia="Arial" w:hAnsi="Riojana"/>
                <w:lang w:val="es-ES_tradnl"/>
              </w:rPr>
              <w:t>n</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3</w:t>
            </w:r>
            <w:r w:rsidRPr="0025041C">
              <w:rPr>
                <w:rFonts w:ascii="Riojana" w:eastAsia="Arial" w:hAnsi="Riojana"/>
                <w:spacing w:val="-1"/>
                <w:lang w:val="es-ES_tradnl"/>
              </w:rPr>
              <w:t>5</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5.</w:t>
            </w:r>
            <w:r w:rsidRPr="0025041C">
              <w:rPr>
                <w:rFonts w:ascii="Riojana" w:eastAsia="Arial" w:hAnsi="Riojana"/>
                <w:spacing w:val="-1"/>
                <w:lang w:val="es-ES_tradnl"/>
              </w:rPr>
              <w:t>3</w:t>
            </w:r>
            <w:r w:rsidRPr="0025041C">
              <w:rPr>
                <w:rFonts w:ascii="Riojana" w:eastAsia="Arial" w:hAnsi="Riojana"/>
                <w:spacing w:val="2"/>
                <w:lang w:val="es-ES_tradnl"/>
              </w:rPr>
              <w:t>2</w:t>
            </w:r>
            <w:r w:rsidRPr="0025041C">
              <w:rPr>
                <w:rFonts w:ascii="Riojana" w:eastAsia="Arial" w:hAnsi="Riojana"/>
                <w:lang w:val="es-ES_tradnl"/>
              </w:rPr>
              <w:t>2</w:t>
            </w:r>
            <w:r w:rsidRPr="0025041C">
              <w:rPr>
                <w:rFonts w:ascii="Riojana" w:eastAsia="Arial" w:hAnsi="Riojana"/>
                <w:spacing w:val="-1"/>
                <w:lang w:val="es-ES_tradnl"/>
              </w:rPr>
              <w:t>3</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0</w:t>
            </w:r>
            <w:r w:rsidRPr="0025041C">
              <w:rPr>
                <w:rFonts w:ascii="Riojana" w:eastAsia="Arial" w:hAnsi="Riojana"/>
                <w:spacing w:val="2"/>
                <w:lang w:val="es-ES_tradnl"/>
              </w:rPr>
              <w:t>.</w:t>
            </w:r>
            <w:r w:rsidRPr="0025041C">
              <w:rPr>
                <w:rFonts w:ascii="Riojana" w:eastAsia="Arial" w:hAnsi="Riojana"/>
                <w:lang w:val="es-ES_tradnl"/>
              </w:rPr>
              <w:t>02</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spacing w:val="1"/>
                <w:lang w:val="es-ES_tradnl"/>
              </w:rPr>
              <w:t>Fe</w:t>
            </w:r>
            <w:r w:rsidRPr="0025041C">
              <w:rPr>
                <w:rFonts w:ascii="Riojana" w:eastAsia="Arial" w:hAnsi="Riojana"/>
                <w:lang w:val="es-ES_tradnl"/>
              </w:rPr>
              <w:t>de</w:t>
            </w:r>
            <w:r w:rsidRPr="0025041C">
              <w:rPr>
                <w:rFonts w:ascii="Riojana" w:eastAsia="Arial" w:hAnsi="Riojana"/>
                <w:spacing w:val="1"/>
                <w:lang w:val="es-ES_tradnl"/>
              </w:rPr>
              <w:t>rac</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n</w:t>
            </w:r>
            <w:r w:rsidRPr="0025041C">
              <w:rPr>
                <w:rFonts w:ascii="Riojana" w:eastAsia="Arial" w:hAnsi="Riojana"/>
                <w:spacing w:val="-11"/>
                <w:lang w:val="es-ES_tradnl"/>
              </w:rPr>
              <w:t xml:space="preserve"> </w:t>
            </w:r>
            <w:r w:rsidRPr="0025041C">
              <w:rPr>
                <w:rFonts w:ascii="Riojana" w:eastAsia="Arial" w:hAnsi="Riojana"/>
                <w:lang w:val="es-ES_tradnl"/>
              </w:rPr>
              <w:t>de Empresas</w:t>
            </w:r>
            <w:r w:rsidRPr="0025041C">
              <w:rPr>
                <w:rFonts w:ascii="Riojana" w:eastAsia="Arial" w:hAnsi="Riojana"/>
                <w:spacing w:val="-13"/>
                <w:lang w:val="es-ES_tradnl"/>
              </w:rPr>
              <w:t xml:space="preserve"> </w:t>
            </w:r>
            <w:r w:rsidRPr="0025041C">
              <w:rPr>
                <w:rFonts w:ascii="Riojana" w:eastAsia="Arial" w:hAnsi="Riojana"/>
                <w:lang w:val="es-ES_tradnl"/>
              </w:rPr>
              <w:t>de</w:t>
            </w:r>
            <w:r w:rsidRPr="0025041C">
              <w:rPr>
                <w:rFonts w:ascii="Riojana" w:eastAsia="Arial" w:hAnsi="Riojana"/>
                <w:spacing w:val="2"/>
                <w:lang w:val="es-ES_tradnl"/>
              </w:rPr>
              <w:t xml:space="preserve"> </w:t>
            </w:r>
            <w:r w:rsidRPr="0025041C">
              <w:rPr>
                <w:rFonts w:ascii="Riojana" w:eastAsia="Arial" w:hAnsi="Riojana"/>
                <w:lang w:val="es-ES_tradnl"/>
              </w:rPr>
              <w:t>La</w:t>
            </w:r>
            <w:r w:rsidRPr="0025041C">
              <w:rPr>
                <w:rFonts w:ascii="Riojana" w:eastAsia="Arial" w:hAnsi="Riojana"/>
                <w:spacing w:val="-6"/>
                <w:lang w:val="es-ES_tradnl"/>
              </w:rPr>
              <w:t xml:space="preserve"> </w:t>
            </w:r>
            <w:r w:rsidRPr="0025041C">
              <w:rPr>
                <w:rFonts w:ascii="Riojana" w:eastAsia="Arial" w:hAnsi="Riojana"/>
                <w:lang w:val="es-ES_tradnl"/>
              </w:rPr>
              <w:t>R</w:t>
            </w:r>
            <w:r w:rsidRPr="0025041C">
              <w:rPr>
                <w:rFonts w:ascii="Riojana" w:eastAsia="Arial" w:hAnsi="Riojana"/>
                <w:spacing w:val="-1"/>
                <w:lang w:val="es-ES_tradnl"/>
              </w:rPr>
              <w:t>i</w:t>
            </w:r>
            <w:r w:rsidRPr="0025041C">
              <w:rPr>
                <w:rFonts w:ascii="Riojana" w:eastAsia="Arial" w:hAnsi="Riojana"/>
                <w:spacing w:val="1"/>
                <w:lang w:val="es-ES_tradnl"/>
              </w:rPr>
              <w:t>o</w:t>
            </w:r>
            <w:r w:rsidRPr="0025041C">
              <w:rPr>
                <w:rFonts w:ascii="Riojana" w:eastAsia="Arial" w:hAnsi="Riojana"/>
                <w:spacing w:val="-1"/>
                <w:lang w:val="es-ES_tradnl"/>
              </w:rPr>
              <w:t>j</w:t>
            </w:r>
            <w:r w:rsidRPr="0025041C">
              <w:rPr>
                <w:rFonts w:ascii="Riojana" w:eastAsia="Arial" w:hAnsi="Riojana"/>
                <w:spacing w:val="1"/>
                <w:lang w:val="es-ES_tradnl"/>
              </w:rPr>
              <w:t>a</w:t>
            </w:r>
            <w:r w:rsidRPr="0025041C">
              <w:rPr>
                <w:rFonts w:ascii="Riojana" w:eastAsia="Arial" w:hAnsi="Riojana"/>
                <w:lang w:val="es-ES_tradnl"/>
              </w:rPr>
              <w:t>.</w:t>
            </w:r>
            <w:r w:rsidRPr="0025041C">
              <w:rPr>
                <w:rFonts w:ascii="Riojana" w:eastAsia="Arial" w:hAnsi="Riojana"/>
                <w:spacing w:val="-13"/>
                <w:lang w:val="es-ES_tradnl"/>
              </w:rPr>
              <w:t xml:space="preserve"> </w:t>
            </w:r>
            <w:r w:rsidRPr="0025041C">
              <w:rPr>
                <w:rFonts w:ascii="Riojana" w:eastAsia="Arial" w:hAnsi="Riojana"/>
                <w:lang w:val="es-ES_tradnl"/>
              </w:rPr>
              <w:t>F</w:t>
            </w:r>
            <w:r w:rsidRPr="0025041C">
              <w:rPr>
                <w:rFonts w:ascii="Riojana" w:eastAsia="Arial" w:hAnsi="Riojana"/>
                <w:spacing w:val="1"/>
                <w:lang w:val="es-ES_tradnl"/>
              </w:rPr>
              <w:t>or</w:t>
            </w:r>
            <w:r w:rsidRPr="0025041C">
              <w:rPr>
                <w:rFonts w:ascii="Riojana" w:eastAsia="Arial" w:hAnsi="Riojana"/>
                <w:lang w:val="es-ES_tradnl"/>
              </w:rPr>
              <w:t>m</w:t>
            </w:r>
            <w:r w:rsidRPr="0025041C">
              <w:rPr>
                <w:rFonts w:ascii="Riojana" w:eastAsia="Arial" w:hAnsi="Riojana"/>
                <w:spacing w:val="1"/>
                <w:lang w:val="es-ES_tradnl"/>
              </w:rPr>
              <w:t>ac</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n</w:t>
            </w:r>
            <w:r w:rsidRPr="0025041C">
              <w:rPr>
                <w:rFonts w:ascii="Riojana" w:eastAsia="Arial" w:hAnsi="Riojana"/>
                <w:spacing w:val="-4"/>
                <w:lang w:val="es-ES_tradnl"/>
              </w:rPr>
              <w:t xml:space="preserve"> </w:t>
            </w:r>
            <w:r w:rsidRPr="0025041C">
              <w:rPr>
                <w:rFonts w:ascii="Riojana" w:eastAsia="Arial" w:hAnsi="Riojana"/>
                <w:lang w:val="es-ES_tradnl"/>
              </w:rPr>
              <w:t>P</w:t>
            </w:r>
            <w:r w:rsidRPr="0025041C">
              <w:rPr>
                <w:rFonts w:ascii="Riojana" w:eastAsia="Arial" w:hAnsi="Riojana"/>
                <w:spacing w:val="1"/>
                <w:lang w:val="es-ES_tradnl"/>
              </w:rPr>
              <w:t>rofe</w:t>
            </w:r>
            <w:r w:rsidRPr="0025041C">
              <w:rPr>
                <w:rFonts w:ascii="Riojana" w:eastAsia="Arial" w:hAnsi="Riojana"/>
                <w:spacing w:val="-1"/>
                <w:lang w:val="es-ES_tradnl"/>
              </w:rPr>
              <w:t>si</w:t>
            </w:r>
            <w:r w:rsidRPr="0025041C">
              <w:rPr>
                <w:rFonts w:ascii="Riojana" w:eastAsia="Arial" w:hAnsi="Riojana"/>
                <w:spacing w:val="1"/>
                <w:lang w:val="es-ES_tradnl"/>
              </w:rPr>
              <w:t>o</w:t>
            </w:r>
            <w:r w:rsidRPr="0025041C">
              <w:rPr>
                <w:rFonts w:ascii="Riojana" w:eastAsia="Arial" w:hAnsi="Riojana"/>
                <w:lang w:val="es-ES_tradnl"/>
              </w:rPr>
              <w:t>n</w:t>
            </w:r>
            <w:r w:rsidRPr="0025041C">
              <w:rPr>
                <w:rFonts w:ascii="Riojana" w:eastAsia="Arial" w:hAnsi="Riojana"/>
                <w:spacing w:val="3"/>
                <w:lang w:val="es-ES_tradnl"/>
              </w:rPr>
              <w:t>a</w:t>
            </w:r>
            <w:r w:rsidRPr="0025041C">
              <w:rPr>
                <w:rFonts w:ascii="Riojana" w:eastAsia="Arial" w:hAnsi="Riojana"/>
                <w:lang w:val="es-ES_tradnl"/>
              </w:rPr>
              <w:t>l</w:t>
            </w:r>
            <w:r w:rsidRPr="0025041C">
              <w:rPr>
                <w:rFonts w:ascii="Riojana" w:eastAsia="Arial" w:hAnsi="Riojana"/>
                <w:spacing w:val="-12"/>
                <w:lang w:val="es-ES_tradnl"/>
              </w:rPr>
              <w:t xml:space="preserve"> </w:t>
            </w:r>
            <w:r w:rsidRPr="0025041C">
              <w:rPr>
                <w:rFonts w:ascii="Riojana" w:eastAsia="Arial" w:hAnsi="Riojana"/>
                <w:spacing w:val="1"/>
                <w:lang w:val="es-ES_tradnl"/>
              </w:rPr>
              <w:t>D</w:t>
            </w:r>
            <w:r w:rsidRPr="0025041C">
              <w:rPr>
                <w:rFonts w:ascii="Riojana" w:eastAsia="Arial" w:hAnsi="Riojana"/>
                <w:lang w:val="es-ES_tradnl"/>
              </w:rPr>
              <w:t>ual</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rPr>
            </w:pPr>
            <w:r w:rsidRPr="0025041C">
              <w:rPr>
                <w:rFonts w:ascii="Riojana" w:eastAsia="Arial" w:hAnsi="Riojana"/>
              </w:rPr>
              <w:t>25.000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08.05.3223.480.05</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Fundación laboral de la Construcción. Formación prevención riesgos laborales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40.000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6.</w:t>
            </w:r>
            <w:r w:rsidRPr="0025041C">
              <w:rPr>
                <w:rFonts w:ascii="Riojana" w:eastAsia="Arial" w:hAnsi="Riojana"/>
                <w:spacing w:val="-1"/>
                <w:lang w:val="es-ES_tradnl"/>
              </w:rPr>
              <w:t>2</w:t>
            </w:r>
            <w:r w:rsidRPr="0025041C">
              <w:rPr>
                <w:rFonts w:ascii="Riojana" w:eastAsia="Arial" w:hAnsi="Riojana"/>
                <w:spacing w:val="2"/>
                <w:lang w:val="es-ES_tradnl"/>
              </w:rPr>
              <w:t>7</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4</w:t>
            </w:r>
            <w:r w:rsidRPr="0025041C">
              <w:rPr>
                <w:rFonts w:ascii="Riojana" w:eastAsia="Arial" w:hAnsi="Riojana"/>
                <w:lang w:val="es-ES_tradnl"/>
              </w:rPr>
              <w:t>7</w:t>
            </w:r>
            <w:r w:rsidRPr="0025041C">
              <w:rPr>
                <w:rFonts w:ascii="Riojana" w:eastAsia="Arial" w:hAnsi="Riojana"/>
                <w:spacing w:val="2"/>
                <w:lang w:val="es-ES_tradnl"/>
              </w:rPr>
              <w:t>.</w:t>
            </w:r>
            <w:r w:rsidRPr="0025041C">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C</w:t>
            </w:r>
            <w:r w:rsidRPr="0025041C">
              <w:rPr>
                <w:rFonts w:ascii="Riojana" w:eastAsia="Arial" w:hAnsi="Riojana"/>
                <w:spacing w:val="1"/>
                <w:lang w:val="es-ES_tradnl"/>
              </w:rPr>
              <w:t>o</w:t>
            </w:r>
            <w:r w:rsidRPr="0025041C">
              <w:rPr>
                <w:rFonts w:ascii="Riojana" w:eastAsia="Arial" w:hAnsi="Riojana"/>
                <w:lang w:val="es-ES_tradnl"/>
              </w:rPr>
              <w:t>n</w:t>
            </w:r>
            <w:r w:rsidRPr="0025041C">
              <w:rPr>
                <w:rFonts w:ascii="Riojana" w:eastAsia="Arial" w:hAnsi="Riojana"/>
                <w:spacing w:val="-2"/>
                <w:lang w:val="es-ES_tradnl"/>
              </w:rPr>
              <w:t>s</w:t>
            </w:r>
            <w:r w:rsidRPr="0025041C">
              <w:rPr>
                <w:rFonts w:ascii="Riojana" w:eastAsia="Arial" w:hAnsi="Riojana"/>
                <w:spacing w:val="1"/>
                <w:lang w:val="es-ES_tradnl"/>
              </w:rPr>
              <w:t>e</w:t>
            </w:r>
            <w:r w:rsidRPr="0025041C">
              <w:rPr>
                <w:rFonts w:ascii="Riojana" w:eastAsia="Arial" w:hAnsi="Riojana"/>
                <w:spacing w:val="-1"/>
                <w:lang w:val="es-ES_tradnl"/>
              </w:rPr>
              <w:t>j</w:t>
            </w:r>
            <w:r w:rsidRPr="0025041C">
              <w:rPr>
                <w:rFonts w:ascii="Riojana" w:eastAsia="Arial" w:hAnsi="Riojana"/>
                <w:lang w:val="es-ES_tradnl"/>
              </w:rPr>
              <w:t>o de</w:t>
            </w:r>
            <w:r w:rsidRPr="0025041C">
              <w:rPr>
                <w:rFonts w:ascii="Riojana" w:eastAsia="Arial" w:hAnsi="Riojana"/>
                <w:spacing w:val="2"/>
                <w:lang w:val="es-ES_tradnl"/>
              </w:rPr>
              <w:t xml:space="preserve"> </w:t>
            </w:r>
            <w:r w:rsidRPr="0025041C">
              <w:rPr>
                <w:rFonts w:ascii="Riojana" w:eastAsia="Arial" w:hAnsi="Riojana"/>
                <w:spacing w:val="-1"/>
                <w:lang w:val="es-ES_tradnl"/>
              </w:rPr>
              <w:t>l</w:t>
            </w:r>
            <w:r w:rsidRPr="0025041C">
              <w:rPr>
                <w:rFonts w:ascii="Riojana" w:eastAsia="Arial" w:hAnsi="Riojana"/>
                <w:lang w:val="es-ES_tradnl"/>
              </w:rPr>
              <w:t>a</w:t>
            </w:r>
            <w:r w:rsidRPr="0025041C">
              <w:rPr>
                <w:rFonts w:ascii="Riojana" w:eastAsia="Arial" w:hAnsi="Riojana"/>
                <w:spacing w:val="-4"/>
                <w:lang w:val="es-ES_tradnl"/>
              </w:rPr>
              <w:t xml:space="preserve"> </w:t>
            </w:r>
            <w:r w:rsidRPr="0025041C">
              <w:rPr>
                <w:rFonts w:ascii="Riojana" w:eastAsia="Arial" w:hAnsi="Riojana"/>
                <w:spacing w:val="2"/>
                <w:lang w:val="es-ES_tradnl"/>
              </w:rPr>
              <w:t>J</w:t>
            </w:r>
            <w:r w:rsidRPr="0025041C">
              <w:rPr>
                <w:rFonts w:ascii="Riojana" w:eastAsia="Arial" w:hAnsi="Riojana"/>
                <w:lang w:val="es-ES_tradnl"/>
              </w:rPr>
              <w:t>u</w:t>
            </w:r>
            <w:r w:rsidRPr="0025041C">
              <w:rPr>
                <w:rFonts w:ascii="Riojana" w:eastAsia="Arial" w:hAnsi="Riojana"/>
                <w:spacing w:val="-2"/>
                <w:lang w:val="es-ES_tradnl"/>
              </w:rPr>
              <w:t>v</w:t>
            </w:r>
            <w:r w:rsidRPr="0025041C">
              <w:rPr>
                <w:rFonts w:ascii="Riojana" w:eastAsia="Arial" w:hAnsi="Riojana"/>
                <w:spacing w:val="1"/>
                <w:lang w:val="es-ES_tradnl"/>
              </w:rPr>
              <w:t>e</w:t>
            </w:r>
            <w:r w:rsidRPr="0025041C">
              <w:rPr>
                <w:rFonts w:ascii="Riojana" w:eastAsia="Arial" w:hAnsi="Riojana"/>
                <w:spacing w:val="2"/>
                <w:lang w:val="es-ES_tradnl"/>
              </w:rPr>
              <w:t>n</w:t>
            </w:r>
            <w:r w:rsidRPr="0025041C">
              <w:rPr>
                <w:rFonts w:ascii="Riojana" w:eastAsia="Arial" w:hAnsi="Riojana"/>
                <w:lang w:val="es-ES_tradnl"/>
              </w:rPr>
              <w:t>t</w:t>
            </w:r>
            <w:r w:rsidRPr="0025041C">
              <w:rPr>
                <w:rFonts w:ascii="Riojana" w:eastAsia="Arial" w:hAnsi="Riojana"/>
                <w:spacing w:val="-1"/>
                <w:lang w:val="es-ES_tradnl"/>
              </w:rPr>
              <w:t>u</w:t>
            </w:r>
            <w:r w:rsidRPr="0025041C">
              <w:rPr>
                <w:rFonts w:ascii="Riojana" w:eastAsia="Arial" w:hAnsi="Riojana"/>
                <w:lang w:val="es-ES_tradnl"/>
              </w:rPr>
              <w:t>d</w:t>
            </w:r>
            <w:r w:rsidRPr="0025041C">
              <w:rPr>
                <w:rFonts w:ascii="Riojana" w:eastAsia="Arial" w:hAnsi="Riojana"/>
                <w:spacing w:val="10"/>
                <w:lang w:val="es-ES_tradnl"/>
              </w:rPr>
              <w:t xml:space="preserve"> </w:t>
            </w:r>
            <w:r w:rsidRPr="0025041C">
              <w:rPr>
                <w:rFonts w:ascii="Riojana" w:eastAsia="Arial" w:hAnsi="Riojana"/>
                <w:spacing w:val="-1"/>
                <w:lang w:val="es-ES_tradnl"/>
              </w:rPr>
              <w:t>d</w:t>
            </w:r>
            <w:r w:rsidRPr="0025041C">
              <w:rPr>
                <w:rFonts w:ascii="Riojana" w:eastAsia="Arial" w:hAnsi="Riojana"/>
                <w:lang w:val="es-ES_tradnl"/>
              </w:rPr>
              <w:t>e</w:t>
            </w:r>
            <w:r w:rsidRPr="0025041C">
              <w:rPr>
                <w:rFonts w:ascii="Riojana" w:eastAsia="Arial" w:hAnsi="Riojana"/>
                <w:spacing w:val="5"/>
                <w:lang w:val="es-ES_tradnl"/>
              </w:rPr>
              <w:t xml:space="preserve"> </w:t>
            </w:r>
            <w:r w:rsidRPr="0025041C">
              <w:rPr>
                <w:rFonts w:ascii="Riojana" w:eastAsia="Arial" w:hAnsi="Riojana"/>
                <w:lang w:val="es-ES_tradnl"/>
              </w:rPr>
              <w:t>La</w:t>
            </w:r>
            <w:r w:rsidRPr="0025041C">
              <w:rPr>
                <w:rFonts w:ascii="Riojana" w:eastAsia="Arial" w:hAnsi="Riojana"/>
                <w:spacing w:val="-7"/>
                <w:lang w:val="es-ES_tradnl"/>
              </w:rPr>
              <w:t xml:space="preserve"> </w:t>
            </w:r>
            <w:r w:rsidRPr="0025041C">
              <w:rPr>
                <w:rFonts w:ascii="Riojana" w:eastAsia="Arial" w:hAnsi="Riojana"/>
                <w:lang w:val="es-ES_tradnl"/>
              </w:rPr>
              <w:t>R</w:t>
            </w:r>
            <w:r w:rsidRPr="0025041C">
              <w:rPr>
                <w:rFonts w:ascii="Riojana" w:eastAsia="Arial" w:hAnsi="Riojana"/>
                <w:spacing w:val="-1"/>
                <w:lang w:val="es-ES_tradnl"/>
              </w:rPr>
              <w:t>i</w:t>
            </w:r>
            <w:r w:rsidRPr="0025041C">
              <w:rPr>
                <w:rFonts w:ascii="Riojana" w:eastAsia="Arial" w:hAnsi="Riojana"/>
                <w:spacing w:val="1"/>
                <w:lang w:val="es-ES_tradnl"/>
              </w:rPr>
              <w:t>o</w:t>
            </w:r>
            <w:r w:rsidRPr="0025041C">
              <w:rPr>
                <w:rFonts w:ascii="Riojana" w:eastAsia="Arial" w:hAnsi="Riojana"/>
                <w:spacing w:val="-1"/>
                <w:lang w:val="es-ES_tradnl"/>
              </w:rPr>
              <w:t>j</w:t>
            </w:r>
            <w:r w:rsidRPr="0025041C">
              <w:rPr>
                <w:rFonts w:ascii="Riojana" w:eastAsia="Arial" w:hAnsi="Riojana"/>
                <w:spacing w:val="1"/>
                <w:lang w:val="es-ES_tradnl"/>
              </w:rPr>
              <w:t>a</w:t>
            </w:r>
            <w:r w:rsidRPr="0025041C">
              <w:rPr>
                <w:rFonts w:ascii="Riojana" w:eastAsia="Arial" w:hAnsi="Riojana"/>
                <w:lang w:val="es-ES_tradnl"/>
              </w:rPr>
              <w:t>.</w:t>
            </w:r>
            <w:r w:rsidRPr="0025041C">
              <w:rPr>
                <w:rFonts w:ascii="Riojana" w:eastAsia="Arial" w:hAnsi="Riojana"/>
                <w:spacing w:val="-13"/>
                <w:lang w:val="es-ES_tradnl"/>
              </w:rPr>
              <w:t xml:space="preserve"> </w:t>
            </w:r>
            <w:r w:rsidRPr="0025041C">
              <w:rPr>
                <w:rFonts w:ascii="Riojana" w:eastAsia="Arial" w:hAnsi="Riojana"/>
                <w:lang w:val="es-ES_tradnl"/>
              </w:rPr>
              <w:t>A</w:t>
            </w:r>
            <w:r w:rsidRPr="0025041C">
              <w:rPr>
                <w:rFonts w:ascii="Riojana" w:eastAsia="Arial" w:hAnsi="Riojana"/>
                <w:spacing w:val="1"/>
                <w:lang w:val="es-ES_tradnl"/>
              </w:rPr>
              <w:t>c</w:t>
            </w:r>
            <w:r w:rsidRPr="0025041C">
              <w:rPr>
                <w:rFonts w:ascii="Riojana" w:eastAsia="Arial" w:hAnsi="Riojana"/>
                <w:spacing w:val="2"/>
                <w:lang w:val="es-ES_tradnl"/>
              </w:rPr>
              <w:t>t</w:t>
            </w:r>
            <w:r w:rsidRPr="0025041C">
              <w:rPr>
                <w:rFonts w:ascii="Riojana" w:eastAsia="Arial" w:hAnsi="Riojana"/>
                <w:spacing w:val="-1"/>
                <w:lang w:val="es-ES_tradnl"/>
              </w:rPr>
              <w:t>i</w:t>
            </w:r>
            <w:r w:rsidRPr="0025041C">
              <w:rPr>
                <w:rFonts w:ascii="Riojana" w:eastAsia="Arial" w:hAnsi="Riojana"/>
                <w:spacing w:val="1"/>
                <w:lang w:val="es-ES_tradnl"/>
              </w:rPr>
              <w:t>v</w:t>
            </w:r>
            <w:r w:rsidRPr="0025041C">
              <w:rPr>
                <w:rFonts w:ascii="Riojana" w:eastAsia="Arial" w:hAnsi="Riojana"/>
                <w:spacing w:val="-1"/>
                <w:lang w:val="es-ES_tradnl"/>
              </w:rPr>
              <w:t>i</w:t>
            </w:r>
            <w:r w:rsidRPr="0025041C">
              <w:rPr>
                <w:rFonts w:ascii="Riojana" w:eastAsia="Arial" w:hAnsi="Riojana"/>
                <w:lang w:val="es-ES_tradnl"/>
              </w:rPr>
              <w:t>d</w:t>
            </w:r>
            <w:r w:rsidRPr="0025041C">
              <w:rPr>
                <w:rFonts w:ascii="Riojana" w:eastAsia="Arial" w:hAnsi="Riojana"/>
                <w:spacing w:val="3"/>
                <w:lang w:val="es-ES_tradnl"/>
              </w:rPr>
              <w:t>a</w:t>
            </w:r>
            <w:r w:rsidRPr="0025041C">
              <w:rPr>
                <w:rFonts w:ascii="Riojana" w:eastAsia="Arial" w:hAnsi="Riojana"/>
                <w:lang w:val="es-ES_tradnl"/>
              </w:rPr>
              <w:t>des</w:t>
            </w:r>
            <w:r w:rsidRPr="0025041C">
              <w:rPr>
                <w:rFonts w:ascii="Riojana" w:eastAsia="Arial" w:hAnsi="Riojana"/>
                <w:spacing w:val="8"/>
                <w:lang w:val="es-ES_tradnl"/>
              </w:rPr>
              <w:t xml:space="preserve"> </w:t>
            </w:r>
            <w:r w:rsidRPr="0025041C">
              <w:rPr>
                <w:rFonts w:ascii="Riojana" w:eastAsia="Arial" w:hAnsi="Riojana"/>
                <w:lang w:val="es-ES_tradnl"/>
              </w:rPr>
              <w:t>C</w:t>
            </w:r>
            <w:r w:rsidRPr="0025041C">
              <w:rPr>
                <w:rFonts w:ascii="Riojana" w:eastAsia="Arial" w:hAnsi="Riojana"/>
                <w:spacing w:val="1"/>
                <w:lang w:val="es-ES_tradnl"/>
              </w:rPr>
              <w:t>o</w:t>
            </w:r>
            <w:r w:rsidRPr="0025041C">
              <w:rPr>
                <w:rFonts w:ascii="Riojana" w:eastAsia="Arial" w:hAnsi="Riojana"/>
                <w:spacing w:val="2"/>
                <w:lang w:val="es-ES_tradnl"/>
              </w:rPr>
              <w:t>n</w:t>
            </w:r>
            <w:r w:rsidRPr="0025041C">
              <w:rPr>
                <w:rFonts w:ascii="Riojana" w:eastAsia="Arial" w:hAnsi="Riojana"/>
                <w:spacing w:val="1"/>
                <w:lang w:val="es-ES_tradnl"/>
              </w:rPr>
              <w:t>se</w:t>
            </w:r>
            <w:r w:rsidRPr="0025041C">
              <w:rPr>
                <w:rFonts w:ascii="Riojana" w:eastAsia="Arial" w:hAnsi="Riojana"/>
                <w:spacing w:val="-1"/>
                <w:lang w:val="es-ES_tradnl"/>
              </w:rPr>
              <w:t>j</w:t>
            </w:r>
            <w:r w:rsidRPr="0025041C">
              <w:rPr>
                <w:rFonts w:ascii="Riojana" w:eastAsia="Arial" w:hAnsi="Riojana"/>
                <w:lang w:val="es-ES_tradnl"/>
              </w:rPr>
              <w:t>o</w:t>
            </w:r>
            <w:r w:rsidRPr="0025041C">
              <w:rPr>
                <w:rFonts w:ascii="Riojana" w:eastAsia="Arial" w:hAnsi="Riojana"/>
                <w:spacing w:val="-2"/>
                <w:lang w:val="es-ES_tradnl"/>
              </w:rPr>
              <w:t xml:space="preserve"> </w:t>
            </w: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spacing w:val="2"/>
                <w:lang w:val="es-ES_tradnl"/>
              </w:rPr>
              <w:t>2</w:t>
            </w:r>
            <w:r w:rsidRPr="0025041C">
              <w:rPr>
                <w:rFonts w:ascii="Riojana" w:eastAsia="Arial" w:hAnsi="Riojana"/>
                <w:lang w:val="es-ES_tradnl"/>
              </w:rPr>
              <w:t>3</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6</w:t>
            </w:r>
            <w:r w:rsidRPr="0025041C">
              <w:rPr>
                <w:rFonts w:ascii="Riojana" w:eastAsia="Arial" w:hAnsi="Riojana"/>
                <w:spacing w:val="-1"/>
                <w:lang w:val="es-ES_tradnl"/>
              </w:rPr>
              <w:t>2</w:t>
            </w:r>
            <w:r w:rsidRPr="0025041C">
              <w:rPr>
                <w:rFonts w:ascii="Riojana" w:eastAsia="Arial" w:hAnsi="Riojana"/>
                <w:lang w:val="es-ES_tradnl"/>
              </w:rPr>
              <w:t>.</w:t>
            </w:r>
            <w:r w:rsidRPr="0025041C">
              <w:rPr>
                <w:rFonts w:ascii="Riojana" w:eastAsia="Arial" w:hAnsi="Riojana"/>
                <w:spacing w:val="2"/>
                <w:lang w:val="es-ES_tradnl"/>
              </w:rPr>
              <w:t>7</w:t>
            </w:r>
            <w:r w:rsidRPr="0025041C">
              <w:rPr>
                <w:rFonts w:ascii="Riojana" w:eastAsia="Arial" w:hAnsi="Riojana"/>
                <w:lang w:val="es-ES_tradnl"/>
              </w:rPr>
              <w:t>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6.</w:t>
            </w:r>
            <w:r w:rsidRPr="0025041C">
              <w:rPr>
                <w:rFonts w:ascii="Riojana" w:eastAsia="Arial" w:hAnsi="Riojana"/>
                <w:spacing w:val="-1"/>
                <w:lang w:val="es-ES_tradnl"/>
              </w:rPr>
              <w:t>2</w:t>
            </w:r>
            <w:r w:rsidRPr="0025041C">
              <w:rPr>
                <w:rFonts w:ascii="Riojana" w:eastAsia="Arial" w:hAnsi="Riojana"/>
                <w:spacing w:val="2"/>
                <w:lang w:val="es-ES_tradnl"/>
              </w:rPr>
              <w:t>7</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6</w:t>
            </w:r>
            <w:r w:rsidRPr="0025041C">
              <w:rPr>
                <w:rFonts w:ascii="Riojana" w:eastAsia="Arial" w:hAnsi="Riojana"/>
                <w:lang w:val="es-ES_tradnl"/>
              </w:rPr>
              <w:t>1</w:t>
            </w:r>
            <w:r w:rsidRPr="0025041C">
              <w:rPr>
                <w:rFonts w:ascii="Riojana" w:eastAsia="Arial" w:hAnsi="Riojana"/>
                <w:spacing w:val="2"/>
                <w:lang w:val="es-ES_tradnl"/>
              </w:rPr>
              <w:t>.</w:t>
            </w:r>
            <w:r w:rsidRPr="0025041C">
              <w:rPr>
                <w:rFonts w:ascii="Riojana" w:eastAsia="Arial" w:hAnsi="Riojana"/>
                <w:lang w:val="es-ES_tradnl"/>
              </w:rPr>
              <w:t>02</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A</w:t>
            </w:r>
            <w:r w:rsidRPr="0025041C">
              <w:rPr>
                <w:rFonts w:ascii="Riojana" w:eastAsia="Arial" w:hAnsi="Riojana"/>
                <w:spacing w:val="-1"/>
                <w:lang w:val="es-ES_tradnl"/>
              </w:rPr>
              <w:t>y</w:t>
            </w:r>
            <w:r w:rsidRPr="0025041C">
              <w:rPr>
                <w:rFonts w:ascii="Riojana" w:eastAsia="Arial" w:hAnsi="Riojana"/>
                <w:lang w:val="es-ES_tradnl"/>
              </w:rPr>
              <w:t>u</w:t>
            </w:r>
            <w:r w:rsidRPr="0025041C">
              <w:rPr>
                <w:rFonts w:ascii="Riojana" w:eastAsia="Arial" w:hAnsi="Riojana"/>
                <w:spacing w:val="1"/>
                <w:lang w:val="es-ES_tradnl"/>
              </w:rPr>
              <w:t>n</w:t>
            </w:r>
            <w:r w:rsidRPr="0025041C">
              <w:rPr>
                <w:rFonts w:ascii="Riojana" w:eastAsia="Arial" w:hAnsi="Riojana"/>
                <w:lang w:val="es-ES_tradnl"/>
              </w:rPr>
              <w:t>tamiento de</w:t>
            </w:r>
            <w:r w:rsidRPr="0025041C">
              <w:rPr>
                <w:rFonts w:ascii="Riojana" w:eastAsia="Arial" w:hAnsi="Riojana"/>
                <w:spacing w:val="2"/>
                <w:lang w:val="es-ES_tradnl"/>
              </w:rPr>
              <w:t xml:space="preserve"> </w:t>
            </w:r>
            <w:r w:rsidRPr="0025041C">
              <w:rPr>
                <w:rFonts w:ascii="Riojana" w:eastAsia="Arial" w:hAnsi="Riojana"/>
                <w:lang w:val="es-ES_tradnl"/>
              </w:rPr>
              <w:t>C</w:t>
            </w:r>
            <w:r w:rsidRPr="0025041C">
              <w:rPr>
                <w:rFonts w:ascii="Riojana" w:eastAsia="Arial" w:hAnsi="Riojana"/>
                <w:spacing w:val="1"/>
                <w:lang w:val="es-ES_tradnl"/>
              </w:rPr>
              <w:t>a</w:t>
            </w:r>
            <w:r w:rsidRPr="0025041C">
              <w:rPr>
                <w:rFonts w:ascii="Riojana" w:eastAsia="Arial" w:hAnsi="Riojana"/>
                <w:spacing w:val="-1"/>
                <w:lang w:val="es-ES_tradnl"/>
              </w:rPr>
              <w:t>l</w:t>
            </w:r>
            <w:r w:rsidRPr="0025041C">
              <w:rPr>
                <w:rFonts w:ascii="Riojana" w:eastAsia="Arial" w:hAnsi="Riojana"/>
                <w:spacing w:val="1"/>
                <w:lang w:val="es-ES_tradnl"/>
              </w:rPr>
              <w:t>a</w:t>
            </w:r>
            <w:r w:rsidRPr="0025041C">
              <w:rPr>
                <w:rFonts w:ascii="Riojana" w:eastAsia="Arial" w:hAnsi="Riojana"/>
                <w:lang w:val="es-ES_tradnl"/>
              </w:rPr>
              <w:t>ho</w:t>
            </w:r>
            <w:r w:rsidRPr="0025041C">
              <w:rPr>
                <w:rFonts w:ascii="Riojana" w:eastAsia="Arial" w:hAnsi="Riojana"/>
                <w:spacing w:val="1"/>
                <w:lang w:val="es-ES_tradnl"/>
              </w:rPr>
              <w:t>rra</w:t>
            </w:r>
            <w:r w:rsidRPr="0025041C">
              <w:rPr>
                <w:rFonts w:ascii="Riojana" w:eastAsia="Arial" w:hAnsi="Riojana"/>
                <w:lang w:val="es-ES_tradnl"/>
              </w:rPr>
              <w:t>.</w:t>
            </w:r>
            <w:r w:rsidRPr="0025041C">
              <w:rPr>
                <w:rFonts w:ascii="Riojana" w:eastAsia="Arial" w:hAnsi="Riojana"/>
                <w:spacing w:val="-16"/>
                <w:lang w:val="es-ES_tradnl"/>
              </w:rPr>
              <w:t xml:space="preserve"> </w:t>
            </w:r>
            <w:r w:rsidRPr="0025041C">
              <w:rPr>
                <w:rFonts w:ascii="Riojana" w:eastAsia="Arial" w:hAnsi="Riojana"/>
                <w:lang w:val="es-ES_tradnl"/>
              </w:rPr>
              <w:t>Ofici</w:t>
            </w:r>
            <w:r w:rsidRPr="0025041C">
              <w:rPr>
                <w:rFonts w:ascii="Riojana" w:eastAsia="Arial" w:hAnsi="Riojana"/>
                <w:spacing w:val="-1"/>
                <w:lang w:val="es-ES_tradnl"/>
              </w:rPr>
              <w:t>n</w:t>
            </w:r>
            <w:r w:rsidRPr="0025041C">
              <w:rPr>
                <w:rFonts w:ascii="Riojana" w:eastAsia="Arial" w:hAnsi="Riojana"/>
                <w:lang w:val="es-ES_tradnl"/>
              </w:rPr>
              <w:t>a</w:t>
            </w:r>
            <w:r w:rsidRPr="0025041C">
              <w:rPr>
                <w:rFonts w:ascii="Riojana" w:eastAsia="Arial" w:hAnsi="Riojana"/>
                <w:spacing w:val="4"/>
                <w:lang w:val="es-ES_tradnl"/>
              </w:rPr>
              <w:t xml:space="preserve"> </w:t>
            </w:r>
            <w:r w:rsidRPr="0025041C">
              <w:rPr>
                <w:rFonts w:ascii="Riojana" w:eastAsia="Arial" w:hAnsi="Riojana"/>
                <w:w w:val="101"/>
                <w:lang w:val="es-ES_tradnl"/>
              </w:rPr>
              <w:t>J</w:t>
            </w:r>
            <w:r w:rsidRPr="0025041C">
              <w:rPr>
                <w:rFonts w:ascii="Riojana" w:eastAsia="Arial" w:hAnsi="Riojana"/>
                <w:spacing w:val="2"/>
                <w:w w:val="101"/>
                <w:lang w:val="es-ES_tradnl"/>
              </w:rPr>
              <w:t>u</w:t>
            </w:r>
            <w:r w:rsidRPr="0025041C">
              <w:rPr>
                <w:rFonts w:ascii="Riojana" w:eastAsia="Arial" w:hAnsi="Riojana"/>
                <w:spacing w:val="-1"/>
                <w:w w:val="99"/>
                <w:lang w:val="es-ES_tradnl"/>
              </w:rPr>
              <w:t>v</w:t>
            </w:r>
            <w:r w:rsidRPr="0025041C">
              <w:rPr>
                <w:rFonts w:ascii="Riojana" w:eastAsia="Arial" w:hAnsi="Riojana"/>
                <w:spacing w:val="1"/>
                <w:w w:val="96"/>
                <w:lang w:val="es-ES_tradnl"/>
              </w:rPr>
              <w:t>e</w:t>
            </w:r>
            <w:r w:rsidRPr="0025041C">
              <w:rPr>
                <w:rFonts w:ascii="Riojana" w:eastAsia="Arial" w:hAnsi="Riojana"/>
                <w:w w:val="104"/>
                <w:lang w:val="es-ES_tradnl"/>
              </w:rPr>
              <w:t>n</w:t>
            </w:r>
            <w:r w:rsidRPr="0025041C">
              <w:rPr>
                <w:rFonts w:ascii="Riojana" w:eastAsia="Arial" w:hAnsi="Riojana"/>
                <w:spacing w:val="-1"/>
                <w:w w:val="104"/>
                <w:lang w:val="es-ES_tradnl"/>
              </w:rPr>
              <w:t>t</w:t>
            </w:r>
            <w:r w:rsidRPr="0025041C">
              <w:rPr>
                <w:rFonts w:ascii="Riojana" w:eastAsia="Arial" w:hAnsi="Riojana"/>
                <w:spacing w:val="2"/>
                <w:w w:val="99"/>
                <w:lang w:val="es-ES_tradnl"/>
              </w:rPr>
              <w:t>u</w:t>
            </w:r>
            <w:r w:rsidRPr="0025041C">
              <w:rPr>
                <w:rFonts w:ascii="Riojana" w:eastAsia="Arial" w:hAnsi="Riojana"/>
                <w:w w:val="106"/>
                <w:lang w:val="es-ES_tradnl"/>
              </w:rPr>
              <w:t>d</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20.000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6.</w:t>
            </w:r>
            <w:r w:rsidRPr="0025041C">
              <w:rPr>
                <w:rFonts w:ascii="Riojana" w:eastAsia="Arial" w:hAnsi="Riojana"/>
                <w:spacing w:val="-1"/>
                <w:lang w:val="es-ES_tradnl"/>
              </w:rPr>
              <w:t>2</w:t>
            </w:r>
            <w:r w:rsidRPr="0025041C">
              <w:rPr>
                <w:rFonts w:ascii="Riojana" w:eastAsia="Arial" w:hAnsi="Riojana"/>
                <w:spacing w:val="2"/>
                <w:lang w:val="es-ES_tradnl"/>
              </w:rPr>
              <w:t>7</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6</w:t>
            </w:r>
            <w:r w:rsidRPr="0025041C">
              <w:rPr>
                <w:rFonts w:ascii="Riojana" w:eastAsia="Arial" w:hAnsi="Riojana"/>
                <w:lang w:val="es-ES_tradnl"/>
              </w:rPr>
              <w:t>1</w:t>
            </w:r>
            <w:r w:rsidRPr="0025041C">
              <w:rPr>
                <w:rFonts w:ascii="Riojana" w:eastAsia="Arial" w:hAnsi="Riojana"/>
                <w:spacing w:val="2"/>
                <w:lang w:val="es-ES_tradnl"/>
              </w:rPr>
              <w:t>.</w:t>
            </w:r>
            <w:r w:rsidRPr="0025041C">
              <w:rPr>
                <w:rFonts w:ascii="Riojana" w:eastAsia="Arial" w:hAnsi="Riojana"/>
                <w:lang w:val="es-ES_tradnl"/>
              </w:rPr>
              <w:t>03</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A</w:t>
            </w:r>
            <w:r w:rsidRPr="0025041C">
              <w:rPr>
                <w:rFonts w:ascii="Riojana" w:eastAsia="Arial" w:hAnsi="Riojana"/>
                <w:spacing w:val="-1"/>
                <w:lang w:val="es-ES_tradnl"/>
              </w:rPr>
              <w:t>y</w:t>
            </w:r>
            <w:r w:rsidRPr="0025041C">
              <w:rPr>
                <w:rFonts w:ascii="Riojana" w:eastAsia="Arial" w:hAnsi="Riojana"/>
                <w:lang w:val="es-ES_tradnl"/>
              </w:rPr>
              <w:t>u</w:t>
            </w:r>
            <w:r w:rsidRPr="0025041C">
              <w:rPr>
                <w:rFonts w:ascii="Riojana" w:eastAsia="Arial" w:hAnsi="Riojana"/>
                <w:spacing w:val="1"/>
                <w:lang w:val="es-ES_tradnl"/>
              </w:rPr>
              <w:t>n</w:t>
            </w:r>
            <w:r w:rsidRPr="0025041C">
              <w:rPr>
                <w:rFonts w:ascii="Riojana" w:eastAsia="Arial" w:hAnsi="Riojana"/>
                <w:lang w:val="es-ES_tradnl"/>
              </w:rPr>
              <w:t>tamiento de</w:t>
            </w:r>
            <w:r w:rsidRPr="0025041C">
              <w:rPr>
                <w:rFonts w:ascii="Riojana" w:eastAsia="Arial" w:hAnsi="Riojana"/>
                <w:spacing w:val="2"/>
                <w:lang w:val="es-ES_tradnl"/>
              </w:rPr>
              <w:t xml:space="preserve"> </w:t>
            </w:r>
            <w:r w:rsidRPr="0025041C">
              <w:rPr>
                <w:rFonts w:ascii="Riojana" w:eastAsia="Arial" w:hAnsi="Riojana"/>
                <w:spacing w:val="1"/>
                <w:lang w:val="es-ES_tradnl"/>
              </w:rPr>
              <w:t>A</w:t>
            </w:r>
            <w:r w:rsidRPr="0025041C">
              <w:rPr>
                <w:rFonts w:ascii="Riojana" w:eastAsia="Arial" w:hAnsi="Riojana"/>
                <w:spacing w:val="-1"/>
                <w:lang w:val="es-ES_tradnl"/>
              </w:rPr>
              <w:t>l</w:t>
            </w:r>
            <w:r w:rsidRPr="0025041C">
              <w:rPr>
                <w:rFonts w:ascii="Riojana" w:eastAsia="Arial" w:hAnsi="Riojana"/>
                <w:spacing w:val="1"/>
                <w:lang w:val="es-ES_tradnl"/>
              </w:rPr>
              <w:t>faro</w:t>
            </w:r>
            <w:r w:rsidRPr="0025041C">
              <w:rPr>
                <w:rFonts w:ascii="Riojana" w:eastAsia="Arial" w:hAnsi="Riojana"/>
                <w:lang w:val="es-ES_tradnl"/>
              </w:rPr>
              <w:t>.</w:t>
            </w:r>
            <w:r w:rsidRPr="0025041C">
              <w:rPr>
                <w:rFonts w:ascii="Riojana" w:eastAsia="Arial" w:hAnsi="Riojana"/>
                <w:spacing w:val="-6"/>
                <w:lang w:val="es-ES_tradnl"/>
              </w:rPr>
              <w:t xml:space="preserve"> </w:t>
            </w:r>
            <w:r w:rsidRPr="0025041C">
              <w:rPr>
                <w:rFonts w:ascii="Riojana" w:eastAsia="Arial" w:hAnsi="Riojana"/>
                <w:lang w:val="es-ES_tradnl"/>
              </w:rPr>
              <w:t>Ofici</w:t>
            </w:r>
            <w:r w:rsidRPr="0025041C">
              <w:rPr>
                <w:rFonts w:ascii="Riojana" w:eastAsia="Arial" w:hAnsi="Riojana"/>
                <w:spacing w:val="-1"/>
                <w:lang w:val="es-ES_tradnl"/>
              </w:rPr>
              <w:t>n</w:t>
            </w:r>
            <w:r w:rsidRPr="0025041C">
              <w:rPr>
                <w:rFonts w:ascii="Riojana" w:eastAsia="Arial" w:hAnsi="Riojana"/>
                <w:lang w:val="es-ES_tradnl"/>
              </w:rPr>
              <w:t>a</w:t>
            </w:r>
            <w:r w:rsidRPr="0025041C">
              <w:rPr>
                <w:rFonts w:ascii="Riojana" w:eastAsia="Arial" w:hAnsi="Riojana"/>
                <w:spacing w:val="2"/>
                <w:lang w:val="es-ES_tradnl"/>
              </w:rPr>
              <w:t xml:space="preserve"> </w:t>
            </w:r>
            <w:r w:rsidRPr="0025041C">
              <w:rPr>
                <w:rFonts w:ascii="Riojana" w:eastAsia="Arial" w:hAnsi="Riojana"/>
                <w:spacing w:val="2"/>
                <w:w w:val="103"/>
                <w:lang w:val="es-ES_tradnl"/>
              </w:rPr>
              <w:t>J</w:t>
            </w:r>
            <w:r w:rsidRPr="0025041C">
              <w:rPr>
                <w:rFonts w:ascii="Riojana" w:eastAsia="Arial" w:hAnsi="Riojana"/>
                <w:w w:val="99"/>
                <w:lang w:val="es-ES_tradnl"/>
              </w:rPr>
              <w:t>u</w:t>
            </w:r>
            <w:r w:rsidRPr="0025041C">
              <w:rPr>
                <w:rFonts w:ascii="Riojana" w:eastAsia="Arial" w:hAnsi="Riojana"/>
                <w:spacing w:val="-2"/>
                <w:w w:val="99"/>
                <w:lang w:val="es-ES_tradnl"/>
              </w:rPr>
              <w:t>v</w:t>
            </w:r>
            <w:r w:rsidRPr="0025041C">
              <w:rPr>
                <w:rFonts w:ascii="Riojana" w:eastAsia="Arial" w:hAnsi="Riojana"/>
                <w:spacing w:val="1"/>
                <w:w w:val="96"/>
                <w:lang w:val="es-ES_tradnl"/>
              </w:rPr>
              <w:t>e</w:t>
            </w:r>
            <w:r w:rsidRPr="0025041C">
              <w:rPr>
                <w:rFonts w:ascii="Riojana" w:eastAsia="Arial" w:hAnsi="Riojana"/>
                <w:spacing w:val="2"/>
                <w:w w:val="99"/>
                <w:lang w:val="es-ES_tradnl"/>
              </w:rPr>
              <w:t>n</w:t>
            </w:r>
            <w:r w:rsidRPr="0025041C">
              <w:rPr>
                <w:rFonts w:ascii="Riojana" w:eastAsia="Arial" w:hAnsi="Riojana"/>
                <w:w w:val="104"/>
                <w:lang w:val="es-ES_tradnl"/>
              </w:rPr>
              <w:t>t</w:t>
            </w:r>
            <w:r w:rsidRPr="0025041C">
              <w:rPr>
                <w:rFonts w:ascii="Riojana" w:eastAsia="Arial" w:hAnsi="Riojana"/>
                <w:spacing w:val="-1"/>
                <w:w w:val="104"/>
                <w:lang w:val="es-ES_tradnl"/>
              </w:rPr>
              <w:t>u</w:t>
            </w:r>
            <w:r w:rsidRPr="0025041C">
              <w:rPr>
                <w:rFonts w:ascii="Riojana" w:eastAsia="Arial" w:hAnsi="Riojana"/>
                <w:w w:val="106"/>
                <w:lang w:val="es-ES_tradnl"/>
              </w:rPr>
              <w:t>d</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20.000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6.</w:t>
            </w:r>
            <w:r w:rsidRPr="0025041C">
              <w:rPr>
                <w:rFonts w:ascii="Riojana" w:eastAsia="Arial" w:hAnsi="Riojana"/>
                <w:spacing w:val="-1"/>
                <w:lang w:val="es-ES_tradnl"/>
              </w:rPr>
              <w:t>2</w:t>
            </w:r>
            <w:r w:rsidRPr="0025041C">
              <w:rPr>
                <w:rFonts w:ascii="Riojana" w:eastAsia="Arial" w:hAnsi="Riojana"/>
                <w:spacing w:val="2"/>
                <w:lang w:val="es-ES_tradnl"/>
              </w:rPr>
              <w:t>7</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6</w:t>
            </w:r>
            <w:r w:rsidRPr="0025041C">
              <w:rPr>
                <w:rFonts w:ascii="Riojana" w:eastAsia="Arial" w:hAnsi="Riojana"/>
                <w:lang w:val="es-ES_tradnl"/>
              </w:rPr>
              <w:t>1</w:t>
            </w:r>
            <w:r w:rsidRPr="0025041C">
              <w:rPr>
                <w:rFonts w:ascii="Riojana" w:eastAsia="Arial" w:hAnsi="Riojana"/>
                <w:spacing w:val="2"/>
                <w:lang w:val="es-ES_tradnl"/>
              </w:rPr>
              <w:t>.</w:t>
            </w:r>
            <w:r w:rsidRPr="0025041C">
              <w:rPr>
                <w:rFonts w:ascii="Riojana" w:eastAsia="Arial" w:hAnsi="Riojana"/>
                <w:lang w:val="es-ES_tradnl"/>
              </w:rPr>
              <w:t>04</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A</w:t>
            </w:r>
            <w:r w:rsidRPr="0025041C">
              <w:rPr>
                <w:rFonts w:ascii="Riojana" w:eastAsia="Arial" w:hAnsi="Riojana"/>
                <w:spacing w:val="-1"/>
                <w:lang w:val="es-ES_tradnl"/>
              </w:rPr>
              <w:t>y</w:t>
            </w:r>
            <w:r w:rsidRPr="0025041C">
              <w:rPr>
                <w:rFonts w:ascii="Riojana" w:eastAsia="Arial" w:hAnsi="Riojana"/>
                <w:lang w:val="es-ES_tradnl"/>
              </w:rPr>
              <w:t>u</w:t>
            </w:r>
            <w:r w:rsidRPr="0025041C">
              <w:rPr>
                <w:rFonts w:ascii="Riojana" w:eastAsia="Arial" w:hAnsi="Riojana"/>
                <w:spacing w:val="1"/>
                <w:lang w:val="es-ES_tradnl"/>
              </w:rPr>
              <w:t>n</w:t>
            </w:r>
            <w:r w:rsidRPr="0025041C">
              <w:rPr>
                <w:rFonts w:ascii="Riojana" w:eastAsia="Arial" w:hAnsi="Riojana"/>
                <w:lang w:val="es-ES_tradnl"/>
              </w:rPr>
              <w:t>tamiento de</w:t>
            </w:r>
            <w:r w:rsidRPr="0025041C">
              <w:rPr>
                <w:rFonts w:ascii="Riojana" w:eastAsia="Arial" w:hAnsi="Riojana"/>
                <w:spacing w:val="2"/>
                <w:lang w:val="es-ES_tradnl"/>
              </w:rPr>
              <w:t xml:space="preserve"> </w:t>
            </w:r>
            <w:r w:rsidRPr="0025041C">
              <w:rPr>
                <w:rFonts w:ascii="Riojana" w:eastAsia="Arial" w:hAnsi="Riojana"/>
                <w:spacing w:val="1"/>
                <w:lang w:val="es-ES_tradnl"/>
              </w:rPr>
              <w:t>Ar</w:t>
            </w:r>
            <w:r w:rsidRPr="0025041C">
              <w:rPr>
                <w:rFonts w:ascii="Riojana" w:eastAsia="Arial" w:hAnsi="Riojana"/>
                <w:lang w:val="es-ES_tradnl"/>
              </w:rPr>
              <w:t>ne</w:t>
            </w:r>
            <w:r w:rsidRPr="0025041C">
              <w:rPr>
                <w:rFonts w:ascii="Riojana" w:eastAsia="Arial" w:hAnsi="Riojana"/>
                <w:spacing w:val="2"/>
                <w:lang w:val="es-ES_tradnl"/>
              </w:rPr>
              <w:t>d</w:t>
            </w:r>
            <w:r w:rsidRPr="0025041C">
              <w:rPr>
                <w:rFonts w:ascii="Riojana" w:eastAsia="Arial" w:hAnsi="Riojana"/>
                <w:spacing w:val="1"/>
                <w:lang w:val="es-ES_tradnl"/>
              </w:rPr>
              <w:t>o</w:t>
            </w:r>
            <w:r w:rsidRPr="0025041C">
              <w:rPr>
                <w:rFonts w:ascii="Riojana" w:eastAsia="Arial" w:hAnsi="Riojana"/>
                <w:lang w:val="es-ES_tradnl"/>
              </w:rPr>
              <w:t>.</w:t>
            </w:r>
            <w:r w:rsidRPr="0025041C">
              <w:rPr>
                <w:rFonts w:ascii="Riojana" w:eastAsia="Arial" w:hAnsi="Riojana"/>
                <w:spacing w:val="-2"/>
                <w:lang w:val="es-ES_tradnl"/>
              </w:rPr>
              <w:t xml:space="preserve"> </w:t>
            </w:r>
            <w:r w:rsidRPr="0025041C">
              <w:rPr>
                <w:rFonts w:ascii="Riojana" w:eastAsia="Arial" w:hAnsi="Riojana"/>
                <w:lang w:val="es-ES_tradnl"/>
              </w:rPr>
              <w:t>O</w:t>
            </w:r>
            <w:r w:rsidRPr="0025041C">
              <w:rPr>
                <w:rFonts w:ascii="Riojana" w:eastAsia="Arial" w:hAnsi="Riojana"/>
                <w:spacing w:val="1"/>
                <w:lang w:val="es-ES_tradnl"/>
              </w:rPr>
              <w:t>f</w:t>
            </w:r>
            <w:r w:rsidRPr="0025041C">
              <w:rPr>
                <w:rFonts w:ascii="Riojana" w:eastAsia="Arial" w:hAnsi="Riojana"/>
                <w:spacing w:val="-1"/>
                <w:lang w:val="es-ES_tradnl"/>
              </w:rPr>
              <w:t>i</w:t>
            </w:r>
            <w:r w:rsidRPr="0025041C">
              <w:rPr>
                <w:rFonts w:ascii="Riojana" w:eastAsia="Arial" w:hAnsi="Riojana"/>
                <w:spacing w:val="1"/>
                <w:lang w:val="es-ES_tradnl"/>
              </w:rPr>
              <w:t>c</w:t>
            </w:r>
            <w:r w:rsidRPr="0025041C">
              <w:rPr>
                <w:rFonts w:ascii="Riojana" w:eastAsia="Arial" w:hAnsi="Riojana"/>
                <w:spacing w:val="-1"/>
                <w:lang w:val="es-ES_tradnl"/>
              </w:rPr>
              <w:t>i</w:t>
            </w:r>
            <w:r w:rsidRPr="0025041C">
              <w:rPr>
                <w:rFonts w:ascii="Riojana" w:eastAsia="Arial" w:hAnsi="Riojana"/>
                <w:lang w:val="es-ES_tradnl"/>
              </w:rPr>
              <w:t>na</w:t>
            </w:r>
            <w:r w:rsidRPr="0025041C">
              <w:rPr>
                <w:rFonts w:ascii="Riojana" w:eastAsia="Arial" w:hAnsi="Riojana"/>
                <w:spacing w:val="-4"/>
                <w:lang w:val="es-ES_tradnl"/>
              </w:rPr>
              <w:t xml:space="preserve"> </w:t>
            </w:r>
            <w:r w:rsidRPr="0025041C">
              <w:rPr>
                <w:rFonts w:ascii="Riojana" w:eastAsia="Arial" w:hAnsi="Riojana"/>
                <w:spacing w:val="2"/>
                <w:w w:val="103"/>
                <w:lang w:val="es-ES_tradnl"/>
              </w:rPr>
              <w:t>J</w:t>
            </w:r>
            <w:r w:rsidRPr="0025041C">
              <w:rPr>
                <w:rFonts w:ascii="Riojana" w:eastAsia="Arial" w:hAnsi="Riojana"/>
                <w:w w:val="99"/>
                <w:lang w:val="es-ES_tradnl"/>
              </w:rPr>
              <w:t>u</w:t>
            </w:r>
            <w:r w:rsidRPr="0025041C">
              <w:rPr>
                <w:rFonts w:ascii="Riojana" w:eastAsia="Arial" w:hAnsi="Riojana"/>
                <w:spacing w:val="-2"/>
                <w:w w:val="99"/>
                <w:lang w:val="es-ES_tradnl"/>
              </w:rPr>
              <w:t>v</w:t>
            </w:r>
            <w:r w:rsidRPr="0025041C">
              <w:rPr>
                <w:rFonts w:ascii="Riojana" w:eastAsia="Arial" w:hAnsi="Riojana"/>
                <w:spacing w:val="1"/>
                <w:w w:val="96"/>
                <w:lang w:val="es-ES_tradnl"/>
              </w:rPr>
              <w:t>e</w:t>
            </w:r>
            <w:r w:rsidRPr="0025041C">
              <w:rPr>
                <w:rFonts w:ascii="Riojana" w:eastAsia="Arial" w:hAnsi="Riojana"/>
                <w:spacing w:val="2"/>
                <w:w w:val="99"/>
                <w:lang w:val="es-ES_tradnl"/>
              </w:rPr>
              <w:t>n</w:t>
            </w:r>
            <w:r w:rsidRPr="0025041C">
              <w:rPr>
                <w:rFonts w:ascii="Riojana" w:eastAsia="Arial" w:hAnsi="Riojana"/>
                <w:w w:val="104"/>
                <w:lang w:val="es-ES_tradnl"/>
              </w:rPr>
              <w:t>t</w:t>
            </w:r>
            <w:r w:rsidRPr="0025041C">
              <w:rPr>
                <w:rFonts w:ascii="Riojana" w:eastAsia="Arial" w:hAnsi="Riojana"/>
                <w:spacing w:val="-1"/>
                <w:w w:val="104"/>
                <w:lang w:val="es-ES_tradnl"/>
              </w:rPr>
              <w:t>u</w:t>
            </w:r>
            <w:r w:rsidRPr="0025041C">
              <w:rPr>
                <w:rFonts w:ascii="Riojana" w:eastAsia="Arial" w:hAnsi="Riojana"/>
                <w:w w:val="106"/>
                <w:lang w:val="es-ES_tradnl"/>
              </w:rPr>
              <w:t>d</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20.000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6.</w:t>
            </w:r>
            <w:r w:rsidRPr="0025041C">
              <w:rPr>
                <w:rFonts w:ascii="Riojana" w:eastAsia="Arial" w:hAnsi="Riojana"/>
                <w:spacing w:val="-1"/>
                <w:lang w:val="es-ES_tradnl"/>
              </w:rPr>
              <w:t>2</w:t>
            </w:r>
            <w:r w:rsidRPr="0025041C">
              <w:rPr>
                <w:rFonts w:ascii="Riojana" w:eastAsia="Arial" w:hAnsi="Riojana"/>
                <w:spacing w:val="2"/>
                <w:lang w:val="es-ES_tradnl"/>
              </w:rPr>
              <w:t>7</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6</w:t>
            </w:r>
            <w:r w:rsidRPr="0025041C">
              <w:rPr>
                <w:rFonts w:ascii="Riojana" w:eastAsia="Arial" w:hAnsi="Riojana"/>
                <w:lang w:val="es-ES_tradnl"/>
              </w:rPr>
              <w:t>1</w:t>
            </w:r>
            <w:r w:rsidRPr="0025041C">
              <w:rPr>
                <w:rFonts w:ascii="Riojana" w:eastAsia="Arial" w:hAnsi="Riojana"/>
                <w:spacing w:val="2"/>
                <w:lang w:val="es-ES_tradnl"/>
              </w:rPr>
              <w:t>.</w:t>
            </w:r>
            <w:r w:rsidRPr="0025041C">
              <w:rPr>
                <w:rFonts w:ascii="Riojana" w:eastAsia="Arial" w:hAnsi="Riojana"/>
                <w:lang w:val="es-ES_tradnl"/>
              </w:rPr>
              <w:t>05</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A</w:t>
            </w:r>
            <w:r w:rsidRPr="0025041C">
              <w:rPr>
                <w:rFonts w:ascii="Riojana" w:eastAsia="Arial" w:hAnsi="Riojana"/>
                <w:spacing w:val="-1"/>
                <w:lang w:val="es-ES_tradnl"/>
              </w:rPr>
              <w:t>y</w:t>
            </w:r>
            <w:r w:rsidRPr="0025041C">
              <w:rPr>
                <w:rFonts w:ascii="Riojana" w:eastAsia="Arial" w:hAnsi="Riojana"/>
                <w:lang w:val="es-ES_tradnl"/>
              </w:rPr>
              <w:t>u</w:t>
            </w:r>
            <w:r w:rsidRPr="0025041C">
              <w:rPr>
                <w:rFonts w:ascii="Riojana" w:eastAsia="Arial" w:hAnsi="Riojana"/>
                <w:spacing w:val="1"/>
                <w:lang w:val="es-ES_tradnl"/>
              </w:rPr>
              <w:t>n</w:t>
            </w:r>
            <w:r w:rsidRPr="0025041C">
              <w:rPr>
                <w:rFonts w:ascii="Riojana" w:eastAsia="Arial" w:hAnsi="Riojana"/>
                <w:lang w:val="es-ES_tradnl"/>
              </w:rPr>
              <w:t>tamiento de</w:t>
            </w:r>
            <w:r w:rsidRPr="0025041C">
              <w:rPr>
                <w:rFonts w:ascii="Riojana" w:eastAsia="Arial" w:hAnsi="Riojana"/>
                <w:spacing w:val="2"/>
                <w:lang w:val="es-ES_tradnl"/>
              </w:rPr>
              <w:t xml:space="preserve"> </w:t>
            </w:r>
            <w:r w:rsidRPr="0025041C">
              <w:rPr>
                <w:rFonts w:ascii="Riojana" w:eastAsia="Arial" w:hAnsi="Riojana"/>
                <w:lang w:val="es-ES_tradnl"/>
              </w:rPr>
              <w:t>H</w:t>
            </w:r>
            <w:r w:rsidRPr="0025041C">
              <w:rPr>
                <w:rFonts w:ascii="Riojana" w:eastAsia="Arial" w:hAnsi="Riojana"/>
                <w:spacing w:val="1"/>
                <w:lang w:val="es-ES_tradnl"/>
              </w:rPr>
              <w:t>aro</w:t>
            </w:r>
            <w:r w:rsidRPr="0025041C">
              <w:rPr>
                <w:rFonts w:ascii="Riojana" w:eastAsia="Arial" w:hAnsi="Riojana"/>
                <w:lang w:val="es-ES_tradnl"/>
              </w:rPr>
              <w:t>.</w:t>
            </w:r>
            <w:r w:rsidRPr="0025041C">
              <w:rPr>
                <w:rFonts w:ascii="Riojana" w:eastAsia="Arial" w:hAnsi="Riojana"/>
                <w:spacing w:val="-4"/>
                <w:lang w:val="es-ES_tradnl"/>
              </w:rPr>
              <w:t xml:space="preserve"> </w:t>
            </w:r>
            <w:r w:rsidRPr="0025041C">
              <w:rPr>
                <w:rFonts w:ascii="Riojana" w:eastAsia="Arial" w:hAnsi="Riojana"/>
                <w:lang w:val="es-ES_tradnl"/>
              </w:rPr>
              <w:t>Of</w:t>
            </w:r>
            <w:r w:rsidRPr="0025041C">
              <w:rPr>
                <w:rFonts w:ascii="Riojana" w:eastAsia="Arial" w:hAnsi="Riojana"/>
                <w:spacing w:val="2"/>
                <w:lang w:val="es-ES_tradnl"/>
              </w:rPr>
              <w:t>i</w:t>
            </w:r>
            <w:r w:rsidRPr="0025041C">
              <w:rPr>
                <w:rFonts w:ascii="Riojana" w:eastAsia="Arial" w:hAnsi="Riojana"/>
                <w:spacing w:val="1"/>
                <w:lang w:val="es-ES_tradnl"/>
              </w:rPr>
              <w:t>c</w:t>
            </w:r>
            <w:r w:rsidRPr="0025041C">
              <w:rPr>
                <w:rFonts w:ascii="Riojana" w:eastAsia="Arial" w:hAnsi="Riojana"/>
                <w:spacing w:val="-1"/>
                <w:lang w:val="es-ES_tradnl"/>
              </w:rPr>
              <w:t>i</w:t>
            </w:r>
            <w:r w:rsidRPr="0025041C">
              <w:rPr>
                <w:rFonts w:ascii="Riojana" w:eastAsia="Arial" w:hAnsi="Riojana"/>
                <w:lang w:val="es-ES_tradnl"/>
              </w:rPr>
              <w:t>na</w:t>
            </w:r>
            <w:r w:rsidRPr="0025041C">
              <w:rPr>
                <w:rFonts w:ascii="Riojana" w:eastAsia="Arial" w:hAnsi="Riojana"/>
                <w:spacing w:val="-4"/>
                <w:lang w:val="es-ES_tradnl"/>
              </w:rPr>
              <w:t xml:space="preserve"> </w:t>
            </w:r>
            <w:r w:rsidRPr="0025041C">
              <w:rPr>
                <w:rFonts w:ascii="Riojana" w:eastAsia="Arial" w:hAnsi="Riojana"/>
                <w:w w:val="101"/>
                <w:lang w:val="es-ES_tradnl"/>
              </w:rPr>
              <w:t>J</w:t>
            </w:r>
            <w:r w:rsidRPr="0025041C">
              <w:rPr>
                <w:rFonts w:ascii="Riojana" w:eastAsia="Arial" w:hAnsi="Riojana"/>
                <w:spacing w:val="1"/>
                <w:w w:val="101"/>
                <w:lang w:val="es-ES_tradnl"/>
              </w:rPr>
              <w:t>u</w:t>
            </w:r>
            <w:r w:rsidRPr="0025041C">
              <w:rPr>
                <w:rFonts w:ascii="Riojana" w:eastAsia="Arial" w:hAnsi="Riojana"/>
                <w:spacing w:val="-1"/>
                <w:w w:val="99"/>
                <w:lang w:val="es-ES_tradnl"/>
              </w:rPr>
              <w:t>v</w:t>
            </w:r>
            <w:r w:rsidRPr="0025041C">
              <w:rPr>
                <w:rFonts w:ascii="Riojana" w:eastAsia="Arial" w:hAnsi="Riojana"/>
                <w:spacing w:val="1"/>
                <w:w w:val="96"/>
                <w:lang w:val="es-ES_tradnl"/>
              </w:rPr>
              <w:t>e</w:t>
            </w:r>
            <w:r w:rsidRPr="0025041C">
              <w:rPr>
                <w:rFonts w:ascii="Riojana" w:eastAsia="Arial" w:hAnsi="Riojana"/>
                <w:w w:val="104"/>
                <w:lang w:val="es-ES_tradnl"/>
              </w:rPr>
              <w:t>n</w:t>
            </w:r>
            <w:r w:rsidRPr="0025041C">
              <w:rPr>
                <w:rFonts w:ascii="Riojana" w:eastAsia="Arial" w:hAnsi="Riojana"/>
                <w:spacing w:val="-1"/>
                <w:w w:val="104"/>
                <w:lang w:val="es-ES_tradnl"/>
              </w:rPr>
              <w:t>t</w:t>
            </w:r>
            <w:r w:rsidRPr="0025041C">
              <w:rPr>
                <w:rFonts w:ascii="Riojana" w:eastAsia="Arial" w:hAnsi="Riojana"/>
                <w:spacing w:val="2"/>
                <w:w w:val="99"/>
                <w:lang w:val="es-ES_tradnl"/>
              </w:rPr>
              <w:t>u</w:t>
            </w:r>
            <w:r w:rsidRPr="0025041C">
              <w:rPr>
                <w:rFonts w:ascii="Riojana" w:eastAsia="Arial" w:hAnsi="Riojana"/>
                <w:w w:val="106"/>
                <w:lang w:val="es-ES_tradnl"/>
              </w:rPr>
              <w:t>d</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20.000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6.</w:t>
            </w:r>
            <w:r w:rsidRPr="0025041C">
              <w:rPr>
                <w:rFonts w:ascii="Riojana" w:eastAsia="Arial" w:hAnsi="Riojana"/>
                <w:spacing w:val="-1"/>
                <w:lang w:val="es-ES_tradnl"/>
              </w:rPr>
              <w:t>2</w:t>
            </w:r>
            <w:r w:rsidRPr="0025041C">
              <w:rPr>
                <w:rFonts w:ascii="Riojana" w:eastAsia="Arial" w:hAnsi="Riojana"/>
                <w:spacing w:val="2"/>
                <w:lang w:val="es-ES_tradnl"/>
              </w:rPr>
              <w:t>7</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0</w:t>
            </w:r>
            <w:r w:rsidRPr="0025041C">
              <w:rPr>
                <w:rFonts w:ascii="Riojana" w:eastAsia="Arial" w:hAnsi="Riojana"/>
                <w:spacing w:val="2"/>
                <w:lang w:val="es-ES_tradnl"/>
              </w:rPr>
              <w:t>.</w:t>
            </w:r>
            <w:r w:rsidRPr="0025041C">
              <w:rPr>
                <w:rFonts w:ascii="Riojana" w:eastAsia="Arial" w:hAnsi="Riojana"/>
                <w:lang w:val="es-ES_tradnl"/>
              </w:rPr>
              <w:t>04</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C</w:t>
            </w:r>
            <w:r w:rsidRPr="0025041C">
              <w:rPr>
                <w:rFonts w:ascii="Riojana" w:eastAsia="Arial" w:hAnsi="Riojana"/>
                <w:spacing w:val="1"/>
                <w:lang w:val="es-ES_tradnl"/>
              </w:rPr>
              <w:t>o</w:t>
            </w:r>
            <w:r w:rsidRPr="0025041C">
              <w:rPr>
                <w:rFonts w:ascii="Riojana" w:eastAsia="Arial" w:hAnsi="Riojana"/>
                <w:lang w:val="es-ES_tradnl"/>
              </w:rPr>
              <w:t>n</w:t>
            </w:r>
            <w:r w:rsidRPr="0025041C">
              <w:rPr>
                <w:rFonts w:ascii="Riojana" w:eastAsia="Arial" w:hAnsi="Riojana"/>
                <w:spacing w:val="-2"/>
                <w:lang w:val="es-ES_tradnl"/>
              </w:rPr>
              <w:t>s</w:t>
            </w:r>
            <w:r w:rsidRPr="0025041C">
              <w:rPr>
                <w:rFonts w:ascii="Riojana" w:eastAsia="Arial" w:hAnsi="Riojana"/>
                <w:spacing w:val="1"/>
                <w:lang w:val="es-ES_tradnl"/>
              </w:rPr>
              <w:t>e</w:t>
            </w:r>
            <w:r w:rsidRPr="0025041C">
              <w:rPr>
                <w:rFonts w:ascii="Riojana" w:eastAsia="Arial" w:hAnsi="Riojana"/>
                <w:spacing w:val="-1"/>
                <w:lang w:val="es-ES_tradnl"/>
              </w:rPr>
              <w:t>j</w:t>
            </w:r>
            <w:r w:rsidRPr="0025041C">
              <w:rPr>
                <w:rFonts w:ascii="Riojana" w:eastAsia="Arial" w:hAnsi="Riojana"/>
                <w:lang w:val="es-ES_tradnl"/>
              </w:rPr>
              <w:t>o</w:t>
            </w:r>
            <w:r w:rsidRPr="0025041C">
              <w:rPr>
                <w:rFonts w:ascii="Riojana" w:eastAsia="Arial" w:hAnsi="Riojana"/>
                <w:spacing w:val="30"/>
                <w:lang w:val="es-ES_tradnl"/>
              </w:rPr>
              <w:t xml:space="preserve"> </w:t>
            </w:r>
            <w:r w:rsidRPr="0025041C">
              <w:rPr>
                <w:rFonts w:ascii="Riojana" w:eastAsia="Arial" w:hAnsi="Riojana"/>
                <w:lang w:val="es-ES_tradnl"/>
              </w:rPr>
              <w:t>de</w:t>
            </w:r>
            <w:r w:rsidRPr="0025041C">
              <w:rPr>
                <w:rFonts w:ascii="Riojana" w:eastAsia="Arial" w:hAnsi="Riojana"/>
                <w:spacing w:val="31"/>
                <w:lang w:val="es-ES_tradnl"/>
              </w:rPr>
              <w:t xml:space="preserve"> </w:t>
            </w:r>
            <w:r w:rsidRPr="0025041C">
              <w:rPr>
                <w:rFonts w:ascii="Riojana" w:eastAsia="Arial" w:hAnsi="Riojana"/>
                <w:spacing w:val="-1"/>
                <w:lang w:val="es-ES_tradnl"/>
              </w:rPr>
              <w:t>l</w:t>
            </w:r>
            <w:r w:rsidRPr="0025041C">
              <w:rPr>
                <w:rFonts w:ascii="Riojana" w:eastAsia="Arial" w:hAnsi="Riojana"/>
                <w:lang w:val="es-ES_tradnl"/>
              </w:rPr>
              <w:t>a</w:t>
            </w:r>
            <w:r w:rsidRPr="0025041C">
              <w:rPr>
                <w:rFonts w:ascii="Riojana" w:eastAsia="Arial" w:hAnsi="Riojana"/>
                <w:spacing w:val="27"/>
                <w:lang w:val="es-ES_tradnl"/>
              </w:rPr>
              <w:t xml:space="preserve"> </w:t>
            </w:r>
            <w:r w:rsidRPr="0025041C">
              <w:rPr>
                <w:rFonts w:ascii="Riojana" w:eastAsia="Arial" w:hAnsi="Riojana"/>
                <w:lang w:val="es-ES_tradnl"/>
              </w:rPr>
              <w:t>J</w:t>
            </w:r>
            <w:r w:rsidRPr="0025041C">
              <w:rPr>
                <w:rFonts w:ascii="Riojana" w:eastAsia="Arial" w:hAnsi="Riojana"/>
                <w:spacing w:val="2"/>
                <w:lang w:val="es-ES_tradnl"/>
              </w:rPr>
              <w:t>u</w:t>
            </w:r>
            <w:r w:rsidRPr="0025041C">
              <w:rPr>
                <w:rFonts w:ascii="Riojana" w:eastAsia="Arial" w:hAnsi="Riojana"/>
                <w:spacing w:val="-1"/>
                <w:lang w:val="es-ES_tradnl"/>
              </w:rPr>
              <w:t>v</w:t>
            </w:r>
            <w:r w:rsidRPr="0025041C">
              <w:rPr>
                <w:rFonts w:ascii="Riojana" w:eastAsia="Arial" w:hAnsi="Riojana"/>
                <w:spacing w:val="1"/>
                <w:lang w:val="es-ES_tradnl"/>
              </w:rPr>
              <w:t>e</w:t>
            </w:r>
            <w:r w:rsidRPr="0025041C">
              <w:rPr>
                <w:rFonts w:ascii="Riojana" w:eastAsia="Arial" w:hAnsi="Riojana"/>
                <w:lang w:val="es-ES_tradnl"/>
              </w:rPr>
              <w:t>n</w:t>
            </w:r>
            <w:r w:rsidRPr="0025041C">
              <w:rPr>
                <w:rFonts w:ascii="Riojana" w:eastAsia="Arial" w:hAnsi="Riojana"/>
                <w:spacing w:val="-1"/>
                <w:lang w:val="es-ES_tradnl"/>
              </w:rPr>
              <w:t>t</w:t>
            </w:r>
            <w:r w:rsidRPr="0025041C">
              <w:rPr>
                <w:rFonts w:ascii="Riojana" w:eastAsia="Arial" w:hAnsi="Riojana"/>
                <w:spacing w:val="2"/>
                <w:lang w:val="es-ES_tradnl"/>
              </w:rPr>
              <w:t>u</w:t>
            </w:r>
            <w:r w:rsidRPr="0025041C">
              <w:rPr>
                <w:rFonts w:ascii="Riojana" w:eastAsia="Arial" w:hAnsi="Riojana"/>
                <w:lang w:val="es-ES_tradnl"/>
              </w:rPr>
              <w:t>d</w:t>
            </w:r>
            <w:r w:rsidRPr="0025041C">
              <w:rPr>
                <w:rFonts w:ascii="Riojana" w:eastAsia="Arial" w:hAnsi="Riojana"/>
                <w:spacing w:val="37"/>
                <w:lang w:val="es-ES_tradnl"/>
              </w:rPr>
              <w:t xml:space="preserve"> </w:t>
            </w:r>
            <w:r w:rsidRPr="0025041C">
              <w:rPr>
                <w:rFonts w:ascii="Riojana" w:eastAsia="Arial" w:hAnsi="Riojana"/>
                <w:spacing w:val="2"/>
                <w:lang w:val="es-ES_tradnl"/>
              </w:rPr>
              <w:t>C</w:t>
            </w:r>
            <w:r w:rsidRPr="0025041C">
              <w:rPr>
                <w:rFonts w:ascii="Riojana" w:eastAsia="Arial" w:hAnsi="Riojana"/>
                <w:spacing w:val="1"/>
                <w:lang w:val="es-ES_tradnl"/>
              </w:rPr>
              <w:t>o</w:t>
            </w:r>
            <w:r w:rsidRPr="0025041C">
              <w:rPr>
                <w:rFonts w:ascii="Riojana" w:eastAsia="Arial" w:hAnsi="Riojana"/>
                <w:lang w:val="es-ES_tradnl"/>
              </w:rPr>
              <w:t>m</w:t>
            </w:r>
            <w:r w:rsidRPr="0025041C">
              <w:rPr>
                <w:rFonts w:ascii="Riojana" w:eastAsia="Arial" w:hAnsi="Riojana"/>
                <w:spacing w:val="1"/>
                <w:lang w:val="es-ES_tradnl"/>
              </w:rPr>
              <w:t>arca</w:t>
            </w:r>
            <w:r w:rsidRPr="0025041C">
              <w:rPr>
                <w:rFonts w:ascii="Riojana" w:eastAsia="Arial" w:hAnsi="Riojana"/>
                <w:lang w:val="es-ES_tradnl"/>
              </w:rPr>
              <w:t>l</w:t>
            </w:r>
            <w:r w:rsidRPr="0025041C">
              <w:rPr>
                <w:rFonts w:ascii="Riojana" w:eastAsia="Arial" w:hAnsi="Riojana"/>
                <w:spacing w:val="29"/>
                <w:lang w:val="es-ES_tradnl"/>
              </w:rPr>
              <w:t xml:space="preserve"> </w:t>
            </w:r>
            <w:r w:rsidRPr="0025041C">
              <w:rPr>
                <w:rFonts w:ascii="Riojana" w:eastAsia="Arial" w:hAnsi="Riojana"/>
                <w:lang w:val="es-ES_tradnl"/>
              </w:rPr>
              <w:t>A</w:t>
            </w:r>
            <w:r w:rsidRPr="0025041C">
              <w:rPr>
                <w:rFonts w:ascii="Riojana" w:eastAsia="Arial" w:hAnsi="Riojana"/>
                <w:spacing w:val="1"/>
                <w:lang w:val="es-ES_tradnl"/>
              </w:rPr>
              <w:t>r</w:t>
            </w:r>
            <w:r w:rsidRPr="0025041C">
              <w:rPr>
                <w:rFonts w:ascii="Riojana" w:eastAsia="Arial" w:hAnsi="Riojana"/>
                <w:lang w:val="es-ES_tradnl"/>
              </w:rPr>
              <w:t>nedo.</w:t>
            </w:r>
          </w:p>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A</w:t>
            </w:r>
            <w:r w:rsidRPr="0025041C">
              <w:rPr>
                <w:rFonts w:ascii="Riojana" w:eastAsia="Arial" w:hAnsi="Riojana"/>
                <w:spacing w:val="1"/>
                <w:lang w:val="es-ES_tradnl"/>
              </w:rPr>
              <w:t>c</w:t>
            </w:r>
            <w:r w:rsidRPr="0025041C">
              <w:rPr>
                <w:rFonts w:ascii="Riojana" w:eastAsia="Arial" w:hAnsi="Riojana"/>
                <w:lang w:val="es-ES_tradnl"/>
              </w:rPr>
              <w:t>t</w:t>
            </w:r>
            <w:r w:rsidRPr="0025041C">
              <w:rPr>
                <w:rFonts w:ascii="Riojana" w:eastAsia="Arial" w:hAnsi="Riojana"/>
                <w:spacing w:val="1"/>
                <w:lang w:val="es-ES_tradnl"/>
              </w:rPr>
              <w:t>i</w:t>
            </w:r>
            <w:r w:rsidRPr="0025041C">
              <w:rPr>
                <w:rFonts w:ascii="Riojana" w:eastAsia="Arial" w:hAnsi="Riojana"/>
                <w:spacing w:val="-1"/>
                <w:lang w:val="es-ES_tradnl"/>
              </w:rPr>
              <w:t>vi</w:t>
            </w:r>
            <w:r w:rsidRPr="0025041C">
              <w:rPr>
                <w:rFonts w:ascii="Riojana" w:eastAsia="Arial" w:hAnsi="Riojana"/>
                <w:lang w:val="es-ES_tradnl"/>
              </w:rPr>
              <w:t>d</w:t>
            </w:r>
            <w:r w:rsidRPr="0025041C">
              <w:rPr>
                <w:rFonts w:ascii="Riojana" w:eastAsia="Arial" w:hAnsi="Riojana"/>
                <w:spacing w:val="3"/>
                <w:lang w:val="es-ES_tradnl"/>
              </w:rPr>
              <w:t>a</w:t>
            </w:r>
            <w:r w:rsidRPr="0025041C">
              <w:rPr>
                <w:rFonts w:ascii="Riojana" w:eastAsia="Arial" w:hAnsi="Riojana"/>
                <w:spacing w:val="2"/>
                <w:lang w:val="es-ES_tradnl"/>
              </w:rPr>
              <w:t>d</w:t>
            </w:r>
            <w:r w:rsidRPr="0025041C">
              <w:rPr>
                <w:rFonts w:ascii="Riojana" w:eastAsia="Arial" w:hAnsi="Riojana"/>
                <w:spacing w:val="1"/>
                <w:lang w:val="es-ES_tradnl"/>
              </w:rPr>
              <w:t>e</w:t>
            </w:r>
            <w:r w:rsidRPr="0025041C">
              <w:rPr>
                <w:rFonts w:ascii="Riojana" w:eastAsia="Arial" w:hAnsi="Riojana"/>
                <w:lang w:val="es-ES_tradnl"/>
              </w:rPr>
              <w:t>s</w:t>
            </w:r>
            <w:r w:rsidRPr="0025041C">
              <w:rPr>
                <w:rFonts w:ascii="Riojana" w:eastAsia="Arial" w:hAnsi="Riojana"/>
                <w:spacing w:val="37"/>
                <w:lang w:val="es-ES_tradnl"/>
              </w:rPr>
              <w:t xml:space="preserve"> </w:t>
            </w:r>
            <w:r w:rsidRPr="0025041C">
              <w:rPr>
                <w:rFonts w:ascii="Riojana" w:eastAsia="Arial" w:hAnsi="Riojana"/>
                <w:lang w:val="es-ES_tradnl"/>
              </w:rPr>
              <w:t>C</w:t>
            </w:r>
            <w:r w:rsidRPr="0025041C">
              <w:rPr>
                <w:rFonts w:ascii="Riojana" w:eastAsia="Arial" w:hAnsi="Riojana"/>
                <w:spacing w:val="1"/>
                <w:lang w:val="es-ES_tradnl"/>
              </w:rPr>
              <w:t>o</w:t>
            </w:r>
            <w:r w:rsidRPr="0025041C">
              <w:rPr>
                <w:rFonts w:ascii="Riojana" w:eastAsia="Arial" w:hAnsi="Riojana"/>
                <w:spacing w:val="2"/>
                <w:lang w:val="es-ES_tradnl"/>
              </w:rPr>
              <w:t>n</w:t>
            </w:r>
            <w:r w:rsidRPr="0025041C">
              <w:rPr>
                <w:rFonts w:ascii="Riojana" w:eastAsia="Arial" w:hAnsi="Riojana"/>
                <w:spacing w:val="-1"/>
                <w:lang w:val="es-ES_tradnl"/>
              </w:rPr>
              <w:t>s</w:t>
            </w:r>
            <w:r w:rsidRPr="0025041C">
              <w:rPr>
                <w:rFonts w:ascii="Riojana" w:eastAsia="Arial" w:hAnsi="Riojana"/>
                <w:spacing w:val="1"/>
                <w:lang w:val="es-ES_tradnl"/>
              </w:rPr>
              <w:t>e</w:t>
            </w:r>
            <w:r w:rsidRPr="0025041C">
              <w:rPr>
                <w:rFonts w:ascii="Riojana" w:eastAsia="Arial" w:hAnsi="Riojana"/>
                <w:spacing w:val="-1"/>
                <w:lang w:val="es-ES_tradnl"/>
              </w:rPr>
              <w:t>j</w:t>
            </w:r>
            <w:r w:rsidRPr="0025041C">
              <w:rPr>
                <w:rFonts w:ascii="Riojana" w:eastAsia="Arial" w:hAnsi="Riojana"/>
                <w:lang w:val="es-ES_tradnl"/>
              </w:rPr>
              <w:t>o 2023</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20.</w:t>
            </w:r>
            <w:r w:rsidRPr="0025041C">
              <w:rPr>
                <w:rFonts w:ascii="Riojana" w:eastAsia="Arial" w:hAnsi="Riojana"/>
                <w:spacing w:val="2"/>
                <w:lang w:val="es-ES_tradnl"/>
              </w:rPr>
              <w:t>6</w:t>
            </w:r>
            <w:r w:rsidRPr="0025041C">
              <w:rPr>
                <w:rFonts w:ascii="Riojana" w:eastAsia="Arial" w:hAnsi="Riojana"/>
                <w:lang w:val="es-ES_tradnl"/>
              </w:rPr>
              <w:t>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6.</w:t>
            </w:r>
            <w:r w:rsidRPr="0025041C">
              <w:rPr>
                <w:rFonts w:ascii="Riojana" w:eastAsia="Arial" w:hAnsi="Riojana"/>
                <w:spacing w:val="-1"/>
                <w:lang w:val="es-ES_tradnl"/>
              </w:rPr>
              <w:t>2</w:t>
            </w:r>
            <w:r w:rsidRPr="0025041C">
              <w:rPr>
                <w:rFonts w:ascii="Riojana" w:eastAsia="Arial" w:hAnsi="Riojana"/>
                <w:spacing w:val="2"/>
                <w:lang w:val="es-ES_tradnl"/>
              </w:rPr>
              <w:t>7</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0</w:t>
            </w:r>
            <w:r w:rsidRPr="0025041C">
              <w:rPr>
                <w:rFonts w:ascii="Riojana" w:eastAsia="Arial" w:hAnsi="Riojana"/>
                <w:spacing w:val="2"/>
                <w:lang w:val="es-ES_tradnl"/>
              </w:rPr>
              <w:t>.</w:t>
            </w:r>
            <w:r w:rsidRPr="0025041C">
              <w:rPr>
                <w:rFonts w:ascii="Riojana" w:eastAsia="Arial" w:hAnsi="Riojana"/>
                <w:lang w:val="es-ES_tradnl"/>
              </w:rPr>
              <w:t>05</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spacing w:val="49"/>
                <w:lang w:val="es-ES_tradnl"/>
              </w:rPr>
            </w:pPr>
            <w:r w:rsidRPr="0025041C">
              <w:rPr>
                <w:rFonts w:ascii="Riojana" w:eastAsia="Arial" w:hAnsi="Riojana"/>
                <w:lang w:val="es-ES_tradnl"/>
              </w:rPr>
              <w:t>C</w:t>
            </w:r>
            <w:r w:rsidRPr="0025041C">
              <w:rPr>
                <w:rFonts w:ascii="Riojana" w:eastAsia="Arial" w:hAnsi="Riojana"/>
                <w:spacing w:val="1"/>
                <w:lang w:val="es-ES_tradnl"/>
              </w:rPr>
              <w:t>o</w:t>
            </w:r>
            <w:r w:rsidRPr="0025041C">
              <w:rPr>
                <w:rFonts w:ascii="Riojana" w:eastAsia="Arial" w:hAnsi="Riojana"/>
                <w:lang w:val="es-ES_tradnl"/>
              </w:rPr>
              <w:t>n</w:t>
            </w:r>
            <w:r w:rsidRPr="0025041C">
              <w:rPr>
                <w:rFonts w:ascii="Riojana" w:eastAsia="Arial" w:hAnsi="Riojana"/>
                <w:spacing w:val="-2"/>
                <w:lang w:val="es-ES_tradnl"/>
              </w:rPr>
              <w:t>s</w:t>
            </w:r>
            <w:r w:rsidRPr="0025041C">
              <w:rPr>
                <w:rFonts w:ascii="Riojana" w:eastAsia="Arial" w:hAnsi="Riojana"/>
                <w:spacing w:val="1"/>
                <w:lang w:val="es-ES_tradnl"/>
              </w:rPr>
              <w:t>e</w:t>
            </w:r>
            <w:r w:rsidRPr="0025041C">
              <w:rPr>
                <w:rFonts w:ascii="Riojana" w:eastAsia="Arial" w:hAnsi="Riojana"/>
                <w:spacing w:val="-1"/>
                <w:lang w:val="es-ES_tradnl"/>
              </w:rPr>
              <w:t>j</w:t>
            </w:r>
            <w:r w:rsidRPr="0025041C">
              <w:rPr>
                <w:rFonts w:ascii="Riojana" w:eastAsia="Arial" w:hAnsi="Riojana"/>
                <w:lang w:val="es-ES_tradnl"/>
              </w:rPr>
              <w:t>o</w:t>
            </w:r>
            <w:r w:rsidRPr="0025041C">
              <w:rPr>
                <w:rFonts w:ascii="Riojana" w:eastAsia="Arial" w:hAnsi="Riojana"/>
                <w:spacing w:val="45"/>
                <w:lang w:val="es-ES_tradnl"/>
              </w:rPr>
              <w:t xml:space="preserve"> </w:t>
            </w:r>
            <w:r w:rsidRPr="0025041C">
              <w:rPr>
                <w:rFonts w:ascii="Riojana" w:eastAsia="Arial" w:hAnsi="Riojana"/>
                <w:lang w:val="es-ES_tradnl"/>
              </w:rPr>
              <w:t>de</w:t>
            </w:r>
            <w:r w:rsidRPr="0025041C">
              <w:rPr>
                <w:rFonts w:ascii="Riojana" w:eastAsia="Arial" w:hAnsi="Riojana"/>
                <w:spacing w:val="50"/>
                <w:lang w:val="es-ES_tradnl"/>
              </w:rPr>
              <w:t xml:space="preserve"> </w:t>
            </w:r>
            <w:r w:rsidRPr="0025041C">
              <w:rPr>
                <w:rFonts w:ascii="Riojana" w:eastAsia="Arial" w:hAnsi="Riojana"/>
                <w:spacing w:val="-1"/>
                <w:lang w:val="es-ES_tradnl"/>
              </w:rPr>
              <w:t>l</w:t>
            </w:r>
            <w:r w:rsidRPr="0025041C">
              <w:rPr>
                <w:rFonts w:ascii="Riojana" w:eastAsia="Arial" w:hAnsi="Riojana"/>
                <w:lang w:val="es-ES_tradnl"/>
              </w:rPr>
              <w:t>a</w:t>
            </w:r>
            <w:r w:rsidRPr="0025041C">
              <w:rPr>
                <w:rFonts w:ascii="Riojana" w:eastAsia="Arial" w:hAnsi="Riojana"/>
                <w:spacing w:val="41"/>
                <w:lang w:val="es-ES_tradnl"/>
              </w:rPr>
              <w:t xml:space="preserve"> </w:t>
            </w:r>
            <w:r w:rsidRPr="0025041C">
              <w:rPr>
                <w:rFonts w:ascii="Riojana" w:eastAsia="Arial" w:hAnsi="Riojana"/>
                <w:lang w:val="es-ES_tradnl"/>
              </w:rPr>
              <w:t>J</w:t>
            </w:r>
            <w:r w:rsidRPr="0025041C">
              <w:rPr>
                <w:rFonts w:ascii="Riojana" w:eastAsia="Arial" w:hAnsi="Riojana"/>
                <w:spacing w:val="2"/>
                <w:lang w:val="es-ES_tradnl"/>
              </w:rPr>
              <w:t>u</w:t>
            </w:r>
            <w:r w:rsidRPr="0025041C">
              <w:rPr>
                <w:rFonts w:ascii="Riojana" w:eastAsia="Arial" w:hAnsi="Riojana"/>
                <w:spacing w:val="-1"/>
                <w:lang w:val="es-ES_tradnl"/>
              </w:rPr>
              <w:t>v</w:t>
            </w:r>
            <w:r w:rsidRPr="0025041C">
              <w:rPr>
                <w:rFonts w:ascii="Riojana" w:eastAsia="Arial" w:hAnsi="Riojana"/>
                <w:spacing w:val="1"/>
                <w:lang w:val="es-ES_tradnl"/>
              </w:rPr>
              <w:t>e</w:t>
            </w:r>
            <w:r w:rsidRPr="0025041C">
              <w:rPr>
                <w:rFonts w:ascii="Riojana" w:eastAsia="Arial" w:hAnsi="Riojana"/>
                <w:lang w:val="es-ES_tradnl"/>
              </w:rPr>
              <w:t>n</w:t>
            </w:r>
            <w:r w:rsidRPr="0025041C">
              <w:rPr>
                <w:rFonts w:ascii="Riojana" w:eastAsia="Arial" w:hAnsi="Riojana"/>
                <w:spacing w:val="2"/>
                <w:lang w:val="es-ES_tradnl"/>
              </w:rPr>
              <w:t>t</w:t>
            </w:r>
            <w:r w:rsidRPr="0025041C">
              <w:rPr>
                <w:rFonts w:ascii="Riojana" w:eastAsia="Arial" w:hAnsi="Riojana"/>
                <w:lang w:val="es-ES_tradnl"/>
              </w:rPr>
              <w:t>ud</w:t>
            </w:r>
            <w:r w:rsidRPr="0025041C">
              <w:rPr>
                <w:rFonts w:ascii="Riojana" w:eastAsia="Arial" w:hAnsi="Riojana"/>
                <w:spacing w:val="54"/>
                <w:lang w:val="es-ES_tradnl"/>
              </w:rPr>
              <w:t xml:space="preserve"> </w:t>
            </w:r>
            <w:r w:rsidRPr="0025041C">
              <w:rPr>
                <w:rFonts w:ascii="Riojana" w:eastAsia="Arial" w:hAnsi="Riojana"/>
                <w:lang w:val="es-ES_tradnl"/>
              </w:rPr>
              <w:t>Lo</w:t>
            </w:r>
            <w:r w:rsidRPr="0025041C">
              <w:rPr>
                <w:rFonts w:ascii="Riojana" w:eastAsia="Arial" w:hAnsi="Riojana"/>
                <w:spacing w:val="1"/>
                <w:lang w:val="es-ES_tradnl"/>
              </w:rPr>
              <w:t>gro</w:t>
            </w:r>
            <w:r w:rsidRPr="0025041C">
              <w:rPr>
                <w:rFonts w:ascii="Riojana" w:eastAsia="Arial" w:hAnsi="Riojana"/>
                <w:lang w:val="es-ES_tradnl"/>
              </w:rPr>
              <w:t>ño</w:t>
            </w:r>
            <w:r w:rsidRPr="0025041C">
              <w:rPr>
                <w:rFonts w:ascii="Riojana" w:eastAsia="Arial" w:hAnsi="Riojana"/>
                <w:spacing w:val="53"/>
                <w:lang w:val="es-ES_tradnl"/>
              </w:rPr>
              <w:t xml:space="preserve"> </w:t>
            </w:r>
            <w:r w:rsidRPr="0025041C">
              <w:rPr>
                <w:rFonts w:ascii="Riojana" w:eastAsia="Arial" w:hAnsi="Riojana"/>
                <w:lang w:val="es-ES_tradnl"/>
              </w:rPr>
              <w:t>C</w:t>
            </w:r>
            <w:r w:rsidRPr="0025041C">
              <w:rPr>
                <w:rFonts w:ascii="Riojana" w:eastAsia="Arial" w:hAnsi="Riojana"/>
                <w:spacing w:val="-1"/>
                <w:lang w:val="es-ES_tradnl"/>
              </w:rPr>
              <w:t>i</w:t>
            </w:r>
            <w:r w:rsidRPr="0025041C">
              <w:rPr>
                <w:rFonts w:ascii="Riojana" w:eastAsia="Arial" w:hAnsi="Riojana"/>
                <w:spacing w:val="2"/>
                <w:lang w:val="es-ES_tradnl"/>
              </w:rPr>
              <w:t>u</w:t>
            </w:r>
            <w:r w:rsidRPr="0025041C">
              <w:rPr>
                <w:rFonts w:ascii="Riojana" w:eastAsia="Arial" w:hAnsi="Riojana"/>
                <w:lang w:val="es-ES_tradnl"/>
              </w:rPr>
              <w:t>dad.</w:t>
            </w:r>
            <w:r w:rsidRPr="0025041C">
              <w:rPr>
                <w:rFonts w:ascii="Riojana" w:eastAsia="Arial" w:hAnsi="Riojana"/>
                <w:spacing w:val="49"/>
                <w:lang w:val="es-ES_tradnl"/>
              </w:rPr>
              <w:t xml:space="preserve"> </w:t>
            </w:r>
          </w:p>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A</w:t>
            </w:r>
            <w:r w:rsidRPr="0025041C">
              <w:rPr>
                <w:rFonts w:ascii="Riojana" w:eastAsia="Arial" w:hAnsi="Riojana"/>
                <w:spacing w:val="1"/>
                <w:lang w:val="es-ES_tradnl"/>
              </w:rPr>
              <w:t>c</w:t>
            </w:r>
            <w:r w:rsidRPr="0025041C">
              <w:rPr>
                <w:rFonts w:ascii="Riojana" w:eastAsia="Arial" w:hAnsi="Riojana"/>
                <w:spacing w:val="2"/>
                <w:lang w:val="es-ES_tradnl"/>
              </w:rPr>
              <w:t>t</w:t>
            </w:r>
            <w:r w:rsidRPr="0025041C">
              <w:rPr>
                <w:rFonts w:ascii="Riojana" w:eastAsia="Arial" w:hAnsi="Riojana"/>
                <w:spacing w:val="-1"/>
                <w:lang w:val="es-ES_tradnl"/>
              </w:rPr>
              <w:t>i</w:t>
            </w:r>
            <w:r w:rsidRPr="0025041C">
              <w:rPr>
                <w:rFonts w:ascii="Riojana" w:eastAsia="Arial" w:hAnsi="Riojana"/>
                <w:spacing w:val="1"/>
                <w:lang w:val="es-ES_tradnl"/>
              </w:rPr>
              <w:t>v</w:t>
            </w:r>
            <w:r w:rsidRPr="0025041C">
              <w:rPr>
                <w:rFonts w:ascii="Riojana" w:eastAsia="Arial" w:hAnsi="Riojana"/>
                <w:spacing w:val="-1"/>
                <w:lang w:val="es-ES_tradnl"/>
              </w:rPr>
              <w:t>i</w:t>
            </w:r>
            <w:r w:rsidRPr="0025041C">
              <w:rPr>
                <w:rFonts w:ascii="Riojana" w:eastAsia="Arial" w:hAnsi="Riojana"/>
                <w:lang w:val="es-ES_tradnl"/>
              </w:rPr>
              <w:t>d</w:t>
            </w:r>
            <w:r w:rsidRPr="0025041C">
              <w:rPr>
                <w:rFonts w:ascii="Riojana" w:eastAsia="Arial" w:hAnsi="Riojana"/>
                <w:spacing w:val="3"/>
                <w:lang w:val="es-ES_tradnl"/>
              </w:rPr>
              <w:t>a</w:t>
            </w:r>
            <w:r w:rsidRPr="0025041C">
              <w:rPr>
                <w:rFonts w:ascii="Riojana" w:eastAsia="Arial" w:hAnsi="Riojana"/>
                <w:lang w:val="es-ES_tradnl"/>
              </w:rPr>
              <w:t>des C</w:t>
            </w:r>
            <w:r w:rsidRPr="0025041C">
              <w:rPr>
                <w:rFonts w:ascii="Riojana" w:eastAsia="Arial" w:hAnsi="Riojana"/>
                <w:spacing w:val="3"/>
                <w:lang w:val="es-ES_tradnl"/>
              </w:rPr>
              <w:t>o</w:t>
            </w:r>
            <w:r w:rsidRPr="0025041C">
              <w:rPr>
                <w:rFonts w:ascii="Riojana" w:eastAsia="Arial" w:hAnsi="Riojana"/>
                <w:lang w:val="es-ES_tradnl"/>
              </w:rPr>
              <w:t>n</w:t>
            </w:r>
            <w:r w:rsidRPr="0025041C">
              <w:rPr>
                <w:rFonts w:ascii="Riojana" w:eastAsia="Arial" w:hAnsi="Riojana"/>
                <w:spacing w:val="-2"/>
                <w:lang w:val="es-ES_tradnl"/>
              </w:rPr>
              <w:t>s</w:t>
            </w:r>
            <w:r w:rsidRPr="0025041C">
              <w:rPr>
                <w:rFonts w:ascii="Riojana" w:eastAsia="Arial" w:hAnsi="Riojana"/>
                <w:spacing w:val="1"/>
                <w:lang w:val="es-ES_tradnl"/>
              </w:rPr>
              <w:t>ej</w:t>
            </w:r>
            <w:r w:rsidRPr="0025041C">
              <w:rPr>
                <w:rFonts w:ascii="Riojana" w:eastAsia="Arial" w:hAnsi="Riojana"/>
                <w:lang w:val="es-ES_tradnl"/>
              </w:rPr>
              <w:t>o 2023</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15.</w:t>
            </w:r>
            <w:r w:rsidRPr="0025041C">
              <w:rPr>
                <w:rFonts w:ascii="Riojana" w:eastAsia="Arial" w:hAnsi="Riojana"/>
                <w:spacing w:val="2"/>
                <w:lang w:val="es-ES_tradnl"/>
              </w:rPr>
              <w:t>4</w:t>
            </w:r>
            <w:r w:rsidRPr="0025041C">
              <w:rPr>
                <w:rFonts w:ascii="Riojana" w:eastAsia="Arial" w:hAnsi="Riojana"/>
                <w:lang w:val="es-ES_tradnl"/>
              </w:rPr>
              <w:t>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6.</w:t>
            </w:r>
            <w:r w:rsidRPr="0025041C">
              <w:rPr>
                <w:rFonts w:ascii="Riojana" w:eastAsia="Arial" w:hAnsi="Riojana"/>
                <w:spacing w:val="-1"/>
                <w:lang w:val="es-ES_tradnl"/>
              </w:rPr>
              <w:t>2</w:t>
            </w:r>
            <w:r w:rsidRPr="0025041C">
              <w:rPr>
                <w:rFonts w:ascii="Riojana" w:eastAsia="Arial" w:hAnsi="Riojana"/>
                <w:spacing w:val="2"/>
                <w:lang w:val="es-ES_tradnl"/>
              </w:rPr>
              <w:t>7</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0</w:t>
            </w:r>
            <w:r w:rsidRPr="0025041C">
              <w:rPr>
                <w:rFonts w:ascii="Riojana" w:eastAsia="Arial" w:hAnsi="Riojana"/>
                <w:spacing w:val="2"/>
                <w:lang w:val="es-ES_tradnl"/>
              </w:rPr>
              <w:t>.</w:t>
            </w:r>
            <w:r w:rsidRPr="0025041C">
              <w:rPr>
                <w:rFonts w:ascii="Riojana" w:eastAsia="Arial" w:hAnsi="Riojana"/>
                <w:lang w:val="es-ES_tradnl"/>
              </w:rPr>
              <w:t>06</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spacing w:val="-5"/>
                <w:lang w:val="es-ES_tradnl"/>
              </w:rPr>
            </w:pPr>
            <w:r w:rsidRPr="0025041C">
              <w:rPr>
                <w:rFonts w:ascii="Riojana" w:eastAsia="Arial" w:hAnsi="Riojana"/>
                <w:lang w:val="es-ES_tradnl"/>
              </w:rPr>
              <w:t>C</w:t>
            </w:r>
            <w:r w:rsidRPr="0025041C">
              <w:rPr>
                <w:rFonts w:ascii="Riojana" w:eastAsia="Arial" w:hAnsi="Riojana"/>
                <w:spacing w:val="1"/>
                <w:lang w:val="es-ES_tradnl"/>
              </w:rPr>
              <w:t>o</w:t>
            </w:r>
            <w:r w:rsidRPr="0025041C">
              <w:rPr>
                <w:rFonts w:ascii="Riojana" w:eastAsia="Arial" w:hAnsi="Riojana"/>
                <w:lang w:val="es-ES_tradnl"/>
              </w:rPr>
              <w:t>n</w:t>
            </w:r>
            <w:r w:rsidRPr="0025041C">
              <w:rPr>
                <w:rFonts w:ascii="Riojana" w:eastAsia="Arial" w:hAnsi="Riojana"/>
                <w:spacing w:val="-2"/>
                <w:lang w:val="es-ES_tradnl"/>
              </w:rPr>
              <w:t>s</w:t>
            </w:r>
            <w:r w:rsidRPr="0025041C">
              <w:rPr>
                <w:rFonts w:ascii="Riojana" w:eastAsia="Arial" w:hAnsi="Riojana"/>
                <w:spacing w:val="1"/>
                <w:lang w:val="es-ES_tradnl"/>
              </w:rPr>
              <w:t>e</w:t>
            </w:r>
            <w:r w:rsidRPr="0025041C">
              <w:rPr>
                <w:rFonts w:ascii="Riojana" w:eastAsia="Arial" w:hAnsi="Riojana"/>
                <w:spacing w:val="-1"/>
                <w:lang w:val="es-ES_tradnl"/>
              </w:rPr>
              <w:t>j</w:t>
            </w:r>
            <w:r w:rsidRPr="0025041C">
              <w:rPr>
                <w:rFonts w:ascii="Riojana" w:eastAsia="Arial" w:hAnsi="Riojana"/>
                <w:lang w:val="es-ES_tradnl"/>
              </w:rPr>
              <w:t>o Lo</w:t>
            </w:r>
            <w:r w:rsidRPr="0025041C">
              <w:rPr>
                <w:rFonts w:ascii="Riojana" w:eastAsia="Arial" w:hAnsi="Riojana"/>
                <w:spacing w:val="1"/>
                <w:lang w:val="es-ES_tradnl"/>
              </w:rPr>
              <w:t>ca</w:t>
            </w:r>
            <w:r w:rsidRPr="0025041C">
              <w:rPr>
                <w:rFonts w:ascii="Riojana" w:eastAsia="Arial" w:hAnsi="Riojana"/>
                <w:lang w:val="es-ES_tradnl"/>
              </w:rPr>
              <w:t>l</w:t>
            </w:r>
            <w:r w:rsidRPr="0025041C">
              <w:rPr>
                <w:rFonts w:ascii="Riojana" w:eastAsia="Arial" w:hAnsi="Riojana"/>
                <w:spacing w:val="1"/>
                <w:lang w:val="es-ES_tradnl"/>
              </w:rPr>
              <w:t xml:space="preserve"> </w:t>
            </w:r>
            <w:r w:rsidRPr="0025041C">
              <w:rPr>
                <w:rFonts w:ascii="Riojana" w:eastAsia="Arial" w:hAnsi="Riojana"/>
                <w:spacing w:val="-1"/>
                <w:lang w:val="es-ES_tradnl"/>
              </w:rPr>
              <w:t>d</w:t>
            </w:r>
            <w:r w:rsidRPr="0025041C">
              <w:rPr>
                <w:rFonts w:ascii="Riojana" w:eastAsia="Arial" w:hAnsi="Riojana"/>
                <w:lang w:val="es-ES_tradnl"/>
              </w:rPr>
              <w:t>e</w:t>
            </w:r>
            <w:r w:rsidRPr="0025041C">
              <w:rPr>
                <w:rFonts w:ascii="Riojana" w:eastAsia="Arial" w:hAnsi="Riojana"/>
                <w:spacing w:val="3"/>
                <w:lang w:val="es-ES_tradnl"/>
              </w:rPr>
              <w:t xml:space="preserve"> </w:t>
            </w:r>
            <w:r w:rsidRPr="0025041C">
              <w:rPr>
                <w:rFonts w:ascii="Riojana" w:eastAsia="Arial" w:hAnsi="Riojana"/>
                <w:spacing w:val="-1"/>
                <w:lang w:val="es-ES_tradnl"/>
              </w:rPr>
              <w:t>l</w:t>
            </w:r>
            <w:r w:rsidRPr="0025041C">
              <w:rPr>
                <w:rFonts w:ascii="Riojana" w:eastAsia="Arial" w:hAnsi="Riojana"/>
                <w:lang w:val="es-ES_tradnl"/>
              </w:rPr>
              <w:t>a</w:t>
            </w:r>
            <w:r w:rsidRPr="0025041C">
              <w:rPr>
                <w:rFonts w:ascii="Riojana" w:eastAsia="Arial" w:hAnsi="Riojana"/>
                <w:spacing w:val="-2"/>
                <w:lang w:val="es-ES_tradnl"/>
              </w:rPr>
              <w:t xml:space="preserve"> </w:t>
            </w:r>
            <w:r w:rsidRPr="0025041C">
              <w:rPr>
                <w:rFonts w:ascii="Riojana" w:eastAsia="Arial" w:hAnsi="Riojana"/>
                <w:lang w:val="es-ES_tradnl"/>
              </w:rPr>
              <w:t>J</w:t>
            </w:r>
            <w:r w:rsidRPr="0025041C">
              <w:rPr>
                <w:rFonts w:ascii="Riojana" w:eastAsia="Arial" w:hAnsi="Riojana"/>
                <w:spacing w:val="2"/>
                <w:lang w:val="es-ES_tradnl"/>
              </w:rPr>
              <w:t>u</w:t>
            </w:r>
            <w:r w:rsidRPr="0025041C">
              <w:rPr>
                <w:rFonts w:ascii="Riojana" w:eastAsia="Arial" w:hAnsi="Riojana"/>
                <w:spacing w:val="-1"/>
                <w:lang w:val="es-ES_tradnl"/>
              </w:rPr>
              <w:t>v</w:t>
            </w:r>
            <w:r w:rsidRPr="0025041C">
              <w:rPr>
                <w:rFonts w:ascii="Riojana" w:eastAsia="Arial" w:hAnsi="Riojana"/>
                <w:spacing w:val="1"/>
                <w:lang w:val="es-ES_tradnl"/>
              </w:rPr>
              <w:t>e</w:t>
            </w:r>
            <w:r w:rsidRPr="0025041C">
              <w:rPr>
                <w:rFonts w:ascii="Riojana" w:eastAsia="Arial" w:hAnsi="Riojana"/>
                <w:lang w:val="es-ES_tradnl"/>
              </w:rPr>
              <w:t>n</w:t>
            </w:r>
            <w:r w:rsidRPr="0025041C">
              <w:rPr>
                <w:rFonts w:ascii="Riojana" w:eastAsia="Arial" w:hAnsi="Riojana"/>
                <w:spacing w:val="2"/>
                <w:lang w:val="es-ES_tradnl"/>
              </w:rPr>
              <w:t>t</w:t>
            </w:r>
            <w:r w:rsidRPr="0025041C">
              <w:rPr>
                <w:rFonts w:ascii="Riojana" w:eastAsia="Arial" w:hAnsi="Riojana"/>
                <w:lang w:val="es-ES_tradnl"/>
              </w:rPr>
              <w:t>ud</w:t>
            </w:r>
            <w:r w:rsidRPr="0025041C">
              <w:rPr>
                <w:rFonts w:ascii="Riojana" w:eastAsia="Arial" w:hAnsi="Riojana"/>
                <w:spacing w:val="7"/>
                <w:lang w:val="es-ES_tradnl"/>
              </w:rPr>
              <w:t xml:space="preserve"> </w:t>
            </w:r>
            <w:r w:rsidRPr="0025041C">
              <w:rPr>
                <w:rFonts w:ascii="Riojana" w:eastAsia="Arial" w:hAnsi="Riojana"/>
                <w:lang w:val="es-ES_tradnl"/>
              </w:rPr>
              <w:t>A</w:t>
            </w:r>
            <w:r w:rsidRPr="0025041C">
              <w:rPr>
                <w:rFonts w:ascii="Riojana" w:eastAsia="Arial" w:hAnsi="Riojana"/>
                <w:spacing w:val="-1"/>
                <w:lang w:val="es-ES_tradnl"/>
              </w:rPr>
              <w:t>l</w:t>
            </w:r>
            <w:r w:rsidRPr="0025041C">
              <w:rPr>
                <w:rFonts w:ascii="Riojana" w:eastAsia="Arial" w:hAnsi="Riojana"/>
                <w:spacing w:val="1"/>
                <w:lang w:val="es-ES_tradnl"/>
              </w:rPr>
              <w:t>faro</w:t>
            </w:r>
            <w:r w:rsidRPr="0025041C">
              <w:rPr>
                <w:rFonts w:ascii="Riojana" w:eastAsia="Arial" w:hAnsi="Riojana"/>
                <w:lang w:val="es-ES_tradnl"/>
              </w:rPr>
              <w:t>.</w:t>
            </w:r>
            <w:r w:rsidRPr="0025041C">
              <w:rPr>
                <w:rFonts w:ascii="Riojana" w:eastAsia="Arial" w:hAnsi="Riojana"/>
                <w:spacing w:val="-5"/>
                <w:lang w:val="es-ES_tradnl"/>
              </w:rPr>
              <w:t xml:space="preserve"> </w:t>
            </w:r>
          </w:p>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A</w:t>
            </w:r>
            <w:r w:rsidRPr="0025041C">
              <w:rPr>
                <w:rFonts w:ascii="Riojana" w:eastAsia="Arial" w:hAnsi="Riojana"/>
                <w:spacing w:val="1"/>
                <w:lang w:val="es-ES_tradnl"/>
              </w:rPr>
              <w:t>c</w:t>
            </w:r>
            <w:r w:rsidRPr="0025041C">
              <w:rPr>
                <w:rFonts w:ascii="Riojana" w:eastAsia="Arial" w:hAnsi="Riojana"/>
                <w:lang w:val="es-ES_tradnl"/>
              </w:rPr>
              <w:t>t</w:t>
            </w:r>
            <w:r w:rsidRPr="0025041C">
              <w:rPr>
                <w:rFonts w:ascii="Riojana" w:eastAsia="Arial" w:hAnsi="Riojana"/>
                <w:spacing w:val="1"/>
                <w:lang w:val="es-ES_tradnl"/>
              </w:rPr>
              <w:t>i</w:t>
            </w:r>
            <w:r w:rsidRPr="0025041C">
              <w:rPr>
                <w:rFonts w:ascii="Riojana" w:eastAsia="Arial" w:hAnsi="Riojana"/>
                <w:spacing w:val="-1"/>
                <w:lang w:val="es-ES_tradnl"/>
              </w:rPr>
              <w:t>v</w:t>
            </w:r>
            <w:r w:rsidRPr="0025041C">
              <w:rPr>
                <w:rFonts w:ascii="Riojana" w:eastAsia="Arial" w:hAnsi="Riojana"/>
                <w:spacing w:val="1"/>
                <w:lang w:val="es-ES_tradnl"/>
              </w:rPr>
              <w:t>i</w:t>
            </w:r>
            <w:r w:rsidRPr="0025041C">
              <w:rPr>
                <w:rFonts w:ascii="Riojana" w:eastAsia="Arial" w:hAnsi="Riojana"/>
                <w:lang w:val="es-ES_tradnl"/>
              </w:rPr>
              <w:t>dad</w:t>
            </w:r>
            <w:r w:rsidRPr="0025041C">
              <w:rPr>
                <w:rFonts w:ascii="Riojana" w:eastAsia="Arial" w:hAnsi="Riojana"/>
                <w:spacing w:val="1"/>
                <w:lang w:val="es-ES_tradnl"/>
              </w:rPr>
              <w:t>e</w:t>
            </w:r>
            <w:r w:rsidRPr="0025041C">
              <w:rPr>
                <w:rFonts w:ascii="Riojana" w:eastAsia="Arial" w:hAnsi="Riojana"/>
                <w:lang w:val="es-ES_tradnl"/>
              </w:rPr>
              <w:t>s</w:t>
            </w:r>
            <w:r w:rsidRPr="0025041C">
              <w:rPr>
                <w:rFonts w:ascii="Riojana" w:eastAsia="Arial" w:hAnsi="Riojana"/>
                <w:spacing w:val="11"/>
                <w:lang w:val="es-ES_tradnl"/>
              </w:rPr>
              <w:t xml:space="preserve"> </w:t>
            </w:r>
            <w:r w:rsidRPr="0025041C">
              <w:rPr>
                <w:rFonts w:ascii="Riojana" w:eastAsia="Arial" w:hAnsi="Riojana"/>
                <w:lang w:val="es-ES_tradnl"/>
              </w:rPr>
              <w:t>C</w:t>
            </w:r>
            <w:r w:rsidRPr="0025041C">
              <w:rPr>
                <w:rFonts w:ascii="Riojana" w:eastAsia="Arial" w:hAnsi="Riojana"/>
                <w:spacing w:val="1"/>
                <w:lang w:val="es-ES_tradnl"/>
              </w:rPr>
              <w:t>o</w:t>
            </w:r>
            <w:r w:rsidRPr="0025041C">
              <w:rPr>
                <w:rFonts w:ascii="Riojana" w:eastAsia="Arial" w:hAnsi="Riojana"/>
                <w:spacing w:val="2"/>
                <w:lang w:val="es-ES_tradnl"/>
              </w:rPr>
              <w:t>n</w:t>
            </w:r>
            <w:r w:rsidRPr="0025041C">
              <w:rPr>
                <w:rFonts w:ascii="Riojana" w:eastAsia="Arial" w:hAnsi="Riojana"/>
                <w:spacing w:val="-1"/>
                <w:lang w:val="es-ES_tradnl"/>
              </w:rPr>
              <w:t>s</w:t>
            </w:r>
            <w:r w:rsidRPr="0025041C">
              <w:rPr>
                <w:rFonts w:ascii="Riojana" w:eastAsia="Arial" w:hAnsi="Riojana"/>
                <w:spacing w:val="1"/>
                <w:lang w:val="es-ES_tradnl"/>
              </w:rPr>
              <w:t>e</w:t>
            </w:r>
            <w:r w:rsidRPr="0025041C">
              <w:rPr>
                <w:rFonts w:ascii="Riojana" w:eastAsia="Arial" w:hAnsi="Riojana"/>
                <w:spacing w:val="-1"/>
                <w:lang w:val="es-ES_tradnl"/>
              </w:rPr>
              <w:t>j</w:t>
            </w:r>
            <w:r w:rsidRPr="0025041C">
              <w:rPr>
                <w:rFonts w:ascii="Riojana" w:eastAsia="Arial" w:hAnsi="Riojana"/>
                <w:lang w:val="es-ES_tradnl"/>
              </w:rPr>
              <w:t>o</w:t>
            </w:r>
            <w:r w:rsidRPr="0025041C">
              <w:rPr>
                <w:rFonts w:ascii="Riojana" w:eastAsia="Arial" w:hAnsi="Riojana"/>
                <w:spacing w:val="-2"/>
                <w:lang w:val="es-ES_tradnl"/>
              </w:rPr>
              <w:t xml:space="preserve"> </w:t>
            </w:r>
            <w:r w:rsidRPr="0025041C">
              <w:rPr>
                <w:rFonts w:ascii="Riojana" w:eastAsia="Arial" w:hAnsi="Riojana"/>
                <w:spacing w:val="2"/>
                <w:lang w:val="es-ES_tradnl"/>
              </w:rPr>
              <w:t>2</w:t>
            </w:r>
            <w:r w:rsidRPr="0025041C">
              <w:rPr>
                <w:rFonts w:ascii="Riojana" w:eastAsia="Arial" w:hAnsi="Riojana"/>
                <w:lang w:val="es-ES_tradnl"/>
              </w:rPr>
              <w:t>0</w:t>
            </w:r>
            <w:r w:rsidRPr="0025041C">
              <w:rPr>
                <w:rFonts w:ascii="Riojana" w:eastAsia="Arial" w:hAnsi="Riojana"/>
                <w:spacing w:val="7"/>
                <w:lang w:val="es-ES_tradnl"/>
              </w:rPr>
              <w:t>2</w:t>
            </w:r>
            <w:r w:rsidRPr="0025041C">
              <w:rPr>
                <w:rFonts w:ascii="Riojana" w:eastAsia="Arial" w:hAnsi="Riojana"/>
                <w:lang w:val="es-ES_tradnl"/>
              </w:rPr>
              <w:t>3</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1</w:t>
            </w:r>
            <w:r w:rsidRPr="0025041C">
              <w:rPr>
                <w:rFonts w:ascii="Riojana" w:eastAsia="Arial" w:hAnsi="Riojana"/>
                <w:spacing w:val="-1"/>
                <w:lang w:val="es-ES_tradnl"/>
              </w:rPr>
              <w:t>3</w:t>
            </w:r>
            <w:r w:rsidRPr="0025041C">
              <w:rPr>
                <w:rFonts w:ascii="Riojana" w:eastAsia="Arial" w:hAnsi="Riojana"/>
                <w:lang w:val="es-ES_tradnl"/>
              </w:rPr>
              <w:t>.</w:t>
            </w:r>
            <w:r w:rsidRPr="0025041C">
              <w:rPr>
                <w:rFonts w:ascii="Riojana" w:eastAsia="Arial" w:hAnsi="Riojana"/>
                <w:spacing w:val="2"/>
                <w:lang w:val="es-ES_tradnl"/>
              </w:rPr>
              <w:t>6</w:t>
            </w:r>
            <w:r w:rsidRPr="0025041C">
              <w:rPr>
                <w:rFonts w:ascii="Riojana" w:eastAsia="Arial" w:hAnsi="Riojana"/>
                <w:lang w:val="es-ES_tradnl"/>
              </w:rPr>
              <w:t>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6.</w:t>
            </w:r>
            <w:r w:rsidRPr="0025041C">
              <w:rPr>
                <w:rFonts w:ascii="Riojana" w:eastAsia="Arial" w:hAnsi="Riojana"/>
                <w:spacing w:val="-1"/>
                <w:lang w:val="es-ES_tradnl"/>
              </w:rPr>
              <w:t>2</w:t>
            </w:r>
            <w:r w:rsidRPr="0025041C">
              <w:rPr>
                <w:rFonts w:ascii="Riojana" w:eastAsia="Arial" w:hAnsi="Riojana"/>
                <w:spacing w:val="2"/>
                <w:lang w:val="es-ES_tradnl"/>
              </w:rPr>
              <w:t>7</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0</w:t>
            </w:r>
            <w:r w:rsidRPr="0025041C">
              <w:rPr>
                <w:rFonts w:ascii="Riojana" w:eastAsia="Arial" w:hAnsi="Riojana"/>
                <w:spacing w:val="2"/>
                <w:lang w:val="es-ES_tradnl"/>
              </w:rPr>
              <w:t>.</w:t>
            </w:r>
            <w:r w:rsidRPr="0025041C">
              <w:rPr>
                <w:rFonts w:ascii="Riojana" w:eastAsia="Arial" w:hAnsi="Riojana"/>
                <w:lang w:val="es-ES_tradnl"/>
              </w:rPr>
              <w:t>07</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spacing w:val="-4"/>
                <w:lang w:val="es-ES_tradnl"/>
              </w:rPr>
            </w:pPr>
            <w:r w:rsidRPr="0025041C">
              <w:rPr>
                <w:rFonts w:ascii="Riojana" w:eastAsia="Arial" w:hAnsi="Riojana"/>
                <w:lang w:val="es-ES_tradnl"/>
              </w:rPr>
              <w:t>C</w:t>
            </w:r>
            <w:r w:rsidRPr="0025041C">
              <w:rPr>
                <w:rFonts w:ascii="Riojana" w:eastAsia="Arial" w:hAnsi="Riojana"/>
                <w:spacing w:val="1"/>
                <w:lang w:val="es-ES_tradnl"/>
              </w:rPr>
              <w:t>o</w:t>
            </w:r>
            <w:r w:rsidRPr="0025041C">
              <w:rPr>
                <w:rFonts w:ascii="Riojana" w:eastAsia="Arial" w:hAnsi="Riojana"/>
                <w:lang w:val="es-ES_tradnl"/>
              </w:rPr>
              <w:t>n</w:t>
            </w:r>
            <w:r w:rsidRPr="0025041C">
              <w:rPr>
                <w:rFonts w:ascii="Riojana" w:eastAsia="Arial" w:hAnsi="Riojana"/>
                <w:spacing w:val="-2"/>
                <w:lang w:val="es-ES_tradnl"/>
              </w:rPr>
              <w:t>s</w:t>
            </w:r>
            <w:r w:rsidRPr="0025041C">
              <w:rPr>
                <w:rFonts w:ascii="Riojana" w:eastAsia="Arial" w:hAnsi="Riojana"/>
                <w:spacing w:val="1"/>
                <w:lang w:val="es-ES_tradnl"/>
              </w:rPr>
              <w:t>e</w:t>
            </w:r>
            <w:r w:rsidRPr="0025041C">
              <w:rPr>
                <w:rFonts w:ascii="Riojana" w:eastAsia="Arial" w:hAnsi="Riojana"/>
                <w:spacing w:val="-1"/>
                <w:lang w:val="es-ES_tradnl"/>
              </w:rPr>
              <w:t>j</w:t>
            </w:r>
            <w:r w:rsidRPr="0025041C">
              <w:rPr>
                <w:rFonts w:ascii="Riojana" w:eastAsia="Arial" w:hAnsi="Riojana"/>
                <w:lang w:val="es-ES_tradnl"/>
              </w:rPr>
              <w:t>o de</w:t>
            </w:r>
            <w:r w:rsidRPr="0025041C">
              <w:rPr>
                <w:rFonts w:ascii="Riojana" w:eastAsia="Arial" w:hAnsi="Riojana"/>
                <w:spacing w:val="2"/>
                <w:lang w:val="es-ES_tradnl"/>
              </w:rPr>
              <w:t xml:space="preserve"> </w:t>
            </w:r>
            <w:r w:rsidRPr="0025041C">
              <w:rPr>
                <w:rFonts w:ascii="Riojana" w:eastAsia="Arial" w:hAnsi="Riojana"/>
                <w:spacing w:val="-1"/>
                <w:lang w:val="es-ES_tradnl"/>
              </w:rPr>
              <w:t>l</w:t>
            </w:r>
            <w:r w:rsidRPr="0025041C">
              <w:rPr>
                <w:rFonts w:ascii="Riojana" w:eastAsia="Arial" w:hAnsi="Riojana"/>
                <w:lang w:val="es-ES_tradnl"/>
              </w:rPr>
              <w:t>a</w:t>
            </w:r>
            <w:r w:rsidRPr="0025041C">
              <w:rPr>
                <w:rFonts w:ascii="Riojana" w:eastAsia="Arial" w:hAnsi="Riojana"/>
                <w:spacing w:val="-4"/>
                <w:lang w:val="es-ES_tradnl"/>
              </w:rPr>
              <w:t xml:space="preserve"> </w:t>
            </w:r>
            <w:r w:rsidRPr="0025041C">
              <w:rPr>
                <w:rFonts w:ascii="Riojana" w:eastAsia="Arial" w:hAnsi="Riojana"/>
                <w:spacing w:val="2"/>
                <w:lang w:val="es-ES_tradnl"/>
              </w:rPr>
              <w:t>J</w:t>
            </w:r>
            <w:r w:rsidRPr="0025041C">
              <w:rPr>
                <w:rFonts w:ascii="Riojana" w:eastAsia="Arial" w:hAnsi="Riojana"/>
                <w:lang w:val="es-ES_tradnl"/>
              </w:rPr>
              <w:t>u</w:t>
            </w:r>
            <w:r w:rsidRPr="0025041C">
              <w:rPr>
                <w:rFonts w:ascii="Riojana" w:eastAsia="Arial" w:hAnsi="Riojana"/>
                <w:spacing w:val="-2"/>
                <w:lang w:val="es-ES_tradnl"/>
              </w:rPr>
              <w:t>v</w:t>
            </w:r>
            <w:r w:rsidRPr="0025041C">
              <w:rPr>
                <w:rFonts w:ascii="Riojana" w:eastAsia="Arial" w:hAnsi="Riojana"/>
                <w:spacing w:val="1"/>
                <w:lang w:val="es-ES_tradnl"/>
              </w:rPr>
              <w:t>e</w:t>
            </w:r>
            <w:r w:rsidRPr="0025041C">
              <w:rPr>
                <w:rFonts w:ascii="Riojana" w:eastAsia="Arial" w:hAnsi="Riojana"/>
                <w:spacing w:val="2"/>
                <w:lang w:val="es-ES_tradnl"/>
              </w:rPr>
              <w:t>n</w:t>
            </w:r>
            <w:r w:rsidRPr="0025041C">
              <w:rPr>
                <w:rFonts w:ascii="Riojana" w:eastAsia="Arial" w:hAnsi="Riojana"/>
                <w:lang w:val="es-ES_tradnl"/>
              </w:rPr>
              <w:t>t</w:t>
            </w:r>
            <w:r w:rsidRPr="0025041C">
              <w:rPr>
                <w:rFonts w:ascii="Riojana" w:eastAsia="Arial" w:hAnsi="Riojana"/>
                <w:spacing w:val="-1"/>
                <w:lang w:val="es-ES_tradnl"/>
              </w:rPr>
              <w:t>u</w:t>
            </w:r>
            <w:r w:rsidRPr="0025041C">
              <w:rPr>
                <w:rFonts w:ascii="Riojana" w:eastAsia="Arial" w:hAnsi="Riojana"/>
                <w:lang w:val="es-ES_tradnl"/>
              </w:rPr>
              <w:t>d</w:t>
            </w:r>
            <w:r w:rsidRPr="0025041C">
              <w:rPr>
                <w:rFonts w:ascii="Riojana" w:eastAsia="Arial" w:hAnsi="Riojana"/>
                <w:spacing w:val="13"/>
                <w:lang w:val="es-ES_tradnl"/>
              </w:rPr>
              <w:t xml:space="preserve"> </w:t>
            </w:r>
            <w:r w:rsidRPr="0025041C">
              <w:rPr>
                <w:rFonts w:ascii="Riojana" w:eastAsia="Arial" w:hAnsi="Riojana"/>
                <w:lang w:val="es-ES_tradnl"/>
              </w:rPr>
              <w:t>L</w:t>
            </w:r>
            <w:r w:rsidRPr="0025041C">
              <w:rPr>
                <w:rFonts w:ascii="Riojana" w:eastAsia="Arial" w:hAnsi="Riojana"/>
                <w:spacing w:val="3"/>
                <w:lang w:val="es-ES_tradnl"/>
              </w:rPr>
              <w:t>o</w:t>
            </w:r>
            <w:r w:rsidRPr="0025041C">
              <w:rPr>
                <w:rFonts w:ascii="Riojana" w:eastAsia="Arial" w:hAnsi="Riojana"/>
                <w:spacing w:val="1"/>
                <w:lang w:val="es-ES_tradnl"/>
              </w:rPr>
              <w:t>ca</w:t>
            </w:r>
            <w:r w:rsidRPr="0025041C">
              <w:rPr>
                <w:rFonts w:ascii="Riojana" w:eastAsia="Arial" w:hAnsi="Riojana"/>
                <w:lang w:val="es-ES_tradnl"/>
              </w:rPr>
              <w:t>l</w:t>
            </w:r>
            <w:r w:rsidRPr="0025041C">
              <w:rPr>
                <w:rFonts w:ascii="Riojana" w:eastAsia="Arial" w:hAnsi="Riojana"/>
                <w:spacing w:val="2"/>
                <w:lang w:val="es-ES_tradnl"/>
              </w:rPr>
              <w:t xml:space="preserve"> </w:t>
            </w:r>
            <w:r w:rsidRPr="0025041C">
              <w:rPr>
                <w:rFonts w:ascii="Riojana" w:eastAsia="Arial" w:hAnsi="Riojana"/>
                <w:lang w:val="es-ES_tradnl"/>
              </w:rPr>
              <w:t>H</w:t>
            </w:r>
            <w:r w:rsidRPr="0025041C">
              <w:rPr>
                <w:rFonts w:ascii="Riojana" w:eastAsia="Arial" w:hAnsi="Riojana"/>
                <w:spacing w:val="1"/>
                <w:lang w:val="es-ES_tradnl"/>
              </w:rPr>
              <w:t>aro</w:t>
            </w:r>
            <w:r w:rsidRPr="0025041C">
              <w:rPr>
                <w:rFonts w:ascii="Riojana" w:eastAsia="Arial" w:hAnsi="Riojana"/>
                <w:lang w:val="es-ES_tradnl"/>
              </w:rPr>
              <w:t>.</w:t>
            </w:r>
            <w:r w:rsidRPr="0025041C">
              <w:rPr>
                <w:rFonts w:ascii="Riojana" w:eastAsia="Arial" w:hAnsi="Riojana"/>
                <w:spacing w:val="-4"/>
                <w:lang w:val="es-ES_tradnl"/>
              </w:rPr>
              <w:t xml:space="preserve"> </w:t>
            </w:r>
          </w:p>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A</w:t>
            </w:r>
            <w:r w:rsidRPr="0025041C">
              <w:rPr>
                <w:rFonts w:ascii="Riojana" w:eastAsia="Arial" w:hAnsi="Riojana"/>
                <w:spacing w:val="1"/>
                <w:lang w:val="es-ES_tradnl"/>
              </w:rPr>
              <w:t>c</w:t>
            </w:r>
            <w:r w:rsidRPr="0025041C">
              <w:rPr>
                <w:rFonts w:ascii="Riojana" w:eastAsia="Arial" w:hAnsi="Riojana"/>
                <w:lang w:val="es-ES_tradnl"/>
              </w:rPr>
              <w:t>t</w:t>
            </w:r>
            <w:r w:rsidRPr="0025041C">
              <w:rPr>
                <w:rFonts w:ascii="Riojana" w:eastAsia="Arial" w:hAnsi="Riojana"/>
                <w:spacing w:val="-1"/>
                <w:lang w:val="es-ES_tradnl"/>
              </w:rPr>
              <w:t>i</w:t>
            </w:r>
            <w:r w:rsidRPr="0025041C">
              <w:rPr>
                <w:rFonts w:ascii="Riojana" w:eastAsia="Arial" w:hAnsi="Riojana"/>
                <w:spacing w:val="1"/>
                <w:lang w:val="es-ES_tradnl"/>
              </w:rPr>
              <w:t>v</w:t>
            </w:r>
            <w:r w:rsidRPr="0025041C">
              <w:rPr>
                <w:rFonts w:ascii="Riojana" w:eastAsia="Arial" w:hAnsi="Riojana"/>
                <w:spacing w:val="-1"/>
                <w:lang w:val="es-ES_tradnl"/>
              </w:rPr>
              <w:t>i</w:t>
            </w:r>
            <w:r w:rsidRPr="0025041C">
              <w:rPr>
                <w:rFonts w:ascii="Riojana" w:eastAsia="Arial" w:hAnsi="Riojana"/>
                <w:lang w:val="es-ES_tradnl"/>
              </w:rPr>
              <w:t>dad</w:t>
            </w:r>
            <w:r w:rsidRPr="0025041C">
              <w:rPr>
                <w:rFonts w:ascii="Riojana" w:eastAsia="Arial" w:hAnsi="Riojana"/>
                <w:spacing w:val="3"/>
                <w:lang w:val="es-ES_tradnl"/>
              </w:rPr>
              <w:t>e</w:t>
            </w:r>
            <w:r w:rsidRPr="0025041C">
              <w:rPr>
                <w:rFonts w:ascii="Riojana" w:eastAsia="Arial" w:hAnsi="Riojana"/>
                <w:lang w:val="es-ES_tradnl"/>
              </w:rPr>
              <w:t>s</w:t>
            </w:r>
            <w:r w:rsidRPr="0025041C">
              <w:rPr>
                <w:rFonts w:ascii="Riojana" w:eastAsia="Arial" w:hAnsi="Riojana"/>
                <w:spacing w:val="9"/>
                <w:lang w:val="es-ES_tradnl"/>
              </w:rPr>
              <w:t xml:space="preserve"> </w:t>
            </w:r>
            <w:r w:rsidRPr="0025041C">
              <w:rPr>
                <w:rFonts w:ascii="Riojana" w:eastAsia="Arial" w:hAnsi="Riojana"/>
                <w:lang w:val="es-ES_tradnl"/>
              </w:rPr>
              <w:t>C</w:t>
            </w:r>
            <w:r w:rsidRPr="0025041C">
              <w:rPr>
                <w:rFonts w:ascii="Riojana" w:eastAsia="Arial" w:hAnsi="Riojana"/>
                <w:spacing w:val="1"/>
                <w:lang w:val="es-ES_tradnl"/>
              </w:rPr>
              <w:t>o</w:t>
            </w:r>
            <w:r w:rsidRPr="0025041C">
              <w:rPr>
                <w:rFonts w:ascii="Riojana" w:eastAsia="Arial" w:hAnsi="Riojana"/>
                <w:spacing w:val="2"/>
                <w:lang w:val="es-ES_tradnl"/>
              </w:rPr>
              <w:t>n</w:t>
            </w:r>
            <w:r w:rsidRPr="0025041C">
              <w:rPr>
                <w:rFonts w:ascii="Riojana" w:eastAsia="Arial" w:hAnsi="Riojana"/>
                <w:spacing w:val="1"/>
                <w:lang w:val="es-ES_tradnl"/>
              </w:rPr>
              <w:t>se</w:t>
            </w:r>
            <w:r w:rsidRPr="0025041C">
              <w:rPr>
                <w:rFonts w:ascii="Riojana" w:eastAsia="Arial" w:hAnsi="Riojana"/>
                <w:spacing w:val="-1"/>
                <w:lang w:val="es-ES_tradnl"/>
              </w:rPr>
              <w:t>j</w:t>
            </w:r>
            <w:r w:rsidRPr="0025041C">
              <w:rPr>
                <w:rFonts w:ascii="Riojana" w:eastAsia="Arial" w:hAnsi="Riojana"/>
                <w:lang w:val="es-ES_tradnl"/>
              </w:rPr>
              <w:t>o</w:t>
            </w:r>
            <w:r w:rsidRPr="0025041C">
              <w:rPr>
                <w:rFonts w:ascii="Riojana" w:eastAsia="Arial" w:hAnsi="Riojana"/>
                <w:spacing w:val="-2"/>
                <w:lang w:val="es-ES_tradnl"/>
              </w:rPr>
              <w:t xml:space="preserve"> </w:t>
            </w: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spacing w:val="5"/>
                <w:lang w:val="es-ES_tradnl"/>
              </w:rPr>
              <w:t>2</w:t>
            </w:r>
            <w:r w:rsidRPr="0025041C">
              <w:rPr>
                <w:rFonts w:ascii="Riojana" w:eastAsia="Arial" w:hAnsi="Riojana"/>
                <w:lang w:val="es-ES_tradnl"/>
              </w:rPr>
              <w:t>3</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15.</w:t>
            </w:r>
            <w:r w:rsidRPr="0025041C">
              <w:rPr>
                <w:rFonts w:ascii="Riojana" w:eastAsia="Arial" w:hAnsi="Riojana"/>
                <w:spacing w:val="2"/>
                <w:lang w:val="es-ES_tradnl"/>
              </w:rPr>
              <w:t>5</w:t>
            </w:r>
            <w:r w:rsidRPr="0025041C">
              <w:rPr>
                <w:rFonts w:ascii="Riojana" w:eastAsia="Arial" w:hAnsi="Riojana"/>
                <w:lang w:val="es-ES_tradnl"/>
              </w:rPr>
              <w:t>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6.</w:t>
            </w:r>
            <w:r w:rsidRPr="0025041C">
              <w:rPr>
                <w:rFonts w:ascii="Riojana" w:eastAsia="Arial" w:hAnsi="Riojana"/>
                <w:spacing w:val="-1"/>
                <w:lang w:val="es-ES_tradnl"/>
              </w:rPr>
              <w:t>2</w:t>
            </w:r>
            <w:r w:rsidRPr="0025041C">
              <w:rPr>
                <w:rFonts w:ascii="Riojana" w:eastAsia="Arial" w:hAnsi="Riojana"/>
                <w:spacing w:val="2"/>
                <w:lang w:val="es-ES_tradnl"/>
              </w:rPr>
              <w:t>7</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0</w:t>
            </w:r>
            <w:r w:rsidRPr="0025041C">
              <w:rPr>
                <w:rFonts w:ascii="Riojana" w:eastAsia="Arial" w:hAnsi="Riojana"/>
                <w:spacing w:val="2"/>
                <w:lang w:val="es-ES_tradnl"/>
              </w:rPr>
              <w:t>.</w:t>
            </w:r>
            <w:r w:rsidRPr="0025041C">
              <w:rPr>
                <w:rFonts w:ascii="Riojana" w:eastAsia="Arial" w:hAnsi="Riojana"/>
                <w:lang w:val="es-ES_tradnl"/>
              </w:rPr>
              <w:t>08</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C</w:t>
            </w:r>
            <w:r w:rsidRPr="0025041C">
              <w:rPr>
                <w:rFonts w:ascii="Riojana" w:eastAsia="Arial" w:hAnsi="Riojana"/>
                <w:spacing w:val="1"/>
                <w:lang w:val="es-ES_tradnl"/>
              </w:rPr>
              <w:t>o</w:t>
            </w:r>
            <w:r w:rsidRPr="0025041C">
              <w:rPr>
                <w:rFonts w:ascii="Riojana" w:eastAsia="Arial" w:hAnsi="Riojana"/>
                <w:lang w:val="es-ES_tradnl"/>
              </w:rPr>
              <w:t>n</w:t>
            </w:r>
            <w:r w:rsidRPr="0025041C">
              <w:rPr>
                <w:rFonts w:ascii="Riojana" w:eastAsia="Arial" w:hAnsi="Riojana"/>
                <w:spacing w:val="-2"/>
                <w:lang w:val="es-ES_tradnl"/>
              </w:rPr>
              <w:t>s</w:t>
            </w:r>
            <w:r w:rsidRPr="0025041C">
              <w:rPr>
                <w:rFonts w:ascii="Riojana" w:eastAsia="Arial" w:hAnsi="Riojana"/>
                <w:spacing w:val="1"/>
                <w:lang w:val="es-ES_tradnl"/>
              </w:rPr>
              <w:t>e</w:t>
            </w:r>
            <w:r w:rsidRPr="0025041C">
              <w:rPr>
                <w:rFonts w:ascii="Riojana" w:eastAsia="Arial" w:hAnsi="Riojana"/>
                <w:spacing w:val="-1"/>
                <w:lang w:val="es-ES_tradnl"/>
              </w:rPr>
              <w:t>j</w:t>
            </w:r>
            <w:r w:rsidRPr="0025041C">
              <w:rPr>
                <w:rFonts w:ascii="Riojana" w:eastAsia="Arial" w:hAnsi="Riojana"/>
                <w:lang w:val="es-ES_tradnl"/>
              </w:rPr>
              <w:t xml:space="preserve">o de </w:t>
            </w:r>
            <w:r w:rsidRPr="0025041C">
              <w:rPr>
                <w:rFonts w:ascii="Riojana" w:eastAsia="Arial" w:hAnsi="Riojana"/>
                <w:spacing w:val="-1"/>
                <w:lang w:val="es-ES_tradnl"/>
              </w:rPr>
              <w:t>l</w:t>
            </w:r>
            <w:r w:rsidRPr="0025041C">
              <w:rPr>
                <w:rFonts w:ascii="Riojana" w:eastAsia="Arial" w:hAnsi="Riojana"/>
                <w:lang w:val="es-ES_tradnl"/>
              </w:rPr>
              <w:t>a J</w:t>
            </w:r>
            <w:r w:rsidRPr="0025041C">
              <w:rPr>
                <w:rFonts w:ascii="Riojana" w:eastAsia="Arial" w:hAnsi="Riojana"/>
                <w:spacing w:val="2"/>
                <w:lang w:val="es-ES_tradnl"/>
              </w:rPr>
              <w:t>u</w:t>
            </w:r>
            <w:r w:rsidRPr="0025041C">
              <w:rPr>
                <w:rFonts w:ascii="Riojana" w:eastAsia="Arial" w:hAnsi="Riojana"/>
                <w:spacing w:val="-1"/>
                <w:lang w:val="es-ES_tradnl"/>
              </w:rPr>
              <w:t>v</w:t>
            </w:r>
            <w:r w:rsidRPr="0025041C">
              <w:rPr>
                <w:rFonts w:ascii="Riojana" w:eastAsia="Arial" w:hAnsi="Riojana"/>
                <w:spacing w:val="1"/>
                <w:lang w:val="es-ES_tradnl"/>
              </w:rPr>
              <w:t>e</w:t>
            </w:r>
            <w:r w:rsidRPr="0025041C">
              <w:rPr>
                <w:rFonts w:ascii="Riojana" w:eastAsia="Arial" w:hAnsi="Riojana"/>
                <w:lang w:val="es-ES_tradnl"/>
              </w:rPr>
              <w:t>n</w:t>
            </w:r>
            <w:r w:rsidRPr="0025041C">
              <w:rPr>
                <w:rFonts w:ascii="Riojana" w:eastAsia="Arial" w:hAnsi="Riojana"/>
                <w:spacing w:val="-1"/>
                <w:lang w:val="es-ES_tradnl"/>
              </w:rPr>
              <w:t>t</w:t>
            </w:r>
            <w:r w:rsidRPr="0025041C">
              <w:rPr>
                <w:rFonts w:ascii="Riojana" w:eastAsia="Arial" w:hAnsi="Riojana"/>
                <w:spacing w:val="2"/>
                <w:lang w:val="es-ES_tradnl"/>
              </w:rPr>
              <w:t>u</w:t>
            </w:r>
            <w:r w:rsidRPr="0025041C">
              <w:rPr>
                <w:rFonts w:ascii="Riojana" w:eastAsia="Arial" w:hAnsi="Riojana"/>
                <w:lang w:val="es-ES_tradnl"/>
              </w:rPr>
              <w:t>d C</w:t>
            </w:r>
            <w:r w:rsidRPr="0025041C">
              <w:rPr>
                <w:rFonts w:ascii="Riojana" w:eastAsia="Arial" w:hAnsi="Riojana"/>
                <w:spacing w:val="1"/>
                <w:lang w:val="es-ES_tradnl"/>
              </w:rPr>
              <w:t>o</w:t>
            </w:r>
            <w:r w:rsidRPr="0025041C">
              <w:rPr>
                <w:rFonts w:ascii="Riojana" w:eastAsia="Arial" w:hAnsi="Riojana"/>
                <w:lang w:val="es-ES_tradnl"/>
              </w:rPr>
              <w:t>m</w:t>
            </w:r>
            <w:r w:rsidRPr="0025041C">
              <w:rPr>
                <w:rFonts w:ascii="Riojana" w:eastAsia="Arial" w:hAnsi="Riojana"/>
                <w:spacing w:val="1"/>
                <w:lang w:val="es-ES_tradnl"/>
              </w:rPr>
              <w:t>arca</w:t>
            </w:r>
            <w:r w:rsidRPr="0025041C">
              <w:rPr>
                <w:rFonts w:ascii="Riojana" w:eastAsia="Arial" w:hAnsi="Riojana"/>
                <w:lang w:val="es-ES_tradnl"/>
              </w:rPr>
              <w:t>l C</w:t>
            </w:r>
            <w:r w:rsidRPr="0025041C">
              <w:rPr>
                <w:rFonts w:ascii="Riojana" w:eastAsia="Arial" w:hAnsi="Riojana"/>
                <w:spacing w:val="1"/>
                <w:lang w:val="es-ES_tradnl"/>
              </w:rPr>
              <w:t>a</w:t>
            </w:r>
            <w:r w:rsidRPr="0025041C">
              <w:rPr>
                <w:rFonts w:ascii="Riojana" w:eastAsia="Arial" w:hAnsi="Riojana"/>
                <w:spacing w:val="-1"/>
                <w:lang w:val="es-ES_tradnl"/>
              </w:rPr>
              <w:t>l</w:t>
            </w:r>
            <w:r w:rsidRPr="0025041C">
              <w:rPr>
                <w:rFonts w:ascii="Riojana" w:eastAsia="Arial" w:hAnsi="Riojana"/>
                <w:spacing w:val="1"/>
                <w:lang w:val="es-ES_tradnl"/>
              </w:rPr>
              <w:t>a</w:t>
            </w:r>
            <w:r w:rsidRPr="0025041C">
              <w:rPr>
                <w:rFonts w:ascii="Riojana" w:eastAsia="Arial" w:hAnsi="Riojana"/>
                <w:lang w:val="es-ES_tradnl"/>
              </w:rPr>
              <w:t>ho</w:t>
            </w:r>
            <w:r w:rsidRPr="0025041C">
              <w:rPr>
                <w:rFonts w:ascii="Riojana" w:eastAsia="Arial" w:hAnsi="Riojana"/>
                <w:spacing w:val="1"/>
                <w:lang w:val="es-ES_tradnl"/>
              </w:rPr>
              <w:t>rra</w:t>
            </w:r>
            <w:r w:rsidRPr="0025041C">
              <w:rPr>
                <w:rFonts w:ascii="Riojana" w:eastAsia="Arial" w:hAnsi="Riojana"/>
                <w:lang w:val="es-ES_tradnl"/>
              </w:rPr>
              <w:t xml:space="preserve">. </w:t>
            </w:r>
          </w:p>
          <w:p w:rsidR="00011E90" w:rsidRPr="0025041C" w:rsidRDefault="00011E90">
            <w:pPr>
              <w:spacing w:before="0" w:after="0"/>
              <w:jc w:val="left"/>
              <w:rPr>
                <w:rFonts w:ascii="Riojana" w:eastAsia="Arial" w:hAnsi="Riojana" w:cs="Arial"/>
                <w:lang w:val="es-ES_tradnl"/>
              </w:rPr>
            </w:pPr>
            <w:r w:rsidRPr="0025041C">
              <w:rPr>
                <w:rFonts w:ascii="Riojana" w:eastAsia="Arial" w:hAnsi="Riojana"/>
                <w:w w:val="101"/>
                <w:lang w:val="es-ES_tradnl"/>
              </w:rPr>
              <w:t>A</w:t>
            </w:r>
            <w:r w:rsidRPr="0025041C">
              <w:rPr>
                <w:rFonts w:ascii="Riojana" w:eastAsia="Arial" w:hAnsi="Riojana"/>
                <w:spacing w:val="1"/>
                <w:w w:val="101"/>
                <w:lang w:val="es-ES_tradnl"/>
              </w:rPr>
              <w:t>c</w:t>
            </w:r>
            <w:r w:rsidRPr="0025041C">
              <w:rPr>
                <w:rFonts w:ascii="Riojana" w:eastAsia="Arial" w:hAnsi="Riojana"/>
                <w:w w:val="101"/>
                <w:lang w:val="es-ES_tradnl"/>
              </w:rPr>
              <w:t>t</w:t>
            </w:r>
            <w:r w:rsidRPr="0025041C">
              <w:rPr>
                <w:rFonts w:ascii="Riojana" w:eastAsia="Arial" w:hAnsi="Riojana"/>
                <w:spacing w:val="-1"/>
                <w:w w:val="101"/>
                <w:lang w:val="es-ES_tradnl"/>
              </w:rPr>
              <w:t>i</w:t>
            </w:r>
            <w:r w:rsidRPr="0025041C">
              <w:rPr>
                <w:rFonts w:ascii="Riojana" w:eastAsia="Arial" w:hAnsi="Riojana"/>
                <w:spacing w:val="1"/>
                <w:w w:val="101"/>
                <w:lang w:val="es-ES_tradnl"/>
              </w:rPr>
              <w:t>v</w:t>
            </w:r>
            <w:r w:rsidRPr="0025041C">
              <w:rPr>
                <w:rFonts w:ascii="Riojana" w:eastAsia="Arial" w:hAnsi="Riojana"/>
                <w:spacing w:val="-1"/>
                <w:w w:val="101"/>
                <w:lang w:val="es-ES_tradnl"/>
              </w:rPr>
              <w:t>i</w:t>
            </w:r>
            <w:r w:rsidRPr="0025041C">
              <w:rPr>
                <w:rFonts w:ascii="Riojana" w:eastAsia="Arial" w:hAnsi="Riojana"/>
                <w:w w:val="101"/>
                <w:lang w:val="es-ES_tradnl"/>
              </w:rPr>
              <w:t>dad</w:t>
            </w:r>
            <w:r w:rsidRPr="0025041C">
              <w:rPr>
                <w:rFonts w:ascii="Riojana" w:eastAsia="Arial" w:hAnsi="Riojana"/>
                <w:spacing w:val="3"/>
                <w:w w:val="101"/>
                <w:lang w:val="es-ES_tradnl"/>
              </w:rPr>
              <w:t>e</w:t>
            </w:r>
            <w:r w:rsidRPr="0025041C">
              <w:rPr>
                <w:rFonts w:ascii="Riojana" w:eastAsia="Arial" w:hAnsi="Riojana"/>
                <w:w w:val="101"/>
                <w:lang w:val="es-ES_tradnl"/>
              </w:rPr>
              <w:t xml:space="preserve">s </w:t>
            </w:r>
            <w:r w:rsidRPr="0025041C">
              <w:rPr>
                <w:rFonts w:ascii="Riojana" w:eastAsia="Arial" w:hAnsi="Riojana"/>
                <w:lang w:val="es-ES_tradnl"/>
              </w:rPr>
              <w:t>C</w:t>
            </w:r>
            <w:r w:rsidRPr="0025041C">
              <w:rPr>
                <w:rFonts w:ascii="Riojana" w:eastAsia="Arial" w:hAnsi="Riojana"/>
                <w:spacing w:val="1"/>
                <w:lang w:val="es-ES_tradnl"/>
              </w:rPr>
              <w:t>o</w:t>
            </w:r>
            <w:r w:rsidRPr="0025041C">
              <w:rPr>
                <w:rFonts w:ascii="Riojana" w:eastAsia="Arial" w:hAnsi="Riojana"/>
                <w:lang w:val="es-ES_tradnl"/>
              </w:rPr>
              <w:t>n</w:t>
            </w:r>
            <w:r w:rsidRPr="0025041C">
              <w:rPr>
                <w:rFonts w:ascii="Riojana" w:eastAsia="Arial" w:hAnsi="Riojana"/>
                <w:spacing w:val="-2"/>
                <w:lang w:val="es-ES_tradnl"/>
              </w:rPr>
              <w:t>s</w:t>
            </w:r>
            <w:r w:rsidRPr="0025041C">
              <w:rPr>
                <w:rFonts w:ascii="Riojana" w:eastAsia="Arial" w:hAnsi="Riojana"/>
                <w:spacing w:val="1"/>
                <w:lang w:val="es-ES_tradnl"/>
              </w:rPr>
              <w:t>e</w:t>
            </w:r>
            <w:r w:rsidRPr="0025041C">
              <w:rPr>
                <w:rFonts w:ascii="Riojana" w:eastAsia="Arial" w:hAnsi="Riojana"/>
                <w:spacing w:val="-1"/>
                <w:lang w:val="es-ES_tradnl"/>
              </w:rPr>
              <w:t>j</w:t>
            </w:r>
            <w:r w:rsidRPr="0025041C">
              <w:rPr>
                <w:rFonts w:ascii="Riojana" w:eastAsia="Arial" w:hAnsi="Riojana"/>
                <w:lang w:val="es-ES_tradnl"/>
              </w:rPr>
              <w:t>o 2</w:t>
            </w:r>
            <w:r w:rsidRPr="0025041C">
              <w:rPr>
                <w:rFonts w:ascii="Riojana" w:eastAsia="Arial" w:hAnsi="Riojana"/>
                <w:spacing w:val="-1"/>
                <w:lang w:val="es-ES_tradnl"/>
              </w:rPr>
              <w:t>0</w:t>
            </w:r>
            <w:r w:rsidRPr="0025041C">
              <w:rPr>
                <w:rFonts w:ascii="Riojana" w:eastAsia="Arial" w:hAnsi="Riojana"/>
                <w:spacing w:val="4"/>
                <w:lang w:val="es-ES_tradnl"/>
              </w:rPr>
              <w:t>2</w:t>
            </w:r>
            <w:r w:rsidRPr="0025041C">
              <w:rPr>
                <w:rFonts w:ascii="Riojana" w:eastAsia="Arial" w:hAnsi="Riojana"/>
                <w:lang w:val="es-ES_tradnl"/>
              </w:rPr>
              <w:t>2</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23.</w:t>
            </w:r>
            <w:r w:rsidRPr="0025041C">
              <w:rPr>
                <w:rFonts w:ascii="Riojana" w:eastAsia="Arial" w:hAnsi="Riojana"/>
                <w:spacing w:val="2"/>
                <w:lang w:val="es-ES_tradnl"/>
              </w:rPr>
              <w:t>7</w:t>
            </w:r>
            <w:r w:rsidRPr="0025041C">
              <w:rPr>
                <w:rFonts w:ascii="Riojana" w:eastAsia="Arial" w:hAnsi="Riojana"/>
                <w:lang w:val="es-ES_tradnl"/>
              </w:rPr>
              <w:t>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6.</w:t>
            </w:r>
            <w:r w:rsidRPr="0025041C">
              <w:rPr>
                <w:rFonts w:ascii="Riojana" w:eastAsia="Arial" w:hAnsi="Riojana"/>
                <w:spacing w:val="-1"/>
                <w:lang w:val="es-ES_tradnl"/>
              </w:rPr>
              <w:t>2</w:t>
            </w:r>
            <w:r w:rsidRPr="0025041C">
              <w:rPr>
                <w:rFonts w:ascii="Riojana" w:eastAsia="Arial" w:hAnsi="Riojana"/>
                <w:spacing w:val="2"/>
                <w:lang w:val="es-ES_tradnl"/>
              </w:rPr>
              <w:t>7</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0</w:t>
            </w:r>
            <w:r w:rsidRPr="0025041C">
              <w:rPr>
                <w:rFonts w:ascii="Riojana" w:eastAsia="Arial" w:hAnsi="Riojana"/>
                <w:spacing w:val="2"/>
                <w:lang w:val="es-ES_tradnl"/>
              </w:rPr>
              <w:t>.</w:t>
            </w:r>
            <w:r w:rsidRPr="0025041C">
              <w:rPr>
                <w:rFonts w:ascii="Riojana" w:eastAsia="Arial" w:hAnsi="Riojana"/>
                <w:lang w:val="es-ES_tradnl"/>
              </w:rPr>
              <w:t>09</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C</w:t>
            </w:r>
            <w:r w:rsidRPr="0025041C">
              <w:rPr>
                <w:rFonts w:ascii="Riojana" w:eastAsia="Arial" w:hAnsi="Riojana"/>
                <w:spacing w:val="1"/>
                <w:lang w:val="es-ES_tradnl"/>
              </w:rPr>
              <w:t>r</w:t>
            </w:r>
            <w:r w:rsidRPr="0025041C">
              <w:rPr>
                <w:rFonts w:ascii="Riojana" w:eastAsia="Arial" w:hAnsi="Riojana"/>
                <w:lang w:val="es-ES_tradnl"/>
              </w:rPr>
              <w:t>uz</w:t>
            </w:r>
            <w:r w:rsidRPr="0025041C">
              <w:rPr>
                <w:rFonts w:ascii="Riojana" w:eastAsia="Arial" w:hAnsi="Riojana"/>
                <w:spacing w:val="-8"/>
                <w:lang w:val="es-ES_tradnl"/>
              </w:rPr>
              <w:t xml:space="preserve"> </w:t>
            </w:r>
            <w:r w:rsidRPr="0025041C">
              <w:rPr>
                <w:rFonts w:ascii="Riojana" w:eastAsia="Arial" w:hAnsi="Riojana"/>
                <w:lang w:val="es-ES_tradnl"/>
              </w:rPr>
              <w:t>R</w:t>
            </w:r>
            <w:r w:rsidRPr="0025041C">
              <w:rPr>
                <w:rFonts w:ascii="Riojana" w:eastAsia="Arial" w:hAnsi="Riojana"/>
                <w:spacing w:val="1"/>
                <w:lang w:val="es-ES_tradnl"/>
              </w:rPr>
              <w:t>o</w:t>
            </w:r>
            <w:r w:rsidRPr="0025041C">
              <w:rPr>
                <w:rFonts w:ascii="Riojana" w:eastAsia="Arial" w:hAnsi="Riojana"/>
                <w:spacing w:val="-1"/>
                <w:lang w:val="es-ES_tradnl"/>
              </w:rPr>
              <w:t>j</w:t>
            </w:r>
            <w:r w:rsidRPr="0025041C">
              <w:rPr>
                <w:rFonts w:ascii="Riojana" w:eastAsia="Arial" w:hAnsi="Riojana"/>
                <w:lang w:val="es-ES_tradnl"/>
              </w:rPr>
              <w:t>a</w:t>
            </w:r>
            <w:r w:rsidRPr="0025041C">
              <w:rPr>
                <w:rFonts w:ascii="Riojana" w:eastAsia="Arial" w:hAnsi="Riojana"/>
                <w:spacing w:val="-9"/>
                <w:lang w:val="es-ES_tradnl"/>
              </w:rPr>
              <w:t xml:space="preserve"> </w:t>
            </w:r>
            <w:r w:rsidRPr="0025041C">
              <w:rPr>
                <w:rFonts w:ascii="Riojana" w:eastAsia="Arial" w:hAnsi="Riojana"/>
                <w:lang w:val="es-ES_tradnl"/>
              </w:rPr>
              <w:t>J</w:t>
            </w:r>
            <w:r w:rsidRPr="0025041C">
              <w:rPr>
                <w:rFonts w:ascii="Riojana" w:eastAsia="Arial" w:hAnsi="Riojana"/>
                <w:spacing w:val="1"/>
                <w:lang w:val="es-ES_tradnl"/>
              </w:rPr>
              <w:t>u</w:t>
            </w:r>
            <w:r w:rsidRPr="0025041C">
              <w:rPr>
                <w:rFonts w:ascii="Riojana" w:eastAsia="Arial" w:hAnsi="Riojana"/>
                <w:spacing w:val="-1"/>
                <w:lang w:val="es-ES_tradnl"/>
              </w:rPr>
              <w:t>v</w:t>
            </w:r>
            <w:r w:rsidRPr="0025041C">
              <w:rPr>
                <w:rFonts w:ascii="Riojana" w:eastAsia="Arial" w:hAnsi="Riojana"/>
                <w:spacing w:val="1"/>
                <w:lang w:val="es-ES_tradnl"/>
              </w:rPr>
              <w:t>e</w:t>
            </w:r>
            <w:r w:rsidRPr="0025041C">
              <w:rPr>
                <w:rFonts w:ascii="Riojana" w:eastAsia="Arial" w:hAnsi="Riojana"/>
                <w:lang w:val="es-ES_tradnl"/>
              </w:rPr>
              <w:t>n</w:t>
            </w:r>
            <w:r w:rsidRPr="0025041C">
              <w:rPr>
                <w:rFonts w:ascii="Riojana" w:eastAsia="Arial" w:hAnsi="Riojana"/>
                <w:spacing w:val="2"/>
                <w:lang w:val="es-ES_tradnl"/>
              </w:rPr>
              <w:t>t</w:t>
            </w:r>
            <w:r w:rsidRPr="0025041C">
              <w:rPr>
                <w:rFonts w:ascii="Riojana" w:eastAsia="Arial" w:hAnsi="Riojana"/>
                <w:lang w:val="es-ES_tradnl"/>
              </w:rPr>
              <w:t>ud</w:t>
            </w:r>
            <w:r w:rsidRPr="0025041C">
              <w:rPr>
                <w:rFonts w:ascii="Riojana" w:eastAsia="Arial" w:hAnsi="Riojana"/>
                <w:spacing w:val="11"/>
                <w:lang w:val="es-ES_tradnl"/>
              </w:rPr>
              <w:t xml:space="preserve"> </w:t>
            </w:r>
            <w:r w:rsidRPr="0025041C">
              <w:rPr>
                <w:rFonts w:ascii="Riojana" w:eastAsia="Arial" w:hAnsi="Riojana"/>
                <w:lang w:val="es-ES_tradnl"/>
              </w:rPr>
              <w:t>La</w:t>
            </w:r>
            <w:r w:rsidRPr="0025041C">
              <w:rPr>
                <w:rFonts w:ascii="Riojana" w:eastAsia="Arial" w:hAnsi="Riojana"/>
                <w:spacing w:val="-7"/>
                <w:lang w:val="es-ES_tradnl"/>
              </w:rPr>
              <w:t xml:space="preserve"> </w:t>
            </w:r>
            <w:r w:rsidRPr="0025041C">
              <w:rPr>
                <w:rFonts w:ascii="Riojana" w:eastAsia="Arial" w:hAnsi="Riojana"/>
                <w:lang w:val="es-ES_tradnl"/>
              </w:rPr>
              <w:t>R</w:t>
            </w:r>
            <w:r w:rsidRPr="0025041C">
              <w:rPr>
                <w:rFonts w:ascii="Riojana" w:eastAsia="Arial" w:hAnsi="Riojana"/>
                <w:spacing w:val="-1"/>
                <w:lang w:val="es-ES_tradnl"/>
              </w:rPr>
              <w:t>i</w:t>
            </w:r>
            <w:r w:rsidRPr="0025041C">
              <w:rPr>
                <w:rFonts w:ascii="Riojana" w:eastAsia="Arial" w:hAnsi="Riojana"/>
                <w:spacing w:val="1"/>
                <w:lang w:val="es-ES_tradnl"/>
              </w:rPr>
              <w:t>oj</w:t>
            </w:r>
            <w:r w:rsidRPr="0025041C">
              <w:rPr>
                <w:rFonts w:ascii="Riojana" w:eastAsia="Arial" w:hAnsi="Riojana"/>
                <w:spacing w:val="2"/>
                <w:lang w:val="es-ES_tradnl"/>
              </w:rPr>
              <w:t>a</w:t>
            </w:r>
            <w:r w:rsidRPr="0025041C">
              <w:rPr>
                <w:rFonts w:ascii="Riojana" w:eastAsia="Arial" w:hAnsi="Riojana"/>
                <w:lang w:val="es-ES_tradnl"/>
              </w:rPr>
              <w:t>.</w:t>
            </w:r>
            <w:r w:rsidRPr="0025041C">
              <w:rPr>
                <w:rFonts w:ascii="Riojana" w:eastAsia="Arial" w:hAnsi="Riojana"/>
                <w:spacing w:val="-13"/>
                <w:lang w:val="es-ES_tradnl"/>
              </w:rPr>
              <w:t xml:space="preserve"> </w:t>
            </w:r>
            <w:r w:rsidRPr="0025041C">
              <w:rPr>
                <w:rFonts w:ascii="Riojana" w:eastAsia="Arial" w:hAnsi="Riojana"/>
                <w:lang w:val="es-ES_tradnl"/>
              </w:rPr>
              <w:t>P</w:t>
            </w:r>
            <w:r w:rsidRPr="0025041C">
              <w:rPr>
                <w:rFonts w:ascii="Riojana" w:eastAsia="Arial" w:hAnsi="Riojana"/>
                <w:spacing w:val="1"/>
                <w:lang w:val="es-ES_tradnl"/>
              </w:rPr>
              <w:t>rogra</w:t>
            </w:r>
            <w:r w:rsidRPr="0025041C">
              <w:rPr>
                <w:rFonts w:ascii="Riojana" w:eastAsia="Arial" w:hAnsi="Riojana"/>
                <w:lang w:val="es-ES_tradnl"/>
              </w:rPr>
              <w:t>ma</w:t>
            </w:r>
            <w:r w:rsidRPr="0025041C">
              <w:rPr>
                <w:rFonts w:ascii="Riojana" w:eastAsia="Arial" w:hAnsi="Riojana"/>
                <w:spacing w:val="-6"/>
                <w:lang w:val="es-ES_tradnl"/>
              </w:rPr>
              <w:t xml:space="preserve"> </w:t>
            </w:r>
            <w:r w:rsidRPr="0025041C">
              <w:rPr>
                <w:rFonts w:ascii="Riojana" w:eastAsia="Arial" w:hAnsi="Riojana"/>
                <w:lang w:val="es-ES_tradnl"/>
              </w:rPr>
              <w:t>R</w:t>
            </w:r>
            <w:r w:rsidRPr="0025041C">
              <w:rPr>
                <w:rFonts w:ascii="Riojana" w:eastAsia="Arial" w:hAnsi="Riojana"/>
                <w:spacing w:val="1"/>
                <w:lang w:val="es-ES_tradnl"/>
              </w:rPr>
              <w:t>E</w:t>
            </w:r>
            <w:r w:rsidRPr="0025041C">
              <w:rPr>
                <w:rFonts w:ascii="Riojana" w:eastAsia="Arial" w:hAnsi="Riojana"/>
                <w:spacing w:val="-1"/>
                <w:lang w:val="es-ES_tradnl"/>
              </w:rPr>
              <w:t>D</w:t>
            </w:r>
            <w:r w:rsidRPr="0025041C">
              <w:rPr>
                <w:rFonts w:ascii="Riojana" w:eastAsia="Arial" w:hAnsi="Riojana"/>
                <w:lang w:val="es-ES_tradnl"/>
              </w:rPr>
              <w:t>OX</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30.000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lastRenderedPageBreak/>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7.</w:t>
            </w:r>
            <w:r w:rsidRPr="0025041C">
              <w:rPr>
                <w:rFonts w:ascii="Riojana" w:eastAsia="Arial" w:hAnsi="Riojana"/>
                <w:spacing w:val="-1"/>
                <w:lang w:val="es-ES_tradnl"/>
              </w:rPr>
              <w:t>3</w:t>
            </w:r>
            <w:r w:rsidRPr="0025041C">
              <w:rPr>
                <w:rFonts w:ascii="Riojana" w:eastAsia="Arial" w:hAnsi="Riojana"/>
                <w:spacing w:val="2"/>
                <w:lang w:val="es-ES_tradnl"/>
              </w:rPr>
              <w:t>2</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4</w:t>
            </w:r>
            <w:r w:rsidRPr="0025041C">
              <w:rPr>
                <w:rFonts w:ascii="Riojana" w:eastAsia="Arial" w:hAnsi="Riojana"/>
                <w:lang w:val="es-ES_tradnl"/>
              </w:rPr>
              <w:t>9</w:t>
            </w:r>
            <w:r w:rsidRPr="0025041C">
              <w:rPr>
                <w:rFonts w:ascii="Riojana" w:eastAsia="Arial" w:hAnsi="Riojana"/>
                <w:spacing w:val="2"/>
                <w:lang w:val="es-ES_tradnl"/>
              </w:rPr>
              <w:t>.</w:t>
            </w:r>
            <w:r w:rsidRPr="0025041C">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Un</w:t>
            </w:r>
            <w:r w:rsidRPr="0025041C">
              <w:rPr>
                <w:rFonts w:ascii="Riojana" w:eastAsia="Arial" w:hAnsi="Riojana"/>
                <w:spacing w:val="1"/>
                <w:lang w:val="es-ES_tradnl"/>
              </w:rPr>
              <w:t>i</w:t>
            </w:r>
            <w:r w:rsidRPr="0025041C">
              <w:rPr>
                <w:rFonts w:ascii="Riojana" w:eastAsia="Arial" w:hAnsi="Riojana"/>
                <w:spacing w:val="-1"/>
                <w:lang w:val="es-ES_tradnl"/>
              </w:rPr>
              <w:t>v</w:t>
            </w:r>
            <w:r w:rsidRPr="0025041C">
              <w:rPr>
                <w:rFonts w:ascii="Riojana" w:eastAsia="Arial" w:hAnsi="Riojana"/>
                <w:spacing w:val="1"/>
                <w:lang w:val="es-ES_tradnl"/>
              </w:rPr>
              <w:t>er</w:t>
            </w:r>
            <w:r w:rsidRPr="0025041C">
              <w:rPr>
                <w:rFonts w:ascii="Riojana" w:eastAsia="Arial" w:hAnsi="Riojana"/>
                <w:spacing w:val="-1"/>
                <w:lang w:val="es-ES_tradnl"/>
              </w:rPr>
              <w:t>s</w:t>
            </w:r>
            <w:r w:rsidRPr="0025041C">
              <w:rPr>
                <w:rFonts w:ascii="Riojana" w:eastAsia="Arial" w:hAnsi="Riojana"/>
                <w:spacing w:val="1"/>
                <w:lang w:val="es-ES_tradnl"/>
              </w:rPr>
              <w:t>i</w:t>
            </w:r>
            <w:r w:rsidRPr="0025041C">
              <w:rPr>
                <w:rFonts w:ascii="Riojana" w:eastAsia="Arial" w:hAnsi="Riojana"/>
                <w:lang w:val="es-ES_tradnl"/>
              </w:rPr>
              <w:t>dad</w:t>
            </w:r>
            <w:r w:rsidRPr="0025041C">
              <w:rPr>
                <w:rFonts w:ascii="Riojana" w:eastAsia="Arial" w:hAnsi="Riojana"/>
                <w:spacing w:val="7"/>
                <w:lang w:val="es-ES_tradnl"/>
              </w:rPr>
              <w:t xml:space="preserve"> </w:t>
            </w:r>
            <w:r w:rsidRPr="0025041C">
              <w:rPr>
                <w:rFonts w:ascii="Riojana" w:eastAsia="Arial" w:hAnsi="Riojana"/>
                <w:lang w:val="es-ES_tradnl"/>
              </w:rPr>
              <w:t>de</w:t>
            </w:r>
            <w:r w:rsidRPr="0025041C">
              <w:rPr>
                <w:rFonts w:ascii="Riojana" w:eastAsia="Arial" w:hAnsi="Riojana"/>
                <w:spacing w:val="12"/>
                <w:lang w:val="es-ES_tradnl"/>
              </w:rPr>
              <w:t xml:space="preserve"> </w:t>
            </w:r>
            <w:r w:rsidRPr="0025041C">
              <w:rPr>
                <w:rFonts w:ascii="Riojana" w:eastAsia="Arial" w:hAnsi="Riojana"/>
                <w:lang w:val="es-ES_tradnl"/>
              </w:rPr>
              <w:t>La</w:t>
            </w:r>
            <w:r w:rsidRPr="0025041C">
              <w:rPr>
                <w:rFonts w:ascii="Riojana" w:eastAsia="Arial" w:hAnsi="Riojana"/>
                <w:spacing w:val="2"/>
                <w:lang w:val="es-ES_tradnl"/>
              </w:rPr>
              <w:t xml:space="preserve"> </w:t>
            </w:r>
            <w:r w:rsidRPr="0025041C">
              <w:rPr>
                <w:rFonts w:ascii="Riojana" w:eastAsia="Arial" w:hAnsi="Riojana"/>
                <w:spacing w:val="3"/>
                <w:lang w:val="es-ES_tradnl"/>
              </w:rPr>
              <w:t>R</w:t>
            </w:r>
            <w:r w:rsidRPr="0025041C">
              <w:rPr>
                <w:rFonts w:ascii="Riojana" w:eastAsia="Arial" w:hAnsi="Riojana"/>
                <w:spacing w:val="-1"/>
                <w:lang w:val="es-ES_tradnl"/>
              </w:rPr>
              <w:t>i</w:t>
            </w:r>
            <w:r w:rsidRPr="0025041C">
              <w:rPr>
                <w:rFonts w:ascii="Riojana" w:eastAsia="Arial" w:hAnsi="Riojana"/>
                <w:spacing w:val="1"/>
                <w:lang w:val="es-ES_tradnl"/>
              </w:rPr>
              <w:t>o</w:t>
            </w:r>
            <w:r w:rsidRPr="0025041C">
              <w:rPr>
                <w:rFonts w:ascii="Riojana" w:eastAsia="Arial" w:hAnsi="Riojana"/>
                <w:spacing w:val="-1"/>
                <w:lang w:val="es-ES_tradnl"/>
              </w:rPr>
              <w:t>j</w:t>
            </w:r>
            <w:r w:rsidRPr="0025041C">
              <w:rPr>
                <w:rFonts w:ascii="Riojana" w:eastAsia="Arial" w:hAnsi="Riojana"/>
                <w:spacing w:val="1"/>
                <w:lang w:val="es-ES_tradnl"/>
              </w:rPr>
              <w:t>a</w:t>
            </w:r>
            <w:r w:rsidRPr="0025041C">
              <w:rPr>
                <w:rFonts w:ascii="Riojana" w:eastAsia="Arial" w:hAnsi="Riojana"/>
                <w:lang w:val="es-ES_tradnl"/>
              </w:rPr>
              <w:t>.</w:t>
            </w:r>
            <w:r w:rsidRPr="0025041C">
              <w:rPr>
                <w:rFonts w:ascii="Riojana" w:eastAsia="Arial" w:hAnsi="Riojana"/>
                <w:spacing w:val="-3"/>
                <w:lang w:val="es-ES_tradnl"/>
              </w:rPr>
              <w:t xml:space="preserve"> </w:t>
            </w:r>
            <w:r w:rsidRPr="0025041C">
              <w:rPr>
                <w:rFonts w:ascii="Riojana" w:eastAsia="Arial" w:hAnsi="Riojana"/>
                <w:spacing w:val="3"/>
                <w:lang w:val="es-ES_tradnl"/>
              </w:rPr>
              <w:t>A</w:t>
            </w:r>
            <w:r w:rsidRPr="0025041C">
              <w:rPr>
                <w:rFonts w:ascii="Riojana" w:eastAsia="Arial" w:hAnsi="Riojana"/>
                <w:lang w:val="es-ES_tradnl"/>
              </w:rPr>
              <w:t>tenc</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n</w:t>
            </w:r>
            <w:r w:rsidRPr="0025041C">
              <w:rPr>
                <w:rFonts w:ascii="Riojana" w:eastAsia="Arial" w:hAnsi="Riojana"/>
                <w:spacing w:val="12"/>
                <w:lang w:val="es-ES_tradnl"/>
              </w:rPr>
              <w:t xml:space="preserve"> </w:t>
            </w:r>
            <w:r w:rsidRPr="0025041C">
              <w:rPr>
                <w:rFonts w:ascii="Riojana" w:eastAsia="Arial" w:hAnsi="Riojana"/>
                <w:spacing w:val="1"/>
                <w:lang w:val="es-ES_tradnl"/>
              </w:rPr>
              <w:t>e</w:t>
            </w:r>
            <w:r w:rsidRPr="0025041C">
              <w:rPr>
                <w:rFonts w:ascii="Riojana" w:eastAsia="Arial" w:hAnsi="Riojana"/>
                <w:spacing w:val="2"/>
                <w:lang w:val="es-ES_tradnl"/>
              </w:rPr>
              <w:t>d</w:t>
            </w:r>
            <w:r w:rsidRPr="0025041C">
              <w:rPr>
                <w:rFonts w:ascii="Riojana" w:eastAsia="Arial" w:hAnsi="Riojana"/>
                <w:lang w:val="es-ES_tradnl"/>
              </w:rPr>
              <w:t>uc</w:t>
            </w:r>
            <w:r w:rsidRPr="0025041C">
              <w:rPr>
                <w:rFonts w:ascii="Riojana" w:eastAsia="Arial" w:hAnsi="Riojana"/>
                <w:spacing w:val="1"/>
                <w:lang w:val="es-ES_tradnl"/>
              </w:rPr>
              <w:t>a</w:t>
            </w:r>
            <w:r w:rsidRPr="0025041C">
              <w:rPr>
                <w:rFonts w:ascii="Riojana" w:eastAsia="Arial" w:hAnsi="Riojana"/>
                <w:lang w:val="es-ES_tradnl"/>
              </w:rPr>
              <w:t>t</w:t>
            </w:r>
            <w:r w:rsidRPr="0025041C">
              <w:rPr>
                <w:rFonts w:ascii="Riojana" w:eastAsia="Arial" w:hAnsi="Riojana"/>
                <w:spacing w:val="-1"/>
                <w:lang w:val="es-ES_tradnl"/>
              </w:rPr>
              <w:t>iv</w:t>
            </w:r>
            <w:r w:rsidRPr="0025041C">
              <w:rPr>
                <w:rFonts w:ascii="Riojana" w:eastAsia="Arial" w:hAnsi="Riojana"/>
                <w:lang w:val="es-ES_tradnl"/>
              </w:rPr>
              <w:t>a</w:t>
            </w:r>
            <w:r w:rsidRPr="0025041C">
              <w:rPr>
                <w:rFonts w:ascii="Riojana" w:eastAsia="Arial" w:hAnsi="Riojana"/>
                <w:spacing w:val="17"/>
                <w:lang w:val="es-ES_tradnl"/>
              </w:rPr>
              <w:t xml:space="preserve"> </w:t>
            </w:r>
            <w:r w:rsidRPr="0025041C">
              <w:rPr>
                <w:rFonts w:ascii="Riojana" w:eastAsia="Arial" w:hAnsi="Riojana"/>
                <w:lang w:val="es-ES_tradnl"/>
              </w:rPr>
              <w:t>a</w:t>
            </w:r>
            <w:r w:rsidRPr="0025041C">
              <w:rPr>
                <w:rFonts w:ascii="Riojana" w:eastAsia="Arial" w:hAnsi="Riojana"/>
                <w:spacing w:val="6"/>
                <w:lang w:val="es-ES_tradnl"/>
              </w:rPr>
              <w:t xml:space="preserve"> </w:t>
            </w:r>
            <w:r w:rsidRPr="0025041C">
              <w:rPr>
                <w:rFonts w:ascii="Riojana" w:eastAsia="Arial" w:hAnsi="Riojana"/>
                <w:spacing w:val="1"/>
                <w:lang w:val="es-ES_tradnl"/>
              </w:rPr>
              <w:t>a</w:t>
            </w:r>
            <w:r w:rsidRPr="0025041C">
              <w:rPr>
                <w:rFonts w:ascii="Riojana" w:eastAsia="Arial" w:hAnsi="Riojana"/>
                <w:spacing w:val="-1"/>
                <w:lang w:val="es-ES_tradnl"/>
              </w:rPr>
              <w:t>l</w:t>
            </w:r>
            <w:r w:rsidRPr="0025041C">
              <w:rPr>
                <w:rFonts w:ascii="Riojana" w:eastAsia="Arial" w:hAnsi="Riojana"/>
                <w:lang w:val="es-ES_tradnl"/>
              </w:rPr>
              <w:t>u</w:t>
            </w:r>
            <w:r w:rsidRPr="0025041C">
              <w:rPr>
                <w:rFonts w:ascii="Riojana" w:eastAsia="Arial" w:hAnsi="Riojana"/>
                <w:spacing w:val="2"/>
                <w:lang w:val="es-ES_tradnl"/>
              </w:rPr>
              <w:t>mn</w:t>
            </w:r>
            <w:r w:rsidRPr="0025041C">
              <w:rPr>
                <w:rFonts w:ascii="Riojana" w:eastAsia="Arial" w:hAnsi="Riojana"/>
                <w:spacing w:val="1"/>
                <w:lang w:val="es-ES_tradnl"/>
              </w:rPr>
              <w:t>o</w:t>
            </w:r>
            <w:r w:rsidRPr="0025041C">
              <w:rPr>
                <w:rFonts w:ascii="Riojana" w:eastAsia="Arial" w:hAnsi="Riojana"/>
                <w:lang w:val="es-ES_tradnl"/>
              </w:rPr>
              <w:t>s</w:t>
            </w:r>
            <w:r w:rsidRPr="0025041C">
              <w:rPr>
                <w:rFonts w:ascii="Riojana" w:eastAsia="Arial" w:hAnsi="Riojana"/>
                <w:spacing w:val="6"/>
                <w:lang w:val="es-ES_tradnl"/>
              </w:rPr>
              <w:t xml:space="preserve"> </w:t>
            </w:r>
            <w:r w:rsidRPr="0025041C">
              <w:rPr>
                <w:rFonts w:ascii="Riojana" w:eastAsia="Arial" w:hAnsi="Riojana"/>
                <w:spacing w:val="1"/>
                <w:lang w:val="es-ES_tradnl"/>
              </w:rPr>
              <w:t>co</w:t>
            </w:r>
            <w:r w:rsidRPr="0025041C">
              <w:rPr>
                <w:rFonts w:ascii="Riojana" w:eastAsia="Arial" w:hAnsi="Riojana"/>
                <w:lang w:val="es-ES_tradnl"/>
              </w:rPr>
              <w:t>n</w:t>
            </w:r>
            <w:r w:rsidRPr="0025041C">
              <w:rPr>
                <w:rFonts w:ascii="Riojana" w:eastAsia="Arial" w:hAnsi="Riojana"/>
                <w:spacing w:val="16"/>
                <w:lang w:val="es-ES_tradnl"/>
              </w:rPr>
              <w:t xml:space="preserve"> </w:t>
            </w:r>
            <w:r w:rsidRPr="0025041C">
              <w:rPr>
                <w:rFonts w:ascii="Riojana" w:eastAsia="Arial" w:hAnsi="Riojana"/>
                <w:spacing w:val="1"/>
                <w:lang w:val="es-ES_tradnl"/>
              </w:rPr>
              <w:t>al</w:t>
            </w:r>
            <w:r w:rsidRPr="0025041C">
              <w:rPr>
                <w:rFonts w:ascii="Riojana" w:eastAsia="Arial" w:hAnsi="Riojana"/>
                <w:lang w:val="es-ES_tradnl"/>
              </w:rPr>
              <w:t>tas</w:t>
            </w:r>
          </w:p>
          <w:p w:rsidR="00011E90" w:rsidRPr="0025041C" w:rsidRDefault="00011E90">
            <w:pPr>
              <w:spacing w:before="0" w:after="0"/>
              <w:jc w:val="left"/>
              <w:rPr>
                <w:rFonts w:ascii="Riojana" w:eastAsia="Arial" w:hAnsi="Riojana" w:cs="Arial"/>
                <w:lang w:val="es-ES_tradnl"/>
              </w:rPr>
            </w:pPr>
            <w:r w:rsidRPr="0025041C">
              <w:rPr>
                <w:rFonts w:ascii="Riojana" w:eastAsia="Arial" w:hAnsi="Riojana"/>
                <w:spacing w:val="1"/>
                <w:lang w:val="es-ES_tradnl"/>
              </w:rPr>
              <w:t>ca</w:t>
            </w:r>
            <w:r w:rsidRPr="0025041C">
              <w:rPr>
                <w:rFonts w:ascii="Riojana" w:eastAsia="Arial" w:hAnsi="Riojana"/>
                <w:lang w:val="es-ES_tradnl"/>
              </w:rPr>
              <w:t>pa</w:t>
            </w:r>
            <w:r w:rsidRPr="0025041C">
              <w:rPr>
                <w:rFonts w:ascii="Riojana" w:eastAsia="Arial" w:hAnsi="Riojana"/>
                <w:spacing w:val="1"/>
                <w:lang w:val="es-ES_tradnl"/>
              </w:rPr>
              <w:t>c</w:t>
            </w:r>
            <w:r w:rsidRPr="0025041C">
              <w:rPr>
                <w:rFonts w:ascii="Riojana" w:eastAsia="Arial" w:hAnsi="Riojana"/>
                <w:spacing w:val="-1"/>
                <w:lang w:val="es-ES_tradnl"/>
              </w:rPr>
              <w:t>i</w:t>
            </w:r>
            <w:r w:rsidRPr="0025041C">
              <w:rPr>
                <w:rFonts w:ascii="Riojana" w:eastAsia="Arial" w:hAnsi="Riojana"/>
                <w:lang w:val="es-ES_tradnl"/>
              </w:rPr>
              <w:t>dad</w:t>
            </w:r>
            <w:r w:rsidRPr="0025041C">
              <w:rPr>
                <w:rFonts w:ascii="Riojana" w:eastAsia="Arial" w:hAnsi="Riojana"/>
                <w:spacing w:val="1"/>
                <w:lang w:val="es-ES_tradnl"/>
              </w:rPr>
              <w:t>e</w:t>
            </w:r>
            <w:r w:rsidRPr="0025041C">
              <w:rPr>
                <w:rFonts w:ascii="Riojana" w:eastAsia="Arial" w:hAnsi="Riojana"/>
                <w:lang w:val="es-ES_tradnl"/>
              </w:rPr>
              <w:t>s</w:t>
            </w:r>
            <w:r w:rsidRPr="0025041C">
              <w:rPr>
                <w:rFonts w:ascii="Riojana" w:eastAsia="Arial" w:hAnsi="Riojana"/>
                <w:spacing w:val="12"/>
                <w:lang w:val="es-ES_tradnl"/>
              </w:rPr>
              <w:t xml:space="preserve"> </w:t>
            </w:r>
            <w:r w:rsidRPr="0025041C">
              <w:rPr>
                <w:rFonts w:ascii="Riojana" w:eastAsia="Arial" w:hAnsi="Riojana"/>
                <w:spacing w:val="-1"/>
                <w:lang w:val="es-ES_tradnl"/>
              </w:rPr>
              <w:t>i</w:t>
            </w:r>
            <w:r w:rsidRPr="0025041C">
              <w:rPr>
                <w:rFonts w:ascii="Riojana" w:eastAsia="Arial" w:hAnsi="Riojana"/>
                <w:lang w:val="es-ES_tradnl"/>
              </w:rPr>
              <w:t>n</w:t>
            </w:r>
            <w:r w:rsidRPr="0025041C">
              <w:rPr>
                <w:rFonts w:ascii="Riojana" w:eastAsia="Arial" w:hAnsi="Riojana"/>
                <w:spacing w:val="-1"/>
                <w:lang w:val="es-ES_tradnl"/>
              </w:rPr>
              <w:t>t</w:t>
            </w:r>
            <w:r w:rsidRPr="0025041C">
              <w:rPr>
                <w:rFonts w:ascii="Riojana" w:eastAsia="Arial" w:hAnsi="Riojana"/>
                <w:spacing w:val="1"/>
                <w:lang w:val="es-ES_tradnl"/>
              </w:rPr>
              <w:t>e</w:t>
            </w:r>
            <w:r w:rsidRPr="0025041C">
              <w:rPr>
                <w:rFonts w:ascii="Riojana" w:eastAsia="Arial" w:hAnsi="Riojana"/>
                <w:spacing w:val="-1"/>
                <w:lang w:val="es-ES_tradnl"/>
              </w:rPr>
              <w:t>l</w:t>
            </w:r>
            <w:r w:rsidRPr="0025041C">
              <w:rPr>
                <w:rFonts w:ascii="Riojana" w:eastAsia="Arial" w:hAnsi="Riojana"/>
                <w:spacing w:val="1"/>
                <w:lang w:val="es-ES_tradnl"/>
              </w:rPr>
              <w:t>ec</w:t>
            </w:r>
            <w:r w:rsidRPr="0025041C">
              <w:rPr>
                <w:rFonts w:ascii="Riojana" w:eastAsia="Arial" w:hAnsi="Riojana"/>
                <w:spacing w:val="2"/>
                <w:lang w:val="es-ES_tradnl"/>
              </w:rPr>
              <w:t>t</w:t>
            </w:r>
            <w:r w:rsidRPr="0025041C">
              <w:rPr>
                <w:rFonts w:ascii="Riojana" w:eastAsia="Arial" w:hAnsi="Riojana"/>
                <w:lang w:val="es-ES_tradnl"/>
              </w:rPr>
              <w:t>ua</w:t>
            </w:r>
            <w:r w:rsidRPr="0025041C">
              <w:rPr>
                <w:rFonts w:ascii="Riojana" w:eastAsia="Arial" w:hAnsi="Riojana"/>
                <w:spacing w:val="-1"/>
                <w:lang w:val="es-ES_tradnl"/>
              </w:rPr>
              <w:t>l</w:t>
            </w:r>
            <w:r w:rsidRPr="0025041C">
              <w:rPr>
                <w:rFonts w:ascii="Riojana" w:eastAsia="Arial" w:hAnsi="Riojana"/>
                <w:spacing w:val="1"/>
                <w:lang w:val="es-ES_tradnl"/>
              </w:rPr>
              <w:t>e</w:t>
            </w:r>
            <w:r w:rsidRPr="0025041C">
              <w:rPr>
                <w:rFonts w:ascii="Riojana" w:eastAsia="Arial" w:hAnsi="Riojana"/>
                <w:lang w:val="es-ES_tradnl"/>
              </w:rPr>
              <w:t>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98.000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7.</w:t>
            </w:r>
            <w:r w:rsidRPr="0025041C">
              <w:rPr>
                <w:rFonts w:ascii="Riojana" w:eastAsia="Arial" w:hAnsi="Riojana"/>
                <w:spacing w:val="-1"/>
                <w:lang w:val="es-ES_tradnl"/>
              </w:rPr>
              <w:t>3</w:t>
            </w:r>
            <w:r w:rsidRPr="0025041C">
              <w:rPr>
                <w:rFonts w:ascii="Riojana" w:eastAsia="Arial" w:hAnsi="Riojana"/>
                <w:spacing w:val="2"/>
                <w:lang w:val="es-ES_tradnl"/>
              </w:rPr>
              <w:t>2</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6</w:t>
            </w:r>
            <w:r w:rsidRPr="0025041C">
              <w:rPr>
                <w:rFonts w:ascii="Riojana" w:eastAsia="Arial" w:hAnsi="Riojana"/>
                <w:lang w:val="es-ES_tradnl"/>
              </w:rPr>
              <w:t>1</w:t>
            </w:r>
            <w:r w:rsidRPr="0025041C">
              <w:rPr>
                <w:rFonts w:ascii="Riojana" w:eastAsia="Arial" w:hAnsi="Riojana"/>
                <w:spacing w:val="2"/>
                <w:lang w:val="es-ES_tradnl"/>
              </w:rPr>
              <w:t>.</w:t>
            </w:r>
            <w:r w:rsidRPr="0025041C">
              <w:rPr>
                <w:rFonts w:ascii="Riojana" w:eastAsia="Arial" w:hAnsi="Riojana"/>
                <w:spacing w:val="1"/>
                <w:lang w:val="es-ES_tradnl"/>
              </w:rPr>
              <w:t>0</w:t>
            </w:r>
            <w:r w:rsidRPr="0025041C">
              <w:rPr>
                <w:rFonts w:ascii="Riojana" w:eastAsia="Arial" w:hAnsi="Riojana"/>
                <w:lang w:val="es-ES_tradnl"/>
              </w:rPr>
              <w:t>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A</w:t>
            </w:r>
            <w:r w:rsidRPr="0025041C">
              <w:rPr>
                <w:rFonts w:ascii="Riojana" w:eastAsia="Arial" w:hAnsi="Riojana"/>
                <w:spacing w:val="-1"/>
                <w:lang w:val="es-ES_tradnl"/>
              </w:rPr>
              <w:t>y</w:t>
            </w:r>
            <w:r w:rsidRPr="0025041C">
              <w:rPr>
                <w:rFonts w:ascii="Riojana" w:eastAsia="Arial" w:hAnsi="Riojana"/>
                <w:lang w:val="es-ES_tradnl"/>
              </w:rPr>
              <w:t>u</w:t>
            </w:r>
            <w:r w:rsidRPr="0025041C">
              <w:rPr>
                <w:rFonts w:ascii="Riojana" w:eastAsia="Arial" w:hAnsi="Riojana"/>
                <w:spacing w:val="1"/>
                <w:lang w:val="es-ES_tradnl"/>
              </w:rPr>
              <w:t>n</w:t>
            </w:r>
            <w:r w:rsidRPr="0025041C">
              <w:rPr>
                <w:rFonts w:ascii="Riojana" w:eastAsia="Arial" w:hAnsi="Riojana"/>
                <w:lang w:val="es-ES_tradnl"/>
              </w:rPr>
              <w:t>tamiento de</w:t>
            </w:r>
            <w:r w:rsidRPr="0025041C">
              <w:rPr>
                <w:rFonts w:ascii="Riojana" w:eastAsia="Arial" w:hAnsi="Riojana"/>
                <w:spacing w:val="2"/>
                <w:lang w:val="es-ES_tradnl"/>
              </w:rPr>
              <w:t xml:space="preserve"> </w:t>
            </w:r>
            <w:r w:rsidRPr="0025041C">
              <w:rPr>
                <w:rFonts w:ascii="Riojana" w:eastAsia="Arial" w:hAnsi="Riojana"/>
                <w:lang w:val="es-ES_tradnl"/>
              </w:rPr>
              <w:t>C</w:t>
            </w:r>
            <w:r w:rsidRPr="0025041C">
              <w:rPr>
                <w:rFonts w:ascii="Riojana" w:eastAsia="Arial" w:hAnsi="Riojana"/>
                <w:spacing w:val="1"/>
                <w:lang w:val="es-ES_tradnl"/>
              </w:rPr>
              <w:t>a</w:t>
            </w:r>
            <w:r w:rsidRPr="0025041C">
              <w:rPr>
                <w:rFonts w:ascii="Riojana" w:eastAsia="Arial" w:hAnsi="Riojana"/>
                <w:spacing w:val="-1"/>
                <w:lang w:val="es-ES_tradnl"/>
              </w:rPr>
              <w:t>l</w:t>
            </w:r>
            <w:r w:rsidRPr="0025041C">
              <w:rPr>
                <w:rFonts w:ascii="Riojana" w:eastAsia="Arial" w:hAnsi="Riojana"/>
                <w:spacing w:val="1"/>
                <w:lang w:val="es-ES_tradnl"/>
              </w:rPr>
              <w:t>a</w:t>
            </w:r>
            <w:r w:rsidRPr="0025041C">
              <w:rPr>
                <w:rFonts w:ascii="Riojana" w:eastAsia="Arial" w:hAnsi="Riojana"/>
                <w:lang w:val="es-ES_tradnl"/>
              </w:rPr>
              <w:t>ho</w:t>
            </w:r>
            <w:r w:rsidRPr="0025041C">
              <w:rPr>
                <w:rFonts w:ascii="Riojana" w:eastAsia="Arial" w:hAnsi="Riojana"/>
                <w:spacing w:val="1"/>
                <w:lang w:val="es-ES_tradnl"/>
              </w:rPr>
              <w:t>rra</w:t>
            </w:r>
            <w:r w:rsidRPr="0025041C">
              <w:rPr>
                <w:rFonts w:ascii="Riojana" w:eastAsia="Arial" w:hAnsi="Riojana"/>
                <w:lang w:val="es-ES_tradnl"/>
              </w:rPr>
              <w:t>.</w:t>
            </w:r>
            <w:r w:rsidRPr="0025041C">
              <w:rPr>
                <w:rFonts w:ascii="Riojana" w:eastAsia="Arial" w:hAnsi="Riojana"/>
                <w:spacing w:val="-16"/>
                <w:lang w:val="es-ES_tradnl"/>
              </w:rPr>
              <w:t xml:space="preserve"> </w:t>
            </w:r>
            <w:r w:rsidRPr="0025041C">
              <w:rPr>
                <w:rFonts w:ascii="Riojana" w:eastAsia="Arial" w:hAnsi="Riojana"/>
                <w:lang w:val="es-ES_tradnl"/>
              </w:rPr>
              <w:t>E</w:t>
            </w:r>
            <w:r w:rsidRPr="0025041C">
              <w:rPr>
                <w:rFonts w:ascii="Riojana" w:eastAsia="Arial" w:hAnsi="Riojana"/>
                <w:spacing w:val="-1"/>
                <w:lang w:val="es-ES_tradnl"/>
              </w:rPr>
              <w:t>s</w:t>
            </w:r>
            <w:r w:rsidRPr="0025041C">
              <w:rPr>
                <w:rFonts w:ascii="Riojana" w:eastAsia="Arial" w:hAnsi="Riojana"/>
                <w:spacing w:val="1"/>
                <w:lang w:val="es-ES_tradnl"/>
              </w:rPr>
              <w:t>c</w:t>
            </w:r>
            <w:r w:rsidRPr="0025041C">
              <w:rPr>
                <w:rFonts w:ascii="Riojana" w:eastAsia="Arial" w:hAnsi="Riojana"/>
                <w:lang w:val="es-ES_tradnl"/>
              </w:rPr>
              <w:t>ue</w:t>
            </w:r>
            <w:r w:rsidRPr="0025041C">
              <w:rPr>
                <w:rFonts w:ascii="Riojana" w:eastAsia="Arial" w:hAnsi="Riojana"/>
                <w:spacing w:val="-1"/>
                <w:lang w:val="es-ES_tradnl"/>
              </w:rPr>
              <w:t>l</w:t>
            </w:r>
            <w:r w:rsidRPr="0025041C">
              <w:rPr>
                <w:rFonts w:ascii="Riojana" w:eastAsia="Arial" w:hAnsi="Riojana"/>
                <w:lang w:val="es-ES_tradnl"/>
              </w:rPr>
              <w:t>a</w:t>
            </w:r>
            <w:r w:rsidRPr="0025041C">
              <w:rPr>
                <w:rFonts w:ascii="Riojana" w:eastAsia="Arial" w:hAnsi="Riojana"/>
                <w:spacing w:val="-17"/>
                <w:lang w:val="es-ES_tradnl"/>
              </w:rPr>
              <w:t xml:space="preserve"> </w:t>
            </w:r>
            <w:r w:rsidRPr="0025041C">
              <w:rPr>
                <w:rFonts w:ascii="Riojana" w:eastAsia="Arial" w:hAnsi="Riojana"/>
                <w:spacing w:val="-1"/>
                <w:lang w:val="es-ES_tradnl"/>
              </w:rPr>
              <w:t>M</w:t>
            </w:r>
            <w:r w:rsidRPr="0025041C">
              <w:rPr>
                <w:rFonts w:ascii="Riojana" w:eastAsia="Arial" w:hAnsi="Riojana"/>
                <w:lang w:val="es-ES_tradnl"/>
              </w:rPr>
              <w:t>u</w:t>
            </w:r>
            <w:r w:rsidRPr="0025041C">
              <w:rPr>
                <w:rFonts w:ascii="Riojana" w:eastAsia="Arial" w:hAnsi="Riojana"/>
                <w:spacing w:val="1"/>
                <w:lang w:val="es-ES_tradnl"/>
              </w:rPr>
              <w:t>n</w:t>
            </w:r>
            <w:r w:rsidRPr="0025041C">
              <w:rPr>
                <w:rFonts w:ascii="Riojana" w:eastAsia="Arial" w:hAnsi="Riojana"/>
                <w:spacing w:val="-1"/>
                <w:lang w:val="es-ES_tradnl"/>
              </w:rPr>
              <w:t>i</w:t>
            </w:r>
            <w:r w:rsidRPr="0025041C">
              <w:rPr>
                <w:rFonts w:ascii="Riojana" w:eastAsia="Arial" w:hAnsi="Riojana"/>
                <w:spacing w:val="1"/>
                <w:lang w:val="es-ES_tradnl"/>
              </w:rPr>
              <w:t>ci</w:t>
            </w:r>
            <w:r w:rsidRPr="0025041C">
              <w:rPr>
                <w:rFonts w:ascii="Riojana" w:eastAsia="Arial" w:hAnsi="Riojana"/>
                <w:lang w:val="es-ES_tradnl"/>
              </w:rPr>
              <w:t>pal</w:t>
            </w:r>
            <w:r w:rsidRPr="0025041C">
              <w:rPr>
                <w:rFonts w:ascii="Riojana" w:eastAsia="Arial" w:hAnsi="Riojana"/>
                <w:spacing w:val="9"/>
                <w:lang w:val="es-ES_tradnl"/>
              </w:rPr>
              <w:t xml:space="preserve"> </w:t>
            </w:r>
            <w:r w:rsidRPr="0025041C">
              <w:rPr>
                <w:rFonts w:ascii="Riojana" w:eastAsia="Arial" w:hAnsi="Riojana"/>
                <w:lang w:val="es-ES_tradnl"/>
              </w:rPr>
              <w:t>de</w:t>
            </w:r>
            <w:r w:rsidRPr="0025041C">
              <w:rPr>
                <w:rFonts w:ascii="Riojana" w:eastAsia="Arial" w:hAnsi="Riojana"/>
                <w:spacing w:val="4"/>
                <w:lang w:val="es-ES_tradnl"/>
              </w:rPr>
              <w:t xml:space="preserve"> </w:t>
            </w:r>
            <w:r w:rsidRPr="0025041C">
              <w:rPr>
                <w:rFonts w:ascii="Riojana" w:eastAsia="Arial" w:hAnsi="Riojana"/>
                <w:spacing w:val="-1"/>
                <w:w w:val="104"/>
                <w:lang w:val="es-ES_tradnl"/>
              </w:rPr>
              <w:t>M</w:t>
            </w:r>
            <w:r w:rsidRPr="0025041C">
              <w:rPr>
                <w:rFonts w:ascii="Riojana" w:eastAsia="Arial" w:hAnsi="Riojana"/>
                <w:spacing w:val="2"/>
                <w:w w:val="99"/>
                <w:lang w:val="es-ES_tradnl"/>
              </w:rPr>
              <w:t>ú</w:t>
            </w:r>
            <w:r w:rsidRPr="0025041C">
              <w:rPr>
                <w:rFonts w:ascii="Riojana" w:eastAsia="Arial" w:hAnsi="Riojana"/>
                <w:spacing w:val="1"/>
                <w:w w:val="99"/>
                <w:lang w:val="es-ES_tradnl"/>
              </w:rPr>
              <w:t>s</w:t>
            </w:r>
            <w:r w:rsidRPr="0025041C">
              <w:rPr>
                <w:rFonts w:ascii="Riojana" w:eastAsia="Arial" w:hAnsi="Riojana"/>
                <w:spacing w:val="-1"/>
                <w:w w:val="99"/>
                <w:lang w:val="es-ES_tradnl"/>
              </w:rPr>
              <w:t>i</w:t>
            </w:r>
            <w:r w:rsidRPr="0025041C">
              <w:rPr>
                <w:rFonts w:ascii="Riojana" w:eastAsia="Arial" w:hAnsi="Riojana"/>
                <w:spacing w:val="1"/>
                <w:w w:val="106"/>
                <w:lang w:val="es-ES_tradnl"/>
              </w:rPr>
              <w:t>c</w:t>
            </w:r>
            <w:r w:rsidRPr="0025041C">
              <w:rPr>
                <w:rFonts w:ascii="Riojana" w:eastAsia="Arial" w:hAnsi="Riojana"/>
                <w:w w:val="96"/>
                <w:lang w:val="es-ES_tradnl"/>
              </w:rPr>
              <w:t>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3</w:t>
            </w:r>
            <w:r w:rsidRPr="0025041C">
              <w:rPr>
                <w:rFonts w:ascii="Riojana" w:eastAsia="Arial" w:hAnsi="Riojana"/>
                <w:spacing w:val="-1"/>
                <w:lang w:val="es-ES_tradnl"/>
              </w:rPr>
              <w:t>5</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7.</w:t>
            </w:r>
            <w:r w:rsidRPr="0025041C">
              <w:rPr>
                <w:rFonts w:ascii="Riojana" w:eastAsia="Arial" w:hAnsi="Riojana"/>
                <w:spacing w:val="-1"/>
                <w:lang w:val="es-ES_tradnl"/>
              </w:rPr>
              <w:t>3</w:t>
            </w:r>
            <w:r w:rsidRPr="0025041C">
              <w:rPr>
                <w:rFonts w:ascii="Riojana" w:eastAsia="Arial" w:hAnsi="Riojana"/>
                <w:spacing w:val="2"/>
                <w:lang w:val="es-ES_tradnl"/>
              </w:rPr>
              <w:t>2</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6</w:t>
            </w:r>
            <w:r w:rsidRPr="0025041C">
              <w:rPr>
                <w:rFonts w:ascii="Riojana" w:eastAsia="Arial" w:hAnsi="Riojana"/>
                <w:lang w:val="es-ES_tradnl"/>
              </w:rPr>
              <w:t>1</w:t>
            </w:r>
            <w:r w:rsidRPr="0025041C">
              <w:rPr>
                <w:rFonts w:ascii="Riojana" w:eastAsia="Arial" w:hAnsi="Riojana"/>
                <w:spacing w:val="2"/>
                <w:lang w:val="es-ES_tradnl"/>
              </w:rPr>
              <w:t>.</w:t>
            </w:r>
            <w:r w:rsidRPr="0025041C">
              <w:rPr>
                <w:rFonts w:ascii="Riojana" w:eastAsia="Arial" w:hAnsi="Riojana"/>
                <w:spacing w:val="1"/>
                <w:lang w:val="es-ES_tradnl"/>
              </w:rPr>
              <w:t>0</w:t>
            </w:r>
            <w:r w:rsidRPr="0025041C">
              <w:rPr>
                <w:rFonts w:ascii="Riojana" w:eastAsia="Arial" w:hAnsi="Riojana"/>
                <w:lang w:val="es-ES_tradnl"/>
              </w:rPr>
              <w:t>2</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60" w:after="0"/>
              <w:rPr>
                <w:rFonts w:ascii="Riojana" w:eastAsia="Arial" w:hAnsi="Riojana" w:cs="Arial"/>
                <w:lang w:val="es-ES_tradnl"/>
              </w:rPr>
            </w:pPr>
            <w:r w:rsidRPr="0025041C">
              <w:rPr>
                <w:rFonts w:ascii="Riojana" w:eastAsia="Arial" w:hAnsi="Riojana"/>
                <w:lang w:val="es-ES_tradnl"/>
              </w:rPr>
              <w:t>A</w:t>
            </w:r>
            <w:r w:rsidRPr="0025041C">
              <w:rPr>
                <w:rFonts w:ascii="Riojana" w:eastAsia="Arial" w:hAnsi="Riojana"/>
                <w:spacing w:val="-1"/>
                <w:lang w:val="es-ES_tradnl"/>
              </w:rPr>
              <w:t>y</w:t>
            </w:r>
            <w:r w:rsidRPr="0025041C">
              <w:rPr>
                <w:rFonts w:ascii="Riojana" w:eastAsia="Arial" w:hAnsi="Riojana"/>
                <w:lang w:val="es-ES_tradnl"/>
              </w:rPr>
              <w:t>u</w:t>
            </w:r>
            <w:r w:rsidRPr="0025041C">
              <w:rPr>
                <w:rFonts w:ascii="Riojana" w:eastAsia="Arial" w:hAnsi="Riojana"/>
                <w:spacing w:val="1"/>
                <w:lang w:val="es-ES_tradnl"/>
              </w:rPr>
              <w:t>n</w:t>
            </w:r>
            <w:r w:rsidRPr="0025041C">
              <w:rPr>
                <w:rFonts w:ascii="Riojana" w:eastAsia="Arial" w:hAnsi="Riojana"/>
                <w:lang w:val="es-ES_tradnl"/>
              </w:rPr>
              <w:t>tamiento de</w:t>
            </w:r>
            <w:r w:rsidRPr="0025041C">
              <w:rPr>
                <w:rFonts w:ascii="Riojana" w:eastAsia="Arial" w:hAnsi="Riojana"/>
                <w:spacing w:val="2"/>
                <w:lang w:val="es-ES_tradnl"/>
              </w:rPr>
              <w:t xml:space="preserve"> </w:t>
            </w:r>
            <w:r w:rsidRPr="0025041C">
              <w:rPr>
                <w:rFonts w:ascii="Riojana" w:eastAsia="Arial" w:hAnsi="Riojana"/>
                <w:spacing w:val="1"/>
                <w:lang w:val="es-ES_tradnl"/>
              </w:rPr>
              <w:t>Ar</w:t>
            </w:r>
            <w:r w:rsidRPr="0025041C">
              <w:rPr>
                <w:rFonts w:ascii="Riojana" w:eastAsia="Arial" w:hAnsi="Riojana"/>
                <w:lang w:val="es-ES_tradnl"/>
              </w:rPr>
              <w:t>nedo.</w:t>
            </w:r>
            <w:r w:rsidRPr="0025041C">
              <w:rPr>
                <w:rFonts w:ascii="Riojana" w:eastAsia="Arial" w:hAnsi="Riojana"/>
                <w:spacing w:val="-4"/>
                <w:lang w:val="es-ES_tradnl"/>
              </w:rPr>
              <w:t xml:space="preserve"> </w:t>
            </w:r>
            <w:r w:rsidRPr="0025041C">
              <w:rPr>
                <w:rFonts w:ascii="Riojana" w:eastAsia="Arial" w:hAnsi="Riojana"/>
                <w:spacing w:val="3"/>
                <w:lang w:val="es-ES_tradnl"/>
              </w:rPr>
              <w:t>E</w:t>
            </w:r>
            <w:r w:rsidRPr="0025041C">
              <w:rPr>
                <w:rFonts w:ascii="Riojana" w:eastAsia="Arial" w:hAnsi="Riojana"/>
                <w:spacing w:val="-1"/>
                <w:lang w:val="es-ES_tradnl"/>
              </w:rPr>
              <w:t>s</w:t>
            </w:r>
            <w:r w:rsidRPr="0025041C">
              <w:rPr>
                <w:rFonts w:ascii="Riojana" w:eastAsia="Arial" w:hAnsi="Riojana"/>
                <w:spacing w:val="1"/>
                <w:lang w:val="es-ES_tradnl"/>
              </w:rPr>
              <w:t>c</w:t>
            </w:r>
            <w:r w:rsidRPr="0025041C">
              <w:rPr>
                <w:rFonts w:ascii="Riojana" w:eastAsia="Arial" w:hAnsi="Riojana"/>
                <w:lang w:val="es-ES_tradnl"/>
              </w:rPr>
              <w:t>ue</w:t>
            </w:r>
            <w:r w:rsidRPr="0025041C">
              <w:rPr>
                <w:rFonts w:ascii="Riojana" w:eastAsia="Arial" w:hAnsi="Riojana"/>
                <w:spacing w:val="-1"/>
                <w:lang w:val="es-ES_tradnl"/>
              </w:rPr>
              <w:t>l</w:t>
            </w:r>
            <w:r w:rsidRPr="0025041C">
              <w:rPr>
                <w:rFonts w:ascii="Riojana" w:eastAsia="Arial" w:hAnsi="Riojana"/>
                <w:lang w:val="es-ES_tradnl"/>
              </w:rPr>
              <w:t>a</w:t>
            </w:r>
            <w:r w:rsidRPr="0025041C">
              <w:rPr>
                <w:rFonts w:ascii="Riojana" w:eastAsia="Arial" w:hAnsi="Riojana"/>
                <w:spacing w:val="-16"/>
                <w:lang w:val="es-ES_tradnl"/>
              </w:rPr>
              <w:t xml:space="preserve"> </w:t>
            </w:r>
            <w:r w:rsidRPr="0025041C">
              <w:rPr>
                <w:rFonts w:ascii="Riojana" w:eastAsia="Arial" w:hAnsi="Riojana"/>
                <w:spacing w:val="-1"/>
                <w:lang w:val="es-ES_tradnl"/>
              </w:rPr>
              <w:t>M</w:t>
            </w:r>
            <w:r w:rsidRPr="0025041C">
              <w:rPr>
                <w:rFonts w:ascii="Riojana" w:eastAsia="Arial" w:hAnsi="Riojana"/>
                <w:lang w:val="es-ES_tradnl"/>
              </w:rPr>
              <w:t>u</w:t>
            </w:r>
            <w:r w:rsidRPr="0025041C">
              <w:rPr>
                <w:rFonts w:ascii="Riojana" w:eastAsia="Arial" w:hAnsi="Riojana"/>
                <w:spacing w:val="1"/>
                <w:lang w:val="es-ES_tradnl"/>
              </w:rPr>
              <w:t>n</w:t>
            </w:r>
            <w:r w:rsidRPr="0025041C">
              <w:rPr>
                <w:rFonts w:ascii="Riojana" w:eastAsia="Arial" w:hAnsi="Riojana"/>
                <w:spacing w:val="-1"/>
                <w:lang w:val="es-ES_tradnl"/>
              </w:rPr>
              <w:t>i</w:t>
            </w:r>
            <w:r w:rsidRPr="0025041C">
              <w:rPr>
                <w:rFonts w:ascii="Riojana" w:eastAsia="Arial" w:hAnsi="Riojana"/>
                <w:spacing w:val="1"/>
                <w:lang w:val="es-ES_tradnl"/>
              </w:rPr>
              <w:t>c</w:t>
            </w:r>
            <w:r w:rsidRPr="0025041C">
              <w:rPr>
                <w:rFonts w:ascii="Riojana" w:eastAsia="Arial" w:hAnsi="Riojana"/>
                <w:spacing w:val="-1"/>
                <w:lang w:val="es-ES_tradnl"/>
              </w:rPr>
              <w:t>i</w:t>
            </w:r>
            <w:r w:rsidRPr="0025041C">
              <w:rPr>
                <w:rFonts w:ascii="Riojana" w:eastAsia="Arial" w:hAnsi="Riojana"/>
                <w:lang w:val="es-ES_tradnl"/>
              </w:rPr>
              <w:t>p</w:t>
            </w:r>
            <w:r w:rsidRPr="0025041C">
              <w:rPr>
                <w:rFonts w:ascii="Riojana" w:eastAsia="Arial" w:hAnsi="Riojana"/>
                <w:spacing w:val="3"/>
                <w:lang w:val="es-ES_tradnl"/>
              </w:rPr>
              <w:t>a</w:t>
            </w:r>
            <w:r w:rsidRPr="0025041C">
              <w:rPr>
                <w:rFonts w:ascii="Riojana" w:eastAsia="Arial" w:hAnsi="Riojana"/>
                <w:lang w:val="es-ES_tradnl"/>
              </w:rPr>
              <w:t>l</w:t>
            </w:r>
            <w:r w:rsidRPr="0025041C">
              <w:rPr>
                <w:rFonts w:ascii="Riojana" w:eastAsia="Arial" w:hAnsi="Riojana"/>
                <w:spacing w:val="10"/>
                <w:lang w:val="es-ES_tradnl"/>
              </w:rPr>
              <w:t xml:space="preserve"> </w:t>
            </w:r>
            <w:r w:rsidRPr="0025041C">
              <w:rPr>
                <w:rFonts w:ascii="Riojana" w:eastAsia="Arial" w:hAnsi="Riojana"/>
                <w:spacing w:val="-1"/>
                <w:lang w:val="es-ES_tradnl"/>
              </w:rPr>
              <w:t>d</w:t>
            </w:r>
            <w:r w:rsidRPr="0025041C">
              <w:rPr>
                <w:rFonts w:ascii="Riojana" w:eastAsia="Arial" w:hAnsi="Riojana"/>
                <w:lang w:val="es-ES_tradnl"/>
              </w:rPr>
              <w:t>e</w:t>
            </w:r>
            <w:r w:rsidRPr="0025041C">
              <w:rPr>
                <w:rFonts w:ascii="Riojana" w:eastAsia="Arial" w:hAnsi="Riojana"/>
                <w:spacing w:val="5"/>
                <w:lang w:val="es-ES_tradnl"/>
              </w:rPr>
              <w:t xml:space="preserve"> </w:t>
            </w:r>
            <w:r w:rsidRPr="0025041C">
              <w:rPr>
                <w:rFonts w:ascii="Riojana" w:eastAsia="Arial" w:hAnsi="Riojana"/>
                <w:spacing w:val="-1"/>
                <w:w w:val="104"/>
                <w:lang w:val="es-ES_tradnl"/>
              </w:rPr>
              <w:t>M</w:t>
            </w:r>
            <w:r w:rsidRPr="0025041C">
              <w:rPr>
                <w:rFonts w:ascii="Riojana" w:eastAsia="Arial" w:hAnsi="Riojana"/>
                <w:spacing w:val="2"/>
                <w:w w:val="99"/>
                <w:lang w:val="es-ES_tradnl"/>
              </w:rPr>
              <w:t>ú</w:t>
            </w:r>
            <w:r w:rsidRPr="0025041C">
              <w:rPr>
                <w:rFonts w:ascii="Riojana" w:eastAsia="Arial" w:hAnsi="Riojana"/>
                <w:spacing w:val="-1"/>
                <w:w w:val="99"/>
                <w:lang w:val="es-ES_tradnl"/>
              </w:rPr>
              <w:t>si</w:t>
            </w:r>
            <w:r w:rsidRPr="0025041C">
              <w:rPr>
                <w:rFonts w:ascii="Riojana" w:eastAsia="Arial" w:hAnsi="Riojana"/>
                <w:spacing w:val="3"/>
                <w:w w:val="106"/>
                <w:lang w:val="es-ES_tradnl"/>
              </w:rPr>
              <w:t>c</w:t>
            </w:r>
            <w:r w:rsidRPr="0025041C">
              <w:rPr>
                <w:rFonts w:ascii="Riojana" w:eastAsia="Arial" w:hAnsi="Riojana"/>
                <w:w w:val="96"/>
                <w:lang w:val="es-ES_tradnl"/>
              </w:rPr>
              <w:t>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8.</w:t>
            </w:r>
            <w:r w:rsidRPr="0025041C">
              <w:rPr>
                <w:rFonts w:ascii="Riojana" w:eastAsia="Arial" w:hAnsi="Riojana"/>
                <w:spacing w:val="-1"/>
                <w:lang w:val="es-ES_tradnl"/>
              </w:rPr>
              <w:t>0</w:t>
            </w:r>
            <w:r w:rsidRPr="0025041C">
              <w:rPr>
                <w:rFonts w:ascii="Riojana" w:eastAsia="Arial" w:hAnsi="Riojana"/>
                <w:spacing w:val="2"/>
                <w:lang w:val="es-ES_tradnl"/>
              </w:rPr>
              <w:t>0</w:t>
            </w:r>
            <w:r w:rsidRPr="0025041C">
              <w:rPr>
                <w:rFonts w:ascii="Riojana" w:eastAsia="Arial" w:hAnsi="Riojana"/>
                <w:lang w:val="es-ES_tradnl"/>
              </w:rPr>
              <w:t>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7.</w:t>
            </w:r>
            <w:r w:rsidRPr="0025041C">
              <w:rPr>
                <w:rFonts w:ascii="Riojana" w:eastAsia="Arial" w:hAnsi="Riojana"/>
                <w:spacing w:val="-1"/>
                <w:lang w:val="es-ES_tradnl"/>
              </w:rPr>
              <w:t>3</w:t>
            </w:r>
            <w:r w:rsidRPr="0025041C">
              <w:rPr>
                <w:rFonts w:ascii="Riojana" w:eastAsia="Arial" w:hAnsi="Riojana"/>
                <w:spacing w:val="2"/>
                <w:lang w:val="es-ES_tradnl"/>
              </w:rPr>
              <w:t>2</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6</w:t>
            </w:r>
            <w:r w:rsidRPr="0025041C">
              <w:rPr>
                <w:rFonts w:ascii="Riojana" w:eastAsia="Arial" w:hAnsi="Riojana"/>
                <w:lang w:val="es-ES_tradnl"/>
              </w:rPr>
              <w:t>1</w:t>
            </w:r>
            <w:r w:rsidRPr="0025041C">
              <w:rPr>
                <w:rFonts w:ascii="Riojana" w:eastAsia="Arial" w:hAnsi="Riojana"/>
                <w:spacing w:val="2"/>
                <w:lang w:val="es-ES_tradnl"/>
              </w:rPr>
              <w:t>.</w:t>
            </w:r>
            <w:r w:rsidRPr="0025041C">
              <w:rPr>
                <w:rFonts w:ascii="Riojana" w:eastAsia="Arial" w:hAnsi="Riojana"/>
                <w:spacing w:val="1"/>
                <w:lang w:val="es-ES_tradnl"/>
              </w:rPr>
              <w:t>0</w:t>
            </w:r>
            <w:r w:rsidRPr="0025041C">
              <w:rPr>
                <w:rFonts w:ascii="Riojana" w:eastAsia="Arial" w:hAnsi="Riojana"/>
                <w:lang w:val="es-ES_tradnl"/>
              </w:rPr>
              <w:t>3</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A</w:t>
            </w:r>
            <w:r w:rsidRPr="0025041C">
              <w:rPr>
                <w:rFonts w:ascii="Riojana" w:eastAsia="Arial" w:hAnsi="Riojana"/>
                <w:spacing w:val="-1"/>
                <w:lang w:val="es-ES_tradnl"/>
              </w:rPr>
              <w:t>y</w:t>
            </w:r>
            <w:r w:rsidRPr="0025041C">
              <w:rPr>
                <w:rFonts w:ascii="Riojana" w:eastAsia="Arial" w:hAnsi="Riojana"/>
                <w:lang w:val="es-ES_tradnl"/>
              </w:rPr>
              <w:t>u</w:t>
            </w:r>
            <w:r w:rsidRPr="0025041C">
              <w:rPr>
                <w:rFonts w:ascii="Riojana" w:eastAsia="Arial" w:hAnsi="Riojana"/>
                <w:spacing w:val="1"/>
                <w:lang w:val="es-ES_tradnl"/>
              </w:rPr>
              <w:t>n</w:t>
            </w:r>
            <w:r w:rsidRPr="0025041C">
              <w:rPr>
                <w:rFonts w:ascii="Riojana" w:eastAsia="Arial" w:hAnsi="Riojana"/>
                <w:lang w:val="es-ES_tradnl"/>
              </w:rPr>
              <w:t>tamie</w:t>
            </w:r>
            <w:r w:rsidRPr="0025041C">
              <w:rPr>
                <w:rFonts w:ascii="Riojana" w:eastAsia="Arial" w:hAnsi="Riojana"/>
                <w:spacing w:val="1"/>
                <w:lang w:val="es-ES_tradnl"/>
              </w:rPr>
              <w:t>n</w:t>
            </w:r>
            <w:r w:rsidRPr="0025041C">
              <w:rPr>
                <w:rFonts w:ascii="Riojana" w:eastAsia="Arial" w:hAnsi="Riojana"/>
                <w:lang w:val="es-ES_tradnl"/>
              </w:rPr>
              <w:t>to de</w:t>
            </w:r>
            <w:r w:rsidRPr="0025041C">
              <w:rPr>
                <w:rFonts w:ascii="Riojana" w:eastAsia="Arial" w:hAnsi="Riojana"/>
                <w:spacing w:val="2"/>
                <w:lang w:val="es-ES_tradnl"/>
              </w:rPr>
              <w:t xml:space="preserve"> </w:t>
            </w:r>
            <w:r w:rsidRPr="0025041C">
              <w:rPr>
                <w:rFonts w:ascii="Riojana" w:eastAsia="Arial" w:hAnsi="Riojana"/>
                <w:lang w:val="es-ES_tradnl"/>
              </w:rPr>
              <w:t>H</w:t>
            </w:r>
            <w:r w:rsidRPr="0025041C">
              <w:rPr>
                <w:rFonts w:ascii="Riojana" w:eastAsia="Arial" w:hAnsi="Riojana"/>
                <w:spacing w:val="1"/>
                <w:lang w:val="es-ES_tradnl"/>
              </w:rPr>
              <w:t>aro</w:t>
            </w:r>
            <w:r w:rsidRPr="0025041C">
              <w:rPr>
                <w:rFonts w:ascii="Riojana" w:eastAsia="Arial" w:hAnsi="Riojana"/>
                <w:lang w:val="es-ES_tradnl"/>
              </w:rPr>
              <w:t>.</w:t>
            </w:r>
            <w:r w:rsidRPr="0025041C">
              <w:rPr>
                <w:rFonts w:ascii="Riojana" w:eastAsia="Arial" w:hAnsi="Riojana"/>
                <w:spacing w:val="-4"/>
                <w:lang w:val="es-ES_tradnl"/>
              </w:rPr>
              <w:t xml:space="preserve"> </w:t>
            </w:r>
            <w:r w:rsidRPr="0025041C">
              <w:rPr>
                <w:rFonts w:ascii="Riojana" w:eastAsia="Arial" w:hAnsi="Riojana"/>
                <w:lang w:val="es-ES_tradnl"/>
              </w:rPr>
              <w:t>E</w:t>
            </w:r>
            <w:r w:rsidRPr="0025041C">
              <w:rPr>
                <w:rFonts w:ascii="Riojana" w:eastAsia="Arial" w:hAnsi="Riojana"/>
                <w:spacing w:val="-1"/>
                <w:lang w:val="es-ES_tradnl"/>
              </w:rPr>
              <w:t>s</w:t>
            </w:r>
            <w:r w:rsidRPr="0025041C">
              <w:rPr>
                <w:rFonts w:ascii="Riojana" w:eastAsia="Arial" w:hAnsi="Riojana"/>
                <w:spacing w:val="3"/>
                <w:lang w:val="es-ES_tradnl"/>
              </w:rPr>
              <w:t>c</w:t>
            </w:r>
            <w:r w:rsidRPr="0025041C">
              <w:rPr>
                <w:rFonts w:ascii="Riojana" w:eastAsia="Arial" w:hAnsi="Riojana"/>
                <w:lang w:val="es-ES_tradnl"/>
              </w:rPr>
              <w:t>ue</w:t>
            </w:r>
            <w:r w:rsidRPr="0025041C">
              <w:rPr>
                <w:rFonts w:ascii="Riojana" w:eastAsia="Arial" w:hAnsi="Riojana"/>
                <w:spacing w:val="-1"/>
                <w:lang w:val="es-ES_tradnl"/>
              </w:rPr>
              <w:t>l</w:t>
            </w:r>
            <w:r w:rsidRPr="0025041C">
              <w:rPr>
                <w:rFonts w:ascii="Riojana" w:eastAsia="Arial" w:hAnsi="Riojana"/>
                <w:lang w:val="es-ES_tradnl"/>
              </w:rPr>
              <w:t>a</w:t>
            </w:r>
            <w:r w:rsidRPr="0025041C">
              <w:rPr>
                <w:rFonts w:ascii="Riojana" w:eastAsia="Arial" w:hAnsi="Riojana"/>
                <w:spacing w:val="-19"/>
                <w:lang w:val="es-ES_tradnl"/>
              </w:rPr>
              <w:t xml:space="preserve"> </w:t>
            </w:r>
            <w:r w:rsidRPr="0025041C">
              <w:rPr>
                <w:rFonts w:ascii="Riojana" w:eastAsia="Arial" w:hAnsi="Riojana"/>
                <w:spacing w:val="-1"/>
                <w:lang w:val="es-ES_tradnl"/>
              </w:rPr>
              <w:t>M</w:t>
            </w:r>
            <w:r w:rsidRPr="0025041C">
              <w:rPr>
                <w:rFonts w:ascii="Riojana" w:eastAsia="Arial" w:hAnsi="Riojana"/>
                <w:spacing w:val="2"/>
                <w:lang w:val="es-ES_tradnl"/>
              </w:rPr>
              <w:t>u</w:t>
            </w:r>
            <w:r w:rsidRPr="0025041C">
              <w:rPr>
                <w:rFonts w:ascii="Riojana" w:eastAsia="Arial" w:hAnsi="Riojana"/>
                <w:lang w:val="es-ES_tradnl"/>
              </w:rPr>
              <w:t>n</w:t>
            </w:r>
            <w:r w:rsidRPr="0025041C">
              <w:rPr>
                <w:rFonts w:ascii="Riojana" w:eastAsia="Arial" w:hAnsi="Riojana"/>
                <w:spacing w:val="-1"/>
                <w:lang w:val="es-ES_tradnl"/>
              </w:rPr>
              <w:t>i</w:t>
            </w:r>
            <w:r w:rsidRPr="0025041C">
              <w:rPr>
                <w:rFonts w:ascii="Riojana" w:eastAsia="Arial" w:hAnsi="Riojana"/>
                <w:spacing w:val="3"/>
                <w:lang w:val="es-ES_tradnl"/>
              </w:rPr>
              <w:t>c</w:t>
            </w:r>
            <w:r w:rsidRPr="0025041C">
              <w:rPr>
                <w:rFonts w:ascii="Riojana" w:eastAsia="Arial" w:hAnsi="Riojana"/>
                <w:spacing w:val="-1"/>
                <w:lang w:val="es-ES_tradnl"/>
              </w:rPr>
              <w:t>i</w:t>
            </w:r>
            <w:r w:rsidRPr="0025041C">
              <w:rPr>
                <w:rFonts w:ascii="Riojana" w:eastAsia="Arial" w:hAnsi="Riojana"/>
                <w:lang w:val="es-ES_tradnl"/>
              </w:rPr>
              <w:t>pal</w:t>
            </w:r>
            <w:r w:rsidRPr="0025041C">
              <w:rPr>
                <w:rFonts w:ascii="Riojana" w:eastAsia="Arial" w:hAnsi="Riojana"/>
                <w:spacing w:val="11"/>
                <w:lang w:val="es-ES_tradnl"/>
              </w:rPr>
              <w:t xml:space="preserve"> </w:t>
            </w:r>
            <w:r w:rsidRPr="0025041C">
              <w:rPr>
                <w:rFonts w:ascii="Riojana" w:eastAsia="Arial" w:hAnsi="Riojana"/>
                <w:lang w:val="es-ES_tradnl"/>
              </w:rPr>
              <w:t>de</w:t>
            </w:r>
            <w:r w:rsidRPr="0025041C">
              <w:rPr>
                <w:rFonts w:ascii="Riojana" w:eastAsia="Arial" w:hAnsi="Riojana"/>
                <w:spacing w:val="2"/>
                <w:lang w:val="es-ES_tradnl"/>
              </w:rPr>
              <w:t xml:space="preserve"> </w:t>
            </w:r>
            <w:r w:rsidRPr="0025041C">
              <w:rPr>
                <w:rFonts w:ascii="Riojana" w:eastAsia="Arial" w:hAnsi="Riojana"/>
                <w:spacing w:val="2"/>
                <w:w w:val="104"/>
                <w:lang w:val="es-ES_tradnl"/>
              </w:rPr>
              <w:t>M</w:t>
            </w:r>
            <w:r w:rsidRPr="0025041C">
              <w:rPr>
                <w:rFonts w:ascii="Riojana" w:eastAsia="Arial" w:hAnsi="Riojana"/>
                <w:w w:val="99"/>
                <w:lang w:val="es-ES_tradnl"/>
              </w:rPr>
              <w:t>ú</w:t>
            </w:r>
            <w:r w:rsidRPr="0025041C">
              <w:rPr>
                <w:rFonts w:ascii="Riojana" w:eastAsia="Arial" w:hAnsi="Riojana"/>
                <w:spacing w:val="1"/>
                <w:w w:val="99"/>
                <w:lang w:val="es-ES_tradnl"/>
              </w:rPr>
              <w:t>s</w:t>
            </w:r>
            <w:r w:rsidRPr="0025041C">
              <w:rPr>
                <w:rFonts w:ascii="Riojana" w:eastAsia="Arial" w:hAnsi="Riojana"/>
                <w:spacing w:val="-1"/>
                <w:w w:val="99"/>
                <w:lang w:val="es-ES_tradnl"/>
              </w:rPr>
              <w:t>i</w:t>
            </w:r>
            <w:r w:rsidRPr="0025041C">
              <w:rPr>
                <w:rFonts w:ascii="Riojana" w:eastAsia="Arial" w:hAnsi="Riojana"/>
                <w:spacing w:val="1"/>
                <w:w w:val="106"/>
                <w:lang w:val="es-ES_tradnl"/>
              </w:rPr>
              <w:t>c</w:t>
            </w:r>
            <w:r w:rsidRPr="0025041C">
              <w:rPr>
                <w:rFonts w:ascii="Riojana" w:eastAsia="Arial" w:hAnsi="Riojana"/>
                <w:w w:val="96"/>
                <w:lang w:val="es-ES_tradnl"/>
              </w:rPr>
              <w:t>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8.</w:t>
            </w:r>
            <w:r w:rsidRPr="0025041C">
              <w:rPr>
                <w:rFonts w:ascii="Riojana" w:eastAsia="Arial" w:hAnsi="Riojana"/>
                <w:spacing w:val="-1"/>
                <w:lang w:val="es-ES_tradnl"/>
              </w:rPr>
              <w:t>0</w:t>
            </w:r>
            <w:r w:rsidRPr="0025041C">
              <w:rPr>
                <w:rFonts w:ascii="Riojana" w:eastAsia="Arial" w:hAnsi="Riojana"/>
                <w:spacing w:val="2"/>
                <w:lang w:val="es-ES_tradnl"/>
              </w:rPr>
              <w:t>0</w:t>
            </w:r>
            <w:r w:rsidRPr="0025041C">
              <w:rPr>
                <w:rFonts w:ascii="Riojana" w:eastAsia="Arial" w:hAnsi="Riojana"/>
                <w:lang w:val="es-ES_tradnl"/>
              </w:rPr>
              <w:t>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7.</w:t>
            </w:r>
            <w:r w:rsidRPr="0025041C">
              <w:rPr>
                <w:rFonts w:ascii="Riojana" w:eastAsia="Arial" w:hAnsi="Riojana"/>
                <w:spacing w:val="-1"/>
                <w:lang w:val="es-ES_tradnl"/>
              </w:rPr>
              <w:t>3</w:t>
            </w:r>
            <w:r w:rsidRPr="0025041C">
              <w:rPr>
                <w:rFonts w:ascii="Riojana" w:eastAsia="Arial" w:hAnsi="Riojana"/>
                <w:spacing w:val="2"/>
                <w:lang w:val="es-ES_tradnl"/>
              </w:rPr>
              <w:t>2</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0</w:t>
            </w:r>
            <w:r w:rsidRPr="0025041C">
              <w:rPr>
                <w:rFonts w:ascii="Riojana" w:eastAsia="Arial" w:hAnsi="Riojana"/>
                <w:spacing w:val="2"/>
                <w:lang w:val="es-ES_tradnl"/>
              </w:rPr>
              <w:t>.</w:t>
            </w:r>
            <w:r w:rsidRPr="0025041C">
              <w:rPr>
                <w:rFonts w:ascii="Riojana" w:eastAsia="Arial" w:hAnsi="Riojana"/>
                <w:lang w:val="es-ES_tradnl"/>
              </w:rPr>
              <w:t>02</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spacing w:val="1"/>
                <w:lang w:val="es-ES_tradnl"/>
              </w:rPr>
              <w:t>Fe</w:t>
            </w:r>
            <w:r w:rsidRPr="0025041C">
              <w:rPr>
                <w:rFonts w:ascii="Riojana" w:eastAsia="Arial" w:hAnsi="Riojana"/>
                <w:lang w:val="es-ES_tradnl"/>
              </w:rPr>
              <w:t>de</w:t>
            </w:r>
            <w:r w:rsidRPr="0025041C">
              <w:rPr>
                <w:rFonts w:ascii="Riojana" w:eastAsia="Arial" w:hAnsi="Riojana"/>
                <w:spacing w:val="1"/>
                <w:lang w:val="es-ES_tradnl"/>
              </w:rPr>
              <w:t>rac</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n</w:t>
            </w:r>
            <w:r w:rsidRPr="0025041C">
              <w:rPr>
                <w:rFonts w:ascii="Riojana" w:eastAsia="Arial" w:hAnsi="Riojana"/>
                <w:spacing w:val="17"/>
                <w:lang w:val="es-ES_tradnl"/>
              </w:rPr>
              <w:t xml:space="preserve"> </w:t>
            </w:r>
            <w:r w:rsidRPr="0025041C">
              <w:rPr>
                <w:rFonts w:ascii="Riojana" w:eastAsia="Arial" w:hAnsi="Riojana"/>
                <w:lang w:val="es-ES_tradnl"/>
              </w:rPr>
              <w:t>de</w:t>
            </w:r>
            <w:r w:rsidRPr="0025041C">
              <w:rPr>
                <w:rFonts w:ascii="Riojana" w:eastAsia="Arial" w:hAnsi="Riojana"/>
                <w:spacing w:val="31"/>
                <w:lang w:val="es-ES_tradnl"/>
              </w:rPr>
              <w:t xml:space="preserve"> </w:t>
            </w:r>
            <w:r w:rsidRPr="0025041C">
              <w:rPr>
                <w:rFonts w:ascii="Riojana" w:eastAsia="Arial" w:hAnsi="Riojana"/>
                <w:lang w:val="es-ES_tradnl"/>
              </w:rPr>
              <w:t>A</w:t>
            </w:r>
            <w:r w:rsidRPr="0025041C">
              <w:rPr>
                <w:rFonts w:ascii="Riojana" w:eastAsia="Arial" w:hAnsi="Riojana"/>
                <w:spacing w:val="-1"/>
                <w:lang w:val="es-ES_tradnl"/>
              </w:rPr>
              <w:t>s</w:t>
            </w:r>
            <w:r w:rsidRPr="0025041C">
              <w:rPr>
                <w:rFonts w:ascii="Riojana" w:eastAsia="Arial" w:hAnsi="Riojana"/>
                <w:spacing w:val="1"/>
                <w:lang w:val="es-ES_tradnl"/>
              </w:rPr>
              <w:t>oc</w:t>
            </w:r>
            <w:r w:rsidRPr="0025041C">
              <w:rPr>
                <w:rFonts w:ascii="Riojana" w:eastAsia="Arial" w:hAnsi="Riojana"/>
                <w:spacing w:val="-1"/>
                <w:lang w:val="es-ES_tradnl"/>
              </w:rPr>
              <w:t>i</w:t>
            </w:r>
            <w:r w:rsidRPr="0025041C">
              <w:rPr>
                <w:rFonts w:ascii="Riojana" w:eastAsia="Arial" w:hAnsi="Riojana"/>
                <w:spacing w:val="1"/>
                <w:lang w:val="es-ES_tradnl"/>
              </w:rPr>
              <w:t>ac</w:t>
            </w:r>
            <w:r w:rsidRPr="0025041C">
              <w:rPr>
                <w:rFonts w:ascii="Riojana" w:eastAsia="Arial" w:hAnsi="Riojana"/>
                <w:spacing w:val="-1"/>
                <w:lang w:val="es-ES_tradnl"/>
              </w:rPr>
              <w:t>i</w:t>
            </w:r>
            <w:r w:rsidRPr="0025041C">
              <w:rPr>
                <w:rFonts w:ascii="Riojana" w:eastAsia="Arial" w:hAnsi="Riojana"/>
                <w:spacing w:val="1"/>
                <w:lang w:val="es-ES_tradnl"/>
              </w:rPr>
              <w:t>o</w:t>
            </w:r>
            <w:r w:rsidRPr="0025041C">
              <w:rPr>
                <w:rFonts w:ascii="Riojana" w:eastAsia="Arial" w:hAnsi="Riojana"/>
                <w:lang w:val="es-ES_tradnl"/>
              </w:rPr>
              <w:t>nes</w:t>
            </w:r>
            <w:r w:rsidRPr="0025041C">
              <w:rPr>
                <w:rFonts w:ascii="Riojana" w:eastAsia="Arial" w:hAnsi="Riojana"/>
                <w:spacing w:val="23"/>
                <w:lang w:val="es-ES_tradnl"/>
              </w:rPr>
              <w:t xml:space="preserve"> </w:t>
            </w:r>
            <w:r w:rsidRPr="0025041C">
              <w:rPr>
                <w:rFonts w:ascii="Riojana" w:eastAsia="Arial" w:hAnsi="Riojana"/>
                <w:lang w:val="es-ES_tradnl"/>
              </w:rPr>
              <w:t>de</w:t>
            </w:r>
            <w:r w:rsidRPr="0025041C">
              <w:rPr>
                <w:rFonts w:ascii="Riojana" w:eastAsia="Arial" w:hAnsi="Riojana"/>
                <w:spacing w:val="31"/>
                <w:lang w:val="es-ES_tradnl"/>
              </w:rPr>
              <w:t xml:space="preserve"> </w:t>
            </w:r>
            <w:r w:rsidRPr="0025041C">
              <w:rPr>
                <w:rFonts w:ascii="Riojana" w:eastAsia="Arial" w:hAnsi="Riojana"/>
                <w:lang w:val="es-ES_tradnl"/>
              </w:rPr>
              <w:t>P</w:t>
            </w:r>
            <w:r w:rsidRPr="0025041C">
              <w:rPr>
                <w:rFonts w:ascii="Riojana" w:eastAsia="Arial" w:hAnsi="Riojana"/>
                <w:spacing w:val="1"/>
                <w:lang w:val="es-ES_tradnl"/>
              </w:rPr>
              <w:t>a</w:t>
            </w:r>
            <w:r w:rsidRPr="0025041C">
              <w:rPr>
                <w:rFonts w:ascii="Riojana" w:eastAsia="Arial" w:hAnsi="Riojana"/>
                <w:lang w:val="es-ES_tradnl"/>
              </w:rPr>
              <w:t>dr</w:t>
            </w:r>
            <w:r w:rsidRPr="0025041C">
              <w:rPr>
                <w:rFonts w:ascii="Riojana" w:eastAsia="Arial" w:hAnsi="Riojana"/>
                <w:spacing w:val="1"/>
                <w:lang w:val="es-ES_tradnl"/>
              </w:rPr>
              <w:t>e</w:t>
            </w:r>
            <w:r w:rsidRPr="0025041C">
              <w:rPr>
                <w:rFonts w:ascii="Riojana" w:eastAsia="Arial" w:hAnsi="Riojana"/>
                <w:lang w:val="es-ES_tradnl"/>
              </w:rPr>
              <w:t>s</w:t>
            </w:r>
            <w:r w:rsidRPr="0025041C">
              <w:rPr>
                <w:rFonts w:ascii="Riojana" w:eastAsia="Arial" w:hAnsi="Riojana"/>
                <w:spacing w:val="16"/>
                <w:lang w:val="es-ES_tradnl"/>
              </w:rPr>
              <w:t xml:space="preserve"> </w:t>
            </w:r>
            <w:r w:rsidRPr="0025041C">
              <w:rPr>
                <w:rFonts w:ascii="Riojana" w:eastAsia="Arial" w:hAnsi="Riojana"/>
                <w:lang w:val="es-ES_tradnl"/>
              </w:rPr>
              <w:t>de</w:t>
            </w:r>
            <w:r w:rsidRPr="0025041C">
              <w:rPr>
                <w:rFonts w:ascii="Riojana" w:eastAsia="Arial" w:hAnsi="Riojana"/>
                <w:spacing w:val="31"/>
                <w:lang w:val="es-ES_tradnl"/>
              </w:rPr>
              <w:t xml:space="preserve"> </w:t>
            </w:r>
            <w:r w:rsidRPr="0025041C">
              <w:rPr>
                <w:rFonts w:ascii="Riojana" w:eastAsia="Arial" w:hAnsi="Riojana"/>
                <w:lang w:val="es-ES_tradnl"/>
              </w:rPr>
              <w:t>Al</w:t>
            </w:r>
            <w:r w:rsidRPr="0025041C">
              <w:rPr>
                <w:rFonts w:ascii="Riojana" w:eastAsia="Arial" w:hAnsi="Riojana"/>
                <w:spacing w:val="-1"/>
                <w:lang w:val="es-ES_tradnl"/>
              </w:rPr>
              <w:t>u</w:t>
            </w:r>
            <w:r w:rsidRPr="0025041C">
              <w:rPr>
                <w:rFonts w:ascii="Riojana" w:eastAsia="Arial" w:hAnsi="Riojana"/>
                <w:lang w:val="es-ES_tradnl"/>
              </w:rPr>
              <w:t>mn</w:t>
            </w:r>
            <w:r w:rsidRPr="0025041C">
              <w:rPr>
                <w:rFonts w:ascii="Riojana" w:eastAsia="Arial" w:hAnsi="Riojana"/>
                <w:spacing w:val="3"/>
                <w:lang w:val="es-ES_tradnl"/>
              </w:rPr>
              <w:t>o</w:t>
            </w:r>
            <w:r w:rsidRPr="0025041C">
              <w:rPr>
                <w:rFonts w:ascii="Riojana" w:eastAsia="Arial" w:hAnsi="Riojana"/>
                <w:lang w:val="es-ES_tradnl"/>
              </w:rPr>
              <w:t>s</w:t>
            </w:r>
            <w:r w:rsidRPr="0025041C">
              <w:rPr>
                <w:rFonts w:ascii="Riojana" w:eastAsia="Arial" w:hAnsi="Riojana"/>
                <w:spacing w:val="27"/>
                <w:lang w:val="es-ES_tradnl"/>
              </w:rPr>
              <w:t xml:space="preserve"> </w:t>
            </w:r>
            <w:r w:rsidRPr="0025041C">
              <w:rPr>
                <w:rFonts w:ascii="Riojana" w:eastAsia="Arial" w:hAnsi="Riojana"/>
                <w:lang w:val="es-ES_tradnl"/>
              </w:rPr>
              <w:t>de</w:t>
            </w:r>
            <w:r w:rsidRPr="0025041C">
              <w:rPr>
                <w:rFonts w:ascii="Riojana" w:eastAsia="Arial" w:hAnsi="Riojana"/>
                <w:spacing w:val="31"/>
                <w:lang w:val="es-ES_tradnl"/>
              </w:rPr>
              <w:t xml:space="preserve"> </w:t>
            </w:r>
            <w:r w:rsidRPr="0025041C">
              <w:rPr>
                <w:rFonts w:ascii="Riojana" w:eastAsia="Arial" w:hAnsi="Riojana"/>
                <w:w w:val="98"/>
                <w:lang w:val="es-ES_tradnl"/>
              </w:rPr>
              <w:t>C</w:t>
            </w:r>
            <w:r w:rsidRPr="0025041C">
              <w:rPr>
                <w:rFonts w:ascii="Riojana" w:eastAsia="Arial" w:hAnsi="Riojana"/>
                <w:spacing w:val="1"/>
                <w:w w:val="98"/>
                <w:lang w:val="es-ES_tradnl"/>
              </w:rPr>
              <w:t>e</w:t>
            </w:r>
            <w:r w:rsidRPr="0025041C">
              <w:rPr>
                <w:rFonts w:ascii="Riojana" w:eastAsia="Arial" w:hAnsi="Riojana"/>
                <w:w w:val="104"/>
                <w:lang w:val="es-ES_tradnl"/>
              </w:rPr>
              <w:t>n</w:t>
            </w:r>
            <w:r w:rsidRPr="0025041C">
              <w:rPr>
                <w:rFonts w:ascii="Riojana" w:eastAsia="Arial" w:hAnsi="Riojana"/>
                <w:spacing w:val="-1"/>
                <w:w w:val="104"/>
                <w:lang w:val="es-ES_tradnl"/>
              </w:rPr>
              <w:t>t</w:t>
            </w:r>
            <w:r w:rsidRPr="0025041C">
              <w:rPr>
                <w:rFonts w:ascii="Riojana" w:eastAsia="Arial" w:hAnsi="Riojana"/>
                <w:spacing w:val="1"/>
                <w:w w:val="99"/>
                <w:lang w:val="es-ES_tradnl"/>
              </w:rPr>
              <w:t>r</w:t>
            </w:r>
            <w:r w:rsidRPr="0025041C">
              <w:rPr>
                <w:rFonts w:ascii="Riojana" w:eastAsia="Arial" w:hAnsi="Riojana"/>
                <w:spacing w:val="1"/>
                <w:w w:val="102"/>
                <w:lang w:val="es-ES_tradnl"/>
              </w:rPr>
              <w:t>o</w:t>
            </w:r>
            <w:r w:rsidRPr="0025041C">
              <w:rPr>
                <w:rFonts w:ascii="Riojana" w:eastAsia="Arial" w:hAnsi="Riojana"/>
                <w:w w:val="99"/>
                <w:lang w:val="es-ES_tradnl"/>
              </w:rPr>
              <w:t>s</w:t>
            </w:r>
          </w:p>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Púb</w:t>
            </w:r>
            <w:r w:rsidRPr="0025041C">
              <w:rPr>
                <w:rFonts w:ascii="Riojana" w:eastAsia="Arial" w:hAnsi="Riojana"/>
                <w:spacing w:val="1"/>
                <w:lang w:val="es-ES_tradnl"/>
              </w:rPr>
              <w:t>l</w:t>
            </w:r>
            <w:r w:rsidRPr="0025041C">
              <w:rPr>
                <w:rFonts w:ascii="Riojana" w:eastAsia="Arial" w:hAnsi="Riojana"/>
                <w:spacing w:val="-1"/>
                <w:lang w:val="es-ES_tradnl"/>
              </w:rPr>
              <w:t>i</w:t>
            </w:r>
            <w:r w:rsidRPr="0025041C">
              <w:rPr>
                <w:rFonts w:ascii="Riojana" w:eastAsia="Arial" w:hAnsi="Riojana"/>
                <w:spacing w:val="1"/>
                <w:lang w:val="es-ES_tradnl"/>
              </w:rPr>
              <w:t>co</w:t>
            </w:r>
            <w:r w:rsidRPr="0025041C">
              <w:rPr>
                <w:rFonts w:ascii="Riojana" w:eastAsia="Arial" w:hAnsi="Riojana"/>
                <w:lang w:val="es-ES_tradnl"/>
              </w:rPr>
              <w:t>s</w:t>
            </w:r>
            <w:r w:rsidRPr="0025041C">
              <w:rPr>
                <w:rFonts w:ascii="Riojana" w:eastAsia="Arial" w:hAnsi="Riojana"/>
                <w:spacing w:val="8"/>
                <w:lang w:val="es-ES_tradnl"/>
              </w:rPr>
              <w:t xml:space="preserve"> </w:t>
            </w:r>
            <w:r w:rsidRPr="0025041C">
              <w:rPr>
                <w:rFonts w:ascii="Riojana" w:eastAsia="Arial" w:hAnsi="Riojana"/>
                <w:lang w:val="es-ES_tradnl"/>
              </w:rPr>
              <w:t>de</w:t>
            </w:r>
            <w:r w:rsidRPr="0025041C">
              <w:rPr>
                <w:rFonts w:ascii="Riojana" w:eastAsia="Arial" w:hAnsi="Riojana"/>
                <w:spacing w:val="2"/>
                <w:lang w:val="es-ES_tradnl"/>
              </w:rPr>
              <w:t xml:space="preserve"> </w:t>
            </w:r>
            <w:r w:rsidRPr="0025041C">
              <w:rPr>
                <w:rFonts w:ascii="Riojana" w:eastAsia="Arial" w:hAnsi="Riojana"/>
                <w:lang w:val="es-ES_tradnl"/>
              </w:rPr>
              <w:t>La</w:t>
            </w:r>
            <w:r w:rsidRPr="0025041C">
              <w:rPr>
                <w:rFonts w:ascii="Riojana" w:eastAsia="Arial" w:hAnsi="Riojana"/>
                <w:spacing w:val="-6"/>
                <w:lang w:val="es-ES_tradnl"/>
              </w:rPr>
              <w:t xml:space="preserve"> </w:t>
            </w:r>
            <w:r w:rsidRPr="0025041C">
              <w:rPr>
                <w:rFonts w:ascii="Riojana" w:eastAsia="Arial" w:hAnsi="Riojana"/>
                <w:lang w:val="es-ES_tradnl"/>
              </w:rPr>
              <w:t>R</w:t>
            </w:r>
            <w:r w:rsidRPr="0025041C">
              <w:rPr>
                <w:rFonts w:ascii="Riojana" w:eastAsia="Arial" w:hAnsi="Riojana"/>
                <w:spacing w:val="-1"/>
                <w:lang w:val="es-ES_tradnl"/>
              </w:rPr>
              <w:t>i</w:t>
            </w:r>
            <w:r w:rsidRPr="0025041C">
              <w:rPr>
                <w:rFonts w:ascii="Riojana" w:eastAsia="Arial" w:hAnsi="Riojana"/>
                <w:spacing w:val="3"/>
                <w:lang w:val="es-ES_tradnl"/>
              </w:rPr>
              <w:t>o</w:t>
            </w:r>
            <w:r w:rsidRPr="0025041C">
              <w:rPr>
                <w:rFonts w:ascii="Riojana" w:eastAsia="Arial" w:hAnsi="Riojana"/>
                <w:spacing w:val="-1"/>
                <w:lang w:val="es-ES_tradnl"/>
              </w:rPr>
              <w:t>j</w:t>
            </w:r>
            <w:r w:rsidRPr="0025041C">
              <w:rPr>
                <w:rFonts w:ascii="Riojana" w:eastAsia="Arial" w:hAnsi="Riojana"/>
                <w:spacing w:val="1"/>
                <w:lang w:val="es-ES_tradnl"/>
              </w:rPr>
              <w:t>a</w:t>
            </w:r>
            <w:r w:rsidRPr="0025041C">
              <w:rPr>
                <w:rFonts w:ascii="Riojana" w:eastAsia="Arial" w:hAnsi="Riojana"/>
                <w:lang w:val="es-ES_tradnl"/>
              </w:rPr>
              <w:t>.</w:t>
            </w:r>
            <w:r w:rsidRPr="0025041C">
              <w:rPr>
                <w:rFonts w:ascii="Riojana" w:eastAsia="Arial" w:hAnsi="Riojana"/>
                <w:spacing w:val="-11"/>
                <w:lang w:val="es-ES_tradnl"/>
              </w:rPr>
              <w:t xml:space="preserve"> </w:t>
            </w:r>
            <w:r w:rsidRPr="0025041C">
              <w:rPr>
                <w:rFonts w:ascii="Riojana" w:eastAsia="Arial" w:hAnsi="Riojana"/>
                <w:spacing w:val="1"/>
                <w:lang w:val="es-ES_tradnl"/>
              </w:rPr>
              <w:t>F</w:t>
            </w:r>
            <w:r w:rsidRPr="0025041C">
              <w:rPr>
                <w:rFonts w:ascii="Riojana" w:eastAsia="Arial" w:hAnsi="Riojana"/>
                <w:lang w:val="es-ES_tradnl"/>
              </w:rPr>
              <w:t>u</w:t>
            </w:r>
            <w:r w:rsidRPr="0025041C">
              <w:rPr>
                <w:rFonts w:ascii="Riojana" w:eastAsia="Arial" w:hAnsi="Riojana"/>
                <w:spacing w:val="-1"/>
                <w:lang w:val="es-ES_tradnl"/>
              </w:rPr>
              <w:t>n</w:t>
            </w:r>
            <w:r w:rsidRPr="0025041C">
              <w:rPr>
                <w:rFonts w:ascii="Riojana" w:eastAsia="Arial" w:hAnsi="Riojana"/>
                <w:spacing w:val="3"/>
                <w:lang w:val="es-ES_tradnl"/>
              </w:rPr>
              <w:t>c</w:t>
            </w:r>
            <w:r w:rsidRPr="0025041C">
              <w:rPr>
                <w:rFonts w:ascii="Riojana" w:eastAsia="Arial" w:hAnsi="Riojana"/>
                <w:spacing w:val="1"/>
                <w:lang w:val="es-ES_tradnl"/>
              </w:rPr>
              <w:t>io</w:t>
            </w:r>
            <w:r w:rsidRPr="0025041C">
              <w:rPr>
                <w:rFonts w:ascii="Riojana" w:eastAsia="Arial" w:hAnsi="Riojana"/>
                <w:lang w:val="es-ES_tradnl"/>
              </w:rPr>
              <w:t>namiento</w:t>
            </w:r>
            <w:r w:rsidRPr="0025041C">
              <w:rPr>
                <w:rFonts w:ascii="Riojana" w:eastAsia="Arial" w:hAnsi="Riojana"/>
                <w:spacing w:val="-2"/>
                <w:lang w:val="es-ES_tradnl"/>
              </w:rPr>
              <w:t xml:space="preserve"> </w:t>
            </w:r>
            <w:r w:rsidRPr="0025041C">
              <w:rPr>
                <w:rFonts w:ascii="Riojana" w:eastAsia="Arial" w:hAnsi="Riojana"/>
                <w:lang w:val="es-ES_tradnl"/>
              </w:rPr>
              <w:t>y</w:t>
            </w:r>
            <w:r w:rsidRPr="0025041C">
              <w:rPr>
                <w:rFonts w:ascii="Riojana" w:eastAsia="Arial" w:hAnsi="Riojana"/>
                <w:spacing w:val="-2"/>
                <w:lang w:val="es-ES_tradnl"/>
              </w:rPr>
              <w:t xml:space="preserve"> </w:t>
            </w:r>
            <w:r w:rsidRPr="0025041C">
              <w:rPr>
                <w:rFonts w:ascii="Riojana" w:eastAsia="Arial" w:hAnsi="Riojana"/>
                <w:spacing w:val="3"/>
                <w:w w:val="96"/>
                <w:lang w:val="es-ES_tradnl"/>
              </w:rPr>
              <w:t>a</w:t>
            </w:r>
            <w:r w:rsidRPr="0025041C">
              <w:rPr>
                <w:rFonts w:ascii="Riojana" w:eastAsia="Arial" w:hAnsi="Riojana"/>
                <w:spacing w:val="1"/>
                <w:w w:val="106"/>
                <w:lang w:val="es-ES_tradnl"/>
              </w:rPr>
              <w:t>c</w:t>
            </w:r>
            <w:r w:rsidRPr="0025041C">
              <w:rPr>
                <w:rFonts w:ascii="Riojana" w:eastAsia="Arial" w:hAnsi="Riojana"/>
                <w:w w:val="106"/>
                <w:lang w:val="es-ES_tradnl"/>
              </w:rPr>
              <w:t>t</w:t>
            </w:r>
            <w:r w:rsidRPr="0025041C">
              <w:rPr>
                <w:rFonts w:ascii="Riojana" w:eastAsia="Arial" w:hAnsi="Riojana"/>
                <w:spacing w:val="1"/>
                <w:w w:val="106"/>
                <w:lang w:val="es-ES_tradnl"/>
              </w:rPr>
              <w:t>i</w:t>
            </w:r>
            <w:r w:rsidRPr="0025041C">
              <w:rPr>
                <w:rFonts w:ascii="Riojana" w:eastAsia="Arial" w:hAnsi="Riojana"/>
                <w:spacing w:val="-1"/>
                <w:w w:val="99"/>
                <w:lang w:val="es-ES_tradnl"/>
              </w:rPr>
              <w:t>v</w:t>
            </w:r>
            <w:r w:rsidRPr="0025041C">
              <w:rPr>
                <w:rFonts w:ascii="Riojana" w:eastAsia="Arial" w:hAnsi="Riojana"/>
                <w:spacing w:val="1"/>
                <w:w w:val="99"/>
                <w:lang w:val="es-ES_tradnl"/>
              </w:rPr>
              <w:t>i</w:t>
            </w:r>
            <w:r w:rsidRPr="0025041C">
              <w:rPr>
                <w:rFonts w:ascii="Riojana" w:eastAsia="Arial" w:hAnsi="Riojana"/>
                <w:w w:val="101"/>
                <w:lang w:val="es-ES_tradnl"/>
              </w:rPr>
              <w:t>dad</w:t>
            </w:r>
            <w:r w:rsidRPr="0025041C">
              <w:rPr>
                <w:rFonts w:ascii="Riojana" w:eastAsia="Arial" w:hAnsi="Riojana"/>
                <w:spacing w:val="1"/>
                <w:w w:val="101"/>
                <w:lang w:val="es-ES_tradnl"/>
              </w:rPr>
              <w:t>e</w:t>
            </w:r>
            <w:r w:rsidRPr="0025041C">
              <w:rPr>
                <w:rFonts w:ascii="Riojana" w:eastAsia="Arial" w:hAnsi="Riojana"/>
                <w:w w:val="99"/>
                <w:lang w:val="es-ES_tradnl"/>
              </w:rPr>
              <w:t>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1</w:t>
            </w:r>
            <w:r w:rsidRPr="0025041C">
              <w:rPr>
                <w:rFonts w:ascii="Riojana" w:eastAsia="Arial" w:hAnsi="Riojana"/>
                <w:spacing w:val="-1"/>
                <w:lang w:val="es-ES_tradnl"/>
              </w:rPr>
              <w:t>8</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00</w:t>
            </w:r>
          </w:p>
        </w:tc>
      </w:tr>
    </w:tbl>
    <w:p w:rsidR="00011E90" w:rsidRPr="0025041C" w:rsidRDefault="00011E90" w:rsidP="00011E90">
      <w:pPr>
        <w:pStyle w:val="Ttulo4"/>
        <w:rPr>
          <w:rFonts w:ascii="Riojana Bold" w:hAnsi="Riojana Bold" w:cs="Arial"/>
          <w:b w:val="0"/>
          <w:i w:val="0"/>
          <w:color w:val="auto"/>
          <w:sz w:val="22"/>
          <w:szCs w:val="22"/>
        </w:rPr>
      </w:pPr>
      <w:r w:rsidRPr="0025041C">
        <w:rPr>
          <w:rFonts w:ascii="Riojana Bold" w:hAnsi="Riojana Bold"/>
          <w:b w:val="0"/>
          <w:i w:val="0"/>
          <w:color w:val="auto"/>
          <w:sz w:val="22"/>
          <w:szCs w:val="22"/>
        </w:rPr>
        <w:t>SECCIÓN 09. SOSTENIBILIDAD, TRANSICIÓN ECOLÓGICA Y PORTAVOCÍA DEL GOBIERNO</w:t>
      </w:r>
    </w:p>
    <w:tbl>
      <w:tblPr>
        <w:tblW w:w="9924"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5"/>
        <w:gridCol w:w="6475"/>
        <w:gridCol w:w="1164"/>
      </w:tblGrid>
      <w:tr w:rsidR="00011E90" w:rsidRPr="0025041C" w:rsidTr="00011E90">
        <w:trPr>
          <w:cantSplit/>
          <w:trHeight w:val="20"/>
          <w:tblHeader/>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keepNext/>
              <w:spacing w:before="0" w:after="0"/>
              <w:jc w:val="left"/>
              <w:rPr>
                <w:rFonts w:ascii="Riojana" w:hAnsi="Riojana" w:cs="Arial"/>
                <w:b/>
              </w:rPr>
            </w:pPr>
            <w:r w:rsidRPr="0025041C">
              <w:rPr>
                <w:rFonts w:ascii="Riojana" w:hAnsi="Riojana"/>
                <w:b/>
              </w:rPr>
              <w:t>Partida</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keepNext/>
              <w:spacing w:before="0" w:after="0"/>
              <w:jc w:val="left"/>
              <w:rPr>
                <w:rFonts w:ascii="Riojana" w:hAnsi="Riojana" w:cs="Arial"/>
                <w:b/>
              </w:rPr>
            </w:pPr>
            <w:r w:rsidRPr="0025041C">
              <w:rPr>
                <w:rFonts w:ascii="Riojana" w:hAnsi="Riojana"/>
                <w:b/>
              </w:rPr>
              <w:t>Descripción</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keepNext/>
              <w:spacing w:before="0" w:after="0"/>
              <w:jc w:val="left"/>
              <w:rPr>
                <w:rFonts w:ascii="Riojana" w:hAnsi="Riojana" w:cs="Arial"/>
                <w:b/>
              </w:rPr>
            </w:pPr>
            <w:r w:rsidRPr="0025041C">
              <w:rPr>
                <w:rFonts w:ascii="Riojana" w:hAnsi="Riojana"/>
                <w:b/>
              </w:rPr>
              <w:t>Crédito</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09.02.4411.420.00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Administración del Estado. Convenio financiación OSP transporte aéreo</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200.000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position w:val="-1"/>
                <w:lang w:val="es-ES_tradnl"/>
              </w:rPr>
              <w:t>0</w:t>
            </w:r>
            <w:r w:rsidRPr="0025041C">
              <w:rPr>
                <w:rFonts w:ascii="Riojana" w:eastAsia="Arial" w:hAnsi="Riojana"/>
                <w:spacing w:val="-1"/>
                <w:position w:val="-1"/>
                <w:lang w:val="es-ES_tradnl"/>
              </w:rPr>
              <w:t>9</w:t>
            </w:r>
            <w:r w:rsidRPr="0025041C">
              <w:rPr>
                <w:rFonts w:ascii="Riojana" w:eastAsia="Arial" w:hAnsi="Riojana"/>
                <w:position w:val="-1"/>
                <w:lang w:val="es-ES_tradnl"/>
              </w:rPr>
              <w:t>.</w:t>
            </w:r>
            <w:r w:rsidRPr="0025041C">
              <w:rPr>
                <w:rFonts w:ascii="Riojana" w:eastAsia="Arial" w:hAnsi="Riojana"/>
                <w:spacing w:val="2"/>
                <w:position w:val="-1"/>
                <w:lang w:val="es-ES_tradnl"/>
              </w:rPr>
              <w:t>0</w:t>
            </w:r>
            <w:r w:rsidRPr="0025041C">
              <w:rPr>
                <w:rFonts w:ascii="Riojana" w:eastAsia="Arial" w:hAnsi="Riojana"/>
                <w:position w:val="-1"/>
                <w:lang w:val="es-ES_tradnl"/>
              </w:rPr>
              <w:t>7.</w:t>
            </w:r>
            <w:r w:rsidRPr="0025041C">
              <w:rPr>
                <w:rFonts w:ascii="Riojana" w:eastAsia="Arial" w:hAnsi="Riojana"/>
                <w:spacing w:val="-1"/>
                <w:position w:val="-1"/>
                <w:lang w:val="es-ES_tradnl"/>
              </w:rPr>
              <w:t>4</w:t>
            </w:r>
            <w:r w:rsidRPr="0025041C">
              <w:rPr>
                <w:rFonts w:ascii="Riojana" w:eastAsia="Arial" w:hAnsi="Riojana"/>
                <w:spacing w:val="2"/>
                <w:position w:val="-1"/>
                <w:lang w:val="es-ES_tradnl"/>
              </w:rPr>
              <w:t>7</w:t>
            </w:r>
            <w:r w:rsidRPr="0025041C">
              <w:rPr>
                <w:rFonts w:ascii="Riojana" w:eastAsia="Arial" w:hAnsi="Riojana"/>
                <w:position w:val="-1"/>
                <w:lang w:val="es-ES_tradnl"/>
              </w:rPr>
              <w:t>1</w:t>
            </w:r>
            <w:r w:rsidRPr="0025041C">
              <w:rPr>
                <w:rFonts w:ascii="Riojana" w:eastAsia="Arial" w:hAnsi="Riojana"/>
                <w:spacing w:val="-1"/>
                <w:position w:val="-1"/>
                <w:lang w:val="es-ES_tradnl"/>
              </w:rPr>
              <w:t>1</w:t>
            </w:r>
            <w:r w:rsidRPr="0025041C">
              <w:rPr>
                <w:rFonts w:ascii="Riojana" w:eastAsia="Arial" w:hAnsi="Riojana"/>
                <w:spacing w:val="2"/>
                <w:position w:val="-1"/>
                <w:lang w:val="es-ES_tradnl"/>
              </w:rPr>
              <w:t>.</w:t>
            </w:r>
            <w:r w:rsidRPr="0025041C">
              <w:rPr>
                <w:rFonts w:ascii="Riojana" w:eastAsia="Arial" w:hAnsi="Riojana"/>
                <w:position w:val="-1"/>
                <w:lang w:val="es-ES_tradnl"/>
              </w:rPr>
              <w:t>4</w:t>
            </w:r>
            <w:r w:rsidRPr="0025041C">
              <w:rPr>
                <w:rFonts w:ascii="Riojana" w:eastAsia="Arial" w:hAnsi="Riojana"/>
                <w:spacing w:val="-1"/>
                <w:position w:val="-1"/>
                <w:lang w:val="es-ES_tradnl"/>
              </w:rPr>
              <w:t>6</w:t>
            </w:r>
            <w:r w:rsidRPr="0025041C">
              <w:rPr>
                <w:rFonts w:ascii="Riojana" w:eastAsia="Arial" w:hAnsi="Riojana"/>
                <w:position w:val="-1"/>
                <w:lang w:val="es-ES_tradnl"/>
              </w:rPr>
              <w:t>1</w:t>
            </w:r>
            <w:r w:rsidRPr="0025041C">
              <w:rPr>
                <w:rFonts w:ascii="Riojana" w:eastAsia="Arial" w:hAnsi="Riojana"/>
                <w:spacing w:val="2"/>
                <w:position w:val="-1"/>
                <w:lang w:val="es-ES_tradnl"/>
              </w:rPr>
              <w:t>.</w:t>
            </w:r>
            <w:r w:rsidRPr="0025041C">
              <w:rPr>
                <w:rFonts w:ascii="Riojana" w:eastAsia="Arial" w:hAnsi="Riojana"/>
                <w:position w:val="-1"/>
                <w:lang w:val="es-ES_tradnl"/>
              </w:rPr>
              <w:t>01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position w:val="-1"/>
                <w:lang w:val="es-ES_tradnl"/>
              </w:rPr>
              <w:t>C</w:t>
            </w:r>
            <w:r w:rsidRPr="0025041C">
              <w:rPr>
                <w:rFonts w:ascii="Riojana" w:eastAsia="Arial" w:hAnsi="Riojana"/>
                <w:spacing w:val="1"/>
                <w:position w:val="-1"/>
                <w:lang w:val="es-ES_tradnl"/>
              </w:rPr>
              <w:t>o</w:t>
            </w:r>
            <w:r w:rsidRPr="0025041C">
              <w:rPr>
                <w:rFonts w:ascii="Riojana" w:eastAsia="Arial" w:hAnsi="Riojana"/>
                <w:position w:val="-1"/>
                <w:lang w:val="es-ES_tradnl"/>
              </w:rPr>
              <w:t>n</w:t>
            </w:r>
            <w:r w:rsidRPr="0025041C">
              <w:rPr>
                <w:rFonts w:ascii="Riojana" w:eastAsia="Arial" w:hAnsi="Riojana"/>
                <w:spacing w:val="-2"/>
                <w:position w:val="-1"/>
                <w:lang w:val="es-ES_tradnl"/>
              </w:rPr>
              <w:t>v</w:t>
            </w:r>
            <w:r w:rsidRPr="0025041C">
              <w:rPr>
                <w:rFonts w:ascii="Riojana" w:eastAsia="Arial" w:hAnsi="Riojana"/>
                <w:spacing w:val="1"/>
                <w:position w:val="-1"/>
                <w:lang w:val="es-ES_tradnl"/>
              </w:rPr>
              <w:t>e</w:t>
            </w:r>
            <w:r w:rsidRPr="0025041C">
              <w:rPr>
                <w:rFonts w:ascii="Riojana" w:eastAsia="Arial" w:hAnsi="Riojana"/>
                <w:spacing w:val="2"/>
                <w:position w:val="-1"/>
                <w:lang w:val="es-ES_tradnl"/>
              </w:rPr>
              <w:t>n</w:t>
            </w:r>
            <w:r w:rsidRPr="0025041C">
              <w:rPr>
                <w:rFonts w:ascii="Riojana" w:eastAsia="Arial" w:hAnsi="Riojana"/>
                <w:spacing w:val="-1"/>
                <w:position w:val="-1"/>
                <w:lang w:val="es-ES_tradnl"/>
              </w:rPr>
              <w:t>i</w:t>
            </w:r>
            <w:r w:rsidRPr="0025041C">
              <w:rPr>
                <w:rFonts w:ascii="Riojana" w:eastAsia="Arial" w:hAnsi="Riojana"/>
                <w:position w:val="-1"/>
                <w:lang w:val="es-ES_tradnl"/>
              </w:rPr>
              <w:t>o</w:t>
            </w:r>
            <w:r w:rsidRPr="0025041C">
              <w:rPr>
                <w:rFonts w:ascii="Riojana" w:eastAsia="Arial" w:hAnsi="Riojana"/>
                <w:spacing w:val="-1"/>
                <w:position w:val="-1"/>
                <w:lang w:val="es-ES_tradnl"/>
              </w:rPr>
              <w:t xml:space="preserve"> </w:t>
            </w:r>
            <w:r w:rsidRPr="0025041C">
              <w:rPr>
                <w:rFonts w:ascii="Riojana" w:eastAsia="Arial" w:hAnsi="Riojana"/>
                <w:spacing w:val="1"/>
                <w:position w:val="-1"/>
                <w:lang w:val="es-ES_tradnl"/>
              </w:rPr>
              <w:t>co</w:t>
            </w:r>
            <w:r w:rsidRPr="0025041C">
              <w:rPr>
                <w:rFonts w:ascii="Riojana" w:eastAsia="Arial" w:hAnsi="Riojana"/>
                <w:position w:val="-1"/>
                <w:lang w:val="es-ES_tradnl"/>
              </w:rPr>
              <w:t>n</w:t>
            </w:r>
            <w:r w:rsidRPr="0025041C">
              <w:rPr>
                <w:rFonts w:ascii="Riojana" w:eastAsia="Arial" w:hAnsi="Riojana"/>
                <w:spacing w:val="7"/>
                <w:position w:val="-1"/>
                <w:lang w:val="es-ES_tradnl"/>
              </w:rPr>
              <w:t xml:space="preserve"> </w:t>
            </w:r>
            <w:r w:rsidRPr="0025041C">
              <w:rPr>
                <w:rFonts w:ascii="Riojana" w:eastAsia="Arial" w:hAnsi="Riojana"/>
                <w:position w:val="-1"/>
                <w:lang w:val="es-ES_tradnl"/>
              </w:rPr>
              <w:t>A</w:t>
            </w:r>
            <w:r w:rsidRPr="0025041C">
              <w:rPr>
                <w:rFonts w:ascii="Riojana" w:eastAsia="Arial" w:hAnsi="Riojana"/>
                <w:spacing w:val="1"/>
                <w:position w:val="-1"/>
                <w:lang w:val="es-ES_tradnl"/>
              </w:rPr>
              <w:t>y</w:t>
            </w:r>
            <w:r w:rsidRPr="0025041C">
              <w:rPr>
                <w:rFonts w:ascii="Riojana" w:eastAsia="Arial" w:hAnsi="Riojana"/>
                <w:position w:val="-1"/>
                <w:lang w:val="es-ES_tradnl"/>
              </w:rPr>
              <w:t>u</w:t>
            </w:r>
            <w:r w:rsidRPr="0025041C">
              <w:rPr>
                <w:rFonts w:ascii="Riojana" w:eastAsia="Arial" w:hAnsi="Riojana"/>
                <w:spacing w:val="-1"/>
                <w:position w:val="-1"/>
                <w:lang w:val="es-ES_tradnl"/>
              </w:rPr>
              <w:t>n</w:t>
            </w:r>
            <w:r w:rsidRPr="0025041C">
              <w:rPr>
                <w:rFonts w:ascii="Riojana" w:eastAsia="Arial" w:hAnsi="Riojana"/>
                <w:position w:val="-1"/>
                <w:lang w:val="es-ES_tradnl"/>
              </w:rPr>
              <w:t>ta</w:t>
            </w:r>
            <w:r w:rsidRPr="0025041C">
              <w:rPr>
                <w:rFonts w:ascii="Riojana" w:eastAsia="Arial" w:hAnsi="Riojana"/>
                <w:spacing w:val="3"/>
                <w:position w:val="-1"/>
                <w:lang w:val="es-ES_tradnl"/>
              </w:rPr>
              <w:t>m</w:t>
            </w:r>
            <w:r w:rsidRPr="0025041C">
              <w:rPr>
                <w:rFonts w:ascii="Riojana" w:eastAsia="Arial" w:hAnsi="Riojana"/>
                <w:spacing w:val="-1"/>
                <w:position w:val="-1"/>
                <w:lang w:val="es-ES_tradnl"/>
              </w:rPr>
              <w:t>i</w:t>
            </w:r>
            <w:r w:rsidRPr="0025041C">
              <w:rPr>
                <w:rFonts w:ascii="Riojana" w:eastAsia="Arial" w:hAnsi="Riojana"/>
                <w:spacing w:val="1"/>
                <w:position w:val="-1"/>
                <w:lang w:val="es-ES_tradnl"/>
              </w:rPr>
              <w:t>e</w:t>
            </w:r>
            <w:r w:rsidRPr="0025041C">
              <w:rPr>
                <w:rFonts w:ascii="Riojana" w:eastAsia="Arial" w:hAnsi="Riojana"/>
                <w:position w:val="-1"/>
                <w:lang w:val="es-ES_tradnl"/>
              </w:rPr>
              <w:t>n</w:t>
            </w:r>
            <w:r w:rsidRPr="0025041C">
              <w:rPr>
                <w:rFonts w:ascii="Riojana" w:eastAsia="Arial" w:hAnsi="Riojana"/>
                <w:spacing w:val="2"/>
                <w:position w:val="-1"/>
                <w:lang w:val="es-ES_tradnl"/>
              </w:rPr>
              <w:t>t</w:t>
            </w:r>
            <w:r w:rsidRPr="0025041C">
              <w:rPr>
                <w:rFonts w:ascii="Riojana" w:eastAsia="Arial" w:hAnsi="Riojana"/>
                <w:position w:val="-1"/>
                <w:lang w:val="es-ES_tradnl"/>
              </w:rPr>
              <w:t>o</w:t>
            </w:r>
            <w:r w:rsidRPr="0025041C">
              <w:rPr>
                <w:rFonts w:ascii="Riojana" w:eastAsia="Arial" w:hAnsi="Riojana"/>
                <w:spacing w:val="-2"/>
                <w:position w:val="-1"/>
                <w:lang w:val="es-ES_tradnl"/>
              </w:rPr>
              <w:t xml:space="preserve"> </w:t>
            </w:r>
            <w:r w:rsidRPr="0025041C">
              <w:rPr>
                <w:rFonts w:ascii="Riojana" w:eastAsia="Arial" w:hAnsi="Riojana"/>
                <w:spacing w:val="-1"/>
                <w:position w:val="-1"/>
                <w:lang w:val="es-ES_tradnl"/>
              </w:rPr>
              <w:t>d</w:t>
            </w:r>
            <w:r w:rsidRPr="0025041C">
              <w:rPr>
                <w:rFonts w:ascii="Riojana" w:eastAsia="Arial" w:hAnsi="Riojana"/>
                <w:position w:val="-1"/>
                <w:lang w:val="es-ES_tradnl"/>
              </w:rPr>
              <w:t>e</w:t>
            </w:r>
            <w:r w:rsidRPr="0025041C">
              <w:rPr>
                <w:rFonts w:ascii="Riojana" w:eastAsia="Arial" w:hAnsi="Riojana"/>
                <w:spacing w:val="3"/>
                <w:position w:val="-1"/>
                <w:lang w:val="es-ES_tradnl"/>
              </w:rPr>
              <w:t xml:space="preserve"> </w:t>
            </w:r>
            <w:r w:rsidRPr="0025041C">
              <w:rPr>
                <w:rFonts w:ascii="Riojana" w:eastAsia="Arial" w:hAnsi="Riojana"/>
                <w:position w:val="-1"/>
                <w:lang w:val="es-ES_tradnl"/>
              </w:rPr>
              <w:t>A</w:t>
            </w:r>
            <w:r w:rsidRPr="0025041C">
              <w:rPr>
                <w:rFonts w:ascii="Riojana" w:eastAsia="Arial" w:hAnsi="Riojana"/>
                <w:spacing w:val="-1"/>
                <w:position w:val="-1"/>
                <w:lang w:val="es-ES_tradnl"/>
              </w:rPr>
              <w:t>l</w:t>
            </w:r>
            <w:r w:rsidRPr="0025041C">
              <w:rPr>
                <w:rFonts w:ascii="Riojana" w:eastAsia="Arial" w:hAnsi="Riojana"/>
                <w:spacing w:val="1"/>
                <w:position w:val="-1"/>
                <w:lang w:val="es-ES_tradnl"/>
              </w:rPr>
              <w:t>faro</w:t>
            </w:r>
            <w:r w:rsidRPr="0025041C">
              <w:rPr>
                <w:rFonts w:ascii="Riojana" w:eastAsia="Arial" w:hAnsi="Riojana"/>
                <w:position w:val="-1"/>
                <w:lang w:val="es-ES_tradnl"/>
              </w:rPr>
              <w:t>.</w:t>
            </w:r>
            <w:r w:rsidRPr="0025041C">
              <w:rPr>
                <w:rFonts w:ascii="Riojana" w:eastAsia="Arial" w:hAnsi="Riojana"/>
                <w:spacing w:val="-5"/>
                <w:position w:val="-1"/>
                <w:lang w:val="es-ES_tradnl"/>
              </w:rPr>
              <w:t xml:space="preserve"> </w:t>
            </w:r>
            <w:r w:rsidRPr="0025041C">
              <w:rPr>
                <w:rFonts w:ascii="Riojana" w:eastAsia="Arial" w:hAnsi="Riojana"/>
                <w:position w:val="-1"/>
                <w:lang w:val="es-ES_tradnl"/>
              </w:rPr>
              <w:t>C</w:t>
            </w:r>
            <w:r w:rsidRPr="0025041C">
              <w:rPr>
                <w:rFonts w:ascii="Riojana" w:eastAsia="Arial" w:hAnsi="Riojana"/>
                <w:spacing w:val="1"/>
                <w:position w:val="-1"/>
                <w:lang w:val="es-ES_tradnl"/>
              </w:rPr>
              <w:t>e</w:t>
            </w:r>
            <w:r w:rsidRPr="0025041C">
              <w:rPr>
                <w:rFonts w:ascii="Riojana" w:eastAsia="Arial" w:hAnsi="Riojana"/>
                <w:position w:val="-1"/>
                <w:lang w:val="es-ES_tradnl"/>
              </w:rPr>
              <w:t>n</w:t>
            </w:r>
            <w:r w:rsidRPr="0025041C">
              <w:rPr>
                <w:rFonts w:ascii="Riojana" w:eastAsia="Arial" w:hAnsi="Riojana"/>
                <w:spacing w:val="-1"/>
                <w:position w:val="-1"/>
                <w:lang w:val="es-ES_tradnl"/>
              </w:rPr>
              <w:t>t</w:t>
            </w:r>
            <w:r w:rsidRPr="0025041C">
              <w:rPr>
                <w:rFonts w:ascii="Riojana" w:eastAsia="Arial" w:hAnsi="Riojana"/>
                <w:spacing w:val="1"/>
                <w:position w:val="-1"/>
                <w:lang w:val="es-ES_tradnl"/>
              </w:rPr>
              <w:t>r</w:t>
            </w:r>
            <w:r w:rsidRPr="0025041C">
              <w:rPr>
                <w:rFonts w:ascii="Riojana" w:eastAsia="Arial" w:hAnsi="Riojana"/>
                <w:position w:val="-1"/>
                <w:lang w:val="es-ES_tradnl"/>
              </w:rPr>
              <w:t>o</w:t>
            </w:r>
            <w:r w:rsidRPr="0025041C">
              <w:rPr>
                <w:rFonts w:ascii="Riojana" w:eastAsia="Arial" w:hAnsi="Riojana"/>
                <w:spacing w:val="3"/>
                <w:position w:val="-1"/>
                <w:lang w:val="es-ES_tradnl"/>
              </w:rPr>
              <w:t xml:space="preserve"> </w:t>
            </w:r>
            <w:r w:rsidRPr="0025041C">
              <w:rPr>
                <w:rFonts w:ascii="Riojana" w:eastAsia="Arial" w:hAnsi="Riojana"/>
                <w:spacing w:val="-1"/>
                <w:position w:val="-1"/>
                <w:lang w:val="es-ES_tradnl"/>
              </w:rPr>
              <w:t>d</w:t>
            </w:r>
            <w:r w:rsidRPr="0025041C">
              <w:rPr>
                <w:rFonts w:ascii="Riojana" w:eastAsia="Arial" w:hAnsi="Riojana"/>
                <w:position w:val="-1"/>
                <w:lang w:val="es-ES_tradnl"/>
              </w:rPr>
              <w:t>e</w:t>
            </w:r>
            <w:r w:rsidRPr="0025041C">
              <w:rPr>
                <w:rFonts w:ascii="Riojana" w:eastAsia="Arial" w:hAnsi="Riojana"/>
                <w:spacing w:val="3"/>
                <w:position w:val="-1"/>
                <w:lang w:val="es-ES_tradnl"/>
              </w:rPr>
              <w:t xml:space="preserve"> </w:t>
            </w:r>
            <w:r w:rsidRPr="0025041C">
              <w:rPr>
                <w:rFonts w:ascii="Riojana" w:eastAsia="Arial" w:hAnsi="Riojana"/>
                <w:spacing w:val="1"/>
                <w:position w:val="-1"/>
                <w:lang w:val="es-ES_tradnl"/>
              </w:rPr>
              <w:t>I</w:t>
            </w:r>
            <w:r w:rsidRPr="0025041C">
              <w:rPr>
                <w:rFonts w:ascii="Riojana" w:eastAsia="Arial" w:hAnsi="Riojana"/>
                <w:position w:val="-1"/>
                <w:lang w:val="es-ES_tradnl"/>
              </w:rPr>
              <w:t>n</w:t>
            </w:r>
            <w:r w:rsidRPr="0025041C">
              <w:rPr>
                <w:rFonts w:ascii="Riojana" w:eastAsia="Arial" w:hAnsi="Riojana"/>
                <w:spacing w:val="-1"/>
                <w:position w:val="-1"/>
                <w:lang w:val="es-ES_tradnl"/>
              </w:rPr>
              <w:t>t</w:t>
            </w:r>
            <w:r w:rsidRPr="0025041C">
              <w:rPr>
                <w:rFonts w:ascii="Riojana" w:eastAsia="Arial" w:hAnsi="Riojana"/>
                <w:spacing w:val="1"/>
                <w:position w:val="-1"/>
                <w:lang w:val="es-ES_tradnl"/>
              </w:rPr>
              <w:t>er</w:t>
            </w:r>
            <w:r w:rsidRPr="0025041C">
              <w:rPr>
                <w:rFonts w:ascii="Riojana" w:eastAsia="Arial" w:hAnsi="Riojana"/>
                <w:position w:val="-1"/>
                <w:lang w:val="es-ES_tradnl"/>
              </w:rPr>
              <w:t>pr</w:t>
            </w:r>
            <w:r w:rsidRPr="0025041C">
              <w:rPr>
                <w:rFonts w:ascii="Riojana" w:eastAsia="Arial" w:hAnsi="Riojana"/>
                <w:spacing w:val="1"/>
                <w:position w:val="-1"/>
                <w:lang w:val="es-ES_tradnl"/>
              </w:rPr>
              <w:t>e</w:t>
            </w:r>
            <w:r w:rsidRPr="0025041C">
              <w:rPr>
                <w:rFonts w:ascii="Riojana" w:eastAsia="Arial" w:hAnsi="Riojana"/>
                <w:position w:val="-1"/>
                <w:lang w:val="es-ES_tradnl"/>
              </w:rPr>
              <w:t>ta</w:t>
            </w:r>
            <w:r w:rsidRPr="0025041C">
              <w:rPr>
                <w:rFonts w:ascii="Riojana" w:eastAsia="Arial" w:hAnsi="Riojana"/>
                <w:spacing w:val="1"/>
                <w:position w:val="-1"/>
                <w:lang w:val="es-ES_tradnl"/>
              </w:rPr>
              <w:t>c</w:t>
            </w:r>
            <w:r w:rsidRPr="0025041C">
              <w:rPr>
                <w:rFonts w:ascii="Riojana" w:eastAsia="Arial" w:hAnsi="Riojana"/>
                <w:spacing w:val="-1"/>
                <w:position w:val="-1"/>
                <w:lang w:val="es-ES_tradnl"/>
              </w:rPr>
              <w:t>i</w:t>
            </w:r>
            <w:r w:rsidRPr="0025041C">
              <w:rPr>
                <w:rFonts w:ascii="Riojana" w:eastAsia="Arial" w:hAnsi="Riojana"/>
                <w:spacing w:val="1"/>
                <w:position w:val="-1"/>
                <w:lang w:val="es-ES_tradnl"/>
              </w:rPr>
              <w:t>ó</w:t>
            </w:r>
            <w:r w:rsidRPr="0025041C">
              <w:rPr>
                <w:rFonts w:ascii="Riojana" w:eastAsia="Arial" w:hAnsi="Riojana"/>
                <w:position w:val="-1"/>
                <w:lang w:val="es-ES_tradnl"/>
              </w:rPr>
              <w:t>n</w:t>
            </w:r>
            <w:r w:rsidRPr="0025041C">
              <w:rPr>
                <w:rFonts w:ascii="Riojana" w:eastAsia="Arial" w:hAnsi="Riojana"/>
                <w:spacing w:val="-50"/>
                <w:position w:val="-1"/>
                <w:lang w:val="es-ES_tradnl"/>
              </w:rPr>
              <w:t xml:space="preserve"> </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5.500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lang w:val="es-ES_tradnl"/>
              </w:rPr>
            </w:pPr>
            <w:r w:rsidRPr="0025041C">
              <w:rPr>
                <w:rFonts w:ascii="Riojana" w:eastAsia="Arial" w:hAnsi="Riojana"/>
                <w:lang w:val="es-ES_tradnl"/>
              </w:rPr>
              <w:t>09.07.4711.462.01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Convenio con Hermandad 13 Villas. Centro de interpretación</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9</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7.</w:t>
            </w:r>
            <w:r w:rsidRPr="0025041C">
              <w:rPr>
                <w:rFonts w:ascii="Riojana" w:eastAsia="Arial" w:hAnsi="Riojana"/>
                <w:spacing w:val="-1"/>
                <w:lang w:val="es-ES_tradnl"/>
              </w:rPr>
              <w:t>4</w:t>
            </w:r>
            <w:r w:rsidRPr="0025041C">
              <w:rPr>
                <w:rFonts w:ascii="Riojana" w:eastAsia="Arial" w:hAnsi="Riojana"/>
                <w:spacing w:val="2"/>
                <w:lang w:val="es-ES_tradnl"/>
              </w:rPr>
              <w:t>7</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spacing w:val="1"/>
                <w:lang w:val="es-ES_tradnl"/>
              </w:rPr>
              <w:t>2</w:t>
            </w:r>
            <w:r w:rsidRPr="0025041C">
              <w:rPr>
                <w:rFonts w:ascii="Riojana" w:eastAsia="Arial" w:hAnsi="Riojana"/>
                <w:spacing w:val="2"/>
                <w:lang w:val="es-ES_tradnl"/>
              </w:rPr>
              <w:t>.</w:t>
            </w:r>
            <w:r w:rsidRPr="0025041C">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tabs>
                <w:tab w:val="left" w:pos="2580"/>
                <w:tab w:val="left" w:pos="3640"/>
                <w:tab w:val="left" w:pos="4440"/>
                <w:tab w:val="left" w:pos="5920"/>
                <w:tab w:val="left" w:pos="6640"/>
                <w:tab w:val="left" w:pos="7780"/>
              </w:tabs>
              <w:spacing w:before="34" w:after="0"/>
              <w:ind w:right="-70"/>
              <w:jc w:val="left"/>
              <w:rPr>
                <w:rFonts w:ascii="Riojana" w:eastAsia="Times" w:hAnsi="Riojana" w:cs="Arial"/>
                <w:lang w:val="es-ES_tradnl"/>
              </w:rPr>
            </w:pPr>
            <w:r w:rsidRPr="0025041C">
              <w:rPr>
                <w:rFonts w:ascii="Riojana" w:eastAsia="Arial" w:hAnsi="Riojana"/>
                <w:lang w:val="es-ES_tradnl"/>
              </w:rPr>
              <w:t>C</w:t>
            </w:r>
            <w:r w:rsidRPr="0025041C">
              <w:rPr>
                <w:rFonts w:ascii="Riojana" w:eastAsia="Arial" w:hAnsi="Riojana"/>
                <w:spacing w:val="1"/>
                <w:lang w:val="es-ES_tradnl"/>
              </w:rPr>
              <w:t>o</w:t>
            </w:r>
            <w:r w:rsidRPr="0025041C">
              <w:rPr>
                <w:rFonts w:ascii="Riojana" w:eastAsia="Arial" w:hAnsi="Riojana"/>
                <w:lang w:val="es-ES_tradnl"/>
              </w:rPr>
              <w:t>n</w:t>
            </w:r>
            <w:r w:rsidRPr="0025041C">
              <w:rPr>
                <w:rFonts w:ascii="Riojana" w:eastAsia="Arial" w:hAnsi="Riojana"/>
                <w:spacing w:val="-2"/>
                <w:lang w:val="es-ES_tradnl"/>
              </w:rPr>
              <w:t>v</w:t>
            </w:r>
            <w:r w:rsidRPr="0025041C">
              <w:rPr>
                <w:rFonts w:ascii="Riojana" w:eastAsia="Arial" w:hAnsi="Riojana"/>
                <w:spacing w:val="1"/>
                <w:lang w:val="es-ES_tradnl"/>
              </w:rPr>
              <w:t>e</w:t>
            </w:r>
            <w:r w:rsidRPr="0025041C">
              <w:rPr>
                <w:rFonts w:ascii="Riojana" w:eastAsia="Arial" w:hAnsi="Riojana"/>
                <w:spacing w:val="2"/>
                <w:lang w:val="es-ES_tradnl"/>
              </w:rPr>
              <w:t>n</w:t>
            </w:r>
            <w:r w:rsidRPr="0025041C">
              <w:rPr>
                <w:rFonts w:ascii="Riojana" w:eastAsia="Arial" w:hAnsi="Riojana"/>
                <w:spacing w:val="-1"/>
                <w:lang w:val="es-ES_tradnl"/>
              </w:rPr>
              <w:t>i</w:t>
            </w:r>
            <w:r w:rsidRPr="0025041C">
              <w:rPr>
                <w:rFonts w:ascii="Riojana" w:eastAsia="Arial" w:hAnsi="Riojana"/>
                <w:lang w:val="es-ES_tradnl"/>
              </w:rPr>
              <w:t>o G</w:t>
            </w:r>
            <w:r w:rsidRPr="0025041C">
              <w:rPr>
                <w:rFonts w:ascii="Riojana" w:eastAsia="Arial" w:hAnsi="Riojana"/>
                <w:spacing w:val="1"/>
                <w:lang w:val="es-ES_tradnl"/>
              </w:rPr>
              <w:t>r</w:t>
            </w:r>
            <w:r w:rsidRPr="0025041C">
              <w:rPr>
                <w:rFonts w:ascii="Riojana" w:eastAsia="Arial" w:hAnsi="Riojana"/>
                <w:spacing w:val="2"/>
                <w:lang w:val="es-ES_tradnl"/>
              </w:rPr>
              <w:t>u</w:t>
            </w:r>
            <w:r w:rsidRPr="0025041C">
              <w:rPr>
                <w:rFonts w:ascii="Riojana" w:eastAsia="Arial" w:hAnsi="Riojana"/>
                <w:lang w:val="es-ES_tradnl"/>
              </w:rPr>
              <w:t>po R</w:t>
            </w:r>
            <w:r w:rsidRPr="0025041C">
              <w:rPr>
                <w:rFonts w:ascii="Riojana" w:eastAsia="Arial" w:hAnsi="Riojana"/>
                <w:spacing w:val="6"/>
                <w:lang w:val="es-ES_tradnl"/>
              </w:rPr>
              <w:t>e</w:t>
            </w:r>
            <w:r w:rsidRPr="0025041C">
              <w:rPr>
                <w:rFonts w:ascii="Riojana" w:eastAsia="Arial" w:hAnsi="Riojana"/>
                <w:lang w:val="es-ES_tradnl"/>
              </w:rPr>
              <w:t>ha</w:t>
            </w:r>
            <w:r w:rsidRPr="0025041C">
              <w:rPr>
                <w:rFonts w:ascii="Riojana" w:eastAsia="Arial" w:hAnsi="Riojana"/>
                <w:spacing w:val="2"/>
                <w:lang w:val="es-ES_tradnl"/>
              </w:rPr>
              <w:t>b</w:t>
            </w:r>
            <w:r w:rsidRPr="0025041C">
              <w:rPr>
                <w:rFonts w:ascii="Riojana" w:eastAsia="Arial" w:hAnsi="Riojana"/>
                <w:spacing w:val="-1"/>
                <w:lang w:val="es-ES_tradnl"/>
              </w:rPr>
              <w:t>i</w:t>
            </w:r>
            <w:r w:rsidRPr="0025041C">
              <w:rPr>
                <w:rFonts w:ascii="Riojana" w:eastAsia="Arial" w:hAnsi="Riojana"/>
                <w:spacing w:val="1"/>
                <w:lang w:val="es-ES_tradnl"/>
              </w:rPr>
              <w:t>l</w:t>
            </w:r>
            <w:r w:rsidRPr="0025041C">
              <w:rPr>
                <w:rFonts w:ascii="Riojana" w:eastAsia="Arial" w:hAnsi="Riojana"/>
                <w:spacing w:val="-1"/>
                <w:lang w:val="es-ES_tradnl"/>
              </w:rPr>
              <w:t>i</w:t>
            </w:r>
            <w:r w:rsidRPr="0025041C">
              <w:rPr>
                <w:rFonts w:ascii="Riojana" w:eastAsia="Arial" w:hAnsi="Riojana"/>
                <w:lang w:val="es-ES_tradnl"/>
              </w:rPr>
              <w:t>ta</w:t>
            </w:r>
            <w:r w:rsidRPr="0025041C">
              <w:rPr>
                <w:rFonts w:ascii="Riojana" w:eastAsia="Arial" w:hAnsi="Riojana"/>
                <w:spacing w:val="1"/>
                <w:lang w:val="es-ES_tradnl"/>
              </w:rPr>
              <w:t>c</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 xml:space="preserve">n </w:t>
            </w:r>
            <w:r w:rsidRPr="0025041C">
              <w:rPr>
                <w:rFonts w:ascii="Riojana" w:eastAsia="Arial" w:hAnsi="Riojana"/>
                <w:spacing w:val="1"/>
                <w:lang w:val="es-ES_tradnl"/>
              </w:rPr>
              <w:t>fa</w:t>
            </w:r>
            <w:r w:rsidRPr="0025041C">
              <w:rPr>
                <w:rFonts w:ascii="Riojana" w:eastAsia="Arial" w:hAnsi="Riojana"/>
                <w:lang w:val="es-ES_tradnl"/>
              </w:rPr>
              <w:t>u</w:t>
            </w:r>
            <w:r w:rsidRPr="0025041C">
              <w:rPr>
                <w:rFonts w:ascii="Riojana" w:eastAsia="Arial" w:hAnsi="Riojana"/>
                <w:spacing w:val="-1"/>
                <w:lang w:val="es-ES_tradnl"/>
              </w:rPr>
              <w:t>n</w:t>
            </w:r>
            <w:r w:rsidRPr="0025041C">
              <w:rPr>
                <w:rFonts w:ascii="Riojana" w:eastAsia="Arial" w:hAnsi="Riojana"/>
                <w:lang w:val="es-ES_tradnl"/>
              </w:rPr>
              <w:t xml:space="preserve">a </w:t>
            </w:r>
            <w:r w:rsidRPr="0025041C">
              <w:rPr>
                <w:rFonts w:ascii="Riojana" w:eastAsia="Arial" w:hAnsi="Riojana"/>
                <w:spacing w:val="1"/>
                <w:lang w:val="es-ES_tradnl"/>
              </w:rPr>
              <w:t>a</w:t>
            </w:r>
            <w:r w:rsidRPr="0025041C">
              <w:rPr>
                <w:rFonts w:ascii="Riojana" w:eastAsia="Arial" w:hAnsi="Riojana"/>
                <w:lang w:val="es-ES_tradnl"/>
              </w:rPr>
              <w:t>u</w:t>
            </w:r>
            <w:r w:rsidRPr="0025041C">
              <w:rPr>
                <w:rFonts w:ascii="Riojana" w:eastAsia="Arial" w:hAnsi="Riojana"/>
                <w:spacing w:val="-1"/>
                <w:lang w:val="es-ES_tradnl"/>
              </w:rPr>
              <w:t>t</w:t>
            </w:r>
            <w:r w:rsidRPr="0025041C">
              <w:rPr>
                <w:rFonts w:ascii="Riojana" w:eastAsia="Arial" w:hAnsi="Riojana"/>
                <w:spacing w:val="1"/>
                <w:lang w:val="es-ES_tradnl"/>
              </w:rPr>
              <w:t>óc</w:t>
            </w:r>
            <w:r w:rsidRPr="0025041C">
              <w:rPr>
                <w:rFonts w:ascii="Riojana" w:eastAsia="Arial" w:hAnsi="Riojana"/>
                <w:lang w:val="es-ES_tradnl"/>
              </w:rPr>
              <w:t>to</w:t>
            </w:r>
            <w:r w:rsidRPr="0025041C">
              <w:rPr>
                <w:rFonts w:ascii="Riojana" w:eastAsia="Arial" w:hAnsi="Riojana"/>
                <w:spacing w:val="2"/>
                <w:lang w:val="es-ES_tradnl"/>
              </w:rPr>
              <w:t>n</w:t>
            </w:r>
            <w:r w:rsidRPr="0025041C">
              <w:rPr>
                <w:rFonts w:ascii="Riojana" w:eastAsia="Arial" w:hAnsi="Riojana"/>
                <w:lang w:val="es-ES_tradnl"/>
              </w:rPr>
              <w:t xml:space="preserve">a </w:t>
            </w:r>
            <w:r w:rsidRPr="0025041C">
              <w:rPr>
                <w:rFonts w:ascii="Riojana" w:eastAsia="Arial" w:hAnsi="Riojana"/>
                <w:spacing w:val="3"/>
                <w:w w:val="77"/>
                <w:lang w:val="es-ES_tradnl"/>
              </w:rPr>
              <w:t>(</w:t>
            </w:r>
            <w:r w:rsidRPr="0025041C">
              <w:rPr>
                <w:rFonts w:ascii="Riojana" w:eastAsia="Arial" w:hAnsi="Riojana"/>
                <w:w w:val="94"/>
                <w:lang w:val="es-ES_tradnl"/>
              </w:rPr>
              <w:t>GR</w:t>
            </w:r>
            <w:r w:rsidRPr="0025041C">
              <w:rPr>
                <w:rFonts w:ascii="Riojana" w:eastAsia="Arial" w:hAnsi="Riojana"/>
                <w:spacing w:val="1"/>
                <w:w w:val="94"/>
                <w:lang w:val="es-ES_tradnl"/>
              </w:rPr>
              <w:t>E</w:t>
            </w:r>
            <w:r w:rsidRPr="0025041C">
              <w:rPr>
                <w:rFonts w:ascii="Riojana" w:eastAsia="Arial" w:hAnsi="Riojana"/>
                <w:spacing w:val="1"/>
                <w:w w:val="93"/>
                <w:lang w:val="es-ES_tradnl"/>
              </w:rPr>
              <w:t>F</w:t>
            </w:r>
            <w:r w:rsidRPr="0025041C">
              <w:rPr>
                <w:rFonts w:ascii="Riojana" w:eastAsia="Arial" w:hAnsi="Riojana"/>
                <w:spacing w:val="4"/>
                <w:w w:val="96"/>
                <w:lang w:val="es-ES_tradnl"/>
              </w:rPr>
              <w:t>A</w:t>
            </w:r>
            <w:r w:rsidRPr="0025041C">
              <w:rPr>
                <w:rFonts w:ascii="Riojana" w:eastAsia="Arial" w:hAnsi="Riojana"/>
                <w:spacing w:val="-1"/>
                <w:w w:val="77"/>
                <w:lang w:val="es-ES_tradnl"/>
              </w:rPr>
              <w:t>)</w:t>
            </w:r>
            <w:r w:rsidRPr="0025041C">
              <w:rPr>
                <w:rFonts w:ascii="Riojana" w:eastAsia="Arial" w:hAnsi="Riojana"/>
                <w:w w:val="99"/>
                <w:lang w:val="es-ES_tradnl"/>
              </w:rPr>
              <w:t xml:space="preserve">. </w:t>
            </w:r>
            <w:r w:rsidRPr="0025041C">
              <w:rPr>
                <w:rFonts w:ascii="Riojana" w:eastAsia="Arial" w:hAnsi="Riojana"/>
                <w:position w:val="-1"/>
                <w:lang w:val="es-ES_tradnl"/>
              </w:rPr>
              <w:t>R</w:t>
            </w:r>
            <w:r w:rsidRPr="0025041C">
              <w:rPr>
                <w:rFonts w:ascii="Riojana" w:eastAsia="Arial" w:hAnsi="Riojana"/>
                <w:spacing w:val="1"/>
                <w:position w:val="-1"/>
                <w:lang w:val="es-ES_tradnl"/>
              </w:rPr>
              <w:t>ec</w:t>
            </w:r>
            <w:r w:rsidRPr="0025041C">
              <w:rPr>
                <w:rFonts w:ascii="Riojana" w:eastAsia="Arial" w:hAnsi="Riojana"/>
                <w:position w:val="-1"/>
                <w:lang w:val="es-ES_tradnl"/>
              </w:rPr>
              <w:t>u</w:t>
            </w:r>
            <w:r w:rsidRPr="0025041C">
              <w:rPr>
                <w:rFonts w:ascii="Riojana" w:eastAsia="Arial" w:hAnsi="Riojana"/>
                <w:spacing w:val="-1"/>
                <w:position w:val="-1"/>
                <w:lang w:val="es-ES_tradnl"/>
              </w:rPr>
              <w:t>p</w:t>
            </w:r>
            <w:r w:rsidRPr="0025041C">
              <w:rPr>
                <w:rFonts w:ascii="Riojana" w:eastAsia="Arial" w:hAnsi="Riojana"/>
                <w:spacing w:val="1"/>
                <w:position w:val="-1"/>
                <w:lang w:val="es-ES_tradnl"/>
              </w:rPr>
              <w:t>erac</w:t>
            </w:r>
            <w:r w:rsidRPr="0025041C">
              <w:rPr>
                <w:rFonts w:ascii="Riojana" w:eastAsia="Arial" w:hAnsi="Riojana"/>
                <w:spacing w:val="-1"/>
                <w:position w:val="-1"/>
                <w:lang w:val="es-ES_tradnl"/>
              </w:rPr>
              <w:t>i</w:t>
            </w:r>
            <w:r w:rsidRPr="0025041C">
              <w:rPr>
                <w:rFonts w:ascii="Riojana" w:eastAsia="Arial" w:hAnsi="Riojana"/>
                <w:spacing w:val="1"/>
                <w:position w:val="-1"/>
                <w:lang w:val="es-ES_tradnl"/>
              </w:rPr>
              <w:t>ó</w:t>
            </w:r>
            <w:r w:rsidRPr="0025041C">
              <w:rPr>
                <w:rFonts w:ascii="Riojana" w:eastAsia="Arial" w:hAnsi="Riojana"/>
                <w:position w:val="-1"/>
                <w:lang w:val="es-ES_tradnl"/>
              </w:rPr>
              <w:t>n</w:t>
            </w:r>
            <w:r w:rsidRPr="0025041C">
              <w:rPr>
                <w:rFonts w:ascii="Riojana" w:eastAsia="Arial" w:hAnsi="Riojana"/>
                <w:spacing w:val="-5"/>
                <w:position w:val="-1"/>
                <w:lang w:val="es-ES_tradnl"/>
              </w:rPr>
              <w:t xml:space="preserve"> </w:t>
            </w:r>
            <w:r w:rsidRPr="0025041C">
              <w:rPr>
                <w:rFonts w:ascii="Riojana" w:eastAsia="Arial" w:hAnsi="Riojana"/>
                <w:position w:val="-1"/>
                <w:lang w:val="es-ES_tradnl"/>
              </w:rPr>
              <w:t>Bu</w:t>
            </w:r>
            <w:r w:rsidRPr="0025041C">
              <w:rPr>
                <w:rFonts w:ascii="Riojana" w:eastAsia="Arial" w:hAnsi="Riojana"/>
                <w:spacing w:val="-2"/>
                <w:position w:val="-1"/>
                <w:lang w:val="es-ES_tradnl"/>
              </w:rPr>
              <w:t>i</w:t>
            </w:r>
            <w:r w:rsidRPr="0025041C">
              <w:rPr>
                <w:rFonts w:ascii="Riojana" w:eastAsia="Arial" w:hAnsi="Riojana"/>
                <w:position w:val="-1"/>
                <w:lang w:val="es-ES_tradnl"/>
              </w:rPr>
              <w:t>tre</w:t>
            </w:r>
            <w:r w:rsidRPr="0025041C">
              <w:rPr>
                <w:rFonts w:ascii="Riojana" w:eastAsia="Arial" w:hAnsi="Riojana"/>
                <w:spacing w:val="3"/>
                <w:position w:val="-1"/>
                <w:lang w:val="es-ES_tradnl"/>
              </w:rPr>
              <w:t xml:space="preserve"> </w:t>
            </w:r>
            <w:r w:rsidRPr="0025041C">
              <w:rPr>
                <w:rFonts w:ascii="Riojana" w:eastAsia="Arial" w:hAnsi="Riojana"/>
                <w:position w:val="-1"/>
                <w:lang w:val="es-ES_tradnl"/>
              </w:rPr>
              <w:t>N</w:t>
            </w:r>
            <w:r w:rsidRPr="0025041C">
              <w:rPr>
                <w:rFonts w:ascii="Riojana" w:eastAsia="Arial" w:hAnsi="Riojana"/>
                <w:spacing w:val="1"/>
                <w:position w:val="-1"/>
                <w:lang w:val="es-ES_tradnl"/>
              </w:rPr>
              <w:t>egr</w:t>
            </w:r>
            <w:r w:rsidRPr="0025041C">
              <w:rPr>
                <w:rFonts w:ascii="Riojana" w:eastAsia="Arial" w:hAnsi="Riojana"/>
                <w:position w:val="-1"/>
                <w:lang w:val="es-ES_tradnl"/>
              </w:rPr>
              <w:t>o</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20.000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9</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7.</w:t>
            </w:r>
            <w:r w:rsidRPr="0025041C">
              <w:rPr>
                <w:rFonts w:ascii="Riojana" w:eastAsia="Arial" w:hAnsi="Riojana"/>
                <w:spacing w:val="-1"/>
                <w:lang w:val="es-ES_tradnl"/>
              </w:rPr>
              <w:t>4</w:t>
            </w:r>
            <w:r w:rsidRPr="0025041C">
              <w:rPr>
                <w:rFonts w:ascii="Riojana" w:eastAsia="Arial" w:hAnsi="Riojana"/>
                <w:spacing w:val="2"/>
                <w:lang w:val="es-ES_tradnl"/>
              </w:rPr>
              <w:t>7</w:t>
            </w:r>
            <w:r w:rsidRPr="0025041C">
              <w:rPr>
                <w:rFonts w:ascii="Riojana" w:eastAsia="Arial" w:hAnsi="Riojana"/>
                <w:lang w:val="es-ES_tradnl"/>
              </w:rPr>
              <w:t>11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7</w:t>
            </w:r>
            <w:r w:rsidRPr="0025041C">
              <w:rPr>
                <w:rFonts w:ascii="Riojana" w:eastAsia="Arial" w:hAnsi="Riojana"/>
                <w:spacing w:val="2"/>
                <w:lang w:val="es-ES_tradnl"/>
              </w:rPr>
              <w:t>.</w:t>
            </w:r>
            <w:r w:rsidRPr="0025041C">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spacing w:val="13"/>
                <w:lang w:val="es-ES_tradnl"/>
              </w:rPr>
            </w:pPr>
            <w:r w:rsidRPr="0025041C">
              <w:rPr>
                <w:rFonts w:ascii="Riojana" w:eastAsia="Arial" w:hAnsi="Riojana"/>
                <w:lang w:val="es-ES_tradnl"/>
              </w:rPr>
              <w:t>C</w:t>
            </w:r>
            <w:r w:rsidRPr="0025041C">
              <w:rPr>
                <w:rFonts w:ascii="Riojana" w:eastAsia="Arial" w:hAnsi="Riojana"/>
                <w:spacing w:val="1"/>
                <w:lang w:val="es-ES_tradnl"/>
              </w:rPr>
              <w:t>o</w:t>
            </w:r>
            <w:r w:rsidRPr="0025041C">
              <w:rPr>
                <w:rFonts w:ascii="Riojana" w:eastAsia="Arial" w:hAnsi="Riojana"/>
                <w:lang w:val="es-ES_tradnl"/>
              </w:rPr>
              <w:t>n</w:t>
            </w:r>
            <w:r w:rsidRPr="0025041C">
              <w:rPr>
                <w:rFonts w:ascii="Riojana" w:eastAsia="Arial" w:hAnsi="Riojana"/>
                <w:spacing w:val="-2"/>
                <w:lang w:val="es-ES_tradnl"/>
              </w:rPr>
              <w:t>v</w:t>
            </w:r>
            <w:r w:rsidRPr="0025041C">
              <w:rPr>
                <w:rFonts w:ascii="Riojana" w:eastAsia="Arial" w:hAnsi="Riojana"/>
                <w:spacing w:val="1"/>
                <w:lang w:val="es-ES_tradnl"/>
              </w:rPr>
              <w:t>e</w:t>
            </w:r>
            <w:r w:rsidRPr="0025041C">
              <w:rPr>
                <w:rFonts w:ascii="Riojana" w:eastAsia="Arial" w:hAnsi="Riojana"/>
                <w:spacing w:val="2"/>
                <w:lang w:val="es-ES_tradnl"/>
              </w:rPr>
              <w:t>n</w:t>
            </w:r>
            <w:r w:rsidRPr="0025041C">
              <w:rPr>
                <w:rFonts w:ascii="Riojana" w:eastAsia="Arial" w:hAnsi="Riojana"/>
                <w:spacing w:val="-1"/>
                <w:lang w:val="es-ES_tradnl"/>
              </w:rPr>
              <w:t>i</w:t>
            </w:r>
            <w:r w:rsidRPr="0025041C">
              <w:rPr>
                <w:rFonts w:ascii="Riojana" w:eastAsia="Arial" w:hAnsi="Riojana"/>
                <w:lang w:val="es-ES_tradnl"/>
              </w:rPr>
              <w:t>o</w:t>
            </w:r>
            <w:r w:rsidRPr="0025041C">
              <w:rPr>
                <w:rFonts w:ascii="Riojana" w:eastAsia="Arial" w:hAnsi="Riojana"/>
                <w:spacing w:val="-3"/>
                <w:lang w:val="es-ES_tradnl"/>
              </w:rPr>
              <w:t xml:space="preserve"> </w:t>
            </w:r>
            <w:r w:rsidRPr="0025041C">
              <w:rPr>
                <w:rFonts w:ascii="Riojana" w:eastAsia="Arial" w:hAnsi="Riojana"/>
                <w:lang w:val="es-ES_tradnl"/>
              </w:rPr>
              <w:t>Fu</w:t>
            </w:r>
            <w:r w:rsidRPr="0025041C">
              <w:rPr>
                <w:rFonts w:ascii="Riojana" w:eastAsia="Arial" w:hAnsi="Riojana"/>
                <w:spacing w:val="1"/>
                <w:lang w:val="es-ES_tradnl"/>
              </w:rPr>
              <w:t>n</w:t>
            </w:r>
            <w:r w:rsidRPr="0025041C">
              <w:rPr>
                <w:rFonts w:ascii="Riojana" w:eastAsia="Arial" w:hAnsi="Riojana"/>
                <w:lang w:val="es-ES_tradnl"/>
              </w:rPr>
              <w:t>da</w:t>
            </w:r>
            <w:r w:rsidRPr="0025041C">
              <w:rPr>
                <w:rFonts w:ascii="Riojana" w:eastAsia="Arial" w:hAnsi="Riojana"/>
                <w:spacing w:val="1"/>
                <w:lang w:val="es-ES_tradnl"/>
              </w:rPr>
              <w:t>c</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n</w:t>
            </w:r>
            <w:r w:rsidRPr="0025041C">
              <w:rPr>
                <w:rFonts w:ascii="Riojana" w:eastAsia="Arial" w:hAnsi="Riojana"/>
                <w:spacing w:val="-4"/>
                <w:lang w:val="es-ES_tradnl"/>
              </w:rPr>
              <w:t xml:space="preserve"> </w:t>
            </w:r>
            <w:r w:rsidRPr="0025041C">
              <w:rPr>
                <w:rFonts w:ascii="Riojana" w:eastAsia="Arial" w:hAnsi="Riojana"/>
                <w:lang w:val="es-ES_tradnl"/>
              </w:rPr>
              <w:t>El</w:t>
            </w:r>
            <w:r w:rsidRPr="0025041C">
              <w:rPr>
                <w:rFonts w:ascii="Riojana" w:eastAsia="Arial" w:hAnsi="Riojana"/>
                <w:spacing w:val="-11"/>
                <w:lang w:val="es-ES_tradnl"/>
              </w:rPr>
              <w:t xml:space="preserve"> </w:t>
            </w:r>
            <w:r w:rsidRPr="0025041C">
              <w:rPr>
                <w:rFonts w:ascii="Riojana" w:eastAsia="Arial" w:hAnsi="Riojana"/>
                <w:lang w:val="es-ES_tradnl"/>
              </w:rPr>
              <w:t>B</w:t>
            </w:r>
            <w:r w:rsidRPr="0025041C">
              <w:rPr>
                <w:rFonts w:ascii="Riojana" w:eastAsia="Arial" w:hAnsi="Riojana"/>
                <w:spacing w:val="1"/>
                <w:lang w:val="es-ES_tradnl"/>
              </w:rPr>
              <w:t>o</w:t>
            </w:r>
            <w:r w:rsidRPr="0025041C">
              <w:rPr>
                <w:rFonts w:ascii="Riojana" w:eastAsia="Arial" w:hAnsi="Riojana"/>
                <w:spacing w:val="2"/>
                <w:lang w:val="es-ES_tradnl"/>
              </w:rPr>
              <w:t>t</w:t>
            </w:r>
            <w:r w:rsidRPr="0025041C">
              <w:rPr>
                <w:rFonts w:ascii="Riojana" w:eastAsia="Arial" w:hAnsi="Riojana"/>
                <w:spacing w:val="1"/>
                <w:lang w:val="es-ES_tradnl"/>
              </w:rPr>
              <w:t>á</w:t>
            </w:r>
            <w:r w:rsidRPr="0025041C">
              <w:rPr>
                <w:rFonts w:ascii="Riojana" w:eastAsia="Arial" w:hAnsi="Riojana"/>
                <w:lang w:val="es-ES_tradnl"/>
              </w:rPr>
              <w:t>n</w:t>
            </w:r>
            <w:r w:rsidRPr="0025041C">
              <w:rPr>
                <w:rFonts w:ascii="Riojana" w:eastAsia="Arial" w:hAnsi="Riojana"/>
                <w:spacing w:val="-1"/>
                <w:lang w:val="es-ES_tradnl"/>
              </w:rPr>
              <w:t>i</w:t>
            </w:r>
            <w:r w:rsidRPr="0025041C">
              <w:rPr>
                <w:rFonts w:ascii="Riojana" w:eastAsia="Arial" w:hAnsi="Riojana"/>
                <w:spacing w:val="1"/>
                <w:lang w:val="es-ES_tradnl"/>
              </w:rPr>
              <w:t>co</w:t>
            </w:r>
            <w:r w:rsidRPr="0025041C">
              <w:rPr>
                <w:rFonts w:ascii="Riojana" w:eastAsia="Arial" w:hAnsi="Riojana"/>
                <w:lang w:val="es-ES_tradnl"/>
              </w:rPr>
              <w:t>.</w:t>
            </w:r>
            <w:r w:rsidRPr="0025041C">
              <w:rPr>
                <w:rFonts w:ascii="Riojana" w:eastAsia="Arial" w:hAnsi="Riojana"/>
                <w:spacing w:val="13"/>
                <w:lang w:val="es-ES_tradnl"/>
              </w:rPr>
              <w:t xml:space="preserve"> </w:t>
            </w:r>
          </w:p>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spacing w:val="1"/>
                <w:lang w:val="es-ES_tradnl"/>
              </w:rPr>
              <w:t>D</w:t>
            </w:r>
            <w:r w:rsidRPr="0025041C">
              <w:rPr>
                <w:rFonts w:ascii="Riojana" w:eastAsia="Arial" w:hAnsi="Riojana"/>
                <w:spacing w:val="-1"/>
                <w:lang w:val="es-ES_tradnl"/>
              </w:rPr>
              <w:t>i</w:t>
            </w:r>
            <w:r w:rsidRPr="0025041C">
              <w:rPr>
                <w:rFonts w:ascii="Riojana" w:eastAsia="Arial" w:hAnsi="Riojana"/>
                <w:spacing w:val="1"/>
                <w:lang w:val="es-ES_tradnl"/>
              </w:rPr>
              <w:t>v</w:t>
            </w:r>
            <w:r w:rsidRPr="0025041C">
              <w:rPr>
                <w:rFonts w:ascii="Riojana" w:eastAsia="Arial" w:hAnsi="Riojana"/>
                <w:lang w:val="es-ES_tradnl"/>
              </w:rPr>
              <w:t>u</w:t>
            </w:r>
            <w:r w:rsidRPr="0025041C">
              <w:rPr>
                <w:rFonts w:ascii="Riojana" w:eastAsia="Arial" w:hAnsi="Riojana"/>
                <w:spacing w:val="-1"/>
                <w:lang w:val="es-ES_tradnl"/>
              </w:rPr>
              <w:t>l</w:t>
            </w:r>
            <w:r w:rsidRPr="0025041C">
              <w:rPr>
                <w:rFonts w:ascii="Riojana" w:eastAsia="Arial" w:hAnsi="Riojana"/>
                <w:spacing w:val="1"/>
                <w:lang w:val="es-ES_tradnl"/>
              </w:rPr>
              <w:t>gac</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n</w:t>
            </w:r>
            <w:r w:rsidRPr="0025041C">
              <w:rPr>
                <w:rFonts w:ascii="Riojana" w:eastAsia="Arial" w:hAnsi="Riojana"/>
                <w:spacing w:val="-2"/>
                <w:lang w:val="es-ES_tradnl"/>
              </w:rPr>
              <w:t xml:space="preserve"> </w:t>
            </w:r>
            <w:r w:rsidRPr="0025041C">
              <w:rPr>
                <w:rFonts w:ascii="Riojana" w:eastAsia="Arial" w:hAnsi="Riojana"/>
                <w:spacing w:val="-1"/>
                <w:lang w:val="es-ES_tradnl"/>
              </w:rPr>
              <w:t>v</w:t>
            </w:r>
            <w:r w:rsidRPr="0025041C">
              <w:rPr>
                <w:rFonts w:ascii="Riojana" w:eastAsia="Arial" w:hAnsi="Riojana"/>
                <w:spacing w:val="1"/>
                <w:lang w:val="es-ES_tradnl"/>
              </w:rPr>
              <w:t>a</w:t>
            </w:r>
            <w:r w:rsidRPr="0025041C">
              <w:rPr>
                <w:rFonts w:ascii="Riojana" w:eastAsia="Arial" w:hAnsi="Riojana"/>
                <w:spacing w:val="-1"/>
                <w:lang w:val="es-ES_tradnl"/>
              </w:rPr>
              <w:t>l</w:t>
            </w:r>
            <w:r w:rsidRPr="0025041C">
              <w:rPr>
                <w:rFonts w:ascii="Riojana" w:eastAsia="Arial" w:hAnsi="Riojana"/>
                <w:spacing w:val="1"/>
                <w:lang w:val="es-ES_tradnl"/>
              </w:rPr>
              <w:t>ore</w:t>
            </w:r>
            <w:r w:rsidRPr="0025041C">
              <w:rPr>
                <w:rFonts w:ascii="Riojana" w:eastAsia="Arial" w:hAnsi="Riojana"/>
                <w:lang w:val="es-ES_tradnl"/>
              </w:rPr>
              <w:t>s</w:t>
            </w:r>
            <w:r w:rsidRPr="0025041C">
              <w:rPr>
                <w:rFonts w:ascii="Riojana" w:eastAsia="Arial" w:hAnsi="Riojana"/>
                <w:spacing w:val="-9"/>
                <w:lang w:val="es-ES_tradnl"/>
              </w:rPr>
              <w:t xml:space="preserve"> </w:t>
            </w:r>
            <w:r w:rsidRPr="0025041C">
              <w:rPr>
                <w:rFonts w:ascii="Riojana" w:eastAsia="Arial" w:hAnsi="Riojana"/>
                <w:spacing w:val="1"/>
                <w:lang w:val="es-ES_tradnl"/>
              </w:rPr>
              <w:t>a</w:t>
            </w:r>
            <w:r w:rsidRPr="0025041C">
              <w:rPr>
                <w:rFonts w:ascii="Riojana" w:eastAsia="Arial" w:hAnsi="Riojana"/>
                <w:lang w:val="es-ES_tradnl"/>
              </w:rPr>
              <w:t>mb</w:t>
            </w:r>
            <w:r w:rsidRPr="0025041C">
              <w:rPr>
                <w:rFonts w:ascii="Riojana" w:eastAsia="Arial" w:hAnsi="Riojana"/>
                <w:spacing w:val="-1"/>
                <w:lang w:val="es-ES_tradnl"/>
              </w:rPr>
              <w:t>i</w:t>
            </w:r>
            <w:r w:rsidRPr="0025041C">
              <w:rPr>
                <w:rFonts w:ascii="Riojana" w:eastAsia="Arial" w:hAnsi="Riojana"/>
                <w:spacing w:val="1"/>
                <w:lang w:val="es-ES_tradnl"/>
              </w:rPr>
              <w:t>e</w:t>
            </w:r>
            <w:r w:rsidRPr="0025041C">
              <w:rPr>
                <w:rFonts w:ascii="Riojana" w:eastAsia="Arial" w:hAnsi="Riojana"/>
                <w:lang w:val="es-ES_tradnl"/>
              </w:rPr>
              <w:t>n</w:t>
            </w:r>
            <w:r w:rsidRPr="0025041C">
              <w:rPr>
                <w:rFonts w:ascii="Riojana" w:eastAsia="Arial" w:hAnsi="Riojana"/>
                <w:spacing w:val="-1"/>
                <w:lang w:val="es-ES_tradnl"/>
              </w:rPr>
              <w:t>t</w:t>
            </w:r>
            <w:r w:rsidRPr="0025041C">
              <w:rPr>
                <w:rFonts w:ascii="Riojana" w:eastAsia="Arial" w:hAnsi="Riojana"/>
                <w:spacing w:val="1"/>
                <w:lang w:val="es-ES_tradnl"/>
              </w:rPr>
              <w:t>a</w:t>
            </w:r>
            <w:r w:rsidRPr="0025041C">
              <w:rPr>
                <w:rFonts w:ascii="Riojana" w:eastAsia="Arial" w:hAnsi="Riojana"/>
                <w:spacing w:val="-1"/>
                <w:lang w:val="es-ES_tradnl"/>
              </w:rPr>
              <w:t>l</w:t>
            </w:r>
            <w:r w:rsidRPr="0025041C">
              <w:rPr>
                <w:rFonts w:ascii="Riojana" w:eastAsia="Arial" w:hAnsi="Riojana"/>
                <w:spacing w:val="3"/>
                <w:lang w:val="es-ES_tradnl"/>
              </w:rPr>
              <w:t>e</w:t>
            </w:r>
            <w:r w:rsidRPr="0025041C">
              <w:rPr>
                <w:rFonts w:ascii="Riojana" w:eastAsia="Arial" w:hAnsi="Riojana"/>
                <w:lang w:val="es-ES_tradnl"/>
              </w:rPr>
              <w:t>s de</w:t>
            </w:r>
            <w:r w:rsidRPr="0025041C">
              <w:rPr>
                <w:rFonts w:ascii="Riojana" w:eastAsia="Arial" w:hAnsi="Riojana"/>
                <w:spacing w:val="2"/>
                <w:lang w:val="es-ES_tradnl"/>
              </w:rPr>
              <w:t xml:space="preserve"> </w:t>
            </w:r>
            <w:r w:rsidRPr="0025041C">
              <w:rPr>
                <w:rFonts w:ascii="Riojana" w:eastAsia="Arial" w:hAnsi="Riojana"/>
                <w:spacing w:val="-1"/>
                <w:lang w:val="es-ES_tradnl"/>
              </w:rPr>
              <w:t>l</w:t>
            </w:r>
            <w:r w:rsidRPr="0025041C">
              <w:rPr>
                <w:rFonts w:ascii="Riojana" w:eastAsia="Arial" w:hAnsi="Riojana"/>
                <w:spacing w:val="1"/>
                <w:lang w:val="es-ES_tradnl"/>
              </w:rPr>
              <w:t>a</w:t>
            </w:r>
            <w:r w:rsidRPr="0025041C">
              <w:rPr>
                <w:rFonts w:ascii="Riojana" w:eastAsia="Arial" w:hAnsi="Riojana"/>
                <w:lang w:val="es-ES_tradnl"/>
              </w:rPr>
              <w:t>s</w:t>
            </w:r>
            <w:r w:rsidRPr="0025041C">
              <w:rPr>
                <w:rFonts w:ascii="Riojana" w:eastAsia="Arial" w:hAnsi="Riojana"/>
                <w:spacing w:val="-7"/>
                <w:lang w:val="es-ES_tradnl"/>
              </w:rPr>
              <w:t xml:space="preserve"> </w:t>
            </w:r>
            <w:r w:rsidRPr="0025041C">
              <w:rPr>
                <w:rFonts w:ascii="Riojana" w:eastAsia="Arial" w:hAnsi="Riojana"/>
                <w:spacing w:val="1"/>
                <w:lang w:val="es-ES_tradnl"/>
              </w:rPr>
              <w:t>for</w:t>
            </w:r>
            <w:r w:rsidRPr="0025041C">
              <w:rPr>
                <w:rFonts w:ascii="Riojana" w:eastAsia="Arial" w:hAnsi="Riojana"/>
                <w:lang w:val="es-ES_tradnl"/>
              </w:rPr>
              <w:t>m</w:t>
            </w:r>
            <w:r w:rsidRPr="0025041C">
              <w:rPr>
                <w:rFonts w:ascii="Riojana" w:eastAsia="Arial" w:hAnsi="Riojana"/>
                <w:spacing w:val="1"/>
                <w:lang w:val="es-ES_tradnl"/>
              </w:rPr>
              <w:t>ac</w:t>
            </w:r>
            <w:r w:rsidRPr="0025041C">
              <w:rPr>
                <w:rFonts w:ascii="Riojana" w:eastAsia="Arial" w:hAnsi="Riojana"/>
                <w:spacing w:val="-1"/>
                <w:lang w:val="es-ES_tradnl"/>
              </w:rPr>
              <w:t>i</w:t>
            </w:r>
            <w:r w:rsidRPr="0025041C">
              <w:rPr>
                <w:rFonts w:ascii="Riojana" w:eastAsia="Arial" w:hAnsi="Riojana"/>
                <w:spacing w:val="1"/>
                <w:lang w:val="es-ES_tradnl"/>
              </w:rPr>
              <w:t>o</w:t>
            </w:r>
            <w:r w:rsidRPr="0025041C">
              <w:rPr>
                <w:rFonts w:ascii="Riojana" w:eastAsia="Arial" w:hAnsi="Riojana"/>
                <w:lang w:val="es-ES_tradnl"/>
              </w:rPr>
              <w:t>nes</w:t>
            </w:r>
            <w:r w:rsidRPr="0025041C">
              <w:rPr>
                <w:rFonts w:ascii="Riojana" w:eastAsia="Arial" w:hAnsi="Riojana"/>
                <w:spacing w:val="3"/>
                <w:lang w:val="es-ES_tradnl"/>
              </w:rPr>
              <w:t xml:space="preserve"> </w:t>
            </w:r>
            <w:r w:rsidRPr="0025041C">
              <w:rPr>
                <w:rFonts w:ascii="Riojana" w:eastAsia="Arial" w:hAnsi="Riojana"/>
                <w:spacing w:val="-1"/>
                <w:lang w:val="es-ES_tradnl"/>
              </w:rPr>
              <w:t>v</w:t>
            </w:r>
            <w:r w:rsidRPr="0025041C">
              <w:rPr>
                <w:rFonts w:ascii="Riojana" w:eastAsia="Arial" w:hAnsi="Riojana"/>
                <w:spacing w:val="1"/>
                <w:lang w:val="es-ES_tradnl"/>
              </w:rPr>
              <w:t>ege</w:t>
            </w:r>
            <w:r w:rsidRPr="0025041C">
              <w:rPr>
                <w:rFonts w:ascii="Riojana" w:eastAsia="Arial" w:hAnsi="Riojana"/>
                <w:lang w:val="es-ES_tradnl"/>
              </w:rPr>
              <w:t>ta</w:t>
            </w:r>
            <w:r w:rsidRPr="0025041C">
              <w:rPr>
                <w:rFonts w:ascii="Riojana" w:eastAsia="Arial" w:hAnsi="Riojana"/>
                <w:spacing w:val="1"/>
                <w:lang w:val="es-ES_tradnl"/>
              </w:rPr>
              <w:t>le</w:t>
            </w:r>
            <w:r w:rsidRPr="0025041C">
              <w:rPr>
                <w:rFonts w:ascii="Riojana" w:eastAsia="Arial" w:hAnsi="Riojana"/>
                <w:lang w:val="es-ES_tradnl"/>
              </w:rPr>
              <w:t>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80.000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9</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7.</w:t>
            </w:r>
            <w:r w:rsidRPr="0025041C">
              <w:rPr>
                <w:rFonts w:ascii="Riojana" w:eastAsia="Arial" w:hAnsi="Riojana"/>
                <w:spacing w:val="-1"/>
                <w:lang w:val="es-ES_tradnl"/>
              </w:rPr>
              <w:t>4</w:t>
            </w:r>
            <w:r w:rsidRPr="0025041C">
              <w:rPr>
                <w:rFonts w:ascii="Riojana" w:eastAsia="Arial" w:hAnsi="Riojana"/>
                <w:spacing w:val="2"/>
                <w:lang w:val="es-ES_tradnl"/>
              </w:rPr>
              <w:t>7</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7</w:t>
            </w:r>
            <w:r w:rsidRPr="0025041C">
              <w:rPr>
                <w:rFonts w:ascii="Riojana" w:eastAsia="Arial" w:hAnsi="Riojana"/>
                <w:spacing w:val="-1"/>
                <w:lang w:val="es-ES_tradnl"/>
              </w:rPr>
              <w:t>8</w:t>
            </w:r>
            <w:r w:rsidRPr="0025041C">
              <w:rPr>
                <w:rFonts w:ascii="Riojana" w:eastAsia="Arial" w:hAnsi="Riojana"/>
                <w:lang w:val="es-ES_tradnl"/>
              </w:rPr>
              <w:t>7</w:t>
            </w:r>
            <w:r w:rsidRPr="0025041C">
              <w:rPr>
                <w:rFonts w:ascii="Riojana" w:eastAsia="Arial" w:hAnsi="Riojana"/>
                <w:spacing w:val="2"/>
                <w:lang w:val="es-ES_tradnl"/>
              </w:rPr>
              <w:t>.</w:t>
            </w:r>
            <w:r w:rsidRPr="0025041C">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spacing w:val="13"/>
                <w:lang w:val="es-ES_tradnl"/>
              </w:rPr>
            </w:pPr>
            <w:r w:rsidRPr="0025041C">
              <w:rPr>
                <w:rFonts w:ascii="Riojana" w:eastAsia="Arial" w:hAnsi="Riojana"/>
                <w:lang w:val="es-ES_tradnl"/>
              </w:rPr>
              <w:t>C</w:t>
            </w:r>
            <w:r w:rsidRPr="0025041C">
              <w:rPr>
                <w:rFonts w:ascii="Riojana" w:eastAsia="Arial" w:hAnsi="Riojana"/>
                <w:spacing w:val="1"/>
                <w:lang w:val="es-ES_tradnl"/>
              </w:rPr>
              <w:t>o</w:t>
            </w:r>
            <w:r w:rsidRPr="0025041C">
              <w:rPr>
                <w:rFonts w:ascii="Riojana" w:eastAsia="Arial" w:hAnsi="Riojana"/>
                <w:lang w:val="es-ES_tradnl"/>
              </w:rPr>
              <w:t>n</w:t>
            </w:r>
            <w:r w:rsidRPr="0025041C">
              <w:rPr>
                <w:rFonts w:ascii="Riojana" w:eastAsia="Arial" w:hAnsi="Riojana"/>
                <w:spacing w:val="-2"/>
                <w:lang w:val="es-ES_tradnl"/>
              </w:rPr>
              <w:t>v</w:t>
            </w:r>
            <w:r w:rsidRPr="0025041C">
              <w:rPr>
                <w:rFonts w:ascii="Riojana" w:eastAsia="Arial" w:hAnsi="Riojana"/>
                <w:spacing w:val="1"/>
                <w:lang w:val="es-ES_tradnl"/>
              </w:rPr>
              <w:t>e</w:t>
            </w:r>
            <w:r w:rsidRPr="0025041C">
              <w:rPr>
                <w:rFonts w:ascii="Riojana" w:eastAsia="Arial" w:hAnsi="Riojana"/>
                <w:spacing w:val="2"/>
                <w:lang w:val="es-ES_tradnl"/>
              </w:rPr>
              <w:t>n</w:t>
            </w:r>
            <w:r w:rsidRPr="0025041C">
              <w:rPr>
                <w:rFonts w:ascii="Riojana" w:eastAsia="Arial" w:hAnsi="Riojana"/>
                <w:spacing w:val="-1"/>
                <w:lang w:val="es-ES_tradnl"/>
              </w:rPr>
              <w:t>i</w:t>
            </w:r>
            <w:r w:rsidRPr="0025041C">
              <w:rPr>
                <w:rFonts w:ascii="Riojana" w:eastAsia="Arial" w:hAnsi="Riojana"/>
                <w:lang w:val="es-ES_tradnl"/>
              </w:rPr>
              <w:t>o</w:t>
            </w:r>
            <w:r w:rsidRPr="0025041C">
              <w:rPr>
                <w:rFonts w:ascii="Riojana" w:eastAsia="Arial" w:hAnsi="Riojana"/>
                <w:spacing w:val="-3"/>
                <w:lang w:val="es-ES_tradnl"/>
              </w:rPr>
              <w:t xml:space="preserve"> </w:t>
            </w:r>
            <w:r w:rsidRPr="0025041C">
              <w:rPr>
                <w:rFonts w:ascii="Riojana" w:eastAsia="Arial" w:hAnsi="Riojana"/>
                <w:lang w:val="es-ES_tradnl"/>
              </w:rPr>
              <w:t>Fu</w:t>
            </w:r>
            <w:r w:rsidRPr="0025041C">
              <w:rPr>
                <w:rFonts w:ascii="Riojana" w:eastAsia="Arial" w:hAnsi="Riojana"/>
                <w:spacing w:val="1"/>
                <w:lang w:val="es-ES_tradnl"/>
              </w:rPr>
              <w:t>n</w:t>
            </w:r>
            <w:r w:rsidRPr="0025041C">
              <w:rPr>
                <w:rFonts w:ascii="Riojana" w:eastAsia="Arial" w:hAnsi="Riojana"/>
                <w:lang w:val="es-ES_tradnl"/>
              </w:rPr>
              <w:t>da</w:t>
            </w:r>
            <w:r w:rsidRPr="0025041C">
              <w:rPr>
                <w:rFonts w:ascii="Riojana" w:eastAsia="Arial" w:hAnsi="Riojana"/>
                <w:spacing w:val="1"/>
                <w:lang w:val="es-ES_tradnl"/>
              </w:rPr>
              <w:t>c</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n</w:t>
            </w:r>
            <w:r w:rsidRPr="0025041C">
              <w:rPr>
                <w:rFonts w:ascii="Riojana" w:eastAsia="Arial" w:hAnsi="Riojana"/>
                <w:spacing w:val="-4"/>
                <w:lang w:val="es-ES_tradnl"/>
              </w:rPr>
              <w:t xml:space="preserve"> </w:t>
            </w:r>
            <w:r w:rsidRPr="0025041C">
              <w:rPr>
                <w:rFonts w:ascii="Riojana" w:eastAsia="Arial" w:hAnsi="Riojana"/>
                <w:lang w:val="es-ES_tradnl"/>
              </w:rPr>
              <w:t>El</w:t>
            </w:r>
            <w:r w:rsidRPr="0025041C">
              <w:rPr>
                <w:rFonts w:ascii="Riojana" w:eastAsia="Arial" w:hAnsi="Riojana"/>
                <w:spacing w:val="-11"/>
                <w:lang w:val="es-ES_tradnl"/>
              </w:rPr>
              <w:t xml:space="preserve"> </w:t>
            </w:r>
            <w:r w:rsidRPr="0025041C">
              <w:rPr>
                <w:rFonts w:ascii="Riojana" w:eastAsia="Arial" w:hAnsi="Riojana"/>
                <w:lang w:val="es-ES_tradnl"/>
              </w:rPr>
              <w:t>B</w:t>
            </w:r>
            <w:r w:rsidRPr="0025041C">
              <w:rPr>
                <w:rFonts w:ascii="Riojana" w:eastAsia="Arial" w:hAnsi="Riojana"/>
                <w:spacing w:val="1"/>
                <w:lang w:val="es-ES_tradnl"/>
              </w:rPr>
              <w:t>o</w:t>
            </w:r>
            <w:r w:rsidRPr="0025041C">
              <w:rPr>
                <w:rFonts w:ascii="Riojana" w:eastAsia="Arial" w:hAnsi="Riojana"/>
                <w:spacing w:val="2"/>
                <w:lang w:val="es-ES_tradnl"/>
              </w:rPr>
              <w:t>t</w:t>
            </w:r>
            <w:r w:rsidRPr="0025041C">
              <w:rPr>
                <w:rFonts w:ascii="Riojana" w:eastAsia="Arial" w:hAnsi="Riojana"/>
                <w:spacing w:val="1"/>
                <w:lang w:val="es-ES_tradnl"/>
              </w:rPr>
              <w:t>á</w:t>
            </w:r>
            <w:r w:rsidRPr="0025041C">
              <w:rPr>
                <w:rFonts w:ascii="Riojana" w:eastAsia="Arial" w:hAnsi="Riojana"/>
                <w:lang w:val="es-ES_tradnl"/>
              </w:rPr>
              <w:t>n</w:t>
            </w:r>
            <w:r w:rsidRPr="0025041C">
              <w:rPr>
                <w:rFonts w:ascii="Riojana" w:eastAsia="Arial" w:hAnsi="Riojana"/>
                <w:spacing w:val="-1"/>
                <w:lang w:val="es-ES_tradnl"/>
              </w:rPr>
              <w:t>i</w:t>
            </w:r>
            <w:r w:rsidRPr="0025041C">
              <w:rPr>
                <w:rFonts w:ascii="Riojana" w:eastAsia="Arial" w:hAnsi="Riojana"/>
                <w:spacing w:val="1"/>
                <w:lang w:val="es-ES_tradnl"/>
              </w:rPr>
              <w:t>co</w:t>
            </w:r>
            <w:r w:rsidRPr="0025041C">
              <w:rPr>
                <w:rFonts w:ascii="Riojana" w:eastAsia="Arial" w:hAnsi="Riojana"/>
                <w:lang w:val="es-ES_tradnl"/>
              </w:rPr>
              <w:t>.</w:t>
            </w:r>
            <w:r w:rsidRPr="0025041C">
              <w:rPr>
                <w:rFonts w:ascii="Riojana" w:eastAsia="Arial" w:hAnsi="Riojana"/>
                <w:spacing w:val="13"/>
                <w:lang w:val="es-ES_tradnl"/>
              </w:rPr>
              <w:t xml:space="preserve"> </w:t>
            </w:r>
          </w:p>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spacing w:val="1"/>
                <w:lang w:val="es-ES_tradnl"/>
              </w:rPr>
              <w:t>D</w:t>
            </w:r>
            <w:r w:rsidRPr="0025041C">
              <w:rPr>
                <w:rFonts w:ascii="Riojana" w:eastAsia="Arial" w:hAnsi="Riojana"/>
                <w:spacing w:val="-1"/>
                <w:lang w:val="es-ES_tradnl"/>
              </w:rPr>
              <w:t>i</w:t>
            </w:r>
            <w:r w:rsidRPr="0025041C">
              <w:rPr>
                <w:rFonts w:ascii="Riojana" w:eastAsia="Arial" w:hAnsi="Riojana"/>
                <w:spacing w:val="1"/>
                <w:lang w:val="es-ES_tradnl"/>
              </w:rPr>
              <w:t>v</w:t>
            </w:r>
            <w:r w:rsidRPr="0025041C">
              <w:rPr>
                <w:rFonts w:ascii="Riojana" w:eastAsia="Arial" w:hAnsi="Riojana"/>
                <w:lang w:val="es-ES_tradnl"/>
              </w:rPr>
              <w:t>u</w:t>
            </w:r>
            <w:r w:rsidRPr="0025041C">
              <w:rPr>
                <w:rFonts w:ascii="Riojana" w:eastAsia="Arial" w:hAnsi="Riojana"/>
                <w:spacing w:val="-1"/>
                <w:lang w:val="es-ES_tradnl"/>
              </w:rPr>
              <w:t>l</w:t>
            </w:r>
            <w:r w:rsidRPr="0025041C">
              <w:rPr>
                <w:rFonts w:ascii="Riojana" w:eastAsia="Arial" w:hAnsi="Riojana"/>
                <w:spacing w:val="1"/>
                <w:lang w:val="es-ES_tradnl"/>
              </w:rPr>
              <w:t>gac</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n</w:t>
            </w:r>
            <w:r w:rsidRPr="0025041C">
              <w:rPr>
                <w:rFonts w:ascii="Riojana" w:eastAsia="Arial" w:hAnsi="Riojana"/>
                <w:spacing w:val="-2"/>
                <w:lang w:val="es-ES_tradnl"/>
              </w:rPr>
              <w:t xml:space="preserve"> </w:t>
            </w:r>
            <w:r w:rsidRPr="0025041C">
              <w:rPr>
                <w:rFonts w:ascii="Riojana" w:eastAsia="Arial" w:hAnsi="Riojana"/>
                <w:spacing w:val="5"/>
                <w:lang w:val="es-ES_tradnl"/>
              </w:rPr>
              <w:t>v</w:t>
            </w:r>
            <w:r w:rsidRPr="0025041C">
              <w:rPr>
                <w:rFonts w:ascii="Riojana" w:eastAsia="Arial" w:hAnsi="Riojana"/>
                <w:spacing w:val="1"/>
                <w:lang w:val="es-ES_tradnl"/>
              </w:rPr>
              <w:t>a</w:t>
            </w:r>
            <w:r w:rsidRPr="0025041C">
              <w:rPr>
                <w:rFonts w:ascii="Riojana" w:eastAsia="Arial" w:hAnsi="Riojana"/>
                <w:spacing w:val="-1"/>
                <w:lang w:val="es-ES_tradnl"/>
              </w:rPr>
              <w:t>l</w:t>
            </w:r>
            <w:r w:rsidRPr="0025041C">
              <w:rPr>
                <w:rFonts w:ascii="Riojana" w:eastAsia="Arial" w:hAnsi="Riojana"/>
                <w:spacing w:val="1"/>
                <w:lang w:val="es-ES_tradnl"/>
              </w:rPr>
              <w:t>ore</w:t>
            </w:r>
            <w:r w:rsidRPr="0025041C">
              <w:rPr>
                <w:rFonts w:ascii="Riojana" w:eastAsia="Arial" w:hAnsi="Riojana"/>
                <w:lang w:val="es-ES_tradnl"/>
              </w:rPr>
              <w:t>s</w:t>
            </w:r>
            <w:r w:rsidRPr="0025041C">
              <w:rPr>
                <w:rFonts w:ascii="Riojana" w:eastAsia="Arial" w:hAnsi="Riojana"/>
                <w:spacing w:val="-9"/>
                <w:lang w:val="es-ES_tradnl"/>
              </w:rPr>
              <w:t xml:space="preserve"> </w:t>
            </w:r>
            <w:r w:rsidRPr="0025041C">
              <w:rPr>
                <w:rFonts w:ascii="Riojana" w:eastAsia="Arial" w:hAnsi="Riojana"/>
                <w:spacing w:val="1"/>
                <w:lang w:val="es-ES_tradnl"/>
              </w:rPr>
              <w:t>a</w:t>
            </w:r>
            <w:r w:rsidRPr="0025041C">
              <w:rPr>
                <w:rFonts w:ascii="Riojana" w:eastAsia="Arial" w:hAnsi="Riojana"/>
                <w:lang w:val="es-ES_tradnl"/>
              </w:rPr>
              <w:t>mb</w:t>
            </w:r>
            <w:r w:rsidRPr="0025041C">
              <w:rPr>
                <w:rFonts w:ascii="Riojana" w:eastAsia="Arial" w:hAnsi="Riojana"/>
                <w:spacing w:val="-1"/>
                <w:lang w:val="es-ES_tradnl"/>
              </w:rPr>
              <w:t>i</w:t>
            </w:r>
            <w:r w:rsidRPr="0025041C">
              <w:rPr>
                <w:rFonts w:ascii="Riojana" w:eastAsia="Arial" w:hAnsi="Riojana"/>
                <w:spacing w:val="1"/>
                <w:lang w:val="es-ES_tradnl"/>
              </w:rPr>
              <w:t>e</w:t>
            </w:r>
            <w:r w:rsidRPr="0025041C">
              <w:rPr>
                <w:rFonts w:ascii="Riojana" w:eastAsia="Arial" w:hAnsi="Riojana"/>
                <w:lang w:val="es-ES_tradnl"/>
              </w:rPr>
              <w:t>n</w:t>
            </w:r>
            <w:r w:rsidRPr="0025041C">
              <w:rPr>
                <w:rFonts w:ascii="Riojana" w:eastAsia="Arial" w:hAnsi="Riojana"/>
                <w:spacing w:val="-1"/>
                <w:lang w:val="es-ES_tradnl"/>
              </w:rPr>
              <w:t>t</w:t>
            </w:r>
            <w:r w:rsidRPr="0025041C">
              <w:rPr>
                <w:rFonts w:ascii="Riojana" w:eastAsia="Arial" w:hAnsi="Riojana"/>
                <w:spacing w:val="1"/>
                <w:lang w:val="es-ES_tradnl"/>
              </w:rPr>
              <w:t>a</w:t>
            </w:r>
            <w:r w:rsidRPr="0025041C">
              <w:rPr>
                <w:rFonts w:ascii="Riojana" w:eastAsia="Arial" w:hAnsi="Riojana"/>
                <w:spacing w:val="-1"/>
                <w:lang w:val="es-ES_tradnl"/>
              </w:rPr>
              <w:t>l</w:t>
            </w:r>
            <w:r w:rsidRPr="0025041C">
              <w:rPr>
                <w:rFonts w:ascii="Riojana" w:eastAsia="Arial" w:hAnsi="Riojana"/>
                <w:spacing w:val="3"/>
                <w:lang w:val="es-ES_tradnl"/>
              </w:rPr>
              <w:t>e</w:t>
            </w:r>
            <w:r w:rsidRPr="0025041C">
              <w:rPr>
                <w:rFonts w:ascii="Riojana" w:eastAsia="Arial" w:hAnsi="Riojana"/>
                <w:lang w:val="es-ES_tradnl"/>
              </w:rPr>
              <w:t>s de</w:t>
            </w:r>
            <w:r w:rsidRPr="0025041C">
              <w:rPr>
                <w:rFonts w:ascii="Riojana" w:eastAsia="Arial" w:hAnsi="Riojana"/>
                <w:spacing w:val="2"/>
                <w:lang w:val="es-ES_tradnl"/>
              </w:rPr>
              <w:t xml:space="preserve"> </w:t>
            </w:r>
            <w:r w:rsidRPr="0025041C">
              <w:rPr>
                <w:rFonts w:ascii="Riojana" w:eastAsia="Arial" w:hAnsi="Riojana"/>
                <w:spacing w:val="-1"/>
                <w:lang w:val="es-ES_tradnl"/>
              </w:rPr>
              <w:t>l</w:t>
            </w:r>
            <w:r w:rsidRPr="0025041C">
              <w:rPr>
                <w:rFonts w:ascii="Riojana" w:eastAsia="Arial" w:hAnsi="Riojana"/>
                <w:spacing w:val="1"/>
                <w:lang w:val="es-ES_tradnl"/>
              </w:rPr>
              <w:t>a</w:t>
            </w:r>
            <w:r w:rsidRPr="0025041C">
              <w:rPr>
                <w:rFonts w:ascii="Riojana" w:eastAsia="Arial" w:hAnsi="Riojana"/>
                <w:lang w:val="es-ES_tradnl"/>
              </w:rPr>
              <w:t>s</w:t>
            </w:r>
            <w:r w:rsidRPr="0025041C">
              <w:rPr>
                <w:rFonts w:ascii="Riojana" w:eastAsia="Arial" w:hAnsi="Riojana"/>
                <w:spacing w:val="-7"/>
                <w:lang w:val="es-ES_tradnl"/>
              </w:rPr>
              <w:t xml:space="preserve"> </w:t>
            </w:r>
            <w:r w:rsidRPr="0025041C">
              <w:rPr>
                <w:rFonts w:ascii="Riojana" w:eastAsia="Arial" w:hAnsi="Riojana"/>
                <w:spacing w:val="1"/>
                <w:lang w:val="es-ES_tradnl"/>
              </w:rPr>
              <w:t>for</w:t>
            </w:r>
            <w:r w:rsidRPr="0025041C">
              <w:rPr>
                <w:rFonts w:ascii="Riojana" w:eastAsia="Arial" w:hAnsi="Riojana"/>
                <w:lang w:val="es-ES_tradnl"/>
              </w:rPr>
              <w:t>m</w:t>
            </w:r>
            <w:r w:rsidRPr="0025041C">
              <w:rPr>
                <w:rFonts w:ascii="Riojana" w:eastAsia="Arial" w:hAnsi="Riojana"/>
                <w:spacing w:val="1"/>
                <w:lang w:val="es-ES_tradnl"/>
              </w:rPr>
              <w:t>ac</w:t>
            </w:r>
            <w:r w:rsidRPr="0025041C">
              <w:rPr>
                <w:rFonts w:ascii="Riojana" w:eastAsia="Arial" w:hAnsi="Riojana"/>
                <w:spacing w:val="-1"/>
                <w:lang w:val="es-ES_tradnl"/>
              </w:rPr>
              <w:t>i</w:t>
            </w:r>
            <w:r w:rsidRPr="0025041C">
              <w:rPr>
                <w:rFonts w:ascii="Riojana" w:eastAsia="Arial" w:hAnsi="Riojana"/>
                <w:spacing w:val="1"/>
                <w:lang w:val="es-ES_tradnl"/>
              </w:rPr>
              <w:t>o</w:t>
            </w:r>
            <w:r w:rsidRPr="0025041C">
              <w:rPr>
                <w:rFonts w:ascii="Riojana" w:eastAsia="Arial" w:hAnsi="Riojana"/>
                <w:lang w:val="es-ES_tradnl"/>
              </w:rPr>
              <w:t>nes</w:t>
            </w:r>
            <w:r w:rsidRPr="0025041C">
              <w:rPr>
                <w:rFonts w:ascii="Riojana" w:eastAsia="Arial" w:hAnsi="Riojana"/>
                <w:spacing w:val="3"/>
                <w:lang w:val="es-ES_tradnl"/>
              </w:rPr>
              <w:t xml:space="preserve"> </w:t>
            </w:r>
            <w:r w:rsidRPr="0025041C">
              <w:rPr>
                <w:rFonts w:ascii="Riojana" w:eastAsia="Arial" w:hAnsi="Riojana"/>
                <w:spacing w:val="-1"/>
                <w:lang w:val="es-ES_tradnl"/>
              </w:rPr>
              <w:t>v</w:t>
            </w:r>
            <w:r w:rsidRPr="0025041C">
              <w:rPr>
                <w:rFonts w:ascii="Riojana" w:eastAsia="Arial" w:hAnsi="Riojana"/>
                <w:spacing w:val="1"/>
                <w:lang w:val="es-ES_tradnl"/>
              </w:rPr>
              <w:t>ege</w:t>
            </w:r>
            <w:r w:rsidRPr="0025041C">
              <w:rPr>
                <w:rFonts w:ascii="Riojana" w:eastAsia="Arial" w:hAnsi="Riojana"/>
                <w:lang w:val="es-ES_tradnl"/>
              </w:rPr>
              <w:t>ta</w:t>
            </w:r>
            <w:r w:rsidRPr="0025041C">
              <w:rPr>
                <w:rFonts w:ascii="Riojana" w:eastAsia="Arial" w:hAnsi="Riojana"/>
                <w:spacing w:val="1"/>
                <w:lang w:val="es-ES_tradnl"/>
              </w:rPr>
              <w:t>le</w:t>
            </w:r>
            <w:r w:rsidRPr="0025041C">
              <w:rPr>
                <w:rFonts w:ascii="Riojana" w:eastAsia="Arial" w:hAnsi="Riojana"/>
                <w:lang w:val="es-ES_tradnl"/>
              </w:rPr>
              <w:t>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20.000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0</w:t>
            </w:r>
            <w:r w:rsidRPr="0025041C">
              <w:rPr>
                <w:rFonts w:ascii="Riojana" w:eastAsia="Arial" w:hAnsi="Riojana"/>
                <w:spacing w:val="-1"/>
                <w:lang w:val="es-ES_tradnl"/>
              </w:rPr>
              <w:t>9</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7.</w:t>
            </w:r>
            <w:r w:rsidRPr="0025041C">
              <w:rPr>
                <w:rFonts w:ascii="Riojana" w:eastAsia="Arial" w:hAnsi="Riojana"/>
                <w:spacing w:val="-1"/>
                <w:lang w:val="es-ES_tradnl"/>
              </w:rPr>
              <w:t>4</w:t>
            </w:r>
            <w:r w:rsidRPr="0025041C">
              <w:rPr>
                <w:rFonts w:ascii="Riojana" w:eastAsia="Arial" w:hAnsi="Riojana"/>
                <w:spacing w:val="2"/>
                <w:lang w:val="es-ES_tradnl"/>
              </w:rPr>
              <w:t>7</w:t>
            </w:r>
            <w:r w:rsidRPr="0025041C">
              <w:rPr>
                <w:rFonts w:ascii="Riojana" w:eastAsia="Arial" w:hAnsi="Riojana"/>
                <w:lang w:val="es-ES_tradnl"/>
              </w:rPr>
              <w:t>1</w:t>
            </w:r>
            <w:r w:rsidRPr="0025041C">
              <w:rPr>
                <w:rFonts w:ascii="Riojana" w:eastAsia="Arial" w:hAnsi="Riojana"/>
                <w:spacing w:val="-1"/>
                <w:lang w:val="es-ES_tradnl"/>
              </w:rPr>
              <w:t>2</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3</w:t>
            </w:r>
            <w:r w:rsidRPr="0025041C">
              <w:rPr>
                <w:rFonts w:ascii="Riojana" w:eastAsia="Arial" w:hAnsi="Riojana"/>
                <w:spacing w:val="2"/>
                <w:lang w:val="es-ES_tradnl"/>
              </w:rPr>
              <w:t>.</w:t>
            </w:r>
            <w:r w:rsidRPr="0025041C">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Convenio Federación Riojana de Pesca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7.200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lang w:val="es-ES_tradnl"/>
              </w:rPr>
            </w:pPr>
            <w:r w:rsidRPr="0025041C">
              <w:rPr>
                <w:rFonts w:ascii="Riojana" w:eastAsia="Arial" w:hAnsi="Riojana"/>
                <w:lang w:val="es-ES_tradnl"/>
              </w:rPr>
              <w:t>09.07.4712.489.00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Convenio Federación Riojana de Caza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74.600</w:t>
            </w:r>
          </w:p>
        </w:tc>
      </w:tr>
    </w:tbl>
    <w:p w:rsidR="00011E90" w:rsidRPr="0025041C" w:rsidRDefault="00011E90" w:rsidP="00011E90">
      <w:pPr>
        <w:pStyle w:val="Ttulo4"/>
        <w:rPr>
          <w:rFonts w:ascii="Riojana Bold" w:hAnsi="Riojana Bold" w:cs="Arial"/>
          <w:b w:val="0"/>
          <w:i w:val="0"/>
          <w:color w:val="auto"/>
          <w:sz w:val="22"/>
          <w:szCs w:val="22"/>
        </w:rPr>
      </w:pPr>
      <w:r w:rsidRPr="0025041C">
        <w:rPr>
          <w:rFonts w:ascii="Riojana Bold" w:hAnsi="Riojana Bold"/>
          <w:b w:val="0"/>
          <w:i w:val="0"/>
          <w:color w:val="auto"/>
          <w:sz w:val="22"/>
          <w:szCs w:val="22"/>
        </w:rPr>
        <w:t>SECCIÓN 13. IGUALDAD, PARTICIPACIÓN Y AGENDA 2030</w:t>
      </w:r>
    </w:p>
    <w:tbl>
      <w:tblPr>
        <w:tblW w:w="9924"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5"/>
        <w:gridCol w:w="6475"/>
        <w:gridCol w:w="1164"/>
      </w:tblGrid>
      <w:tr w:rsidR="00011E90" w:rsidRPr="0025041C" w:rsidTr="00011E90">
        <w:trPr>
          <w:cantSplit/>
          <w:trHeight w:val="20"/>
          <w:tblHeader/>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keepNext/>
              <w:spacing w:before="0" w:after="0"/>
              <w:jc w:val="left"/>
              <w:rPr>
                <w:rFonts w:ascii="Riojana" w:hAnsi="Riojana" w:cs="Arial"/>
                <w:b/>
              </w:rPr>
            </w:pPr>
            <w:r w:rsidRPr="0025041C">
              <w:rPr>
                <w:rFonts w:ascii="Riojana" w:hAnsi="Riojana"/>
                <w:b/>
              </w:rPr>
              <w:t>Partida</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keepNext/>
              <w:spacing w:before="0" w:after="0"/>
              <w:jc w:val="left"/>
              <w:rPr>
                <w:rFonts w:ascii="Riojana" w:hAnsi="Riojana" w:cs="Arial"/>
                <w:b/>
              </w:rPr>
            </w:pPr>
            <w:r w:rsidRPr="0025041C">
              <w:rPr>
                <w:rFonts w:ascii="Riojana" w:hAnsi="Riojana"/>
                <w:b/>
              </w:rPr>
              <w:t>Descripción</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keepNext/>
              <w:spacing w:before="0" w:after="0"/>
              <w:jc w:val="left"/>
              <w:rPr>
                <w:rFonts w:ascii="Riojana" w:hAnsi="Riojana" w:cs="Arial"/>
                <w:b/>
              </w:rPr>
            </w:pPr>
            <w:r w:rsidRPr="0025041C">
              <w:rPr>
                <w:rFonts w:ascii="Riojana" w:hAnsi="Riojana"/>
                <w:b/>
              </w:rPr>
              <w:t>Crédito</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b/>
                <w:lang w:val="es-ES_tradnl"/>
              </w:rPr>
            </w:pPr>
            <w:r w:rsidRPr="0025041C">
              <w:rPr>
                <w:rFonts w:ascii="Riojana" w:eastAsia="Arial" w:hAnsi="Riojana"/>
                <w:lang w:val="es-ES_tradnl"/>
              </w:rPr>
              <w:t>1</w:t>
            </w:r>
            <w:r w:rsidRPr="0025041C">
              <w:rPr>
                <w:rFonts w:ascii="Riojana" w:eastAsia="Arial" w:hAnsi="Riojana"/>
                <w:spacing w:val="-1"/>
                <w:lang w:val="es-ES_tradnl"/>
              </w:rPr>
              <w:t>3</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2.</w:t>
            </w:r>
            <w:r w:rsidRPr="0025041C">
              <w:rPr>
                <w:rFonts w:ascii="Riojana" w:eastAsia="Arial" w:hAnsi="Riojana"/>
                <w:spacing w:val="-1"/>
                <w:lang w:val="es-ES_tradnl"/>
              </w:rPr>
              <w:t>9</w:t>
            </w:r>
            <w:r w:rsidRPr="0025041C">
              <w:rPr>
                <w:rFonts w:ascii="Riojana" w:eastAsia="Arial" w:hAnsi="Riojana"/>
                <w:spacing w:val="2"/>
                <w:lang w:val="es-ES_tradnl"/>
              </w:rPr>
              <w:t>1</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0</w:t>
            </w:r>
            <w:r w:rsidRPr="0025041C">
              <w:rPr>
                <w:rFonts w:ascii="Riojana" w:eastAsia="Arial" w:hAnsi="Riojana"/>
                <w:spacing w:val="2"/>
                <w:lang w:val="es-ES_tradnl"/>
              </w:rPr>
              <w:t>.</w:t>
            </w:r>
            <w:r w:rsidRPr="0025041C">
              <w:rPr>
                <w:rFonts w:ascii="Riojana" w:eastAsia="Arial" w:hAnsi="Riojana"/>
                <w:lang w:val="es-ES_tradnl"/>
              </w:rPr>
              <w:t>15</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b/>
                <w:lang w:val="es-ES_tradnl"/>
              </w:rPr>
            </w:pPr>
            <w:r w:rsidRPr="0025041C">
              <w:rPr>
                <w:rFonts w:ascii="Riojana" w:eastAsia="Times" w:hAnsi="Riojana"/>
                <w:lang w:val="es-ES_tradnl"/>
              </w:rPr>
              <w:t>Asociación para la Preservación de la Memoria Histórica en La Rioja “La Barranca”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25.000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b/>
                <w:lang w:val="es-ES_tradnl"/>
              </w:rPr>
            </w:pPr>
            <w:r w:rsidRPr="0025041C">
              <w:rPr>
                <w:rFonts w:ascii="Riojana" w:eastAsia="Arial" w:hAnsi="Riojana"/>
                <w:lang w:val="es-ES_tradnl"/>
              </w:rPr>
              <w:t>1</w:t>
            </w:r>
            <w:r w:rsidRPr="0025041C">
              <w:rPr>
                <w:rFonts w:ascii="Riojana" w:eastAsia="Arial" w:hAnsi="Riojana"/>
                <w:spacing w:val="-1"/>
                <w:lang w:val="es-ES_tradnl"/>
              </w:rPr>
              <w:t>3</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2.</w:t>
            </w:r>
            <w:r w:rsidRPr="0025041C">
              <w:rPr>
                <w:rFonts w:ascii="Riojana" w:eastAsia="Arial" w:hAnsi="Riojana"/>
                <w:spacing w:val="-1"/>
                <w:lang w:val="es-ES_tradnl"/>
              </w:rPr>
              <w:t>9</w:t>
            </w:r>
            <w:r w:rsidRPr="0025041C">
              <w:rPr>
                <w:rFonts w:ascii="Riojana" w:eastAsia="Arial" w:hAnsi="Riojana"/>
                <w:spacing w:val="2"/>
                <w:lang w:val="es-ES_tradnl"/>
              </w:rPr>
              <w:t>1</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0</w:t>
            </w:r>
            <w:r w:rsidRPr="0025041C">
              <w:rPr>
                <w:rFonts w:ascii="Riojana" w:eastAsia="Arial" w:hAnsi="Riojana"/>
                <w:spacing w:val="2"/>
                <w:lang w:val="es-ES_tradnl"/>
              </w:rPr>
              <w:t>.</w:t>
            </w:r>
            <w:r w:rsidRPr="0025041C">
              <w:rPr>
                <w:rFonts w:ascii="Riojana" w:eastAsia="Arial" w:hAnsi="Riojana"/>
                <w:lang w:val="es-ES_tradnl"/>
              </w:rPr>
              <w:t>16</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Formación Colegio Abogados de La Rioja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15.000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1</w:t>
            </w:r>
            <w:r w:rsidRPr="0025041C">
              <w:rPr>
                <w:rFonts w:ascii="Riojana" w:eastAsia="Arial" w:hAnsi="Riojana"/>
                <w:spacing w:val="-1"/>
                <w:lang w:val="es-ES_tradnl"/>
              </w:rPr>
              <w:t>3</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4.</w:t>
            </w:r>
            <w:r w:rsidRPr="0025041C">
              <w:rPr>
                <w:rFonts w:ascii="Riojana" w:eastAsia="Arial" w:hAnsi="Riojana"/>
                <w:spacing w:val="-1"/>
                <w:lang w:val="es-ES_tradnl"/>
              </w:rPr>
              <w:t>2</w:t>
            </w:r>
            <w:r w:rsidRPr="0025041C">
              <w:rPr>
                <w:rFonts w:ascii="Riojana" w:eastAsia="Arial" w:hAnsi="Riojana"/>
                <w:spacing w:val="2"/>
                <w:lang w:val="es-ES_tradnl"/>
              </w:rPr>
              <w:t>3</w:t>
            </w:r>
            <w:r w:rsidRPr="0025041C">
              <w:rPr>
                <w:rFonts w:ascii="Riojana" w:eastAsia="Arial" w:hAnsi="Riojana"/>
                <w:lang w:val="es-ES_tradnl"/>
              </w:rPr>
              <w:t>3</w:t>
            </w:r>
            <w:r w:rsidRPr="0025041C">
              <w:rPr>
                <w:rFonts w:ascii="Riojana" w:eastAsia="Arial" w:hAnsi="Riojana"/>
                <w:spacing w:val="-1"/>
                <w:lang w:val="es-ES_tradnl"/>
              </w:rPr>
              <w:t>2</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0</w:t>
            </w:r>
            <w:r w:rsidRPr="0025041C">
              <w:rPr>
                <w:rFonts w:ascii="Riojana" w:eastAsia="Arial" w:hAnsi="Riojana"/>
                <w:spacing w:val="2"/>
                <w:lang w:val="es-ES_tradnl"/>
              </w:rPr>
              <w:t>.</w:t>
            </w:r>
            <w:r w:rsidRPr="0025041C">
              <w:rPr>
                <w:rFonts w:ascii="Riojana" w:eastAsia="Arial" w:hAnsi="Riojana"/>
                <w:lang w:val="es-ES_tradnl"/>
              </w:rPr>
              <w:t>01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CCOO. Agentes de igualdad en el mundo laboral</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55.000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1</w:t>
            </w:r>
            <w:r w:rsidRPr="0025041C">
              <w:rPr>
                <w:rFonts w:ascii="Riojana" w:eastAsia="Arial" w:hAnsi="Riojana"/>
                <w:spacing w:val="-1"/>
                <w:lang w:val="es-ES_tradnl"/>
              </w:rPr>
              <w:t>3</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4.</w:t>
            </w:r>
            <w:r w:rsidRPr="0025041C">
              <w:rPr>
                <w:rFonts w:ascii="Riojana" w:eastAsia="Arial" w:hAnsi="Riojana"/>
                <w:spacing w:val="-1"/>
                <w:lang w:val="es-ES_tradnl"/>
              </w:rPr>
              <w:t>2</w:t>
            </w:r>
            <w:r w:rsidRPr="0025041C">
              <w:rPr>
                <w:rFonts w:ascii="Riojana" w:eastAsia="Arial" w:hAnsi="Riojana"/>
                <w:spacing w:val="2"/>
                <w:lang w:val="es-ES_tradnl"/>
              </w:rPr>
              <w:t>3</w:t>
            </w:r>
            <w:r w:rsidRPr="0025041C">
              <w:rPr>
                <w:rFonts w:ascii="Riojana" w:eastAsia="Arial" w:hAnsi="Riojana"/>
                <w:lang w:val="es-ES_tradnl"/>
              </w:rPr>
              <w:t>3</w:t>
            </w:r>
            <w:r w:rsidRPr="0025041C">
              <w:rPr>
                <w:rFonts w:ascii="Riojana" w:eastAsia="Arial" w:hAnsi="Riojana"/>
                <w:spacing w:val="-1"/>
                <w:lang w:val="es-ES_tradnl"/>
              </w:rPr>
              <w:t>2</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0</w:t>
            </w:r>
            <w:r w:rsidRPr="0025041C">
              <w:rPr>
                <w:rFonts w:ascii="Riojana" w:eastAsia="Arial" w:hAnsi="Riojana"/>
                <w:spacing w:val="2"/>
                <w:lang w:val="es-ES_tradnl"/>
              </w:rPr>
              <w:t>.</w:t>
            </w:r>
            <w:r w:rsidRPr="0025041C">
              <w:rPr>
                <w:rFonts w:ascii="Riojana" w:eastAsia="Arial" w:hAnsi="Riojana"/>
                <w:lang w:val="es-ES_tradnl"/>
              </w:rPr>
              <w:t>02</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UGT. Agentes de igualdad en el mundo laboral</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55.000</w:t>
            </w:r>
          </w:p>
        </w:tc>
      </w:tr>
    </w:tbl>
    <w:p w:rsidR="00011E90" w:rsidRPr="0025041C" w:rsidRDefault="00011E90" w:rsidP="00011E90">
      <w:pPr>
        <w:pStyle w:val="Ttulo4"/>
        <w:rPr>
          <w:rFonts w:ascii="Riojana Bold" w:hAnsi="Riojana Bold" w:cs="Arial"/>
          <w:b w:val="0"/>
          <w:i w:val="0"/>
          <w:color w:val="auto"/>
          <w:sz w:val="22"/>
          <w:szCs w:val="22"/>
        </w:rPr>
      </w:pPr>
      <w:r w:rsidRPr="0025041C">
        <w:rPr>
          <w:rFonts w:ascii="Riojana Bold" w:hAnsi="Riojana Bold"/>
          <w:b w:val="0"/>
          <w:i w:val="0"/>
          <w:color w:val="auto"/>
          <w:sz w:val="22"/>
          <w:szCs w:val="22"/>
        </w:rPr>
        <w:lastRenderedPageBreak/>
        <w:t>SECCIÓN 19. DESARROLLO AUTONÓMICO</w:t>
      </w:r>
    </w:p>
    <w:tbl>
      <w:tblPr>
        <w:tblW w:w="9924"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5"/>
        <w:gridCol w:w="6475"/>
        <w:gridCol w:w="1164"/>
      </w:tblGrid>
      <w:tr w:rsidR="00011E90" w:rsidRPr="0025041C" w:rsidTr="00011E90">
        <w:trPr>
          <w:cantSplit/>
          <w:trHeight w:val="20"/>
          <w:tblHeader/>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keepNext/>
              <w:spacing w:before="0" w:after="0"/>
              <w:jc w:val="left"/>
              <w:rPr>
                <w:rFonts w:ascii="Riojana" w:hAnsi="Riojana" w:cs="Arial"/>
                <w:b/>
              </w:rPr>
            </w:pPr>
            <w:r w:rsidRPr="0025041C">
              <w:rPr>
                <w:rFonts w:ascii="Riojana" w:hAnsi="Riojana"/>
                <w:b/>
              </w:rPr>
              <w:t>Partida</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keepNext/>
              <w:spacing w:before="0" w:after="0"/>
              <w:jc w:val="left"/>
              <w:rPr>
                <w:rFonts w:ascii="Riojana" w:hAnsi="Riojana" w:cs="Arial"/>
                <w:b/>
              </w:rPr>
            </w:pPr>
            <w:r w:rsidRPr="0025041C">
              <w:rPr>
                <w:rFonts w:ascii="Riojana" w:hAnsi="Riojana"/>
                <w:b/>
              </w:rPr>
              <w:t>Descripción</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keepNext/>
              <w:spacing w:before="0" w:after="0"/>
              <w:jc w:val="left"/>
              <w:rPr>
                <w:rFonts w:ascii="Riojana" w:hAnsi="Riojana" w:cs="Arial"/>
                <w:b/>
              </w:rPr>
            </w:pPr>
            <w:r w:rsidRPr="0025041C">
              <w:rPr>
                <w:rFonts w:ascii="Riojana" w:hAnsi="Riojana"/>
                <w:b/>
              </w:rPr>
              <w:t>Crédito</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lang w:val="es-ES_tradnl"/>
              </w:rPr>
              <w:t>1</w:t>
            </w:r>
            <w:r w:rsidRPr="0025041C">
              <w:rPr>
                <w:rFonts w:ascii="Riojana" w:eastAsia="Arial" w:hAnsi="Riojana"/>
                <w:spacing w:val="-1"/>
                <w:lang w:val="es-ES_tradnl"/>
              </w:rPr>
              <w:t>9</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4.</w:t>
            </w:r>
            <w:r w:rsidRPr="0025041C">
              <w:rPr>
                <w:rFonts w:ascii="Riojana" w:eastAsia="Arial" w:hAnsi="Riojana"/>
                <w:spacing w:val="-1"/>
                <w:lang w:val="es-ES_tradnl"/>
              </w:rPr>
              <w:t>3</w:t>
            </w:r>
            <w:r w:rsidRPr="0025041C">
              <w:rPr>
                <w:rFonts w:ascii="Riojana" w:eastAsia="Arial" w:hAnsi="Riojana"/>
                <w:spacing w:val="2"/>
                <w:lang w:val="es-ES_tradnl"/>
              </w:rPr>
              <w:t>2</w:t>
            </w:r>
            <w:r w:rsidRPr="0025041C">
              <w:rPr>
                <w:rFonts w:ascii="Riojana" w:eastAsia="Arial" w:hAnsi="Riojana"/>
                <w:lang w:val="es-ES_tradnl"/>
              </w:rPr>
              <w:t>2</w:t>
            </w:r>
            <w:r w:rsidRPr="0025041C">
              <w:rPr>
                <w:rFonts w:ascii="Riojana" w:eastAsia="Arial" w:hAnsi="Riojana"/>
                <w:spacing w:val="-1"/>
                <w:lang w:val="es-ES_tradnl"/>
              </w:rPr>
              <w:t>5</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4</w:t>
            </w:r>
            <w:r w:rsidRPr="0025041C">
              <w:rPr>
                <w:rFonts w:ascii="Riojana" w:eastAsia="Arial" w:hAnsi="Riojana"/>
                <w:lang w:val="es-ES_tradnl"/>
              </w:rPr>
              <w:t>9</w:t>
            </w:r>
            <w:r w:rsidRPr="0025041C">
              <w:rPr>
                <w:rFonts w:ascii="Riojana" w:eastAsia="Arial" w:hAnsi="Riojana"/>
                <w:spacing w:val="2"/>
                <w:lang w:val="es-ES_tradnl"/>
              </w:rPr>
              <w:t>.</w:t>
            </w:r>
            <w:r w:rsidRPr="0025041C">
              <w:rPr>
                <w:rFonts w:ascii="Riojana" w:eastAsia="Arial" w:hAnsi="Riojana"/>
                <w:lang w:val="es-ES_tradnl"/>
              </w:rPr>
              <w:t>02</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Times" w:hAnsi="Riojana"/>
                <w:lang w:val="es-ES_tradnl"/>
              </w:rPr>
            </w:pPr>
            <w:r w:rsidRPr="0025041C">
              <w:rPr>
                <w:rFonts w:ascii="Riojana" w:eastAsia="Times" w:hAnsi="Riojana"/>
                <w:lang w:val="es-ES_tradnl"/>
              </w:rPr>
              <w:t>Universidad de La Rioja. Financiación condicionada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lang w:val="es-ES_tradnl"/>
              </w:rPr>
              <w:t>511.850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lang w:val="es-ES_tradnl"/>
              </w:rPr>
              <w:t>1</w:t>
            </w:r>
            <w:r w:rsidRPr="0025041C">
              <w:rPr>
                <w:rFonts w:ascii="Riojana" w:eastAsia="Arial" w:hAnsi="Riojana"/>
                <w:spacing w:val="-1"/>
                <w:lang w:val="es-ES_tradnl"/>
              </w:rPr>
              <w:t>9</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4.</w:t>
            </w:r>
            <w:r w:rsidRPr="0025041C">
              <w:rPr>
                <w:rFonts w:ascii="Riojana" w:eastAsia="Arial" w:hAnsi="Riojana"/>
                <w:spacing w:val="-1"/>
                <w:lang w:val="es-ES_tradnl"/>
              </w:rPr>
              <w:t>3</w:t>
            </w:r>
            <w:r w:rsidRPr="0025041C">
              <w:rPr>
                <w:rFonts w:ascii="Riojana" w:eastAsia="Arial" w:hAnsi="Riojana"/>
                <w:spacing w:val="2"/>
                <w:lang w:val="es-ES_tradnl"/>
              </w:rPr>
              <w:t>2</w:t>
            </w:r>
            <w:r w:rsidRPr="0025041C">
              <w:rPr>
                <w:rFonts w:ascii="Riojana" w:eastAsia="Arial" w:hAnsi="Riojana"/>
                <w:lang w:val="es-ES_tradnl"/>
              </w:rPr>
              <w:t>2</w:t>
            </w:r>
            <w:r w:rsidRPr="0025041C">
              <w:rPr>
                <w:rFonts w:ascii="Riojana" w:eastAsia="Arial" w:hAnsi="Riojana"/>
                <w:spacing w:val="-1"/>
                <w:lang w:val="es-ES_tradnl"/>
              </w:rPr>
              <w:t>5</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4</w:t>
            </w:r>
            <w:r w:rsidRPr="0025041C">
              <w:rPr>
                <w:rFonts w:ascii="Riojana" w:eastAsia="Arial" w:hAnsi="Riojana"/>
                <w:lang w:val="es-ES_tradnl"/>
              </w:rPr>
              <w:t>9</w:t>
            </w:r>
            <w:r w:rsidRPr="0025041C">
              <w:rPr>
                <w:rFonts w:ascii="Riojana" w:eastAsia="Arial" w:hAnsi="Riojana"/>
                <w:spacing w:val="2"/>
                <w:lang w:val="es-ES_tradnl"/>
              </w:rPr>
              <w:t>.</w:t>
            </w:r>
            <w:r w:rsidRPr="0025041C">
              <w:rPr>
                <w:rFonts w:ascii="Riojana" w:eastAsia="Arial" w:hAnsi="Riojana"/>
                <w:lang w:val="es-ES_tradnl"/>
              </w:rPr>
              <w:t>08</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Times" w:hAnsi="Riojana"/>
                <w:lang w:val="es-ES_tradnl"/>
              </w:rPr>
            </w:pPr>
            <w:r w:rsidRPr="0025041C">
              <w:rPr>
                <w:rFonts w:ascii="Riojana" w:eastAsia="Times" w:hAnsi="Riojana"/>
                <w:lang w:val="es-ES_tradnl"/>
              </w:rPr>
              <w:t>Universidad de La Rioja. Plan de mejora grado de enfermería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lang w:val="es-ES_tradnl"/>
              </w:rPr>
              <w:t>1</w:t>
            </w:r>
            <w:r w:rsidRPr="0025041C">
              <w:rPr>
                <w:rFonts w:ascii="Riojana" w:eastAsia="Arial" w:hAnsi="Riojana"/>
                <w:spacing w:val="-1"/>
                <w:lang w:val="es-ES_tradnl"/>
              </w:rPr>
              <w:t>8</w:t>
            </w:r>
            <w:r w:rsidRPr="0025041C">
              <w:rPr>
                <w:rFonts w:ascii="Riojana" w:eastAsia="Arial" w:hAnsi="Riojana"/>
                <w:lang w:val="es-ES_tradnl"/>
              </w:rPr>
              <w:t>0</w:t>
            </w:r>
            <w:r w:rsidRPr="0025041C">
              <w:rPr>
                <w:rFonts w:ascii="Riojana" w:eastAsia="Arial" w:hAnsi="Riojana"/>
                <w:spacing w:val="2"/>
                <w:lang w:val="es-ES_tradnl"/>
              </w:rPr>
              <w:t>.</w:t>
            </w:r>
            <w:r w:rsidRPr="0025041C">
              <w:rPr>
                <w:rFonts w:ascii="Riojana" w:eastAsia="Arial" w:hAnsi="Riojana"/>
                <w:lang w:val="es-ES_tradnl"/>
              </w:rPr>
              <w:t>0</w:t>
            </w:r>
            <w:r w:rsidRPr="0025041C">
              <w:rPr>
                <w:rFonts w:ascii="Riojana" w:eastAsia="Arial" w:hAnsi="Riojana"/>
                <w:spacing w:val="-1"/>
                <w:lang w:val="es-ES_tradnl"/>
              </w:rPr>
              <w:t>0</w:t>
            </w:r>
            <w:r w:rsidRPr="0025041C">
              <w:rPr>
                <w:rFonts w:ascii="Riojana" w:eastAsia="Arial" w:hAnsi="Riojana"/>
                <w:lang w:val="es-ES_tradnl"/>
              </w:rPr>
              <w:t>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lang w:val="es-ES_tradnl"/>
              </w:rPr>
              <w:t>1</w:t>
            </w:r>
            <w:r w:rsidRPr="0025041C">
              <w:rPr>
                <w:rFonts w:ascii="Riojana" w:eastAsia="Arial" w:hAnsi="Riojana"/>
                <w:spacing w:val="-1"/>
                <w:lang w:val="es-ES_tradnl"/>
              </w:rPr>
              <w:t>9</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4.</w:t>
            </w:r>
            <w:r w:rsidRPr="0025041C">
              <w:rPr>
                <w:rFonts w:ascii="Riojana" w:eastAsia="Arial" w:hAnsi="Riojana"/>
                <w:spacing w:val="-1"/>
                <w:lang w:val="es-ES_tradnl"/>
              </w:rPr>
              <w:t>3</w:t>
            </w:r>
            <w:r w:rsidRPr="0025041C">
              <w:rPr>
                <w:rFonts w:ascii="Riojana" w:eastAsia="Arial" w:hAnsi="Riojana"/>
                <w:spacing w:val="2"/>
                <w:lang w:val="es-ES_tradnl"/>
              </w:rPr>
              <w:t>2</w:t>
            </w:r>
            <w:r w:rsidRPr="0025041C">
              <w:rPr>
                <w:rFonts w:ascii="Riojana" w:eastAsia="Arial" w:hAnsi="Riojana"/>
                <w:lang w:val="es-ES_tradnl"/>
              </w:rPr>
              <w:t>2</w:t>
            </w:r>
            <w:r w:rsidRPr="0025041C">
              <w:rPr>
                <w:rFonts w:ascii="Riojana" w:eastAsia="Arial" w:hAnsi="Riojana"/>
                <w:spacing w:val="-1"/>
                <w:lang w:val="es-ES_tradnl"/>
              </w:rPr>
              <w:t>5</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0</w:t>
            </w:r>
            <w:r w:rsidRPr="0025041C">
              <w:rPr>
                <w:rFonts w:ascii="Riojana" w:eastAsia="Arial" w:hAnsi="Riojana"/>
                <w:spacing w:val="2"/>
                <w:lang w:val="es-ES_tradnl"/>
              </w:rPr>
              <w:t>.</w:t>
            </w:r>
            <w:r w:rsidRPr="0025041C">
              <w:rPr>
                <w:rFonts w:ascii="Riojana" w:eastAsia="Arial" w:hAnsi="Riojana"/>
                <w:lang w:val="es-ES_tradnl"/>
              </w:rPr>
              <w:t>05</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Times" w:hAnsi="Riojana"/>
                <w:lang w:val="es-ES_tradnl"/>
              </w:rPr>
            </w:pPr>
            <w:r w:rsidRPr="0025041C">
              <w:rPr>
                <w:rFonts w:ascii="Riojana" w:eastAsia="Times" w:hAnsi="Riojana"/>
                <w:lang w:val="es-ES_tradnl"/>
              </w:rPr>
              <w:t>Consorcio Campus Iberus. Plan de acciones del Campus Iberus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lang w:val="es-ES_tradnl"/>
              </w:rPr>
              <w:t>20.000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lang w:val="es-ES_tradnl"/>
              </w:rPr>
              <w:t>1</w:t>
            </w:r>
            <w:r w:rsidRPr="0025041C">
              <w:rPr>
                <w:rFonts w:ascii="Riojana" w:eastAsia="Arial" w:hAnsi="Riojana"/>
                <w:spacing w:val="-1"/>
                <w:lang w:val="es-ES_tradnl"/>
              </w:rPr>
              <w:t>9</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4.</w:t>
            </w:r>
            <w:r w:rsidRPr="0025041C">
              <w:rPr>
                <w:rFonts w:ascii="Riojana" w:eastAsia="Arial" w:hAnsi="Riojana"/>
                <w:spacing w:val="-1"/>
                <w:lang w:val="es-ES_tradnl"/>
              </w:rPr>
              <w:t>3</w:t>
            </w:r>
            <w:r w:rsidRPr="0025041C">
              <w:rPr>
                <w:rFonts w:ascii="Riojana" w:eastAsia="Arial" w:hAnsi="Riojana"/>
                <w:spacing w:val="2"/>
                <w:lang w:val="es-ES_tradnl"/>
              </w:rPr>
              <w:t>2</w:t>
            </w:r>
            <w:r w:rsidRPr="0025041C">
              <w:rPr>
                <w:rFonts w:ascii="Riojana" w:eastAsia="Arial" w:hAnsi="Riojana"/>
                <w:lang w:val="es-ES_tradnl"/>
              </w:rPr>
              <w:t>2</w:t>
            </w:r>
            <w:r w:rsidRPr="0025041C">
              <w:rPr>
                <w:rFonts w:ascii="Riojana" w:eastAsia="Arial" w:hAnsi="Riojana"/>
                <w:spacing w:val="-1"/>
                <w:lang w:val="es-ES_tradnl"/>
              </w:rPr>
              <w:t>5</w:t>
            </w:r>
            <w:r w:rsidRPr="0025041C">
              <w:rPr>
                <w:rFonts w:ascii="Riojana" w:eastAsia="Arial" w:hAnsi="Riojana"/>
                <w:spacing w:val="2"/>
                <w:lang w:val="es-ES_tradnl"/>
              </w:rPr>
              <w:t>.</w:t>
            </w:r>
            <w:r w:rsidRPr="0025041C">
              <w:rPr>
                <w:rFonts w:ascii="Riojana" w:eastAsia="Arial" w:hAnsi="Riojana"/>
                <w:lang w:val="es-ES_tradnl"/>
              </w:rPr>
              <w:t>7</w:t>
            </w:r>
            <w:r w:rsidRPr="0025041C">
              <w:rPr>
                <w:rFonts w:ascii="Riojana" w:eastAsia="Arial" w:hAnsi="Riojana"/>
                <w:spacing w:val="-1"/>
                <w:lang w:val="es-ES_tradnl"/>
              </w:rPr>
              <w:t>4</w:t>
            </w:r>
            <w:r w:rsidRPr="0025041C">
              <w:rPr>
                <w:rFonts w:ascii="Riojana" w:eastAsia="Arial" w:hAnsi="Riojana"/>
                <w:lang w:val="es-ES_tradnl"/>
              </w:rPr>
              <w:t>9</w:t>
            </w:r>
            <w:r w:rsidRPr="0025041C">
              <w:rPr>
                <w:rFonts w:ascii="Riojana" w:eastAsia="Arial" w:hAnsi="Riojana"/>
                <w:spacing w:val="2"/>
                <w:lang w:val="es-ES_tradnl"/>
              </w:rPr>
              <w:t>.</w:t>
            </w:r>
            <w:r w:rsidRPr="0025041C">
              <w:rPr>
                <w:rFonts w:ascii="Riojana" w:eastAsia="Arial" w:hAnsi="Riojana"/>
                <w:lang w:val="es-ES_tradnl"/>
              </w:rPr>
              <w:t>04</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Times" w:hAnsi="Riojana"/>
                <w:lang w:val="es-ES_tradnl"/>
              </w:rPr>
            </w:pPr>
            <w:r w:rsidRPr="0025041C">
              <w:rPr>
                <w:rFonts w:ascii="Riojana" w:eastAsia="Times" w:hAnsi="Riojana"/>
                <w:lang w:val="es-ES_tradnl"/>
              </w:rPr>
              <w:t>Universidad de La Rioja. Inversiones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lang w:val="es-ES_tradnl"/>
              </w:rPr>
              <w:t>300.000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lang w:val="es-ES_tradnl"/>
              </w:rPr>
              <w:t>1</w:t>
            </w:r>
            <w:r w:rsidRPr="0025041C">
              <w:rPr>
                <w:rFonts w:ascii="Riojana" w:eastAsia="Arial" w:hAnsi="Riojana"/>
                <w:spacing w:val="-1"/>
                <w:lang w:val="es-ES_tradnl"/>
              </w:rPr>
              <w:t>9</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4.</w:t>
            </w:r>
            <w:r w:rsidRPr="0025041C">
              <w:rPr>
                <w:rFonts w:ascii="Riojana" w:eastAsia="Arial" w:hAnsi="Riojana"/>
                <w:spacing w:val="-1"/>
                <w:lang w:val="es-ES_tradnl"/>
              </w:rPr>
              <w:t>3</w:t>
            </w:r>
            <w:r w:rsidRPr="0025041C">
              <w:rPr>
                <w:rFonts w:ascii="Riojana" w:eastAsia="Arial" w:hAnsi="Riojana"/>
                <w:spacing w:val="2"/>
                <w:lang w:val="es-ES_tradnl"/>
              </w:rPr>
              <w:t>2</w:t>
            </w:r>
            <w:r w:rsidRPr="0025041C">
              <w:rPr>
                <w:rFonts w:ascii="Riojana" w:eastAsia="Arial" w:hAnsi="Riojana"/>
                <w:lang w:val="es-ES_tradnl"/>
              </w:rPr>
              <w:t>2</w:t>
            </w:r>
            <w:r w:rsidRPr="0025041C">
              <w:rPr>
                <w:rFonts w:ascii="Riojana" w:eastAsia="Arial" w:hAnsi="Riojana"/>
                <w:spacing w:val="-1"/>
                <w:lang w:val="es-ES_tradnl"/>
              </w:rPr>
              <w:t>5</w:t>
            </w:r>
            <w:r w:rsidRPr="0025041C">
              <w:rPr>
                <w:rFonts w:ascii="Riojana" w:eastAsia="Arial" w:hAnsi="Riojana"/>
                <w:spacing w:val="2"/>
                <w:lang w:val="es-ES_tradnl"/>
              </w:rPr>
              <w:t>.</w:t>
            </w:r>
            <w:r w:rsidRPr="0025041C">
              <w:rPr>
                <w:rFonts w:ascii="Riojana" w:eastAsia="Arial" w:hAnsi="Riojana"/>
                <w:lang w:val="es-ES_tradnl"/>
              </w:rPr>
              <w:t>7</w:t>
            </w:r>
            <w:r w:rsidRPr="0025041C">
              <w:rPr>
                <w:rFonts w:ascii="Riojana" w:eastAsia="Arial" w:hAnsi="Riojana"/>
                <w:spacing w:val="-1"/>
                <w:lang w:val="es-ES_tradnl"/>
              </w:rPr>
              <w:t>4</w:t>
            </w:r>
            <w:r w:rsidRPr="0025041C">
              <w:rPr>
                <w:rFonts w:ascii="Riojana" w:eastAsia="Arial" w:hAnsi="Riojana"/>
                <w:lang w:val="es-ES_tradnl"/>
              </w:rPr>
              <w:t>9</w:t>
            </w:r>
            <w:r w:rsidRPr="0025041C">
              <w:rPr>
                <w:rFonts w:ascii="Riojana" w:eastAsia="Arial" w:hAnsi="Riojana"/>
                <w:spacing w:val="2"/>
                <w:lang w:val="es-ES_tradnl"/>
              </w:rPr>
              <w:t>.</w:t>
            </w:r>
            <w:r w:rsidRPr="0025041C">
              <w:rPr>
                <w:rFonts w:ascii="Riojana" w:eastAsia="Arial" w:hAnsi="Riojana"/>
                <w:lang w:val="es-ES_tradnl"/>
              </w:rPr>
              <w:t>05</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Times" w:hAnsi="Riojana"/>
                <w:lang w:val="es-ES_tradnl"/>
              </w:rPr>
            </w:pPr>
            <w:r w:rsidRPr="0025041C">
              <w:rPr>
                <w:rFonts w:ascii="Riojana" w:eastAsia="Times" w:hAnsi="Riojana"/>
                <w:lang w:val="es-ES_tradnl"/>
              </w:rPr>
              <w:t>Universidad de La Rioja. Plan de mejora grado de enfermería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lang w:val="es-ES_tradnl"/>
              </w:rPr>
            </w:pPr>
            <w:r w:rsidRPr="0025041C">
              <w:rPr>
                <w:rFonts w:ascii="Riojana" w:eastAsia="Arial" w:hAnsi="Riojana"/>
                <w:lang w:val="es-ES_tradnl"/>
              </w:rPr>
              <w:t>1</w:t>
            </w:r>
            <w:r w:rsidRPr="0025041C">
              <w:rPr>
                <w:rFonts w:ascii="Riojana" w:eastAsia="Arial" w:hAnsi="Riojana"/>
                <w:spacing w:val="-1"/>
                <w:lang w:val="es-ES_tradnl"/>
              </w:rPr>
              <w:t>9</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4.</w:t>
            </w:r>
            <w:r w:rsidRPr="0025041C">
              <w:rPr>
                <w:rFonts w:ascii="Riojana" w:eastAsia="Arial" w:hAnsi="Riojana"/>
                <w:spacing w:val="-1"/>
                <w:lang w:val="es-ES_tradnl"/>
              </w:rPr>
              <w:t>4</w:t>
            </w:r>
            <w:r w:rsidRPr="0025041C">
              <w:rPr>
                <w:rFonts w:ascii="Riojana" w:eastAsia="Arial" w:hAnsi="Riojana"/>
                <w:spacing w:val="2"/>
                <w:lang w:val="es-ES_tradnl"/>
              </w:rPr>
              <w:t>6</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4</w:t>
            </w:r>
            <w:r w:rsidRPr="0025041C">
              <w:rPr>
                <w:rFonts w:ascii="Riojana" w:eastAsia="Arial" w:hAnsi="Riojana"/>
                <w:lang w:val="es-ES_tradnl"/>
              </w:rPr>
              <w:t>9</w:t>
            </w:r>
            <w:r w:rsidRPr="0025041C">
              <w:rPr>
                <w:rFonts w:ascii="Riojana" w:eastAsia="Arial" w:hAnsi="Riojana"/>
                <w:spacing w:val="2"/>
                <w:lang w:val="es-ES_tradnl"/>
              </w:rPr>
              <w:t>.</w:t>
            </w:r>
            <w:r w:rsidRPr="0025041C">
              <w:rPr>
                <w:rFonts w:ascii="Riojana" w:eastAsia="Arial" w:hAnsi="Riojana"/>
                <w:lang w:val="es-ES_tradnl"/>
              </w:rPr>
              <w:t>01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Times" w:hAnsi="Riojana"/>
                <w:lang w:val="es-ES_tradnl"/>
              </w:rPr>
            </w:pPr>
            <w:r w:rsidRPr="0025041C">
              <w:rPr>
                <w:rFonts w:ascii="Riojana" w:eastAsia="Times" w:hAnsi="Riojana"/>
                <w:lang w:val="es-ES_tradnl"/>
              </w:rPr>
              <w:t>Universidad de La Rioja. Programas de investigación</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lang w:val="es-ES_tradnl"/>
              </w:rPr>
              <w:t>645.000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1</w:t>
            </w:r>
            <w:r w:rsidRPr="0025041C">
              <w:rPr>
                <w:rFonts w:ascii="Riojana" w:eastAsia="Arial" w:hAnsi="Riojana"/>
                <w:spacing w:val="-1"/>
                <w:lang w:val="es-ES_tradnl"/>
              </w:rPr>
              <w:t>9</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4.</w:t>
            </w:r>
            <w:r w:rsidRPr="0025041C">
              <w:rPr>
                <w:rFonts w:ascii="Riojana" w:eastAsia="Arial" w:hAnsi="Riojana"/>
                <w:spacing w:val="-1"/>
                <w:lang w:val="es-ES_tradnl"/>
              </w:rPr>
              <w:t>4</w:t>
            </w:r>
            <w:r w:rsidRPr="0025041C">
              <w:rPr>
                <w:rFonts w:ascii="Riojana" w:eastAsia="Arial" w:hAnsi="Riojana"/>
                <w:spacing w:val="2"/>
                <w:lang w:val="es-ES_tradnl"/>
              </w:rPr>
              <w:t>6</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7</w:t>
            </w:r>
            <w:r w:rsidRPr="0025041C">
              <w:rPr>
                <w:rFonts w:ascii="Riojana" w:eastAsia="Arial" w:hAnsi="Riojana"/>
                <w:spacing w:val="-1"/>
                <w:lang w:val="es-ES_tradnl"/>
              </w:rPr>
              <w:t>4</w:t>
            </w:r>
            <w:r w:rsidRPr="0025041C">
              <w:rPr>
                <w:rFonts w:ascii="Riojana" w:eastAsia="Arial" w:hAnsi="Riojana"/>
                <w:lang w:val="es-ES_tradnl"/>
              </w:rPr>
              <w:t>9</w:t>
            </w:r>
            <w:r w:rsidRPr="0025041C">
              <w:rPr>
                <w:rFonts w:ascii="Riojana" w:eastAsia="Arial" w:hAnsi="Riojana"/>
                <w:spacing w:val="2"/>
                <w:lang w:val="es-ES_tradnl"/>
              </w:rPr>
              <w:t>.</w:t>
            </w:r>
            <w:r w:rsidRPr="0025041C">
              <w:rPr>
                <w:rFonts w:ascii="Riojana" w:eastAsia="Arial" w:hAnsi="Riojana"/>
                <w:lang w:val="es-ES_tradnl"/>
              </w:rPr>
              <w:t>01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Times" w:hAnsi="Riojana"/>
                <w:lang w:val="es-ES_tradnl"/>
              </w:rPr>
            </w:pPr>
            <w:r w:rsidRPr="0025041C">
              <w:rPr>
                <w:rFonts w:ascii="Riojana" w:eastAsia="Times" w:hAnsi="Riojana"/>
                <w:lang w:val="es-ES_tradnl"/>
              </w:rPr>
              <w:t xml:space="preserve">Universidad de La Rioja. Programas de investigación </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225.000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19.04.4611.749.04</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Universidad de la Rioja. Financiación condicionada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656.440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1</w:t>
            </w:r>
            <w:r w:rsidRPr="0025041C">
              <w:rPr>
                <w:rFonts w:ascii="Riojana" w:eastAsia="Arial" w:hAnsi="Riojana"/>
                <w:spacing w:val="-1"/>
                <w:lang w:val="es-ES_tradnl"/>
              </w:rPr>
              <w:t>9</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5.</w:t>
            </w:r>
            <w:r w:rsidRPr="0025041C">
              <w:rPr>
                <w:rFonts w:ascii="Riojana" w:eastAsia="Arial" w:hAnsi="Riojana"/>
                <w:spacing w:val="-1"/>
                <w:lang w:val="es-ES_tradnl"/>
              </w:rPr>
              <w:t>4</w:t>
            </w:r>
            <w:r w:rsidRPr="0025041C">
              <w:rPr>
                <w:rFonts w:ascii="Riojana" w:eastAsia="Arial" w:hAnsi="Riojana"/>
                <w:spacing w:val="2"/>
                <w:lang w:val="es-ES_tradnl"/>
              </w:rPr>
              <w:t>2</w:t>
            </w:r>
            <w:r w:rsidRPr="0025041C">
              <w:rPr>
                <w:rFonts w:ascii="Riojana" w:eastAsia="Arial" w:hAnsi="Riojana"/>
                <w:lang w:val="es-ES_tradnl"/>
              </w:rPr>
              <w:t>1</w:t>
            </w:r>
            <w:r w:rsidRPr="0025041C">
              <w:rPr>
                <w:rFonts w:ascii="Riojana" w:eastAsia="Arial" w:hAnsi="Riojana"/>
                <w:spacing w:val="-1"/>
                <w:lang w:val="es-ES_tradnl"/>
              </w:rPr>
              <w:t>4</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0</w:t>
            </w:r>
            <w:r w:rsidRPr="0025041C">
              <w:rPr>
                <w:rFonts w:ascii="Riojana" w:eastAsia="Arial" w:hAnsi="Riojana"/>
                <w:spacing w:val="2"/>
                <w:lang w:val="es-ES_tradnl"/>
              </w:rPr>
              <w:t>.</w:t>
            </w:r>
            <w:r w:rsidRPr="0025041C">
              <w:rPr>
                <w:rFonts w:ascii="Riojana" w:eastAsia="Arial" w:hAnsi="Riojana"/>
                <w:lang w:val="es-ES_tradnl"/>
              </w:rPr>
              <w:t>01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 xml:space="preserve">Fundación Laboral de la Construcción. </w:t>
            </w:r>
          </w:p>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Actividades específicas cualificación en prevención de riesgos laborales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113.000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1</w:t>
            </w:r>
            <w:r w:rsidRPr="0025041C">
              <w:rPr>
                <w:rFonts w:ascii="Riojana" w:eastAsia="Arial" w:hAnsi="Riojana"/>
                <w:spacing w:val="-1"/>
                <w:lang w:val="es-ES_tradnl"/>
              </w:rPr>
              <w:t>9</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5.</w:t>
            </w:r>
            <w:r w:rsidRPr="0025041C">
              <w:rPr>
                <w:rFonts w:ascii="Riojana" w:eastAsia="Arial" w:hAnsi="Riojana"/>
                <w:spacing w:val="-1"/>
                <w:lang w:val="es-ES_tradnl"/>
              </w:rPr>
              <w:t>4</w:t>
            </w:r>
            <w:r w:rsidRPr="0025041C">
              <w:rPr>
                <w:rFonts w:ascii="Riojana" w:eastAsia="Arial" w:hAnsi="Riojana"/>
                <w:spacing w:val="2"/>
                <w:lang w:val="es-ES_tradnl"/>
              </w:rPr>
              <w:t>2</w:t>
            </w:r>
            <w:r w:rsidRPr="0025041C">
              <w:rPr>
                <w:rFonts w:ascii="Riojana" w:eastAsia="Arial" w:hAnsi="Riojana"/>
                <w:lang w:val="es-ES_tradnl"/>
              </w:rPr>
              <w:t>1</w:t>
            </w:r>
            <w:r w:rsidRPr="0025041C">
              <w:rPr>
                <w:rFonts w:ascii="Riojana" w:eastAsia="Arial" w:hAnsi="Riojana"/>
                <w:spacing w:val="-1"/>
                <w:lang w:val="es-ES_tradnl"/>
              </w:rPr>
              <w:t>4</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1</w:t>
            </w:r>
            <w:r w:rsidRPr="0025041C">
              <w:rPr>
                <w:rFonts w:ascii="Riojana" w:eastAsia="Arial" w:hAnsi="Riojana"/>
                <w:spacing w:val="2"/>
                <w:lang w:val="es-ES_tradnl"/>
              </w:rPr>
              <w:t>.</w:t>
            </w:r>
            <w:r w:rsidRPr="0025041C">
              <w:rPr>
                <w:rFonts w:ascii="Riojana" w:eastAsia="Arial" w:hAnsi="Riojana"/>
                <w:lang w:val="es-ES_tradnl"/>
              </w:rPr>
              <w:t>01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UGT- Unión General de Trabajadores de La Rioja.</w:t>
            </w:r>
          </w:p>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Participación institucional y diálogo social</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150.000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position w:val="-1"/>
                <w:lang w:val="es-ES_tradnl"/>
              </w:rPr>
              <w:t>1</w:t>
            </w:r>
            <w:r w:rsidRPr="0025041C">
              <w:rPr>
                <w:rFonts w:ascii="Riojana" w:eastAsia="Arial" w:hAnsi="Riojana"/>
                <w:spacing w:val="-1"/>
                <w:position w:val="-1"/>
                <w:lang w:val="es-ES_tradnl"/>
              </w:rPr>
              <w:t>9</w:t>
            </w:r>
            <w:r w:rsidRPr="0025041C">
              <w:rPr>
                <w:rFonts w:ascii="Riojana" w:eastAsia="Arial" w:hAnsi="Riojana"/>
                <w:position w:val="-1"/>
                <w:lang w:val="es-ES_tradnl"/>
              </w:rPr>
              <w:t>.</w:t>
            </w:r>
            <w:r w:rsidRPr="0025041C">
              <w:rPr>
                <w:rFonts w:ascii="Riojana" w:eastAsia="Arial" w:hAnsi="Riojana"/>
                <w:spacing w:val="2"/>
                <w:position w:val="-1"/>
                <w:lang w:val="es-ES_tradnl"/>
              </w:rPr>
              <w:t>0</w:t>
            </w:r>
            <w:r w:rsidRPr="0025041C">
              <w:rPr>
                <w:rFonts w:ascii="Riojana" w:eastAsia="Arial" w:hAnsi="Riojana"/>
                <w:position w:val="-1"/>
                <w:lang w:val="es-ES_tradnl"/>
              </w:rPr>
              <w:t>5.</w:t>
            </w:r>
            <w:r w:rsidRPr="0025041C">
              <w:rPr>
                <w:rFonts w:ascii="Riojana" w:eastAsia="Arial" w:hAnsi="Riojana"/>
                <w:spacing w:val="-1"/>
                <w:position w:val="-1"/>
                <w:lang w:val="es-ES_tradnl"/>
              </w:rPr>
              <w:t>4</w:t>
            </w:r>
            <w:r w:rsidRPr="0025041C">
              <w:rPr>
                <w:rFonts w:ascii="Riojana" w:eastAsia="Arial" w:hAnsi="Riojana"/>
                <w:spacing w:val="2"/>
                <w:position w:val="-1"/>
                <w:lang w:val="es-ES_tradnl"/>
              </w:rPr>
              <w:t>2</w:t>
            </w:r>
            <w:r w:rsidRPr="0025041C">
              <w:rPr>
                <w:rFonts w:ascii="Riojana" w:eastAsia="Arial" w:hAnsi="Riojana"/>
                <w:position w:val="-1"/>
                <w:lang w:val="es-ES_tradnl"/>
              </w:rPr>
              <w:t>1</w:t>
            </w:r>
            <w:r w:rsidRPr="0025041C">
              <w:rPr>
                <w:rFonts w:ascii="Riojana" w:eastAsia="Arial" w:hAnsi="Riojana"/>
                <w:spacing w:val="-1"/>
                <w:position w:val="-1"/>
                <w:lang w:val="es-ES_tradnl"/>
              </w:rPr>
              <w:t>4</w:t>
            </w:r>
            <w:r w:rsidRPr="0025041C">
              <w:rPr>
                <w:rFonts w:ascii="Riojana" w:eastAsia="Arial" w:hAnsi="Riojana"/>
                <w:spacing w:val="2"/>
                <w:position w:val="-1"/>
                <w:lang w:val="es-ES_tradnl"/>
              </w:rPr>
              <w:t>.</w:t>
            </w:r>
            <w:r w:rsidRPr="0025041C">
              <w:rPr>
                <w:rFonts w:ascii="Riojana" w:eastAsia="Arial" w:hAnsi="Riojana"/>
                <w:position w:val="-1"/>
                <w:lang w:val="es-ES_tradnl"/>
              </w:rPr>
              <w:t>4</w:t>
            </w:r>
            <w:r w:rsidRPr="0025041C">
              <w:rPr>
                <w:rFonts w:ascii="Riojana" w:eastAsia="Arial" w:hAnsi="Riojana"/>
                <w:spacing w:val="-1"/>
                <w:position w:val="-1"/>
                <w:lang w:val="es-ES_tradnl"/>
              </w:rPr>
              <w:t>8</w:t>
            </w:r>
            <w:r w:rsidRPr="0025041C">
              <w:rPr>
                <w:rFonts w:ascii="Riojana" w:eastAsia="Arial" w:hAnsi="Riojana"/>
                <w:position w:val="-1"/>
                <w:lang w:val="es-ES_tradnl"/>
              </w:rPr>
              <w:t>1</w:t>
            </w:r>
            <w:r w:rsidRPr="0025041C">
              <w:rPr>
                <w:rFonts w:ascii="Riojana" w:eastAsia="Arial" w:hAnsi="Riojana"/>
                <w:spacing w:val="2"/>
                <w:position w:val="-1"/>
                <w:lang w:val="es-ES_tradnl"/>
              </w:rPr>
              <w:t>.</w:t>
            </w:r>
            <w:r w:rsidRPr="0025041C">
              <w:rPr>
                <w:rFonts w:ascii="Riojana" w:eastAsia="Arial" w:hAnsi="Riojana"/>
                <w:position w:val="-1"/>
                <w:lang w:val="es-ES_tradnl"/>
              </w:rPr>
              <w:t>02</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CCOO de La Rioja.</w:t>
            </w:r>
          </w:p>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 xml:space="preserve">Participación institucional y diálogo social </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150.000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1</w:t>
            </w:r>
            <w:r w:rsidRPr="0025041C">
              <w:rPr>
                <w:rFonts w:ascii="Riojana" w:eastAsia="Arial" w:hAnsi="Riojana"/>
                <w:spacing w:val="-1"/>
                <w:lang w:val="es-ES_tradnl"/>
              </w:rPr>
              <w:t>9</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5.</w:t>
            </w:r>
            <w:r w:rsidRPr="0025041C">
              <w:rPr>
                <w:rFonts w:ascii="Riojana" w:eastAsia="Arial" w:hAnsi="Riojana"/>
                <w:spacing w:val="-1"/>
                <w:lang w:val="es-ES_tradnl"/>
              </w:rPr>
              <w:t>4</w:t>
            </w:r>
            <w:r w:rsidRPr="0025041C">
              <w:rPr>
                <w:rFonts w:ascii="Riojana" w:eastAsia="Arial" w:hAnsi="Riojana"/>
                <w:spacing w:val="2"/>
                <w:lang w:val="es-ES_tradnl"/>
              </w:rPr>
              <w:t>2</w:t>
            </w:r>
            <w:r w:rsidRPr="0025041C">
              <w:rPr>
                <w:rFonts w:ascii="Riojana" w:eastAsia="Arial" w:hAnsi="Riojana"/>
                <w:lang w:val="es-ES_tradnl"/>
              </w:rPr>
              <w:t>1</w:t>
            </w:r>
            <w:r w:rsidRPr="0025041C">
              <w:rPr>
                <w:rFonts w:ascii="Riojana" w:eastAsia="Arial" w:hAnsi="Riojana"/>
                <w:spacing w:val="-1"/>
                <w:lang w:val="es-ES_tradnl"/>
              </w:rPr>
              <w:t>4</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1</w:t>
            </w:r>
            <w:r w:rsidRPr="0025041C">
              <w:rPr>
                <w:rFonts w:ascii="Riojana" w:eastAsia="Arial" w:hAnsi="Riojana"/>
                <w:spacing w:val="2"/>
                <w:lang w:val="es-ES_tradnl"/>
              </w:rPr>
              <w:t>.</w:t>
            </w:r>
            <w:r w:rsidRPr="0025041C">
              <w:rPr>
                <w:rFonts w:ascii="Riojana" w:eastAsia="Arial" w:hAnsi="Riojana"/>
                <w:lang w:val="es-ES_tradnl"/>
              </w:rPr>
              <w:t>03</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UGT- Unión General de Trabajadores de La Rioja.</w:t>
            </w:r>
          </w:p>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 xml:space="preserve">Acciones de interés </w:t>
            </w:r>
            <w:proofErr w:type="spellStart"/>
            <w:r w:rsidRPr="0025041C">
              <w:rPr>
                <w:rFonts w:ascii="Riojana" w:eastAsia="Times" w:hAnsi="Riojana"/>
                <w:lang w:val="es-ES_tradnl"/>
              </w:rPr>
              <w:t>sociolaboral</w:t>
            </w:r>
            <w:proofErr w:type="spellEnd"/>
            <w:r w:rsidRPr="0025041C">
              <w:rPr>
                <w:rFonts w:ascii="Riojana" w:eastAsia="Times" w:hAnsi="Riojana"/>
                <w:lang w:val="es-ES_tradnl"/>
              </w:rPr>
              <w:t xml:space="preserve"> y salud laboral</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220.000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1</w:t>
            </w:r>
            <w:r w:rsidRPr="0025041C">
              <w:rPr>
                <w:rFonts w:ascii="Riojana" w:eastAsia="Arial" w:hAnsi="Riojana"/>
                <w:spacing w:val="-1"/>
                <w:lang w:val="es-ES_tradnl"/>
              </w:rPr>
              <w:t>9</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5.</w:t>
            </w:r>
            <w:r w:rsidRPr="0025041C">
              <w:rPr>
                <w:rFonts w:ascii="Riojana" w:eastAsia="Arial" w:hAnsi="Riojana"/>
                <w:spacing w:val="-1"/>
                <w:lang w:val="es-ES_tradnl"/>
              </w:rPr>
              <w:t>4</w:t>
            </w:r>
            <w:r w:rsidRPr="0025041C">
              <w:rPr>
                <w:rFonts w:ascii="Riojana" w:eastAsia="Arial" w:hAnsi="Riojana"/>
                <w:spacing w:val="2"/>
                <w:lang w:val="es-ES_tradnl"/>
              </w:rPr>
              <w:t>2</w:t>
            </w:r>
            <w:r w:rsidRPr="0025041C">
              <w:rPr>
                <w:rFonts w:ascii="Riojana" w:eastAsia="Arial" w:hAnsi="Riojana"/>
                <w:lang w:val="es-ES_tradnl"/>
              </w:rPr>
              <w:t>1</w:t>
            </w:r>
            <w:r w:rsidRPr="0025041C">
              <w:rPr>
                <w:rFonts w:ascii="Riojana" w:eastAsia="Arial" w:hAnsi="Riojana"/>
                <w:spacing w:val="-1"/>
                <w:lang w:val="es-ES_tradnl"/>
              </w:rPr>
              <w:t>4</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1</w:t>
            </w:r>
            <w:r w:rsidRPr="0025041C">
              <w:rPr>
                <w:rFonts w:ascii="Riojana" w:eastAsia="Arial" w:hAnsi="Riojana"/>
                <w:spacing w:val="2"/>
                <w:lang w:val="es-ES_tradnl"/>
              </w:rPr>
              <w:t>.</w:t>
            </w:r>
            <w:r w:rsidRPr="0025041C">
              <w:rPr>
                <w:rFonts w:ascii="Riojana" w:eastAsia="Arial" w:hAnsi="Riojana"/>
                <w:lang w:val="es-ES_tradnl"/>
              </w:rPr>
              <w:t>04</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 xml:space="preserve">CCOO de La Rioja. </w:t>
            </w:r>
          </w:p>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 xml:space="preserve">Acciones de interés </w:t>
            </w:r>
            <w:proofErr w:type="spellStart"/>
            <w:r w:rsidRPr="0025041C">
              <w:rPr>
                <w:rFonts w:ascii="Riojana" w:eastAsia="Times" w:hAnsi="Riojana"/>
                <w:lang w:val="es-ES_tradnl"/>
              </w:rPr>
              <w:t>sociolaboral</w:t>
            </w:r>
            <w:proofErr w:type="spellEnd"/>
            <w:r w:rsidRPr="0025041C">
              <w:rPr>
                <w:rFonts w:ascii="Riojana" w:eastAsia="Times" w:hAnsi="Riojana"/>
                <w:lang w:val="es-ES_tradnl"/>
              </w:rPr>
              <w:t xml:space="preserve"> y salud laboral</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165.000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1</w:t>
            </w:r>
            <w:r w:rsidRPr="0025041C">
              <w:rPr>
                <w:rFonts w:ascii="Riojana" w:eastAsia="Arial" w:hAnsi="Riojana"/>
                <w:spacing w:val="-1"/>
                <w:lang w:val="es-ES_tradnl"/>
              </w:rPr>
              <w:t>9</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5.</w:t>
            </w:r>
            <w:r w:rsidRPr="0025041C">
              <w:rPr>
                <w:rFonts w:ascii="Riojana" w:eastAsia="Arial" w:hAnsi="Riojana"/>
                <w:spacing w:val="-1"/>
                <w:lang w:val="es-ES_tradnl"/>
              </w:rPr>
              <w:t>4</w:t>
            </w:r>
            <w:r w:rsidRPr="0025041C">
              <w:rPr>
                <w:rFonts w:ascii="Riojana" w:eastAsia="Arial" w:hAnsi="Riojana"/>
                <w:spacing w:val="2"/>
                <w:lang w:val="es-ES_tradnl"/>
              </w:rPr>
              <w:t>2</w:t>
            </w:r>
            <w:r w:rsidRPr="0025041C">
              <w:rPr>
                <w:rFonts w:ascii="Riojana" w:eastAsia="Arial" w:hAnsi="Riojana"/>
                <w:lang w:val="es-ES_tradnl"/>
              </w:rPr>
              <w:t>1</w:t>
            </w:r>
            <w:r w:rsidRPr="0025041C">
              <w:rPr>
                <w:rFonts w:ascii="Riojana" w:eastAsia="Arial" w:hAnsi="Riojana"/>
                <w:spacing w:val="-1"/>
                <w:lang w:val="es-ES_tradnl"/>
              </w:rPr>
              <w:t>4</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1</w:t>
            </w:r>
            <w:r w:rsidRPr="0025041C">
              <w:rPr>
                <w:rFonts w:ascii="Riojana" w:eastAsia="Arial" w:hAnsi="Riojana"/>
                <w:spacing w:val="2"/>
                <w:lang w:val="es-ES_tradnl"/>
              </w:rPr>
              <w:t>.</w:t>
            </w:r>
            <w:r w:rsidRPr="0025041C">
              <w:rPr>
                <w:rFonts w:ascii="Riojana" w:eastAsia="Arial" w:hAnsi="Riojana"/>
                <w:lang w:val="es-ES_tradnl"/>
              </w:rPr>
              <w:t>05</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 xml:space="preserve">USO- Unión Sindical Obrera de La Rioja. </w:t>
            </w:r>
          </w:p>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 xml:space="preserve">Acciones de interés </w:t>
            </w:r>
            <w:proofErr w:type="spellStart"/>
            <w:r w:rsidRPr="0025041C">
              <w:rPr>
                <w:rFonts w:ascii="Riojana" w:eastAsia="Times" w:hAnsi="Riojana"/>
                <w:lang w:val="es-ES_tradnl"/>
              </w:rPr>
              <w:t>sociolaboral</w:t>
            </w:r>
            <w:proofErr w:type="spellEnd"/>
            <w:r w:rsidRPr="0025041C">
              <w:rPr>
                <w:rFonts w:ascii="Riojana" w:eastAsia="Times" w:hAnsi="Riojana"/>
                <w:lang w:val="es-ES_tradnl"/>
              </w:rPr>
              <w:t xml:space="preserve"> y salud laboral</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90.000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1</w:t>
            </w:r>
            <w:r w:rsidRPr="0025041C">
              <w:rPr>
                <w:rFonts w:ascii="Riojana" w:eastAsia="Arial" w:hAnsi="Riojana"/>
                <w:spacing w:val="-1"/>
                <w:lang w:val="es-ES_tradnl"/>
              </w:rPr>
              <w:t>9</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5.</w:t>
            </w:r>
            <w:r w:rsidRPr="0025041C">
              <w:rPr>
                <w:rFonts w:ascii="Riojana" w:eastAsia="Arial" w:hAnsi="Riojana"/>
                <w:spacing w:val="-1"/>
                <w:lang w:val="es-ES_tradnl"/>
              </w:rPr>
              <w:t>4</w:t>
            </w:r>
            <w:r w:rsidRPr="0025041C">
              <w:rPr>
                <w:rFonts w:ascii="Riojana" w:eastAsia="Arial" w:hAnsi="Riojana"/>
                <w:spacing w:val="2"/>
                <w:lang w:val="es-ES_tradnl"/>
              </w:rPr>
              <w:t>2</w:t>
            </w:r>
            <w:r w:rsidRPr="0025041C">
              <w:rPr>
                <w:rFonts w:ascii="Riojana" w:eastAsia="Arial" w:hAnsi="Riojana"/>
                <w:lang w:val="es-ES_tradnl"/>
              </w:rPr>
              <w:t>1</w:t>
            </w:r>
            <w:r w:rsidRPr="0025041C">
              <w:rPr>
                <w:rFonts w:ascii="Riojana" w:eastAsia="Arial" w:hAnsi="Riojana"/>
                <w:spacing w:val="-1"/>
                <w:lang w:val="es-ES_tradnl"/>
              </w:rPr>
              <w:t>4</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1</w:t>
            </w:r>
            <w:r w:rsidRPr="0025041C">
              <w:rPr>
                <w:rFonts w:ascii="Riojana" w:eastAsia="Arial" w:hAnsi="Riojana"/>
                <w:spacing w:val="2"/>
                <w:lang w:val="es-ES_tradnl"/>
              </w:rPr>
              <w:t>.</w:t>
            </w:r>
            <w:r w:rsidRPr="0025041C">
              <w:rPr>
                <w:rFonts w:ascii="Riojana" w:eastAsia="Arial" w:hAnsi="Riojana"/>
                <w:lang w:val="es-ES_tradnl"/>
              </w:rPr>
              <w:t>06</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CSIF-Central Sindical Independiente y de Funcionarios de La Rioja.</w:t>
            </w:r>
          </w:p>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 xml:space="preserve">Acciones de interés </w:t>
            </w:r>
            <w:proofErr w:type="spellStart"/>
            <w:r w:rsidRPr="0025041C">
              <w:rPr>
                <w:rFonts w:ascii="Riojana" w:eastAsia="Times" w:hAnsi="Riojana"/>
                <w:lang w:val="es-ES_tradnl"/>
              </w:rPr>
              <w:t>sociolaboral</w:t>
            </w:r>
            <w:proofErr w:type="spellEnd"/>
            <w:r w:rsidRPr="0025041C">
              <w:rPr>
                <w:rFonts w:ascii="Riojana" w:eastAsia="Times" w:hAnsi="Riojana"/>
                <w:lang w:val="es-ES_tradnl"/>
              </w:rPr>
              <w:t xml:space="preserve"> y salud laboral</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70.000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1</w:t>
            </w:r>
            <w:r w:rsidRPr="0025041C">
              <w:rPr>
                <w:rFonts w:ascii="Riojana" w:eastAsia="Arial" w:hAnsi="Riojana"/>
                <w:spacing w:val="-1"/>
                <w:lang w:val="es-ES_tradnl"/>
              </w:rPr>
              <w:t>9</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5.</w:t>
            </w:r>
            <w:r w:rsidRPr="0025041C">
              <w:rPr>
                <w:rFonts w:ascii="Riojana" w:eastAsia="Arial" w:hAnsi="Riojana"/>
                <w:spacing w:val="-1"/>
                <w:lang w:val="es-ES_tradnl"/>
              </w:rPr>
              <w:t>4</w:t>
            </w:r>
            <w:r w:rsidRPr="0025041C">
              <w:rPr>
                <w:rFonts w:ascii="Riojana" w:eastAsia="Arial" w:hAnsi="Riojana"/>
                <w:spacing w:val="2"/>
                <w:lang w:val="es-ES_tradnl"/>
              </w:rPr>
              <w:t>2</w:t>
            </w:r>
            <w:r w:rsidRPr="0025041C">
              <w:rPr>
                <w:rFonts w:ascii="Riojana" w:eastAsia="Arial" w:hAnsi="Riojana"/>
                <w:lang w:val="es-ES_tradnl"/>
              </w:rPr>
              <w:t>1</w:t>
            </w:r>
            <w:r w:rsidRPr="0025041C">
              <w:rPr>
                <w:rFonts w:ascii="Riojana" w:eastAsia="Arial" w:hAnsi="Riojana"/>
                <w:spacing w:val="-1"/>
                <w:lang w:val="es-ES_tradnl"/>
              </w:rPr>
              <w:t>4</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1</w:t>
            </w:r>
            <w:r w:rsidRPr="0025041C">
              <w:rPr>
                <w:rFonts w:ascii="Riojana" w:eastAsia="Arial" w:hAnsi="Riojana"/>
                <w:spacing w:val="2"/>
                <w:lang w:val="es-ES_tradnl"/>
              </w:rPr>
              <w:t>.</w:t>
            </w:r>
            <w:r w:rsidRPr="0025041C">
              <w:rPr>
                <w:rFonts w:ascii="Riojana" w:eastAsia="Arial" w:hAnsi="Riojana"/>
                <w:lang w:val="es-ES_tradnl"/>
              </w:rPr>
              <w:t>07</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 xml:space="preserve">STAR- Sindicato de Trabajadores de la Administración Riojana. Acciones de interés </w:t>
            </w:r>
            <w:proofErr w:type="spellStart"/>
            <w:r w:rsidRPr="0025041C">
              <w:rPr>
                <w:rFonts w:ascii="Riojana" w:eastAsia="Times" w:hAnsi="Riojana"/>
                <w:lang w:val="es-ES_tradnl"/>
              </w:rPr>
              <w:t>sociolaboral</w:t>
            </w:r>
            <w:proofErr w:type="spellEnd"/>
            <w:r w:rsidRPr="0025041C">
              <w:rPr>
                <w:rFonts w:ascii="Riojana" w:eastAsia="Times" w:hAnsi="Riojana"/>
                <w:lang w:val="es-ES_tradnl"/>
              </w:rPr>
              <w:t xml:space="preserve"> y salud laboral</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1</w:t>
            </w:r>
            <w:r w:rsidRPr="0025041C">
              <w:rPr>
                <w:rFonts w:ascii="Riojana" w:eastAsia="Arial" w:hAnsi="Riojana"/>
                <w:spacing w:val="-1"/>
                <w:lang w:val="es-ES_tradnl"/>
              </w:rPr>
              <w:t>9</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5.</w:t>
            </w:r>
            <w:r w:rsidRPr="0025041C">
              <w:rPr>
                <w:rFonts w:ascii="Riojana" w:eastAsia="Arial" w:hAnsi="Riojana"/>
                <w:spacing w:val="-1"/>
                <w:lang w:val="es-ES_tradnl"/>
              </w:rPr>
              <w:t>4</w:t>
            </w:r>
            <w:r w:rsidRPr="0025041C">
              <w:rPr>
                <w:rFonts w:ascii="Riojana" w:eastAsia="Arial" w:hAnsi="Riojana"/>
                <w:spacing w:val="2"/>
                <w:lang w:val="es-ES_tradnl"/>
              </w:rPr>
              <w:t>2</w:t>
            </w:r>
            <w:r w:rsidRPr="0025041C">
              <w:rPr>
                <w:rFonts w:ascii="Riojana" w:eastAsia="Arial" w:hAnsi="Riojana"/>
                <w:lang w:val="es-ES_tradnl"/>
              </w:rPr>
              <w:t>14</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1</w:t>
            </w:r>
            <w:r w:rsidRPr="0025041C">
              <w:rPr>
                <w:rFonts w:ascii="Riojana" w:eastAsia="Arial" w:hAnsi="Riojana"/>
                <w:spacing w:val="2"/>
                <w:lang w:val="es-ES_tradnl"/>
              </w:rPr>
              <w:t>.</w:t>
            </w:r>
            <w:r w:rsidRPr="0025041C">
              <w:rPr>
                <w:rFonts w:ascii="Riojana" w:eastAsia="Arial" w:hAnsi="Riojana"/>
                <w:lang w:val="es-ES_tradnl"/>
              </w:rPr>
              <w:t>08</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 xml:space="preserve">UGT. </w:t>
            </w:r>
          </w:p>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Fomento actividades. Delegados Territoriales de Prevención de Riesgos Laborales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56.250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1</w:t>
            </w:r>
            <w:r w:rsidRPr="0025041C">
              <w:rPr>
                <w:rFonts w:ascii="Riojana" w:eastAsia="Arial" w:hAnsi="Riojana"/>
                <w:spacing w:val="-1"/>
                <w:lang w:val="es-ES_tradnl"/>
              </w:rPr>
              <w:t>9</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5.</w:t>
            </w:r>
            <w:r w:rsidRPr="0025041C">
              <w:rPr>
                <w:rFonts w:ascii="Riojana" w:eastAsia="Arial" w:hAnsi="Riojana"/>
                <w:spacing w:val="-1"/>
                <w:lang w:val="es-ES_tradnl"/>
              </w:rPr>
              <w:t>4</w:t>
            </w:r>
            <w:r w:rsidRPr="0025041C">
              <w:rPr>
                <w:rFonts w:ascii="Riojana" w:eastAsia="Arial" w:hAnsi="Riojana"/>
                <w:spacing w:val="2"/>
                <w:lang w:val="es-ES_tradnl"/>
              </w:rPr>
              <w:t>2</w:t>
            </w:r>
            <w:r w:rsidRPr="0025041C">
              <w:rPr>
                <w:rFonts w:ascii="Riojana" w:eastAsia="Arial" w:hAnsi="Riojana"/>
                <w:lang w:val="es-ES_tradnl"/>
              </w:rPr>
              <w:t>1</w:t>
            </w:r>
            <w:r w:rsidRPr="0025041C">
              <w:rPr>
                <w:rFonts w:ascii="Riojana" w:eastAsia="Arial" w:hAnsi="Riojana"/>
                <w:spacing w:val="-1"/>
                <w:lang w:val="es-ES_tradnl"/>
              </w:rPr>
              <w:t>4</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1</w:t>
            </w:r>
            <w:r w:rsidRPr="0025041C">
              <w:rPr>
                <w:rFonts w:ascii="Riojana" w:eastAsia="Arial" w:hAnsi="Riojana"/>
                <w:spacing w:val="2"/>
                <w:lang w:val="es-ES_tradnl"/>
              </w:rPr>
              <w:t>.</w:t>
            </w:r>
            <w:r w:rsidRPr="0025041C">
              <w:rPr>
                <w:rFonts w:ascii="Riojana" w:eastAsia="Arial" w:hAnsi="Riojana"/>
                <w:lang w:val="es-ES_tradnl"/>
              </w:rPr>
              <w:t>09</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 xml:space="preserve">CCOO. </w:t>
            </w:r>
          </w:p>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 xml:space="preserve">Fomento actividades. Delegados Territoriales de Prevención de Riesgos Laborales </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56.250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lastRenderedPageBreak/>
              <w:t>1</w:t>
            </w:r>
            <w:r w:rsidRPr="0025041C">
              <w:rPr>
                <w:rFonts w:ascii="Riojana" w:eastAsia="Arial" w:hAnsi="Riojana"/>
                <w:spacing w:val="-1"/>
                <w:lang w:val="es-ES_tradnl"/>
              </w:rPr>
              <w:t>9</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5.</w:t>
            </w:r>
            <w:r w:rsidRPr="0025041C">
              <w:rPr>
                <w:rFonts w:ascii="Riojana" w:eastAsia="Arial" w:hAnsi="Riojana"/>
                <w:spacing w:val="-1"/>
                <w:lang w:val="es-ES_tradnl"/>
              </w:rPr>
              <w:t>4</w:t>
            </w:r>
            <w:r w:rsidRPr="0025041C">
              <w:rPr>
                <w:rFonts w:ascii="Riojana" w:eastAsia="Arial" w:hAnsi="Riojana"/>
                <w:spacing w:val="2"/>
                <w:lang w:val="es-ES_tradnl"/>
              </w:rPr>
              <w:t>2</w:t>
            </w:r>
            <w:r w:rsidRPr="0025041C">
              <w:rPr>
                <w:rFonts w:ascii="Riojana" w:eastAsia="Arial" w:hAnsi="Riojana"/>
                <w:lang w:val="es-ES_tradnl"/>
              </w:rPr>
              <w:t>1</w:t>
            </w:r>
            <w:r w:rsidRPr="0025041C">
              <w:rPr>
                <w:rFonts w:ascii="Riojana" w:eastAsia="Arial" w:hAnsi="Riojana"/>
                <w:spacing w:val="-1"/>
                <w:lang w:val="es-ES_tradnl"/>
              </w:rPr>
              <w:t>4</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2</w:t>
            </w:r>
            <w:r w:rsidRPr="0025041C">
              <w:rPr>
                <w:rFonts w:ascii="Riojana" w:eastAsia="Arial" w:hAnsi="Riojana"/>
                <w:spacing w:val="2"/>
                <w:lang w:val="es-ES_tradnl"/>
              </w:rPr>
              <w:t>.</w:t>
            </w:r>
            <w:r w:rsidRPr="0025041C">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spacing w:val="2"/>
                <w:lang w:val="es-ES_tradnl"/>
              </w:rPr>
            </w:pPr>
            <w:r w:rsidRPr="0025041C">
              <w:rPr>
                <w:rFonts w:ascii="Riojana" w:eastAsia="Arial" w:hAnsi="Riojana"/>
                <w:spacing w:val="1"/>
                <w:lang w:val="es-ES_tradnl"/>
              </w:rPr>
              <w:t>FER- Fe</w:t>
            </w:r>
            <w:r w:rsidRPr="0025041C">
              <w:rPr>
                <w:rFonts w:ascii="Riojana" w:eastAsia="Arial" w:hAnsi="Riojana"/>
                <w:lang w:val="es-ES_tradnl"/>
              </w:rPr>
              <w:t>de</w:t>
            </w:r>
            <w:r w:rsidRPr="0025041C">
              <w:rPr>
                <w:rFonts w:ascii="Riojana" w:eastAsia="Arial" w:hAnsi="Riojana"/>
                <w:spacing w:val="1"/>
                <w:lang w:val="es-ES_tradnl"/>
              </w:rPr>
              <w:t>rac</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n</w:t>
            </w:r>
            <w:r w:rsidRPr="0025041C">
              <w:rPr>
                <w:rFonts w:ascii="Riojana" w:eastAsia="Arial" w:hAnsi="Riojana"/>
                <w:spacing w:val="3"/>
                <w:lang w:val="es-ES_tradnl"/>
              </w:rPr>
              <w:t xml:space="preserve"> </w:t>
            </w:r>
            <w:r w:rsidRPr="0025041C">
              <w:rPr>
                <w:rFonts w:ascii="Riojana" w:eastAsia="Arial" w:hAnsi="Riojana"/>
                <w:lang w:val="es-ES_tradnl"/>
              </w:rPr>
              <w:t>de</w:t>
            </w:r>
            <w:r w:rsidRPr="0025041C">
              <w:rPr>
                <w:rFonts w:ascii="Riojana" w:eastAsia="Arial" w:hAnsi="Riojana"/>
                <w:spacing w:val="16"/>
                <w:lang w:val="es-ES_tradnl"/>
              </w:rPr>
              <w:t xml:space="preserve"> </w:t>
            </w:r>
            <w:r w:rsidRPr="0025041C">
              <w:rPr>
                <w:rFonts w:ascii="Riojana" w:eastAsia="Arial" w:hAnsi="Riojana"/>
                <w:lang w:val="es-ES_tradnl"/>
              </w:rPr>
              <w:t>Emp</w:t>
            </w:r>
            <w:r w:rsidRPr="0025041C">
              <w:rPr>
                <w:rFonts w:ascii="Riojana" w:eastAsia="Arial" w:hAnsi="Riojana"/>
                <w:spacing w:val="1"/>
                <w:lang w:val="es-ES_tradnl"/>
              </w:rPr>
              <w:t>r</w:t>
            </w:r>
            <w:r w:rsidRPr="0025041C">
              <w:rPr>
                <w:rFonts w:ascii="Riojana" w:eastAsia="Arial" w:hAnsi="Riojana"/>
                <w:spacing w:val="3"/>
                <w:lang w:val="es-ES_tradnl"/>
              </w:rPr>
              <w:t>e</w:t>
            </w:r>
            <w:r w:rsidRPr="0025041C">
              <w:rPr>
                <w:rFonts w:ascii="Riojana" w:eastAsia="Arial" w:hAnsi="Riojana"/>
                <w:spacing w:val="-1"/>
                <w:lang w:val="es-ES_tradnl"/>
              </w:rPr>
              <w:t>s</w:t>
            </w:r>
            <w:r w:rsidRPr="0025041C">
              <w:rPr>
                <w:rFonts w:ascii="Riojana" w:eastAsia="Arial" w:hAnsi="Riojana"/>
                <w:spacing w:val="4"/>
                <w:lang w:val="es-ES_tradnl"/>
              </w:rPr>
              <w:t>a</w:t>
            </w:r>
            <w:r w:rsidRPr="0025041C">
              <w:rPr>
                <w:rFonts w:ascii="Riojana" w:eastAsia="Arial" w:hAnsi="Riojana"/>
                <w:lang w:val="es-ES_tradnl"/>
              </w:rPr>
              <w:t>s</w:t>
            </w:r>
            <w:r w:rsidRPr="0025041C">
              <w:rPr>
                <w:rFonts w:ascii="Riojana" w:eastAsia="Arial" w:hAnsi="Riojana"/>
                <w:spacing w:val="-1"/>
                <w:lang w:val="es-ES_tradnl"/>
              </w:rPr>
              <w:t xml:space="preserve"> </w:t>
            </w:r>
            <w:r w:rsidRPr="0025041C">
              <w:rPr>
                <w:rFonts w:ascii="Riojana" w:eastAsia="Arial" w:hAnsi="Riojana"/>
                <w:spacing w:val="2"/>
                <w:lang w:val="es-ES_tradnl"/>
              </w:rPr>
              <w:t>d</w:t>
            </w:r>
            <w:r w:rsidRPr="0025041C">
              <w:rPr>
                <w:rFonts w:ascii="Riojana" w:eastAsia="Arial" w:hAnsi="Riojana"/>
                <w:lang w:val="es-ES_tradnl"/>
              </w:rPr>
              <w:t>e</w:t>
            </w:r>
            <w:r w:rsidRPr="0025041C">
              <w:rPr>
                <w:rFonts w:ascii="Riojana" w:eastAsia="Arial" w:hAnsi="Riojana"/>
                <w:spacing w:val="17"/>
                <w:lang w:val="es-ES_tradnl"/>
              </w:rPr>
              <w:t xml:space="preserve"> </w:t>
            </w:r>
            <w:r w:rsidRPr="0025041C">
              <w:rPr>
                <w:rFonts w:ascii="Riojana" w:eastAsia="Arial" w:hAnsi="Riojana"/>
                <w:lang w:val="es-ES_tradnl"/>
              </w:rPr>
              <w:t>La</w:t>
            </w:r>
            <w:r w:rsidRPr="0025041C">
              <w:rPr>
                <w:rFonts w:ascii="Riojana" w:eastAsia="Arial" w:hAnsi="Riojana"/>
                <w:spacing w:val="7"/>
                <w:lang w:val="es-ES_tradnl"/>
              </w:rPr>
              <w:t xml:space="preserve"> </w:t>
            </w:r>
            <w:r w:rsidRPr="0025041C">
              <w:rPr>
                <w:rFonts w:ascii="Riojana" w:eastAsia="Arial" w:hAnsi="Riojana"/>
                <w:spacing w:val="3"/>
                <w:lang w:val="es-ES_tradnl"/>
              </w:rPr>
              <w:t>R</w:t>
            </w:r>
            <w:r w:rsidRPr="0025041C">
              <w:rPr>
                <w:rFonts w:ascii="Riojana" w:eastAsia="Arial" w:hAnsi="Riojana"/>
                <w:spacing w:val="-1"/>
                <w:lang w:val="es-ES_tradnl"/>
              </w:rPr>
              <w:t>i</w:t>
            </w:r>
            <w:r w:rsidRPr="0025041C">
              <w:rPr>
                <w:rFonts w:ascii="Riojana" w:eastAsia="Arial" w:hAnsi="Riojana"/>
                <w:spacing w:val="1"/>
                <w:lang w:val="es-ES_tradnl"/>
              </w:rPr>
              <w:t>o</w:t>
            </w:r>
            <w:r w:rsidRPr="0025041C">
              <w:rPr>
                <w:rFonts w:ascii="Riojana" w:eastAsia="Arial" w:hAnsi="Riojana"/>
                <w:spacing w:val="-1"/>
                <w:lang w:val="es-ES_tradnl"/>
              </w:rPr>
              <w:t>j</w:t>
            </w:r>
            <w:r w:rsidRPr="0025041C">
              <w:rPr>
                <w:rFonts w:ascii="Riojana" w:eastAsia="Arial" w:hAnsi="Riojana"/>
                <w:spacing w:val="1"/>
                <w:lang w:val="es-ES_tradnl"/>
              </w:rPr>
              <w:t>a</w:t>
            </w:r>
            <w:r w:rsidRPr="0025041C">
              <w:rPr>
                <w:rFonts w:ascii="Riojana" w:eastAsia="Arial" w:hAnsi="Riojana"/>
                <w:lang w:val="es-ES_tradnl"/>
              </w:rPr>
              <w:t>.</w:t>
            </w:r>
            <w:r w:rsidRPr="0025041C">
              <w:rPr>
                <w:rFonts w:ascii="Riojana" w:eastAsia="Arial" w:hAnsi="Riojana"/>
                <w:spacing w:val="2"/>
                <w:lang w:val="es-ES_tradnl"/>
              </w:rPr>
              <w:t xml:space="preserve"> </w:t>
            </w:r>
          </w:p>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A</w:t>
            </w:r>
            <w:r w:rsidRPr="0025041C">
              <w:rPr>
                <w:rFonts w:ascii="Riojana" w:eastAsia="Arial" w:hAnsi="Riojana"/>
                <w:spacing w:val="1"/>
                <w:lang w:val="es-ES_tradnl"/>
              </w:rPr>
              <w:t>cc</w:t>
            </w:r>
            <w:r w:rsidRPr="0025041C">
              <w:rPr>
                <w:rFonts w:ascii="Riojana" w:eastAsia="Arial" w:hAnsi="Riojana"/>
                <w:spacing w:val="-1"/>
                <w:lang w:val="es-ES_tradnl"/>
              </w:rPr>
              <w:t>i</w:t>
            </w:r>
            <w:r w:rsidRPr="0025041C">
              <w:rPr>
                <w:rFonts w:ascii="Riojana" w:eastAsia="Arial" w:hAnsi="Riojana"/>
                <w:spacing w:val="3"/>
                <w:lang w:val="es-ES_tradnl"/>
              </w:rPr>
              <w:t>o</w:t>
            </w:r>
            <w:r w:rsidRPr="0025041C">
              <w:rPr>
                <w:rFonts w:ascii="Riojana" w:eastAsia="Arial" w:hAnsi="Riojana"/>
                <w:lang w:val="es-ES_tradnl"/>
              </w:rPr>
              <w:t>nes</w:t>
            </w:r>
            <w:r w:rsidRPr="0025041C">
              <w:rPr>
                <w:rFonts w:ascii="Riojana" w:eastAsia="Arial" w:hAnsi="Riojana"/>
                <w:spacing w:val="17"/>
                <w:lang w:val="es-ES_tradnl"/>
              </w:rPr>
              <w:t xml:space="preserve"> </w:t>
            </w:r>
            <w:r w:rsidRPr="0025041C">
              <w:rPr>
                <w:rFonts w:ascii="Riojana" w:eastAsia="Arial" w:hAnsi="Riojana"/>
                <w:spacing w:val="1"/>
                <w:lang w:val="es-ES_tradnl"/>
              </w:rPr>
              <w:t>a</w:t>
            </w:r>
            <w:r w:rsidRPr="0025041C">
              <w:rPr>
                <w:rFonts w:ascii="Riojana" w:eastAsia="Arial" w:hAnsi="Riojana"/>
                <w:spacing w:val="-1"/>
                <w:lang w:val="es-ES_tradnl"/>
              </w:rPr>
              <w:t>s</w:t>
            </w:r>
            <w:r w:rsidRPr="0025041C">
              <w:rPr>
                <w:rFonts w:ascii="Riojana" w:eastAsia="Arial" w:hAnsi="Riojana"/>
                <w:spacing w:val="1"/>
                <w:lang w:val="es-ES_tradnl"/>
              </w:rPr>
              <w:t>esora</w:t>
            </w:r>
            <w:r w:rsidRPr="0025041C">
              <w:rPr>
                <w:rFonts w:ascii="Riojana" w:eastAsia="Arial" w:hAnsi="Riojana"/>
                <w:lang w:val="es-ES_tradnl"/>
              </w:rPr>
              <w:t>miento</w:t>
            </w:r>
            <w:r w:rsidRPr="0025041C">
              <w:rPr>
                <w:rFonts w:ascii="Riojana" w:eastAsia="Arial" w:hAnsi="Riojana"/>
                <w:spacing w:val="6"/>
                <w:lang w:val="es-ES_tradnl"/>
              </w:rPr>
              <w:t xml:space="preserve"> </w:t>
            </w:r>
            <w:r w:rsidRPr="0025041C">
              <w:rPr>
                <w:rFonts w:ascii="Riojana" w:eastAsia="Arial" w:hAnsi="Riojana"/>
                <w:lang w:val="es-ES_tradnl"/>
              </w:rPr>
              <w:t xml:space="preserve">e </w:t>
            </w:r>
            <w:r w:rsidRPr="0025041C">
              <w:rPr>
                <w:rFonts w:ascii="Riojana" w:eastAsia="Arial" w:hAnsi="Riojana"/>
                <w:spacing w:val="-1"/>
                <w:lang w:val="es-ES_tradnl"/>
              </w:rPr>
              <w:t>i</w:t>
            </w:r>
            <w:r w:rsidRPr="0025041C">
              <w:rPr>
                <w:rFonts w:ascii="Riojana" w:eastAsia="Arial" w:hAnsi="Riojana"/>
                <w:lang w:val="es-ES_tradnl"/>
              </w:rPr>
              <w:t>nf</w:t>
            </w:r>
            <w:r w:rsidRPr="0025041C">
              <w:rPr>
                <w:rFonts w:ascii="Riojana" w:eastAsia="Arial" w:hAnsi="Riojana"/>
                <w:spacing w:val="1"/>
                <w:lang w:val="es-ES_tradnl"/>
              </w:rPr>
              <w:t>or</w:t>
            </w:r>
            <w:r w:rsidRPr="0025041C">
              <w:rPr>
                <w:rFonts w:ascii="Riojana" w:eastAsia="Arial" w:hAnsi="Riojana"/>
                <w:lang w:val="es-ES_tradnl"/>
              </w:rPr>
              <w:t>m</w:t>
            </w:r>
            <w:r w:rsidRPr="0025041C">
              <w:rPr>
                <w:rFonts w:ascii="Riojana" w:eastAsia="Arial" w:hAnsi="Riojana"/>
                <w:spacing w:val="1"/>
                <w:lang w:val="es-ES_tradnl"/>
              </w:rPr>
              <w:t>ac</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n</w:t>
            </w:r>
            <w:r w:rsidRPr="0025041C">
              <w:rPr>
                <w:rFonts w:ascii="Riojana" w:eastAsia="Arial" w:hAnsi="Riojana"/>
                <w:spacing w:val="34"/>
                <w:lang w:val="es-ES_tradnl"/>
              </w:rPr>
              <w:t xml:space="preserve"> </w:t>
            </w:r>
            <w:r w:rsidRPr="0025041C">
              <w:rPr>
                <w:rFonts w:ascii="Riojana" w:eastAsia="Arial" w:hAnsi="Riojana"/>
                <w:spacing w:val="1"/>
                <w:lang w:val="es-ES_tradnl"/>
              </w:rPr>
              <w:t>e</w:t>
            </w:r>
            <w:r w:rsidRPr="0025041C">
              <w:rPr>
                <w:rFonts w:ascii="Riojana" w:eastAsia="Arial" w:hAnsi="Riojana"/>
                <w:lang w:val="es-ES_tradnl"/>
              </w:rPr>
              <w:t>mp</w:t>
            </w:r>
            <w:r w:rsidRPr="0025041C">
              <w:rPr>
                <w:rFonts w:ascii="Riojana" w:eastAsia="Arial" w:hAnsi="Riojana"/>
                <w:spacing w:val="1"/>
                <w:lang w:val="es-ES_tradnl"/>
              </w:rPr>
              <w:t>re</w:t>
            </w:r>
            <w:r w:rsidRPr="0025041C">
              <w:rPr>
                <w:rFonts w:ascii="Riojana" w:eastAsia="Arial" w:hAnsi="Riojana"/>
                <w:spacing w:val="-1"/>
                <w:lang w:val="es-ES_tradnl"/>
              </w:rPr>
              <w:t>s</w:t>
            </w:r>
            <w:r w:rsidRPr="0025041C">
              <w:rPr>
                <w:rFonts w:ascii="Riojana" w:eastAsia="Arial" w:hAnsi="Riojana"/>
                <w:spacing w:val="1"/>
                <w:lang w:val="es-ES_tradnl"/>
              </w:rPr>
              <w:t>ar</w:t>
            </w:r>
            <w:r w:rsidRPr="0025041C">
              <w:rPr>
                <w:rFonts w:ascii="Riojana" w:eastAsia="Arial" w:hAnsi="Riojana"/>
                <w:spacing w:val="-1"/>
                <w:lang w:val="es-ES_tradnl"/>
              </w:rPr>
              <w:t>i</w:t>
            </w:r>
            <w:r w:rsidRPr="0025041C">
              <w:rPr>
                <w:rFonts w:ascii="Riojana" w:eastAsia="Arial" w:hAnsi="Riojana"/>
                <w:spacing w:val="1"/>
                <w:lang w:val="es-ES_tradnl"/>
              </w:rPr>
              <w:t>a</w:t>
            </w:r>
            <w:r w:rsidRPr="0025041C">
              <w:rPr>
                <w:rFonts w:ascii="Riojana" w:eastAsia="Arial" w:hAnsi="Riojana"/>
                <w:lang w:val="es-ES_tradnl"/>
              </w:rPr>
              <w:t>l</w:t>
            </w:r>
            <w:r w:rsidRPr="0025041C">
              <w:rPr>
                <w:rFonts w:ascii="Riojana" w:eastAsia="Arial" w:hAnsi="Riojana"/>
                <w:spacing w:val="16"/>
                <w:lang w:val="es-ES_tradnl"/>
              </w:rPr>
              <w:t xml:space="preserve"> </w:t>
            </w:r>
            <w:r w:rsidRPr="0025041C">
              <w:rPr>
                <w:rFonts w:ascii="Riojana" w:eastAsia="Arial" w:hAnsi="Riojana"/>
                <w:spacing w:val="1"/>
                <w:lang w:val="es-ES_tradnl"/>
              </w:rPr>
              <w:t>i</w:t>
            </w:r>
            <w:r w:rsidRPr="0025041C">
              <w:rPr>
                <w:rFonts w:ascii="Riojana" w:eastAsia="Arial" w:hAnsi="Riojana"/>
                <w:spacing w:val="2"/>
                <w:lang w:val="es-ES_tradnl"/>
              </w:rPr>
              <w:t>n</w:t>
            </w:r>
            <w:r w:rsidRPr="0025041C">
              <w:rPr>
                <w:rFonts w:ascii="Riojana" w:eastAsia="Arial" w:hAnsi="Riojana"/>
                <w:lang w:val="es-ES_tradnl"/>
              </w:rPr>
              <w:t>te</w:t>
            </w:r>
            <w:r w:rsidRPr="0025041C">
              <w:rPr>
                <w:rFonts w:ascii="Riojana" w:eastAsia="Arial" w:hAnsi="Riojana"/>
                <w:spacing w:val="1"/>
                <w:lang w:val="es-ES_tradnl"/>
              </w:rPr>
              <w:t>gra</w:t>
            </w:r>
            <w:r w:rsidRPr="0025041C">
              <w:rPr>
                <w:rFonts w:ascii="Riojana" w:eastAsia="Arial" w:hAnsi="Riojana"/>
                <w:lang w:val="es-ES_tradnl"/>
              </w:rPr>
              <w:t>l</w:t>
            </w:r>
            <w:r w:rsidRPr="0025041C">
              <w:rPr>
                <w:rFonts w:ascii="Riojana" w:eastAsia="Arial" w:hAnsi="Riojana"/>
                <w:spacing w:val="24"/>
                <w:lang w:val="es-ES_tradnl"/>
              </w:rPr>
              <w:t xml:space="preserve"> </w:t>
            </w:r>
            <w:r w:rsidRPr="0025041C">
              <w:rPr>
                <w:rFonts w:ascii="Riojana" w:eastAsia="Arial" w:hAnsi="Riojana"/>
                <w:lang w:val="es-ES_tradnl"/>
              </w:rPr>
              <w:t>a</w:t>
            </w:r>
            <w:r w:rsidRPr="0025041C">
              <w:rPr>
                <w:rFonts w:ascii="Riojana" w:eastAsia="Arial" w:hAnsi="Riojana"/>
                <w:spacing w:val="24"/>
                <w:lang w:val="es-ES_tradnl"/>
              </w:rPr>
              <w:t xml:space="preserve"> </w:t>
            </w:r>
            <w:r w:rsidRPr="0025041C">
              <w:rPr>
                <w:rFonts w:ascii="Riojana" w:eastAsia="Arial" w:hAnsi="Riojana"/>
                <w:spacing w:val="-1"/>
                <w:lang w:val="es-ES_tradnl"/>
              </w:rPr>
              <w:t>l</w:t>
            </w:r>
            <w:r w:rsidRPr="0025041C">
              <w:rPr>
                <w:rFonts w:ascii="Riojana" w:eastAsia="Arial" w:hAnsi="Riojana"/>
                <w:spacing w:val="1"/>
                <w:lang w:val="es-ES_tradnl"/>
              </w:rPr>
              <w:t>a</w:t>
            </w:r>
            <w:r w:rsidRPr="0025041C">
              <w:rPr>
                <w:rFonts w:ascii="Riojana" w:eastAsia="Arial" w:hAnsi="Riojana"/>
                <w:lang w:val="es-ES_tradnl"/>
              </w:rPr>
              <w:t>s</w:t>
            </w:r>
            <w:r w:rsidRPr="0025041C">
              <w:rPr>
                <w:rFonts w:ascii="Riojana" w:eastAsia="Arial" w:hAnsi="Riojana"/>
                <w:spacing w:val="24"/>
                <w:lang w:val="es-ES_tradnl"/>
              </w:rPr>
              <w:t xml:space="preserve"> </w:t>
            </w:r>
            <w:r w:rsidRPr="0025041C">
              <w:rPr>
                <w:rFonts w:ascii="Riojana" w:eastAsia="Arial" w:hAnsi="Riojana"/>
                <w:spacing w:val="1"/>
                <w:lang w:val="es-ES_tradnl"/>
              </w:rPr>
              <w:t>e</w:t>
            </w:r>
            <w:r w:rsidRPr="0025041C">
              <w:rPr>
                <w:rFonts w:ascii="Riojana" w:eastAsia="Arial" w:hAnsi="Riojana"/>
                <w:lang w:val="es-ES_tradnl"/>
              </w:rPr>
              <w:t>mp</w:t>
            </w:r>
            <w:r w:rsidRPr="0025041C">
              <w:rPr>
                <w:rFonts w:ascii="Riojana" w:eastAsia="Arial" w:hAnsi="Riojana"/>
                <w:spacing w:val="1"/>
                <w:lang w:val="es-ES_tradnl"/>
              </w:rPr>
              <w:t>re</w:t>
            </w:r>
            <w:r w:rsidRPr="0025041C">
              <w:rPr>
                <w:rFonts w:ascii="Riojana" w:eastAsia="Arial" w:hAnsi="Riojana"/>
                <w:spacing w:val="-1"/>
                <w:lang w:val="es-ES_tradnl"/>
              </w:rPr>
              <w:t>s</w:t>
            </w:r>
            <w:r w:rsidRPr="0025041C">
              <w:rPr>
                <w:rFonts w:ascii="Riojana" w:eastAsia="Arial" w:hAnsi="Riojana"/>
                <w:spacing w:val="1"/>
                <w:lang w:val="es-ES_tradnl"/>
              </w:rPr>
              <w:t>a</w:t>
            </w:r>
            <w:r w:rsidRPr="0025041C">
              <w:rPr>
                <w:rFonts w:ascii="Riojana" w:eastAsia="Arial" w:hAnsi="Riojana"/>
                <w:lang w:val="es-ES_tradnl"/>
              </w:rPr>
              <w:t>s</w:t>
            </w:r>
            <w:r w:rsidRPr="0025041C">
              <w:rPr>
                <w:rFonts w:ascii="Riojana" w:eastAsia="Arial" w:hAnsi="Riojana"/>
                <w:spacing w:val="21"/>
                <w:lang w:val="es-ES_tradnl"/>
              </w:rPr>
              <w:t xml:space="preserve"> </w:t>
            </w:r>
            <w:r w:rsidRPr="0025041C">
              <w:rPr>
                <w:rFonts w:ascii="Riojana" w:eastAsia="Arial" w:hAnsi="Riojana"/>
                <w:lang w:val="es-ES_tradnl"/>
              </w:rPr>
              <w:t>y</w:t>
            </w:r>
            <w:r w:rsidRPr="0025041C">
              <w:rPr>
                <w:rFonts w:ascii="Riojana" w:eastAsia="Arial" w:hAnsi="Riojana"/>
                <w:spacing w:val="29"/>
                <w:lang w:val="es-ES_tradnl"/>
              </w:rPr>
              <w:t xml:space="preserve"> </w:t>
            </w:r>
            <w:r w:rsidRPr="0025041C">
              <w:rPr>
                <w:rFonts w:ascii="Riojana" w:eastAsia="Arial" w:hAnsi="Riojana"/>
                <w:spacing w:val="2"/>
                <w:lang w:val="es-ES_tradnl"/>
              </w:rPr>
              <w:t>d</w:t>
            </w:r>
            <w:r w:rsidRPr="0025041C">
              <w:rPr>
                <w:rFonts w:ascii="Riojana" w:eastAsia="Arial" w:hAnsi="Riojana"/>
                <w:spacing w:val="1"/>
                <w:lang w:val="es-ES_tradnl"/>
              </w:rPr>
              <w:t>e</w:t>
            </w:r>
            <w:r w:rsidRPr="0025041C">
              <w:rPr>
                <w:rFonts w:ascii="Riojana" w:eastAsia="Arial" w:hAnsi="Riojana"/>
                <w:spacing w:val="-1"/>
                <w:lang w:val="es-ES_tradnl"/>
              </w:rPr>
              <w:t>s</w:t>
            </w:r>
            <w:r w:rsidRPr="0025041C">
              <w:rPr>
                <w:rFonts w:ascii="Riojana" w:eastAsia="Arial" w:hAnsi="Riojana"/>
                <w:spacing w:val="1"/>
                <w:lang w:val="es-ES_tradnl"/>
              </w:rPr>
              <w:t>arro</w:t>
            </w:r>
            <w:r w:rsidRPr="0025041C">
              <w:rPr>
                <w:rFonts w:ascii="Riojana" w:eastAsia="Arial" w:hAnsi="Riojana"/>
                <w:spacing w:val="-1"/>
                <w:lang w:val="es-ES_tradnl"/>
              </w:rPr>
              <w:t>ll</w:t>
            </w:r>
            <w:r w:rsidRPr="0025041C">
              <w:rPr>
                <w:rFonts w:ascii="Riojana" w:eastAsia="Arial" w:hAnsi="Riojana"/>
                <w:lang w:val="es-ES_tradnl"/>
              </w:rPr>
              <w:t>o</w:t>
            </w:r>
            <w:r w:rsidRPr="0025041C">
              <w:rPr>
                <w:rFonts w:ascii="Riojana" w:eastAsia="Arial" w:hAnsi="Riojana"/>
                <w:spacing w:val="28"/>
                <w:lang w:val="es-ES_tradnl"/>
              </w:rPr>
              <w:t xml:space="preserve"> </w:t>
            </w:r>
            <w:r w:rsidRPr="0025041C">
              <w:rPr>
                <w:rFonts w:ascii="Riojana" w:eastAsia="Arial" w:hAnsi="Riojana"/>
                <w:w w:val="101"/>
                <w:lang w:val="es-ES_tradnl"/>
              </w:rPr>
              <w:t xml:space="preserve">de </w:t>
            </w:r>
            <w:r w:rsidRPr="0025041C">
              <w:rPr>
                <w:rFonts w:ascii="Riojana" w:eastAsia="Arial" w:hAnsi="Riojana"/>
                <w:lang w:val="es-ES_tradnl"/>
              </w:rPr>
              <w:t>pr</w:t>
            </w:r>
            <w:r w:rsidRPr="0025041C">
              <w:rPr>
                <w:rFonts w:ascii="Riojana" w:eastAsia="Arial" w:hAnsi="Riojana"/>
                <w:spacing w:val="1"/>
                <w:lang w:val="es-ES_tradnl"/>
              </w:rPr>
              <w:t>o</w:t>
            </w:r>
            <w:r w:rsidRPr="0025041C">
              <w:rPr>
                <w:rFonts w:ascii="Riojana" w:eastAsia="Arial" w:hAnsi="Riojana"/>
                <w:spacing w:val="-1"/>
                <w:lang w:val="es-ES_tradnl"/>
              </w:rPr>
              <w:t>y</w:t>
            </w:r>
            <w:r w:rsidRPr="0025041C">
              <w:rPr>
                <w:rFonts w:ascii="Riojana" w:eastAsia="Arial" w:hAnsi="Riojana"/>
                <w:spacing w:val="1"/>
                <w:lang w:val="es-ES_tradnl"/>
              </w:rPr>
              <w:t>ec</w:t>
            </w:r>
            <w:r w:rsidRPr="0025041C">
              <w:rPr>
                <w:rFonts w:ascii="Riojana" w:eastAsia="Arial" w:hAnsi="Riojana"/>
                <w:lang w:val="es-ES_tradnl"/>
              </w:rPr>
              <w:t>tos</w:t>
            </w:r>
            <w:r w:rsidRPr="0025041C">
              <w:rPr>
                <w:rFonts w:ascii="Riojana" w:eastAsia="Arial" w:hAnsi="Riojana"/>
                <w:spacing w:val="18"/>
                <w:lang w:val="es-ES_tradnl"/>
              </w:rPr>
              <w:t xml:space="preserve"> </w:t>
            </w:r>
            <w:r w:rsidRPr="0025041C">
              <w:rPr>
                <w:rFonts w:ascii="Riojana" w:eastAsia="Arial" w:hAnsi="Riojana"/>
                <w:lang w:val="es-ES_tradnl"/>
              </w:rPr>
              <w:t>de</w:t>
            </w:r>
            <w:r w:rsidRPr="0025041C">
              <w:rPr>
                <w:rFonts w:ascii="Riojana" w:eastAsia="Arial" w:hAnsi="Riojana"/>
                <w:spacing w:val="2"/>
                <w:lang w:val="es-ES_tradnl"/>
              </w:rPr>
              <w:t xml:space="preserve"> </w:t>
            </w:r>
            <w:r w:rsidRPr="0025041C">
              <w:rPr>
                <w:rFonts w:ascii="Riojana" w:eastAsia="Arial" w:hAnsi="Riojana"/>
                <w:spacing w:val="-1"/>
                <w:w w:val="99"/>
                <w:lang w:val="es-ES_tradnl"/>
              </w:rPr>
              <w:t>i</w:t>
            </w:r>
            <w:r w:rsidRPr="0025041C">
              <w:rPr>
                <w:rFonts w:ascii="Riojana" w:eastAsia="Arial" w:hAnsi="Riojana"/>
                <w:spacing w:val="2"/>
                <w:w w:val="99"/>
                <w:lang w:val="es-ES_tradnl"/>
              </w:rPr>
              <w:t>n</w:t>
            </w:r>
            <w:r w:rsidRPr="0025041C">
              <w:rPr>
                <w:rFonts w:ascii="Riojana" w:eastAsia="Arial" w:hAnsi="Riojana"/>
                <w:lang w:val="es-ES_tradnl"/>
              </w:rPr>
              <w:t>no</w:t>
            </w:r>
            <w:r w:rsidRPr="0025041C">
              <w:rPr>
                <w:rFonts w:ascii="Riojana" w:eastAsia="Arial" w:hAnsi="Riojana"/>
                <w:spacing w:val="-1"/>
                <w:lang w:val="es-ES_tradnl"/>
              </w:rPr>
              <w:t>v</w:t>
            </w:r>
            <w:r w:rsidRPr="0025041C">
              <w:rPr>
                <w:rFonts w:ascii="Riojana" w:eastAsia="Arial" w:hAnsi="Riojana"/>
                <w:spacing w:val="1"/>
                <w:w w:val="96"/>
                <w:lang w:val="es-ES_tradnl"/>
              </w:rPr>
              <w:t>a</w:t>
            </w:r>
            <w:r w:rsidRPr="0025041C">
              <w:rPr>
                <w:rFonts w:ascii="Riojana" w:eastAsia="Arial" w:hAnsi="Riojana"/>
                <w:spacing w:val="1"/>
                <w:w w:val="106"/>
                <w:lang w:val="es-ES_tradnl"/>
              </w:rPr>
              <w:t>c</w:t>
            </w:r>
            <w:r w:rsidRPr="0025041C">
              <w:rPr>
                <w:rFonts w:ascii="Riojana" w:eastAsia="Arial" w:hAnsi="Riojana"/>
                <w:spacing w:val="-1"/>
                <w:w w:val="99"/>
                <w:lang w:val="es-ES_tradnl"/>
              </w:rPr>
              <w:t>i</w:t>
            </w:r>
            <w:r w:rsidRPr="0025041C">
              <w:rPr>
                <w:rFonts w:ascii="Riojana" w:eastAsia="Arial" w:hAnsi="Riojana"/>
                <w:spacing w:val="1"/>
                <w:w w:val="102"/>
                <w:lang w:val="es-ES_tradnl"/>
              </w:rPr>
              <w:t>ó</w:t>
            </w:r>
            <w:r w:rsidRPr="0025041C">
              <w:rPr>
                <w:rFonts w:ascii="Riojana" w:eastAsia="Arial" w:hAnsi="Riojana"/>
                <w:w w:val="99"/>
                <w:lang w:val="es-ES_tradnl"/>
              </w:rPr>
              <w:t>n</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150.650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1</w:t>
            </w:r>
            <w:r w:rsidRPr="0025041C">
              <w:rPr>
                <w:rFonts w:ascii="Riojana" w:eastAsia="Arial" w:hAnsi="Riojana"/>
                <w:spacing w:val="-1"/>
                <w:lang w:val="es-ES_tradnl"/>
              </w:rPr>
              <w:t>9</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5.</w:t>
            </w:r>
            <w:r w:rsidRPr="0025041C">
              <w:rPr>
                <w:rFonts w:ascii="Riojana" w:eastAsia="Arial" w:hAnsi="Riojana"/>
                <w:spacing w:val="-1"/>
                <w:lang w:val="es-ES_tradnl"/>
              </w:rPr>
              <w:t>4</w:t>
            </w:r>
            <w:r w:rsidRPr="0025041C">
              <w:rPr>
                <w:rFonts w:ascii="Riojana" w:eastAsia="Arial" w:hAnsi="Riojana"/>
                <w:spacing w:val="2"/>
                <w:lang w:val="es-ES_tradnl"/>
              </w:rPr>
              <w:t>2</w:t>
            </w:r>
            <w:r w:rsidRPr="0025041C">
              <w:rPr>
                <w:rFonts w:ascii="Riojana" w:eastAsia="Arial" w:hAnsi="Riojana"/>
                <w:lang w:val="es-ES_tradnl"/>
              </w:rPr>
              <w:t>1</w:t>
            </w:r>
            <w:r w:rsidRPr="0025041C">
              <w:rPr>
                <w:rFonts w:ascii="Riojana" w:eastAsia="Arial" w:hAnsi="Riojana"/>
                <w:spacing w:val="-1"/>
                <w:lang w:val="es-ES_tradnl"/>
              </w:rPr>
              <w:t>4</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2</w:t>
            </w:r>
            <w:r w:rsidRPr="0025041C">
              <w:rPr>
                <w:rFonts w:ascii="Riojana" w:eastAsia="Arial" w:hAnsi="Riojana"/>
                <w:spacing w:val="2"/>
                <w:lang w:val="es-ES_tradnl"/>
              </w:rPr>
              <w:t>.</w:t>
            </w:r>
            <w:r w:rsidRPr="0025041C">
              <w:rPr>
                <w:rFonts w:ascii="Riojana" w:eastAsia="Arial" w:hAnsi="Riojana"/>
                <w:lang w:val="es-ES_tradnl"/>
              </w:rPr>
              <w:t>01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spacing w:val="-9"/>
                <w:lang w:val="es-ES_tradnl"/>
              </w:rPr>
            </w:pPr>
            <w:r w:rsidRPr="0025041C">
              <w:rPr>
                <w:rFonts w:ascii="Riojana" w:eastAsia="Arial" w:hAnsi="Riojana"/>
                <w:spacing w:val="1"/>
                <w:lang w:val="es-ES_tradnl"/>
              </w:rPr>
              <w:t>FER- Fe</w:t>
            </w:r>
            <w:r w:rsidRPr="0025041C">
              <w:rPr>
                <w:rFonts w:ascii="Riojana" w:eastAsia="Arial" w:hAnsi="Riojana"/>
                <w:lang w:val="es-ES_tradnl"/>
              </w:rPr>
              <w:t>de</w:t>
            </w:r>
            <w:r w:rsidRPr="0025041C">
              <w:rPr>
                <w:rFonts w:ascii="Riojana" w:eastAsia="Arial" w:hAnsi="Riojana"/>
                <w:spacing w:val="1"/>
                <w:lang w:val="es-ES_tradnl"/>
              </w:rPr>
              <w:t>rac</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n</w:t>
            </w:r>
            <w:r w:rsidRPr="0025041C">
              <w:rPr>
                <w:rFonts w:ascii="Riojana" w:eastAsia="Arial" w:hAnsi="Riojana"/>
                <w:spacing w:val="-7"/>
                <w:lang w:val="es-ES_tradnl"/>
              </w:rPr>
              <w:t xml:space="preserve"> </w:t>
            </w:r>
            <w:r w:rsidRPr="0025041C">
              <w:rPr>
                <w:rFonts w:ascii="Riojana" w:eastAsia="Arial" w:hAnsi="Riojana"/>
                <w:lang w:val="es-ES_tradnl"/>
              </w:rPr>
              <w:t>de</w:t>
            </w:r>
            <w:r w:rsidRPr="0025041C">
              <w:rPr>
                <w:rFonts w:ascii="Riojana" w:eastAsia="Arial" w:hAnsi="Riojana"/>
                <w:spacing w:val="7"/>
                <w:lang w:val="es-ES_tradnl"/>
              </w:rPr>
              <w:t xml:space="preserve"> </w:t>
            </w:r>
            <w:r w:rsidRPr="0025041C">
              <w:rPr>
                <w:rFonts w:ascii="Riojana" w:eastAsia="Arial" w:hAnsi="Riojana"/>
                <w:lang w:val="es-ES_tradnl"/>
              </w:rPr>
              <w:t>Emp</w:t>
            </w:r>
            <w:r w:rsidRPr="0025041C">
              <w:rPr>
                <w:rFonts w:ascii="Riojana" w:eastAsia="Arial" w:hAnsi="Riojana"/>
                <w:spacing w:val="1"/>
                <w:lang w:val="es-ES_tradnl"/>
              </w:rPr>
              <w:t>re</w:t>
            </w:r>
            <w:r w:rsidRPr="0025041C">
              <w:rPr>
                <w:rFonts w:ascii="Riojana" w:eastAsia="Arial" w:hAnsi="Riojana"/>
                <w:spacing w:val="-1"/>
                <w:lang w:val="es-ES_tradnl"/>
              </w:rPr>
              <w:t>s</w:t>
            </w:r>
            <w:r w:rsidRPr="0025041C">
              <w:rPr>
                <w:rFonts w:ascii="Riojana" w:eastAsia="Arial" w:hAnsi="Riojana"/>
                <w:spacing w:val="1"/>
                <w:lang w:val="es-ES_tradnl"/>
              </w:rPr>
              <w:t>a</w:t>
            </w:r>
            <w:r w:rsidRPr="0025041C">
              <w:rPr>
                <w:rFonts w:ascii="Riojana" w:eastAsia="Arial" w:hAnsi="Riojana"/>
                <w:lang w:val="es-ES_tradnl"/>
              </w:rPr>
              <w:t>s</w:t>
            </w:r>
            <w:r w:rsidRPr="0025041C">
              <w:rPr>
                <w:rFonts w:ascii="Riojana" w:eastAsia="Arial" w:hAnsi="Riojana"/>
                <w:spacing w:val="-13"/>
                <w:lang w:val="es-ES_tradnl"/>
              </w:rPr>
              <w:t xml:space="preserve"> </w:t>
            </w:r>
            <w:r w:rsidRPr="0025041C">
              <w:rPr>
                <w:rFonts w:ascii="Riojana" w:eastAsia="Arial" w:hAnsi="Riojana"/>
                <w:spacing w:val="2"/>
                <w:lang w:val="es-ES_tradnl"/>
              </w:rPr>
              <w:t>d</w:t>
            </w:r>
            <w:r w:rsidRPr="0025041C">
              <w:rPr>
                <w:rFonts w:ascii="Riojana" w:eastAsia="Arial" w:hAnsi="Riojana"/>
                <w:lang w:val="es-ES_tradnl"/>
              </w:rPr>
              <w:t>e</w:t>
            </w:r>
            <w:r w:rsidRPr="0025041C">
              <w:rPr>
                <w:rFonts w:ascii="Riojana" w:eastAsia="Arial" w:hAnsi="Riojana"/>
                <w:spacing w:val="7"/>
                <w:lang w:val="es-ES_tradnl"/>
              </w:rPr>
              <w:t xml:space="preserve"> </w:t>
            </w:r>
            <w:r w:rsidRPr="0025041C">
              <w:rPr>
                <w:rFonts w:ascii="Riojana" w:eastAsia="Arial" w:hAnsi="Riojana"/>
                <w:lang w:val="es-ES_tradnl"/>
              </w:rPr>
              <w:t>La</w:t>
            </w:r>
            <w:r w:rsidRPr="0025041C">
              <w:rPr>
                <w:rFonts w:ascii="Riojana" w:eastAsia="Arial" w:hAnsi="Riojana"/>
                <w:spacing w:val="-2"/>
                <w:lang w:val="es-ES_tradnl"/>
              </w:rPr>
              <w:t xml:space="preserve"> </w:t>
            </w:r>
            <w:r w:rsidRPr="0025041C">
              <w:rPr>
                <w:rFonts w:ascii="Riojana" w:eastAsia="Arial" w:hAnsi="Riojana"/>
                <w:lang w:val="es-ES_tradnl"/>
              </w:rPr>
              <w:t>R</w:t>
            </w:r>
            <w:r w:rsidRPr="0025041C">
              <w:rPr>
                <w:rFonts w:ascii="Riojana" w:eastAsia="Arial" w:hAnsi="Riojana"/>
                <w:spacing w:val="-1"/>
                <w:lang w:val="es-ES_tradnl"/>
              </w:rPr>
              <w:t>i</w:t>
            </w:r>
            <w:r w:rsidRPr="0025041C">
              <w:rPr>
                <w:rFonts w:ascii="Riojana" w:eastAsia="Arial" w:hAnsi="Riojana"/>
                <w:spacing w:val="1"/>
                <w:lang w:val="es-ES_tradnl"/>
              </w:rPr>
              <w:t>o</w:t>
            </w:r>
            <w:r w:rsidRPr="0025041C">
              <w:rPr>
                <w:rFonts w:ascii="Riojana" w:eastAsia="Arial" w:hAnsi="Riojana"/>
                <w:spacing w:val="-1"/>
                <w:lang w:val="es-ES_tradnl"/>
              </w:rPr>
              <w:t>j</w:t>
            </w:r>
            <w:r w:rsidRPr="0025041C">
              <w:rPr>
                <w:rFonts w:ascii="Riojana" w:eastAsia="Arial" w:hAnsi="Riojana"/>
                <w:spacing w:val="1"/>
                <w:lang w:val="es-ES_tradnl"/>
              </w:rPr>
              <w:t>a</w:t>
            </w:r>
            <w:r w:rsidRPr="0025041C">
              <w:rPr>
                <w:rFonts w:ascii="Riojana" w:eastAsia="Arial" w:hAnsi="Riojana"/>
                <w:lang w:val="es-ES_tradnl"/>
              </w:rPr>
              <w:t>.</w:t>
            </w:r>
            <w:r w:rsidRPr="0025041C">
              <w:rPr>
                <w:rFonts w:ascii="Riojana" w:eastAsia="Arial" w:hAnsi="Riojana"/>
                <w:spacing w:val="-9"/>
                <w:lang w:val="es-ES_tradnl"/>
              </w:rPr>
              <w:t xml:space="preserve"> </w:t>
            </w:r>
          </w:p>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P</w:t>
            </w:r>
            <w:r w:rsidRPr="0025041C">
              <w:rPr>
                <w:rFonts w:ascii="Riojana" w:eastAsia="Arial" w:hAnsi="Riojana"/>
                <w:spacing w:val="1"/>
                <w:lang w:val="es-ES_tradnl"/>
              </w:rPr>
              <w:t>ar</w:t>
            </w:r>
            <w:r w:rsidRPr="0025041C">
              <w:rPr>
                <w:rFonts w:ascii="Riojana" w:eastAsia="Arial" w:hAnsi="Riojana"/>
                <w:lang w:val="es-ES_tradnl"/>
              </w:rPr>
              <w:t>t</w:t>
            </w:r>
            <w:r w:rsidRPr="0025041C">
              <w:rPr>
                <w:rFonts w:ascii="Riojana" w:eastAsia="Arial" w:hAnsi="Riojana"/>
                <w:spacing w:val="-1"/>
                <w:lang w:val="es-ES_tradnl"/>
              </w:rPr>
              <w:t>i</w:t>
            </w:r>
            <w:r w:rsidRPr="0025041C">
              <w:rPr>
                <w:rFonts w:ascii="Riojana" w:eastAsia="Arial" w:hAnsi="Riojana"/>
                <w:spacing w:val="1"/>
                <w:lang w:val="es-ES_tradnl"/>
              </w:rPr>
              <w:t>c</w:t>
            </w:r>
            <w:r w:rsidRPr="0025041C">
              <w:rPr>
                <w:rFonts w:ascii="Riojana" w:eastAsia="Arial" w:hAnsi="Riojana"/>
                <w:spacing w:val="-1"/>
                <w:lang w:val="es-ES_tradnl"/>
              </w:rPr>
              <w:t>i</w:t>
            </w:r>
            <w:r w:rsidRPr="0025041C">
              <w:rPr>
                <w:rFonts w:ascii="Riojana" w:eastAsia="Arial" w:hAnsi="Riojana"/>
                <w:lang w:val="es-ES_tradnl"/>
              </w:rPr>
              <w:t>pa</w:t>
            </w:r>
            <w:r w:rsidRPr="0025041C">
              <w:rPr>
                <w:rFonts w:ascii="Riojana" w:eastAsia="Arial" w:hAnsi="Riojana"/>
                <w:spacing w:val="1"/>
                <w:lang w:val="es-ES_tradnl"/>
              </w:rPr>
              <w:t>c</w:t>
            </w:r>
            <w:r w:rsidRPr="0025041C">
              <w:rPr>
                <w:rFonts w:ascii="Riojana" w:eastAsia="Arial" w:hAnsi="Riojana"/>
                <w:spacing w:val="-1"/>
                <w:lang w:val="es-ES_tradnl"/>
              </w:rPr>
              <w:t>i</w:t>
            </w:r>
            <w:r w:rsidRPr="0025041C">
              <w:rPr>
                <w:rFonts w:ascii="Riojana" w:eastAsia="Arial" w:hAnsi="Riojana"/>
                <w:spacing w:val="3"/>
                <w:lang w:val="es-ES_tradnl"/>
              </w:rPr>
              <w:t>ó</w:t>
            </w:r>
            <w:r w:rsidRPr="0025041C">
              <w:rPr>
                <w:rFonts w:ascii="Riojana" w:eastAsia="Arial" w:hAnsi="Riojana"/>
                <w:lang w:val="es-ES_tradnl"/>
              </w:rPr>
              <w:t>n</w:t>
            </w:r>
            <w:r w:rsidRPr="0025041C">
              <w:rPr>
                <w:rFonts w:ascii="Riojana" w:eastAsia="Arial" w:hAnsi="Riojana"/>
                <w:spacing w:val="12"/>
                <w:lang w:val="es-ES_tradnl"/>
              </w:rPr>
              <w:t xml:space="preserve"> </w:t>
            </w:r>
            <w:r w:rsidRPr="0025041C">
              <w:rPr>
                <w:rFonts w:ascii="Riojana" w:eastAsia="Arial" w:hAnsi="Riojana"/>
                <w:spacing w:val="-1"/>
                <w:lang w:val="es-ES_tradnl"/>
              </w:rPr>
              <w:t>i</w:t>
            </w:r>
            <w:r w:rsidRPr="0025041C">
              <w:rPr>
                <w:rFonts w:ascii="Riojana" w:eastAsia="Arial" w:hAnsi="Riojana"/>
                <w:spacing w:val="2"/>
                <w:lang w:val="es-ES_tradnl"/>
              </w:rPr>
              <w:t>n</w:t>
            </w:r>
            <w:r w:rsidRPr="0025041C">
              <w:rPr>
                <w:rFonts w:ascii="Riojana" w:eastAsia="Arial" w:hAnsi="Riojana"/>
                <w:spacing w:val="-1"/>
                <w:lang w:val="es-ES_tradnl"/>
              </w:rPr>
              <w:t>s</w:t>
            </w:r>
            <w:r w:rsidRPr="0025041C">
              <w:rPr>
                <w:rFonts w:ascii="Riojana" w:eastAsia="Arial" w:hAnsi="Riojana"/>
                <w:lang w:val="es-ES_tradnl"/>
              </w:rPr>
              <w:t>t</w:t>
            </w:r>
            <w:r w:rsidRPr="0025041C">
              <w:rPr>
                <w:rFonts w:ascii="Riojana" w:eastAsia="Arial" w:hAnsi="Riojana"/>
                <w:spacing w:val="1"/>
                <w:lang w:val="es-ES_tradnl"/>
              </w:rPr>
              <w:t>i</w:t>
            </w:r>
            <w:r w:rsidRPr="0025041C">
              <w:rPr>
                <w:rFonts w:ascii="Riojana" w:eastAsia="Arial" w:hAnsi="Riojana"/>
                <w:lang w:val="es-ES_tradnl"/>
              </w:rPr>
              <w:t>t</w:t>
            </w:r>
            <w:r w:rsidRPr="0025041C">
              <w:rPr>
                <w:rFonts w:ascii="Riojana" w:eastAsia="Arial" w:hAnsi="Riojana"/>
                <w:spacing w:val="7"/>
                <w:lang w:val="es-ES_tradnl"/>
              </w:rPr>
              <w:t>u</w:t>
            </w:r>
            <w:r w:rsidRPr="0025041C">
              <w:rPr>
                <w:rFonts w:ascii="Riojana" w:eastAsia="Arial" w:hAnsi="Riojana"/>
                <w:spacing w:val="1"/>
                <w:lang w:val="es-ES_tradnl"/>
              </w:rPr>
              <w:t>c</w:t>
            </w:r>
            <w:r w:rsidRPr="0025041C">
              <w:rPr>
                <w:rFonts w:ascii="Riojana" w:eastAsia="Arial" w:hAnsi="Riojana"/>
                <w:spacing w:val="-1"/>
                <w:lang w:val="es-ES_tradnl"/>
              </w:rPr>
              <w:t>i</w:t>
            </w:r>
            <w:r w:rsidRPr="0025041C">
              <w:rPr>
                <w:rFonts w:ascii="Riojana" w:eastAsia="Arial" w:hAnsi="Riojana"/>
                <w:spacing w:val="1"/>
                <w:lang w:val="es-ES_tradnl"/>
              </w:rPr>
              <w:t>o</w:t>
            </w:r>
            <w:r w:rsidRPr="0025041C">
              <w:rPr>
                <w:rFonts w:ascii="Riojana" w:eastAsia="Arial" w:hAnsi="Riojana"/>
                <w:lang w:val="es-ES_tradnl"/>
              </w:rPr>
              <w:t>n</w:t>
            </w:r>
            <w:r w:rsidRPr="0025041C">
              <w:rPr>
                <w:rFonts w:ascii="Riojana" w:eastAsia="Arial" w:hAnsi="Riojana"/>
                <w:spacing w:val="3"/>
                <w:lang w:val="es-ES_tradnl"/>
              </w:rPr>
              <w:t>a</w:t>
            </w:r>
            <w:r w:rsidRPr="0025041C">
              <w:rPr>
                <w:rFonts w:ascii="Riojana" w:eastAsia="Arial" w:hAnsi="Riojana"/>
                <w:lang w:val="es-ES_tradnl"/>
              </w:rPr>
              <w:t>l</w:t>
            </w:r>
            <w:r w:rsidRPr="0025041C">
              <w:rPr>
                <w:rFonts w:ascii="Riojana" w:eastAsia="Arial" w:hAnsi="Riojana"/>
                <w:spacing w:val="17"/>
                <w:lang w:val="es-ES_tradnl"/>
              </w:rPr>
              <w:t xml:space="preserve"> </w:t>
            </w:r>
            <w:r w:rsidRPr="0025041C">
              <w:rPr>
                <w:rFonts w:ascii="Riojana" w:eastAsia="Arial" w:hAnsi="Riojana"/>
                <w:lang w:val="es-ES_tradnl"/>
              </w:rPr>
              <w:t>y d</w:t>
            </w:r>
            <w:r w:rsidRPr="0025041C">
              <w:rPr>
                <w:rFonts w:ascii="Riojana" w:eastAsia="Arial" w:hAnsi="Riojana"/>
                <w:spacing w:val="-2"/>
                <w:lang w:val="es-ES_tradnl"/>
              </w:rPr>
              <w:t>i</w:t>
            </w:r>
            <w:r w:rsidRPr="0025041C">
              <w:rPr>
                <w:rFonts w:ascii="Riojana" w:eastAsia="Arial" w:hAnsi="Riojana"/>
                <w:spacing w:val="1"/>
                <w:lang w:val="es-ES_tradnl"/>
              </w:rPr>
              <w:t>á</w:t>
            </w:r>
            <w:r w:rsidRPr="0025041C">
              <w:rPr>
                <w:rFonts w:ascii="Riojana" w:eastAsia="Arial" w:hAnsi="Riojana"/>
                <w:spacing w:val="-1"/>
                <w:lang w:val="es-ES_tradnl"/>
              </w:rPr>
              <w:t>l</w:t>
            </w:r>
            <w:r w:rsidRPr="0025041C">
              <w:rPr>
                <w:rFonts w:ascii="Riojana" w:eastAsia="Arial" w:hAnsi="Riojana"/>
                <w:spacing w:val="1"/>
                <w:lang w:val="es-ES_tradnl"/>
              </w:rPr>
              <w:t>og</w:t>
            </w:r>
            <w:r w:rsidRPr="0025041C">
              <w:rPr>
                <w:rFonts w:ascii="Riojana" w:eastAsia="Arial" w:hAnsi="Riojana"/>
                <w:lang w:val="es-ES_tradnl"/>
              </w:rPr>
              <w:t>o</w:t>
            </w:r>
            <w:r w:rsidRPr="0025041C">
              <w:rPr>
                <w:rFonts w:ascii="Riojana" w:eastAsia="Arial" w:hAnsi="Riojana"/>
                <w:spacing w:val="10"/>
                <w:lang w:val="es-ES_tradnl"/>
              </w:rPr>
              <w:t xml:space="preserve"> </w:t>
            </w:r>
            <w:r w:rsidRPr="0025041C">
              <w:rPr>
                <w:rFonts w:ascii="Riojana" w:eastAsia="Arial" w:hAnsi="Riojana"/>
                <w:spacing w:val="-1"/>
                <w:w w:val="99"/>
                <w:lang w:val="es-ES_tradnl"/>
              </w:rPr>
              <w:t>s</w:t>
            </w:r>
            <w:r w:rsidRPr="0025041C">
              <w:rPr>
                <w:rFonts w:ascii="Riojana" w:eastAsia="Arial" w:hAnsi="Riojana"/>
                <w:spacing w:val="1"/>
                <w:w w:val="102"/>
                <w:lang w:val="es-ES_tradnl"/>
              </w:rPr>
              <w:t>o</w:t>
            </w:r>
            <w:r w:rsidRPr="0025041C">
              <w:rPr>
                <w:rFonts w:ascii="Riojana" w:eastAsia="Arial" w:hAnsi="Riojana"/>
                <w:spacing w:val="1"/>
                <w:w w:val="106"/>
                <w:lang w:val="es-ES_tradnl"/>
              </w:rPr>
              <w:t>c</w:t>
            </w:r>
            <w:r w:rsidRPr="0025041C">
              <w:rPr>
                <w:rFonts w:ascii="Riojana" w:eastAsia="Arial" w:hAnsi="Riojana"/>
                <w:spacing w:val="-1"/>
                <w:w w:val="99"/>
                <w:lang w:val="es-ES_tradnl"/>
              </w:rPr>
              <w:t>i</w:t>
            </w:r>
            <w:r w:rsidRPr="0025041C">
              <w:rPr>
                <w:rFonts w:ascii="Riojana" w:eastAsia="Arial" w:hAnsi="Riojana"/>
                <w:spacing w:val="1"/>
                <w:w w:val="96"/>
                <w:lang w:val="es-ES_tradnl"/>
              </w:rPr>
              <w:t>a</w:t>
            </w:r>
            <w:r w:rsidRPr="0025041C">
              <w:rPr>
                <w:rFonts w:ascii="Riojana" w:eastAsia="Arial" w:hAnsi="Riojana"/>
                <w:w w:val="99"/>
                <w:lang w:val="es-ES_tradnl"/>
              </w:rPr>
              <w:t>l</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300.000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1</w:t>
            </w:r>
            <w:r w:rsidRPr="0025041C">
              <w:rPr>
                <w:rFonts w:ascii="Riojana" w:eastAsia="Arial" w:hAnsi="Riojana"/>
                <w:spacing w:val="-1"/>
                <w:lang w:val="es-ES_tradnl"/>
              </w:rPr>
              <w:t>9</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5.</w:t>
            </w:r>
            <w:r w:rsidRPr="0025041C">
              <w:rPr>
                <w:rFonts w:ascii="Riojana" w:eastAsia="Arial" w:hAnsi="Riojana"/>
                <w:spacing w:val="-1"/>
                <w:lang w:val="es-ES_tradnl"/>
              </w:rPr>
              <w:t>4</w:t>
            </w:r>
            <w:r w:rsidRPr="0025041C">
              <w:rPr>
                <w:rFonts w:ascii="Riojana" w:eastAsia="Arial" w:hAnsi="Riojana"/>
                <w:spacing w:val="2"/>
                <w:lang w:val="es-ES_tradnl"/>
              </w:rPr>
              <w:t>2</w:t>
            </w:r>
            <w:r w:rsidRPr="0025041C">
              <w:rPr>
                <w:rFonts w:ascii="Riojana" w:eastAsia="Arial" w:hAnsi="Riojana"/>
                <w:lang w:val="es-ES_tradnl"/>
              </w:rPr>
              <w:t>1</w:t>
            </w:r>
            <w:r w:rsidRPr="0025041C">
              <w:rPr>
                <w:rFonts w:ascii="Riojana" w:eastAsia="Arial" w:hAnsi="Riojana"/>
                <w:spacing w:val="-1"/>
                <w:lang w:val="es-ES_tradnl"/>
              </w:rPr>
              <w:t>4</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2</w:t>
            </w:r>
            <w:r w:rsidRPr="0025041C">
              <w:rPr>
                <w:rFonts w:ascii="Riojana" w:eastAsia="Arial" w:hAnsi="Riojana"/>
                <w:spacing w:val="2"/>
                <w:lang w:val="es-ES_tradnl"/>
              </w:rPr>
              <w:t>.</w:t>
            </w:r>
            <w:r w:rsidRPr="0025041C">
              <w:rPr>
                <w:rFonts w:ascii="Riojana" w:eastAsia="Arial" w:hAnsi="Riojana"/>
                <w:lang w:val="es-ES_tradnl"/>
              </w:rPr>
              <w:t>02</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 xml:space="preserve">FER. </w:t>
            </w:r>
          </w:p>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 xml:space="preserve">Fomento actividades. Delegados territoriales prevención de riesgos laborales </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112.500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1</w:t>
            </w:r>
            <w:r w:rsidRPr="0025041C">
              <w:rPr>
                <w:rFonts w:ascii="Riojana" w:eastAsia="Arial" w:hAnsi="Riojana"/>
                <w:spacing w:val="-1"/>
                <w:lang w:val="es-ES_tradnl"/>
              </w:rPr>
              <w:t>9</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5.</w:t>
            </w:r>
            <w:r w:rsidRPr="0025041C">
              <w:rPr>
                <w:rFonts w:ascii="Riojana" w:eastAsia="Arial" w:hAnsi="Riojana"/>
                <w:spacing w:val="-1"/>
                <w:lang w:val="es-ES_tradnl"/>
              </w:rPr>
              <w:t>4</w:t>
            </w:r>
            <w:r w:rsidRPr="0025041C">
              <w:rPr>
                <w:rFonts w:ascii="Riojana" w:eastAsia="Arial" w:hAnsi="Riojana"/>
                <w:spacing w:val="2"/>
                <w:lang w:val="es-ES_tradnl"/>
              </w:rPr>
              <w:t>2</w:t>
            </w:r>
            <w:r w:rsidRPr="0025041C">
              <w:rPr>
                <w:rFonts w:ascii="Riojana" w:eastAsia="Arial" w:hAnsi="Riojana"/>
                <w:lang w:val="es-ES_tradnl"/>
              </w:rPr>
              <w:t>1</w:t>
            </w:r>
            <w:r w:rsidRPr="0025041C">
              <w:rPr>
                <w:rFonts w:ascii="Riojana" w:eastAsia="Arial" w:hAnsi="Riojana"/>
                <w:spacing w:val="-1"/>
                <w:lang w:val="es-ES_tradnl"/>
              </w:rPr>
              <w:t>4</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3</w:t>
            </w:r>
            <w:r w:rsidRPr="0025041C">
              <w:rPr>
                <w:rFonts w:ascii="Riojana" w:eastAsia="Arial" w:hAnsi="Riojana"/>
                <w:spacing w:val="2"/>
                <w:lang w:val="es-ES_tradnl"/>
              </w:rPr>
              <w:t>.</w:t>
            </w:r>
            <w:r w:rsidRPr="0025041C">
              <w:rPr>
                <w:rFonts w:ascii="Riojana" w:eastAsia="Arial" w:hAnsi="Riojana"/>
                <w:lang w:val="es-ES_tradnl"/>
              </w:rPr>
              <w:t>01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Fundación Privada Tribunal Laboral de Conciliación, Mediación y</w:t>
            </w:r>
          </w:p>
          <w:p w:rsidR="00011E90" w:rsidRPr="0025041C" w:rsidRDefault="00011E90">
            <w:pPr>
              <w:autoSpaceDE w:val="0"/>
              <w:autoSpaceDN w:val="0"/>
              <w:adjustRightInd w:val="0"/>
              <w:spacing w:before="0" w:after="0"/>
              <w:jc w:val="left"/>
              <w:rPr>
                <w:rFonts w:ascii="Riojana" w:eastAsia="Times" w:hAnsi="Riojana"/>
                <w:lang w:val="es-ES_tradnl"/>
              </w:rPr>
            </w:pPr>
            <w:r w:rsidRPr="0025041C">
              <w:rPr>
                <w:rFonts w:ascii="Riojana" w:eastAsia="Times" w:hAnsi="Riojana"/>
                <w:lang w:val="es-ES_tradnl"/>
              </w:rPr>
              <w:t xml:space="preserve">Arbitraje de La Rioja. </w:t>
            </w:r>
          </w:p>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Actividades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144.599</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1</w:t>
            </w:r>
            <w:r w:rsidRPr="0025041C">
              <w:rPr>
                <w:rFonts w:ascii="Riojana" w:eastAsia="Arial" w:hAnsi="Riojana"/>
                <w:spacing w:val="-1"/>
                <w:lang w:val="es-ES_tradnl"/>
              </w:rPr>
              <w:t>9</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5.</w:t>
            </w:r>
            <w:r w:rsidRPr="0025041C">
              <w:rPr>
                <w:rFonts w:ascii="Riojana" w:eastAsia="Arial" w:hAnsi="Riojana"/>
                <w:spacing w:val="-1"/>
                <w:lang w:val="es-ES_tradnl"/>
              </w:rPr>
              <w:t>4</w:t>
            </w:r>
            <w:r w:rsidRPr="0025041C">
              <w:rPr>
                <w:rFonts w:ascii="Riojana" w:eastAsia="Arial" w:hAnsi="Riojana"/>
                <w:spacing w:val="2"/>
                <w:lang w:val="es-ES_tradnl"/>
              </w:rPr>
              <w:t>2</w:t>
            </w:r>
            <w:r w:rsidRPr="0025041C">
              <w:rPr>
                <w:rFonts w:ascii="Riojana" w:eastAsia="Arial" w:hAnsi="Riojana"/>
                <w:lang w:val="es-ES_tradnl"/>
              </w:rPr>
              <w:t>1</w:t>
            </w:r>
            <w:r w:rsidRPr="0025041C">
              <w:rPr>
                <w:rFonts w:ascii="Riojana" w:eastAsia="Arial" w:hAnsi="Riojana"/>
                <w:spacing w:val="-1"/>
                <w:lang w:val="es-ES_tradnl"/>
              </w:rPr>
              <w:t>4</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3</w:t>
            </w:r>
            <w:r w:rsidRPr="0025041C">
              <w:rPr>
                <w:rFonts w:ascii="Riojana" w:eastAsia="Arial" w:hAnsi="Riojana"/>
                <w:spacing w:val="2"/>
                <w:lang w:val="es-ES_tradnl"/>
              </w:rPr>
              <w:t>.</w:t>
            </w:r>
            <w:r w:rsidRPr="0025041C">
              <w:rPr>
                <w:rFonts w:ascii="Riojana" w:eastAsia="Arial" w:hAnsi="Riojana"/>
                <w:lang w:val="es-ES_tradnl"/>
              </w:rPr>
              <w:t>02</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 xml:space="preserve">Fundación Privada Tribunal Laboral de Conciliación, Mediación y Arbitraje de La Rioja. </w:t>
            </w:r>
          </w:p>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Actuaciones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266.075</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1</w:t>
            </w:r>
            <w:r w:rsidRPr="0025041C">
              <w:rPr>
                <w:rFonts w:ascii="Riojana" w:eastAsia="Arial" w:hAnsi="Riojana"/>
                <w:spacing w:val="-1"/>
                <w:lang w:val="es-ES_tradnl"/>
              </w:rPr>
              <w:t>9</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5.</w:t>
            </w:r>
            <w:r w:rsidRPr="0025041C">
              <w:rPr>
                <w:rFonts w:ascii="Riojana" w:eastAsia="Arial" w:hAnsi="Riojana"/>
                <w:spacing w:val="-1"/>
                <w:lang w:val="es-ES_tradnl"/>
              </w:rPr>
              <w:t>4</w:t>
            </w:r>
            <w:r w:rsidRPr="0025041C">
              <w:rPr>
                <w:rFonts w:ascii="Riojana" w:eastAsia="Arial" w:hAnsi="Riojana"/>
                <w:spacing w:val="2"/>
                <w:lang w:val="es-ES_tradnl"/>
              </w:rPr>
              <w:t>2</w:t>
            </w:r>
            <w:r w:rsidRPr="0025041C">
              <w:rPr>
                <w:rFonts w:ascii="Riojana" w:eastAsia="Arial" w:hAnsi="Riojana"/>
                <w:lang w:val="es-ES_tradnl"/>
              </w:rPr>
              <w:t>1</w:t>
            </w:r>
            <w:r w:rsidRPr="0025041C">
              <w:rPr>
                <w:rFonts w:ascii="Riojana" w:eastAsia="Arial" w:hAnsi="Riojana"/>
                <w:spacing w:val="-1"/>
                <w:lang w:val="es-ES_tradnl"/>
              </w:rPr>
              <w:t>4</w:t>
            </w:r>
            <w:r w:rsidRPr="0025041C">
              <w:rPr>
                <w:rFonts w:ascii="Riojana" w:eastAsia="Arial" w:hAnsi="Riojana"/>
                <w:spacing w:val="2"/>
                <w:lang w:val="es-ES_tradnl"/>
              </w:rPr>
              <w:t>.</w:t>
            </w:r>
            <w:r w:rsidRPr="0025041C">
              <w:rPr>
                <w:rFonts w:ascii="Riojana" w:eastAsia="Arial" w:hAnsi="Riojana"/>
                <w:lang w:val="es-ES_tradnl"/>
              </w:rPr>
              <w:t>7</w:t>
            </w:r>
            <w:r w:rsidRPr="0025041C">
              <w:rPr>
                <w:rFonts w:ascii="Riojana" w:eastAsia="Arial" w:hAnsi="Riojana"/>
                <w:spacing w:val="-1"/>
                <w:lang w:val="es-ES_tradnl"/>
              </w:rPr>
              <w:t>8</w:t>
            </w:r>
            <w:r w:rsidRPr="0025041C">
              <w:rPr>
                <w:rFonts w:ascii="Riojana" w:eastAsia="Arial" w:hAnsi="Riojana"/>
                <w:lang w:val="es-ES_tradnl"/>
              </w:rPr>
              <w:t>3</w:t>
            </w:r>
            <w:r w:rsidRPr="0025041C">
              <w:rPr>
                <w:rFonts w:ascii="Riojana" w:eastAsia="Arial" w:hAnsi="Riojana"/>
                <w:spacing w:val="2"/>
                <w:lang w:val="es-ES_tradnl"/>
              </w:rPr>
              <w:t>.</w:t>
            </w:r>
            <w:r w:rsidRPr="0025041C">
              <w:rPr>
                <w:rFonts w:ascii="Riojana" w:eastAsia="Arial" w:hAnsi="Riojana"/>
                <w:lang w:val="es-ES_tradnl"/>
              </w:rPr>
              <w:t>01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spacing w:val="-13"/>
                <w:lang w:val="es-ES_tradnl"/>
              </w:rPr>
            </w:pPr>
            <w:r w:rsidRPr="0025041C">
              <w:rPr>
                <w:rFonts w:ascii="Riojana" w:eastAsia="Arial" w:hAnsi="Riojana"/>
                <w:spacing w:val="1"/>
                <w:lang w:val="es-ES_tradnl"/>
              </w:rPr>
              <w:t>Tr</w:t>
            </w:r>
            <w:r w:rsidRPr="0025041C">
              <w:rPr>
                <w:rFonts w:ascii="Riojana" w:eastAsia="Arial" w:hAnsi="Riojana"/>
                <w:spacing w:val="-1"/>
                <w:lang w:val="es-ES_tradnl"/>
              </w:rPr>
              <w:t>i</w:t>
            </w:r>
            <w:r w:rsidRPr="0025041C">
              <w:rPr>
                <w:rFonts w:ascii="Riojana" w:eastAsia="Arial" w:hAnsi="Riojana"/>
                <w:lang w:val="es-ES_tradnl"/>
              </w:rPr>
              <w:t>b</w:t>
            </w:r>
            <w:r w:rsidRPr="0025041C">
              <w:rPr>
                <w:rFonts w:ascii="Riojana" w:eastAsia="Arial" w:hAnsi="Riojana"/>
                <w:spacing w:val="-1"/>
                <w:lang w:val="es-ES_tradnl"/>
              </w:rPr>
              <w:t>u</w:t>
            </w:r>
            <w:r w:rsidRPr="0025041C">
              <w:rPr>
                <w:rFonts w:ascii="Riojana" w:eastAsia="Arial" w:hAnsi="Riojana"/>
                <w:lang w:val="es-ES_tradnl"/>
              </w:rPr>
              <w:t>nal</w:t>
            </w:r>
            <w:r w:rsidRPr="0025041C">
              <w:rPr>
                <w:rFonts w:ascii="Riojana" w:eastAsia="Arial" w:hAnsi="Riojana"/>
                <w:spacing w:val="-11"/>
                <w:lang w:val="es-ES_tradnl"/>
              </w:rPr>
              <w:t xml:space="preserve"> </w:t>
            </w:r>
            <w:r w:rsidRPr="0025041C">
              <w:rPr>
                <w:rFonts w:ascii="Riojana" w:eastAsia="Arial" w:hAnsi="Riojana"/>
                <w:lang w:val="es-ES_tradnl"/>
              </w:rPr>
              <w:t>Lab</w:t>
            </w:r>
            <w:r w:rsidRPr="0025041C">
              <w:rPr>
                <w:rFonts w:ascii="Riojana" w:eastAsia="Arial" w:hAnsi="Riojana"/>
                <w:spacing w:val="1"/>
                <w:lang w:val="es-ES_tradnl"/>
              </w:rPr>
              <w:t>ora</w:t>
            </w:r>
            <w:r w:rsidRPr="0025041C">
              <w:rPr>
                <w:rFonts w:ascii="Riojana" w:eastAsia="Arial" w:hAnsi="Riojana"/>
                <w:lang w:val="es-ES_tradnl"/>
              </w:rPr>
              <w:t>l de</w:t>
            </w:r>
            <w:r w:rsidRPr="0025041C">
              <w:rPr>
                <w:rFonts w:ascii="Riojana" w:eastAsia="Arial" w:hAnsi="Riojana"/>
                <w:spacing w:val="2"/>
                <w:lang w:val="es-ES_tradnl"/>
              </w:rPr>
              <w:t xml:space="preserve"> </w:t>
            </w:r>
            <w:r w:rsidRPr="0025041C">
              <w:rPr>
                <w:rFonts w:ascii="Riojana" w:eastAsia="Arial" w:hAnsi="Riojana"/>
                <w:lang w:val="es-ES_tradnl"/>
              </w:rPr>
              <w:t>La</w:t>
            </w:r>
            <w:r w:rsidRPr="0025041C">
              <w:rPr>
                <w:rFonts w:ascii="Riojana" w:eastAsia="Arial" w:hAnsi="Riojana"/>
                <w:spacing w:val="-6"/>
                <w:lang w:val="es-ES_tradnl"/>
              </w:rPr>
              <w:t xml:space="preserve"> </w:t>
            </w:r>
            <w:r w:rsidRPr="0025041C">
              <w:rPr>
                <w:rFonts w:ascii="Riojana" w:eastAsia="Arial" w:hAnsi="Riojana"/>
                <w:lang w:val="es-ES_tradnl"/>
              </w:rPr>
              <w:t>R</w:t>
            </w:r>
            <w:r w:rsidRPr="0025041C">
              <w:rPr>
                <w:rFonts w:ascii="Riojana" w:eastAsia="Arial" w:hAnsi="Riojana"/>
                <w:spacing w:val="-1"/>
                <w:lang w:val="es-ES_tradnl"/>
              </w:rPr>
              <w:t>i</w:t>
            </w:r>
            <w:r w:rsidRPr="0025041C">
              <w:rPr>
                <w:rFonts w:ascii="Riojana" w:eastAsia="Arial" w:hAnsi="Riojana"/>
                <w:spacing w:val="3"/>
                <w:lang w:val="es-ES_tradnl"/>
              </w:rPr>
              <w:t>o</w:t>
            </w:r>
            <w:r w:rsidRPr="0025041C">
              <w:rPr>
                <w:rFonts w:ascii="Riojana" w:eastAsia="Arial" w:hAnsi="Riojana"/>
                <w:spacing w:val="1"/>
                <w:lang w:val="es-ES_tradnl"/>
              </w:rPr>
              <w:t>ja</w:t>
            </w:r>
            <w:r w:rsidRPr="0025041C">
              <w:rPr>
                <w:rFonts w:ascii="Riojana" w:eastAsia="Arial" w:hAnsi="Riojana"/>
                <w:lang w:val="es-ES_tradnl"/>
              </w:rPr>
              <w:t>.</w:t>
            </w:r>
            <w:r w:rsidRPr="0025041C">
              <w:rPr>
                <w:rFonts w:ascii="Riojana" w:eastAsia="Arial" w:hAnsi="Riojana"/>
                <w:spacing w:val="-13"/>
                <w:lang w:val="es-ES_tradnl"/>
              </w:rPr>
              <w:t xml:space="preserve"> </w:t>
            </w:r>
          </w:p>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Equ</w:t>
            </w:r>
            <w:r w:rsidRPr="0025041C">
              <w:rPr>
                <w:rFonts w:ascii="Riojana" w:eastAsia="Arial" w:hAnsi="Riojana"/>
                <w:spacing w:val="1"/>
                <w:lang w:val="es-ES_tradnl"/>
              </w:rPr>
              <w:t>i</w:t>
            </w:r>
            <w:r w:rsidRPr="0025041C">
              <w:rPr>
                <w:rFonts w:ascii="Riojana" w:eastAsia="Arial" w:hAnsi="Riojana"/>
                <w:lang w:val="es-ES_tradnl"/>
              </w:rPr>
              <w:t>pa</w:t>
            </w:r>
            <w:r w:rsidRPr="0025041C">
              <w:rPr>
                <w:rFonts w:ascii="Riojana" w:eastAsia="Arial" w:hAnsi="Riojana"/>
                <w:spacing w:val="1"/>
                <w:lang w:val="es-ES_tradnl"/>
              </w:rPr>
              <w:t>m</w:t>
            </w:r>
            <w:r w:rsidRPr="0025041C">
              <w:rPr>
                <w:rFonts w:ascii="Riojana" w:eastAsia="Arial" w:hAnsi="Riojana"/>
                <w:spacing w:val="-1"/>
                <w:lang w:val="es-ES_tradnl"/>
              </w:rPr>
              <w:t>i</w:t>
            </w:r>
            <w:r w:rsidRPr="0025041C">
              <w:rPr>
                <w:rFonts w:ascii="Riojana" w:eastAsia="Arial" w:hAnsi="Riojana"/>
                <w:spacing w:val="1"/>
                <w:lang w:val="es-ES_tradnl"/>
              </w:rPr>
              <w:t>e</w:t>
            </w:r>
            <w:r w:rsidRPr="0025041C">
              <w:rPr>
                <w:rFonts w:ascii="Riojana" w:eastAsia="Arial" w:hAnsi="Riojana"/>
                <w:lang w:val="es-ES_tradnl"/>
              </w:rPr>
              <w:t>n</w:t>
            </w:r>
            <w:r w:rsidRPr="0025041C">
              <w:rPr>
                <w:rFonts w:ascii="Riojana" w:eastAsia="Arial" w:hAnsi="Riojana"/>
                <w:spacing w:val="-1"/>
                <w:lang w:val="es-ES_tradnl"/>
              </w:rPr>
              <w:t>t</w:t>
            </w:r>
            <w:r w:rsidRPr="0025041C">
              <w:rPr>
                <w:rFonts w:ascii="Riojana" w:eastAsia="Arial" w:hAnsi="Riojana"/>
                <w:lang w:val="es-ES_tradnl"/>
              </w:rPr>
              <w:t>o</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8.000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lang w:val="es-ES_tradnl"/>
              </w:rPr>
            </w:pPr>
            <w:r w:rsidRPr="0025041C">
              <w:rPr>
                <w:rFonts w:ascii="Riojana" w:eastAsia="Arial" w:hAnsi="Riojana"/>
                <w:lang w:val="es-ES_tradnl"/>
              </w:rPr>
              <w:t>19.50.4211.481.02</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spacing w:val="1"/>
                <w:lang w:val="es-ES_tradnl"/>
              </w:rPr>
            </w:pPr>
            <w:r w:rsidRPr="0025041C">
              <w:rPr>
                <w:rFonts w:ascii="Riojana" w:eastAsia="Arial" w:hAnsi="Riojana"/>
                <w:spacing w:val="1"/>
                <w:lang w:val="es-ES_tradnl"/>
              </w:rPr>
              <w:t>Cámara Oficial de Comercio</w:t>
            </w:r>
          </w:p>
          <w:p w:rsidR="00011E90" w:rsidRPr="0025041C" w:rsidRDefault="00011E90">
            <w:pPr>
              <w:autoSpaceDE w:val="0"/>
              <w:autoSpaceDN w:val="0"/>
              <w:adjustRightInd w:val="0"/>
              <w:spacing w:before="0" w:after="0"/>
              <w:jc w:val="left"/>
              <w:rPr>
                <w:rFonts w:ascii="Riojana" w:eastAsia="Arial" w:hAnsi="Riojana" w:cs="Arial"/>
                <w:spacing w:val="1"/>
                <w:lang w:val="es-ES_tradnl"/>
              </w:rPr>
            </w:pPr>
            <w:r w:rsidRPr="0025041C">
              <w:rPr>
                <w:rFonts w:ascii="Riojana" w:eastAsia="Arial" w:hAnsi="Riojana"/>
                <w:spacing w:val="1"/>
                <w:lang w:val="es-ES_tradnl"/>
              </w:rPr>
              <w:t>Actividades de promoción y divulgación</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50.000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lang w:val="es-ES_tradnl"/>
              </w:rPr>
            </w:pPr>
            <w:r w:rsidRPr="0025041C">
              <w:rPr>
                <w:rFonts w:ascii="Riojana" w:eastAsia="Arial" w:hAnsi="Riojana"/>
                <w:lang w:val="es-ES_tradnl"/>
              </w:rPr>
              <w:t>19.50.4211.481.04</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spacing w:val="1"/>
                <w:lang w:val="es-ES_tradnl"/>
              </w:rPr>
            </w:pPr>
            <w:r w:rsidRPr="0025041C">
              <w:rPr>
                <w:rFonts w:ascii="Riojana" w:eastAsia="Arial" w:hAnsi="Riojana"/>
                <w:spacing w:val="1"/>
                <w:lang w:val="es-ES_tradnl"/>
              </w:rPr>
              <w:t>Federación de Empresas de La Rioja.</w:t>
            </w:r>
          </w:p>
          <w:p w:rsidR="00011E90" w:rsidRPr="0025041C" w:rsidRDefault="00011E90">
            <w:pPr>
              <w:autoSpaceDE w:val="0"/>
              <w:autoSpaceDN w:val="0"/>
              <w:adjustRightInd w:val="0"/>
              <w:spacing w:before="0" w:after="0"/>
              <w:jc w:val="left"/>
              <w:rPr>
                <w:rFonts w:ascii="Riojana" w:eastAsia="Arial" w:hAnsi="Riojana" w:cs="Arial"/>
                <w:spacing w:val="1"/>
                <w:lang w:val="es-ES_tradnl"/>
              </w:rPr>
            </w:pPr>
            <w:r w:rsidRPr="0025041C">
              <w:rPr>
                <w:rFonts w:ascii="Riojana" w:eastAsia="Arial" w:hAnsi="Riojana"/>
                <w:spacing w:val="1"/>
                <w:lang w:val="es-ES_tradnl"/>
              </w:rPr>
              <w:t>Mejora de la competitividad</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100.000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lang w:val="es-ES_tradnl"/>
              </w:rPr>
            </w:pPr>
            <w:r w:rsidRPr="0025041C">
              <w:rPr>
                <w:rFonts w:ascii="Riojana" w:eastAsia="Arial" w:hAnsi="Riojana"/>
                <w:lang w:val="es-ES_tradnl"/>
              </w:rPr>
              <w:t>19.50.4216.481.02</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spacing w:val="1"/>
                <w:lang w:val="es-ES_tradnl"/>
              </w:rPr>
            </w:pPr>
            <w:r w:rsidRPr="0025041C">
              <w:rPr>
                <w:rFonts w:ascii="Riojana" w:eastAsia="Arial" w:hAnsi="Riojana"/>
                <w:spacing w:val="1"/>
                <w:lang w:val="es-ES_tradnl"/>
              </w:rPr>
              <w:t>Federación de Empresas de La Rioja.</w:t>
            </w:r>
          </w:p>
          <w:p w:rsidR="00011E90" w:rsidRPr="0025041C" w:rsidRDefault="00011E90">
            <w:pPr>
              <w:autoSpaceDE w:val="0"/>
              <w:autoSpaceDN w:val="0"/>
              <w:adjustRightInd w:val="0"/>
              <w:spacing w:before="0" w:after="0"/>
              <w:jc w:val="left"/>
              <w:rPr>
                <w:rFonts w:ascii="Riojana" w:eastAsia="Arial" w:hAnsi="Riojana" w:cs="Arial"/>
                <w:spacing w:val="1"/>
                <w:lang w:val="es-ES_tradnl"/>
              </w:rPr>
            </w:pPr>
            <w:r w:rsidRPr="0025041C">
              <w:rPr>
                <w:rFonts w:ascii="Riojana" w:eastAsia="Arial" w:hAnsi="Riojana"/>
                <w:spacing w:val="1"/>
                <w:lang w:val="es-ES_tradnl"/>
              </w:rPr>
              <w:t>Fomento de la actividad emprendedora.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50.000</w:t>
            </w:r>
          </w:p>
        </w:tc>
      </w:tr>
    </w:tbl>
    <w:p w:rsidR="00011E90" w:rsidRPr="0025041C" w:rsidRDefault="00011E90" w:rsidP="00011E90">
      <w:pPr>
        <w:pStyle w:val="Ttulo4"/>
        <w:rPr>
          <w:rFonts w:ascii="Riojana Bold" w:hAnsi="Riojana Bold" w:cs="Arial"/>
          <w:b w:val="0"/>
          <w:i w:val="0"/>
          <w:color w:val="auto"/>
          <w:sz w:val="22"/>
          <w:szCs w:val="22"/>
        </w:rPr>
      </w:pPr>
      <w:r w:rsidRPr="0025041C">
        <w:rPr>
          <w:rFonts w:ascii="Riojana Bold" w:hAnsi="Riojana Bold"/>
          <w:b w:val="0"/>
          <w:i w:val="0"/>
          <w:color w:val="auto"/>
          <w:sz w:val="22"/>
          <w:szCs w:val="22"/>
        </w:rPr>
        <w:t>SECCIÓN 20. SERVICIOS SOCIALES Y GOBERNANZA PÚBLICA</w:t>
      </w:r>
    </w:p>
    <w:tbl>
      <w:tblPr>
        <w:tblW w:w="9924"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5"/>
        <w:gridCol w:w="6475"/>
        <w:gridCol w:w="1164"/>
      </w:tblGrid>
      <w:tr w:rsidR="00011E90" w:rsidRPr="0025041C" w:rsidTr="00011E90">
        <w:trPr>
          <w:cantSplit/>
          <w:trHeight w:val="20"/>
          <w:tblHeader/>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keepNext/>
              <w:spacing w:before="0" w:after="0"/>
              <w:jc w:val="left"/>
              <w:rPr>
                <w:rFonts w:ascii="Riojana" w:hAnsi="Riojana" w:cs="Arial"/>
                <w:b/>
              </w:rPr>
            </w:pPr>
            <w:r w:rsidRPr="0025041C">
              <w:rPr>
                <w:rFonts w:ascii="Riojana" w:hAnsi="Riojana"/>
                <w:b/>
              </w:rPr>
              <w:t>Partida</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keepNext/>
              <w:spacing w:before="0" w:after="0"/>
              <w:jc w:val="left"/>
              <w:rPr>
                <w:rFonts w:ascii="Riojana" w:hAnsi="Riojana" w:cs="Arial"/>
                <w:b/>
              </w:rPr>
            </w:pPr>
            <w:r w:rsidRPr="0025041C">
              <w:rPr>
                <w:rFonts w:ascii="Riojana" w:hAnsi="Riojana"/>
                <w:b/>
              </w:rPr>
              <w:t>Descripción</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keepNext/>
              <w:spacing w:before="0" w:after="0"/>
              <w:jc w:val="left"/>
              <w:rPr>
                <w:rFonts w:ascii="Riojana" w:hAnsi="Riojana" w:cs="Arial"/>
                <w:b/>
              </w:rPr>
            </w:pPr>
            <w:r w:rsidRPr="0025041C">
              <w:rPr>
                <w:rFonts w:ascii="Riojana" w:hAnsi="Riojana"/>
                <w:b/>
              </w:rPr>
              <w:t>Crédito</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1.</w:t>
            </w:r>
            <w:r w:rsidRPr="0025041C">
              <w:rPr>
                <w:rFonts w:ascii="Riojana" w:eastAsia="Arial" w:hAnsi="Riojana"/>
                <w:spacing w:val="-1"/>
                <w:lang w:val="es-ES_tradnl"/>
              </w:rPr>
              <w:t>2</w:t>
            </w:r>
            <w:r w:rsidRPr="0025041C">
              <w:rPr>
                <w:rFonts w:ascii="Riojana" w:eastAsia="Arial" w:hAnsi="Riojana"/>
                <w:spacing w:val="2"/>
                <w:lang w:val="es-ES_tradnl"/>
              </w:rPr>
              <w:t>3</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4</w:t>
            </w:r>
            <w:r w:rsidRPr="0025041C">
              <w:rPr>
                <w:rFonts w:ascii="Riojana" w:eastAsia="Arial" w:hAnsi="Riojana"/>
                <w:lang w:val="es-ES_tradnl"/>
              </w:rPr>
              <w:t>9</w:t>
            </w:r>
            <w:r w:rsidRPr="0025041C">
              <w:rPr>
                <w:rFonts w:ascii="Riojana" w:eastAsia="Arial" w:hAnsi="Riojana"/>
                <w:spacing w:val="2"/>
                <w:lang w:val="es-ES_tradnl"/>
              </w:rPr>
              <w:t>.</w:t>
            </w:r>
            <w:r w:rsidRPr="0025041C">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spacing w:val="-13"/>
                <w:lang w:val="es-ES_tradnl"/>
              </w:rPr>
            </w:pPr>
            <w:r w:rsidRPr="0025041C">
              <w:rPr>
                <w:rFonts w:ascii="Riojana" w:eastAsia="Arial" w:hAnsi="Riojana"/>
                <w:lang w:val="es-ES_tradnl"/>
              </w:rPr>
              <w:t>Un</w:t>
            </w:r>
            <w:r w:rsidRPr="0025041C">
              <w:rPr>
                <w:rFonts w:ascii="Riojana" w:eastAsia="Arial" w:hAnsi="Riojana"/>
                <w:spacing w:val="1"/>
                <w:lang w:val="es-ES_tradnl"/>
              </w:rPr>
              <w:t>i</w:t>
            </w:r>
            <w:r w:rsidRPr="0025041C">
              <w:rPr>
                <w:rFonts w:ascii="Riojana" w:eastAsia="Arial" w:hAnsi="Riojana"/>
                <w:spacing w:val="-1"/>
                <w:lang w:val="es-ES_tradnl"/>
              </w:rPr>
              <w:t>v</w:t>
            </w:r>
            <w:r w:rsidRPr="0025041C">
              <w:rPr>
                <w:rFonts w:ascii="Riojana" w:eastAsia="Arial" w:hAnsi="Riojana"/>
                <w:spacing w:val="1"/>
                <w:lang w:val="es-ES_tradnl"/>
              </w:rPr>
              <w:t>er</w:t>
            </w:r>
            <w:r w:rsidRPr="0025041C">
              <w:rPr>
                <w:rFonts w:ascii="Riojana" w:eastAsia="Arial" w:hAnsi="Riojana"/>
                <w:spacing w:val="-1"/>
                <w:lang w:val="es-ES_tradnl"/>
              </w:rPr>
              <w:t>s</w:t>
            </w:r>
            <w:r w:rsidRPr="0025041C">
              <w:rPr>
                <w:rFonts w:ascii="Riojana" w:eastAsia="Arial" w:hAnsi="Riojana"/>
                <w:spacing w:val="1"/>
                <w:lang w:val="es-ES_tradnl"/>
              </w:rPr>
              <w:t>i</w:t>
            </w:r>
            <w:r w:rsidRPr="0025041C">
              <w:rPr>
                <w:rFonts w:ascii="Riojana" w:eastAsia="Arial" w:hAnsi="Riojana"/>
                <w:lang w:val="es-ES_tradnl"/>
              </w:rPr>
              <w:t>dad</w:t>
            </w:r>
            <w:r w:rsidRPr="0025041C">
              <w:rPr>
                <w:rFonts w:ascii="Riojana" w:eastAsia="Arial" w:hAnsi="Riojana"/>
                <w:spacing w:val="-2"/>
                <w:lang w:val="es-ES_tradnl"/>
              </w:rPr>
              <w:t xml:space="preserve"> </w:t>
            </w:r>
            <w:r w:rsidRPr="0025041C">
              <w:rPr>
                <w:rFonts w:ascii="Riojana" w:eastAsia="Arial" w:hAnsi="Riojana"/>
                <w:lang w:val="es-ES_tradnl"/>
              </w:rPr>
              <w:t>de</w:t>
            </w:r>
            <w:r w:rsidRPr="0025041C">
              <w:rPr>
                <w:rFonts w:ascii="Riojana" w:eastAsia="Arial" w:hAnsi="Riojana"/>
                <w:spacing w:val="2"/>
                <w:lang w:val="es-ES_tradnl"/>
              </w:rPr>
              <w:t xml:space="preserve"> </w:t>
            </w:r>
            <w:r w:rsidRPr="0025041C">
              <w:rPr>
                <w:rFonts w:ascii="Riojana" w:eastAsia="Arial" w:hAnsi="Riojana"/>
                <w:lang w:val="es-ES_tradnl"/>
              </w:rPr>
              <w:t>La</w:t>
            </w:r>
            <w:r w:rsidRPr="0025041C">
              <w:rPr>
                <w:rFonts w:ascii="Riojana" w:eastAsia="Arial" w:hAnsi="Riojana"/>
                <w:spacing w:val="-6"/>
                <w:lang w:val="es-ES_tradnl"/>
              </w:rPr>
              <w:t xml:space="preserve"> </w:t>
            </w:r>
            <w:r w:rsidRPr="0025041C">
              <w:rPr>
                <w:rFonts w:ascii="Riojana" w:eastAsia="Arial" w:hAnsi="Riojana"/>
                <w:lang w:val="es-ES_tradnl"/>
              </w:rPr>
              <w:t>R</w:t>
            </w:r>
            <w:r w:rsidRPr="0025041C">
              <w:rPr>
                <w:rFonts w:ascii="Riojana" w:eastAsia="Arial" w:hAnsi="Riojana"/>
                <w:spacing w:val="-1"/>
                <w:lang w:val="es-ES_tradnl"/>
              </w:rPr>
              <w:t>i</w:t>
            </w:r>
            <w:r w:rsidRPr="0025041C">
              <w:rPr>
                <w:rFonts w:ascii="Riojana" w:eastAsia="Arial" w:hAnsi="Riojana"/>
                <w:spacing w:val="3"/>
                <w:lang w:val="es-ES_tradnl"/>
              </w:rPr>
              <w:t>o</w:t>
            </w:r>
            <w:r w:rsidRPr="0025041C">
              <w:rPr>
                <w:rFonts w:ascii="Riojana" w:eastAsia="Arial" w:hAnsi="Riojana"/>
                <w:spacing w:val="-1"/>
                <w:lang w:val="es-ES_tradnl"/>
              </w:rPr>
              <w:t>j</w:t>
            </w:r>
            <w:r w:rsidRPr="0025041C">
              <w:rPr>
                <w:rFonts w:ascii="Riojana" w:eastAsia="Arial" w:hAnsi="Riojana"/>
                <w:spacing w:val="1"/>
                <w:lang w:val="es-ES_tradnl"/>
              </w:rPr>
              <w:t>a</w:t>
            </w:r>
            <w:r w:rsidRPr="0025041C">
              <w:rPr>
                <w:rFonts w:ascii="Riojana" w:eastAsia="Arial" w:hAnsi="Riojana"/>
                <w:lang w:val="es-ES_tradnl"/>
              </w:rPr>
              <w:t>.</w:t>
            </w:r>
            <w:r w:rsidRPr="0025041C">
              <w:rPr>
                <w:rFonts w:ascii="Riojana" w:eastAsia="Arial" w:hAnsi="Riojana"/>
                <w:spacing w:val="-13"/>
                <w:lang w:val="es-ES_tradnl"/>
              </w:rPr>
              <w:t xml:space="preserve"> </w:t>
            </w:r>
          </w:p>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spacing w:val="2"/>
                <w:lang w:val="es-ES_tradnl"/>
              </w:rPr>
              <w:t>C</w:t>
            </w:r>
            <w:r w:rsidRPr="0025041C">
              <w:rPr>
                <w:rFonts w:ascii="Riojana" w:eastAsia="Arial" w:hAnsi="Riojana"/>
                <w:spacing w:val="1"/>
                <w:lang w:val="es-ES_tradnl"/>
              </w:rPr>
              <w:t>á</w:t>
            </w:r>
            <w:r w:rsidRPr="0025041C">
              <w:rPr>
                <w:rFonts w:ascii="Riojana" w:eastAsia="Arial" w:hAnsi="Riojana"/>
                <w:lang w:val="es-ES_tradnl"/>
              </w:rPr>
              <w:t>tedra</w:t>
            </w:r>
            <w:r w:rsidRPr="0025041C">
              <w:rPr>
                <w:rFonts w:ascii="Riojana" w:eastAsia="Arial" w:hAnsi="Riojana"/>
                <w:spacing w:val="-3"/>
                <w:lang w:val="es-ES_tradnl"/>
              </w:rPr>
              <w:t xml:space="preserve"> </w:t>
            </w:r>
            <w:r w:rsidRPr="0025041C">
              <w:rPr>
                <w:rFonts w:ascii="Riojana" w:eastAsia="Arial" w:hAnsi="Riojana"/>
                <w:lang w:val="es-ES_tradnl"/>
              </w:rPr>
              <w:t>S</w:t>
            </w:r>
            <w:r w:rsidRPr="0025041C">
              <w:rPr>
                <w:rFonts w:ascii="Riojana" w:eastAsia="Arial" w:hAnsi="Riojana"/>
                <w:spacing w:val="1"/>
                <w:lang w:val="es-ES_tradnl"/>
              </w:rPr>
              <w:t>er</w:t>
            </w:r>
            <w:r w:rsidRPr="0025041C">
              <w:rPr>
                <w:rFonts w:ascii="Riojana" w:eastAsia="Arial" w:hAnsi="Riojana"/>
                <w:spacing w:val="-1"/>
                <w:lang w:val="es-ES_tradnl"/>
              </w:rPr>
              <w:t>vi</w:t>
            </w:r>
            <w:r w:rsidRPr="0025041C">
              <w:rPr>
                <w:rFonts w:ascii="Riojana" w:eastAsia="Arial" w:hAnsi="Riojana"/>
                <w:spacing w:val="1"/>
                <w:lang w:val="es-ES_tradnl"/>
              </w:rPr>
              <w:t>c</w:t>
            </w:r>
            <w:r w:rsidRPr="0025041C">
              <w:rPr>
                <w:rFonts w:ascii="Riojana" w:eastAsia="Arial" w:hAnsi="Riojana"/>
                <w:spacing w:val="-1"/>
                <w:lang w:val="es-ES_tradnl"/>
              </w:rPr>
              <w:t>i</w:t>
            </w:r>
            <w:r w:rsidRPr="0025041C">
              <w:rPr>
                <w:rFonts w:ascii="Riojana" w:eastAsia="Arial" w:hAnsi="Riojana"/>
                <w:spacing w:val="1"/>
                <w:lang w:val="es-ES_tradnl"/>
              </w:rPr>
              <w:t>o</w:t>
            </w:r>
            <w:r w:rsidRPr="0025041C">
              <w:rPr>
                <w:rFonts w:ascii="Riojana" w:eastAsia="Arial" w:hAnsi="Riojana"/>
                <w:lang w:val="es-ES_tradnl"/>
              </w:rPr>
              <w:t>s</w:t>
            </w:r>
            <w:r w:rsidRPr="0025041C">
              <w:rPr>
                <w:rFonts w:ascii="Riojana" w:eastAsia="Arial" w:hAnsi="Riojana"/>
                <w:spacing w:val="-6"/>
                <w:lang w:val="es-ES_tradnl"/>
              </w:rPr>
              <w:t xml:space="preserve"> </w:t>
            </w:r>
            <w:r w:rsidRPr="0025041C">
              <w:rPr>
                <w:rFonts w:ascii="Riojana" w:eastAsia="Arial" w:hAnsi="Riojana"/>
                <w:lang w:val="es-ES_tradnl"/>
              </w:rPr>
              <w:t>S</w:t>
            </w:r>
            <w:r w:rsidRPr="0025041C">
              <w:rPr>
                <w:rFonts w:ascii="Riojana" w:eastAsia="Arial" w:hAnsi="Riojana"/>
                <w:spacing w:val="1"/>
                <w:lang w:val="es-ES_tradnl"/>
              </w:rPr>
              <w:t>o</w:t>
            </w:r>
            <w:r w:rsidRPr="0025041C">
              <w:rPr>
                <w:rFonts w:ascii="Riojana" w:eastAsia="Arial" w:hAnsi="Riojana"/>
                <w:spacing w:val="3"/>
                <w:lang w:val="es-ES_tradnl"/>
              </w:rPr>
              <w:t>c</w:t>
            </w:r>
            <w:r w:rsidRPr="0025041C">
              <w:rPr>
                <w:rFonts w:ascii="Riojana" w:eastAsia="Arial" w:hAnsi="Riojana"/>
                <w:spacing w:val="-1"/>
                <w:lang w:val="es-ES_tradnl"/>
              </w:rPr>
              <w:t>i</w:t>
            </w:r>
            <w:r w:rsidRPr="0025041C">
              <w:rPr>
                <w:rFonts w:ascii="Riojana" w:eastAsia="Arial" w:hAnsi="Riojana"/>
                <w:spacing w:val="1"/>
                <w:lang w:val="es-ES_tradnl"/>
              </w:rPr>
              <w:t>a</w:t>
            </w:r>
            <w:r w:rsidRPr="0025041C">
              <w:rPr>
                <w:rFonts w:ascii="Riojana" w:eastAsia="Arial" w:hAnsi="Riojana"/>
                <w:spacing w:val="-1"/>
                <w:lang w:val="es-ES_tradnl"/>
              </w:rPr>
              <w:t>l</w:t>
            </w:r>
            <w:r w:rsidRPr="0025041C">
              <w:rPr>
                <w:rFonts w:ascii="Riojana" w:eastAsia="Arial" w:hAnsi="Riojana"/>
                <w:spacing w:val="1"/>
                <w:lang w:val="es-ES_tradnl"/>
              </w:rPr>
              <w:t>e</w:t>
            </w:r>
            <w:r w:rsidRPr="0025041C">
              <w:rPr>
                <w:rFonts w:ascii="Riojana" w:eastAsia="Arial" w:hAnsi="Riojana"/>
                <w:lang w:val="es-ES_tradnl"/>
              </w:rPr>
              <w:t>s</w:t>
            </w:r>
            <w:r w:rsidRPr="0025041C">
              <w:rPr>
                <w:rFonts w:ascii="Riojana" w:eastAsia="Arial" w:hAnsi="Riojana"/>
                <w:spacing w:val="-6"/>
                <w:lang w:val="es-ES_tradnl"/>
              </w:rPr>
              <w:t xml:space="preserve"> </w:t>
            </w:r>
            <w:r w:rsidRPr="0025041C">
              <w:rPr>
                <w:rFonts w:ascii="Riojana" w:eastAsia="Arial" w:hAnsi="Riojana"/>
                <w:lang w:val="es-ES_tradnl"/>
              </w:rPr>
              <w:t>y Gobe</w:t>
            </w:r>
            <w:r w:rsidRPr="0025041C">
              <w:rPr>
                <w:rFonts w:ascii="Riojana" w:eastAsia="Arial" w:hAnsi="Riojana"/>
                <w:spacing w:val="1"/>
                <w:lang w:val="es-ES_tradnl"/>
              </w:rPr>
              <w:t>r</w:t>
            </w:r>
            <w:r w:rsidRPr="0025041C">
              <w:rPr>
                <w:rFonts w:ascii="Riojana" w:eastAsia="Arial" w:hAnsi="Riojana"/>
                <w:lang w:val="es-ES_tradnl"/>
              </w:rPr>
              <w:t>nanza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40.000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2.</w:t>
            </w:r>
            <w:r w:rsidRPr="0025041C">
              <w:rPr>
                <w:rFonts w:ascii="Riojana" w:eastAsia="Arial" w:hAnsi="Riojana"/>
                <w:spacing w:val="-1"/>
                <w:lang w:val="es-ES_tradnl"/>
              </w:rPr>
              <w:t>1</w:t>
            </w:r>
            <w:r w:rsidRPr="0025041C">
              <w:rPr>
                <w:rFonts w:ascii="Riojana" w:eastAsia="Arial" w:hAnsi="Riojana"/>
                <w:spacing w:val="2"/>
                <w:lang w:val="es-ES_tradnl"/>
              </w:rPr>
              <w:t>1</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7</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 xml:space="preserve">Convenio IRVI </w:t>
            </w:r>
            <w:r w:rsidRPr="0025041C">
              <w:rPr>
                <w:rFonts w:ascii="Riojana" w:eastAsia="Arial" w:hAnsi="Riojana"/>
                <w:lang w:val="es-ES_tradnl"/>
              </w:rPr>
              <w:t>m</w:t>
            </w:r>
            <w:r w:rsidRPr="0025041C">
              <w:rPr>
                <w:rFonts w:ascii="Riojana" w:eastAsia="Arial" w:hAnsi="Riojana"/>
                <w:spacing w:val="1"/>
                <w:lang w:val="es-ES_tradnl"/>
              </w:rPr>
              <w:t>e</w:t>
            </w:r>
            <w:r w:rsidRPr="0025041C">
              <w:rPr>
                <w:rFonts w:ascii="Riojana" w:eastAsia="Arial" w:hAnsi="Riojana"/>
                <w:spacing w:val="2"/>
                <w:lang w:val="es-ES_tradnl"/>
              </w:rPr>
              <w:t>d</w:t>
            </w:r>
            <w:r w:rsidRPr="0025041C">
              <w:rPr>
                <w:rFonts w:ascii="Riojana" w:eastAsia="Arial" w:hAnsi="Riojana"/>
                <w:spacing w:val="-1"/>
                <w:lang w:val="es-ES_tradnl"/>
              </w:rPr>
              <w:t>i</w:t>
            </w:r>
            <w:r w:rsidRPr="0025041C">
              <w:rPr>
                <w:rFonts w:ascii="Riojana" w:eastAsia="Arial" w:hAnsi="Riojana"/>
                <w:spacing w:val="1"/>
                <w:lang w:val="es-ES_tradnl"/>
              </w:rPr>
              <w:t>ac</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n</w:t>
            </w:r>
            <w:r w:rsidRPr="0025041C">
              <w:rPr>
                <w:rFonts w:ascii="Riojana" w:eastAsia="Arial" w:hAnsi="Riojana"/>
                <w:spacing w:val="6"/>
                <w:lang w:val="es-ES_tradnl"/>
              </w:rPr>
              <w:t xml:space="preserve"> </w:t>
            </w:r>
            <w:r w:rsidRPr="0025041C">
              <w:rPr>
                <w:rFonts w:ascii="Riojana" w:eastAsia="Arial" w:hAnsi="Riojana"/>
                <w:spacing w:val="1"/>
                <w:lang w:val="es-ES_tradnl"/>
              </w:rPr>
              <w:t>h</w:t>
            </w:r>
            <w:r w:rsidRPr="0025041C">
              <w:rPr>
                <w:rFonts w:ascii="Riojana" w:eastAsia="Arial" w:hAnsi="Riojana"/>
                <w:spacing w:val="-1"/>
                <w:lang w:val="es-ES_tradnl"/>
              </w:rPr>
              <w:t>i</w:t>
            </w:r>
            <w:r w:rsidRPr="0025041C">
              <w:rPr>
                <w:rFonts w:ascii="Riojana" w:eastAsia="Arial" w:hAnsi="Riojana"/>
                <w:lang w:val="es-ES_tradnl"/>
              </w:rPr>
              <w:t>pot</w:t>
            </w:r>
            <w:r w:rsidRPr="0025041C">
              <w:rPr>
                <w:rFonts w:ascii="Riojana" w:eastAsia="Arial" w:hAnsi="Riojana"/>
                <w:spacing w:val="1"/>
                <w:lang w:val="es-ES_tradnl"/>
              </w:rPr>
              <w:t>ecar</w:t>
            </w:r>
            <w:r w:rsidRPr="0025041C">
              <w:rPr>
                <w:rFonts w:ascii="Riojana" w:eastAsia="Arial" w:hAnsi="Riojana"/>
                <w:spacing w:val="-1"/>
                <w:lang w:val="es-ES_tradnl"/>
              </w:rPr>
              <w:t>i</w:t>
            </w:r>
            <w:r w:rsidRPr="0025041C">
              <w:rPr>
                <w:rFonts w:ascii="Riojana" w:eastAsia="Arial" w:hAnsi="Riojana"/>
                <w:lang w:val="es-ES_tradnl"/>
              </w:rPr>
              <w:t>a</w:t>
            </w:r>
            <w:r w:rsidRPr="0025041C">
              <w:rPr>
                <w:rFonts w:ascii="Riojana" w:eastAsia="Arial" w:hAnsi="Riojana"/>
                <w:spacing w:val="7"/>
                <w:lang w:val="es-ES_tradnl"/>
              </w:rPr>
              <w:t xml:space="preserve"> </w:t>
            </w:r>
            <w:r w:rsidRPr="0025041C">
              <w:rPr>
                <w:rFonts w:ascii="Riojana" w:eastAsia="Arial" w:hAnsi="Riojana"/>
                <w:lang w:val="es-ES_tradnl"/>
              </w:rPr>
              <w:t>y</w:t>
            </w:r>
            <w:r w:rsidRPr="0025041C">
              <w:rPr>
                <w:rFonts w:ascii="Riojana" w:eastAsia="Arial" w:hAnsi="Riojana"/>
                <w:spacing w:val="-3"/>
                <w:lang w:val="es-ES_tradnl"/>
              </w:rPr>
              <w:t xml:space="preserve"> </w:t>
            </w:r>
            <w:r w:rsidRPr="0025041C">
              <w:rPr>
                <w:rFonts w:ascii="Riojana" w:eastAsia="Arial" w:hAnsi="Riojana"/>
                <w:spacing w:val="1"/>
                <w:lang w:val="es-ES_tradnl"/>
              </w:rPr>
              <w:t>arre</w:t>
            </w:r>
            <w:r w:rsidRPr="0025041C">
              <w:rPr>
                <w:rFonts w:ascii="Riojana" w:eastAsia="Arial" w:hAnsi="Riojana"/>
                <w:lang w:val="es-ES_tradnl"/>
              </w:rPr>
              <w:t>n</w:t>
            </w:r>
            <w:r w:rsidRPr="0025041C">
              <w:rPr>
                <w:rFonts w:ascii="Riojana" w:eastAsia="Arial" w:hAnsi="Riojana"/>
                <w:spacing w:val="-1"/>
                <w:lang w:val="es-ES_tradnl"/>
              </w:rPr>
              <w:t>d</w:t>
            </w:r>
            <w:r w:rsidRPr="0025041C">
              <w:rPr>
                <w:rFonts w:ascii="Riojana" w:eastAsia="Arial" w:hAnsi="Riojana"/>
                <w:spacing w:val="1"/>
                <w:lang w:val="es-ES_tradnl"/>
              </w:rPr>
              <w:t>a</w:t>
            </w:r>
            <w:r w:rsidRPr="0025041C">
              <w:rPr>
                <w:rFonts w:ascii="Riojana" w:eastAsia="Arial" w:hAnsi="Riojana"/>
                <w:lang w:val="es-ES_tradnl"/>
              </w:rPr>
              <w:t>mie</w:t>
            </w:r>
            <w:r w:rsidRPr="0025041C">
              <w:rPr>
                <w:rFonts w:ascii="Riojana" w:eastAsia="Arial" w:hAnsi="Riojana"/>
                <w:spacing w:val="2"/>
                <w:lang w:val="es-ES_tradnl"/>
              </w:rPr>
              <w:t>n</w:t>
            </w:r>
            <w:r w:rsidRPr="0025041C">
              <w:rPr>
                <w:rFonts w:ascii="Riojana" w:eastAsia="Arial" w:hAnsi="Riojana"/>
                <w:lang w:val="es-ES_tradnl"/>
              </w:rPr>
              <w:t>to</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20.02.1111.481.00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Colegios profesionales. Justicia Gratuita. Turno de oficio</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1.600.000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20.02.1111.481.01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Colegio Oficial de Abogados de La Rioja. Mediación y otros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36.500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20.02.1111.481.02</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Colegio Oficial de Psicólogos de La Rioja. Mediación y otros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15.000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20.02.1111.481.03</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Colegio Oficial de Diplomados en Trabajo Social y Asistentes Sociales de La Rioja. Mediación-formación</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8.000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lastRenderedPageBreak/>
              <w:t>20.02.1111.481.04</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Colegio Oficial de Economistas de La Rioja. Mediación y otros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5.000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lang w:val="es-ES_tradnl"/>
              </w:rPr>
            </w:pPr>
            <w:r w:rsidRPr="0025041C">
              <w:rPr>
                <w:rFonts w:ascii="Riojana" w:eastAsia="Arial" w:hAnsi="Riojana"/>
                <w:lang w:val="es-ES_tradnl"/>
              </w:rPr>
              <w:t>20.02.1111.481.05</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spacing w:val="1"/>
                <w:lang w:val="es-ES_tradnl"/>
              </w:rPr>
            </w:pPr>
            <w:r w:rsidRPr="0025041C">
              <w:rPr>
                <w:rFonts w:ascii="Riojana" w:eastAsia="Arial" w:hAnsi="Riojana"/>
                <w:spacing w:val="1"/>
                <w:lang w:val="es-ES_tradnl"/>
              </w:rPr>
              <w:t>Colegio Oficial Graduados Sociales La Rioja. Mediación y otros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3.000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lang w:val="es-ES_tradnl"/>
              </w:rPr>
            </w:pPr>
            <w:r w:rsidRPr="0025041C">
              <w:rPr>
                <w:rFonts w:ascii="Riojana" w:eastAsia="Arial" w:hAnsi="Riojana"/>
                <w:lang w:val="es-ES_tradnl"/>
              </w:rPr>
              <w:t>20.02.1111.489.02</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spacing w:val="1"/>
                <w:lang w:val="es-ES_tradnl"/>
              </w:rPr>
            </w:pPr>
            <w:r w:rsidRPr="0025041C">
              <w:rPr>
                <w:rFonts w:ascii="Riojana" w:eastAsia="Arial" w:hAnsi="Riojana"/>
                <w:spacing w:val="1"/>
                <w:lang w:val="es-ES_tradnl"/>
              </w:rPr>
              <w:t>Federación de asociaciones vecinales de La Rioja. Red vecinal contra la violencia de género intrafamiliar</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80.000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4.</w:t>
            </w:r>
            <w:r w:rsidRPr="0025041C">
              <w:rPr>
                <w:rFonts w:ascii="Riojana" w:eastAsia="Arial" w:hAnsi="Riojana"/>
                <w:spacing w:val="-1"/>
                <w:lang w:val="es-ES_tradnl"/>
              </w:rPr>
              <w:t>0</w:t>
            </w:r>
            <w:r w:rsidRPr="0025041C">
              <w:rPr>
                <w:rFonts w:ascii="Riojana" w:eastAsia="Arial" w:hAnsi="Riojana"/>
                <w:spacing w:val="2"/>
                <w:lang w:val="es-ES_tradnl"/>
              </w:rPr>
              <w:t>1</w:t>
            </w:r>
            <w:r w:rsidRPr="0025041C">
              <w:rPr>
                <w:rFonts w:ascii="Riojana" w:eastAsia="Arial" w:hAnsi="Riojana"/>
                <w:lang w:val="es-ES_tradnl"/>
              </w:rPr>
              <w:t>.2</w:t>
            </w:r>
            <w:r w:rsidRPr="0025041C">
              <w:rPr>
                <w:rFonts w:ascii="Riojana" w:eastAsia="Arial" w:hAnsi="Riojana"/>
                <w:spacing w:val="3"/>
                <w:lang w:val="es-ES_tradnl"/>
              </w:rPr>
              <w:t>3</w:t>
            </w:r>
            <w:r w:rsidRPr="0025041C">
              <w:rPr>
                <w:rFonts w:ascii="Riojana" w:eastAsia="Arial" w:hAnsi="Riojana"/>
                <w:lang w:val="es-ES_tradnl"/>
              </w:rPr>
              <w:t>2</w:t>
            </w:r>
            <w:r w:rsidRPr="0025041C">
              <w:rPr>
                <w:rFonts w:ascii="Riojana" w:eastAsia="Arial" w:hAnsi="Riojana"/>
                <w:spacing w:val="-1"/>
                <w:lang w:val="es-ES_tradnl"/>
              </w:rPr>
              <w:t>2</w:t>
            </w:r>
            <w:r w:rsidRPr="0025041C">
              <w:rPr>
                <w:rFonts w:ascii="Riojana" w:eastAsia="Arial" w:hAnsi="Riojana"/>
                <w:lang w:val="es-ES_tradnl"/>
              </w:rPr>
              <w:t>.</w:t>
            </w:r>
            <w:r w:rsidRPr="0025041C">
              <w:rPr>
                <w:rFonts w:ascii="Riojana" w:eastAsia="Arial" w:hAnsi="Riojana"/>
                <w:spacing w:val="2"/>
                <w:lang w:val="es-ES_tradnl"/>
              </w:rPr>
              <w:t>4</w:t>
            </w:r>
            <w:r w:rsidRPr="0025041C">
              <w:rPr>
                <w:rFonts w:ascii="Riojana" w:eastAsia="Arial" w:hAnsi="Riojana"/>
                <w:lang w:val="es-ES_tradnl"/>
              </w:rPr>
              <w:t>8</w:t>
            </w:r>
            <w:r w:rsidRPr="0025041C">
              <w:rPr>
                <w:rFonts w:ascii="Riojana" w:eastAsia="Arial" w:hAnsi="Riojana"/>
                <w:spacing w:val="-1"/>
                <w:lang w:val="es-ES_tradnl"/>
              </w:rPr>
              <w:t>0</w:t>
            </w:r>
            <w:r w:rsidRPr="0025041C">
              <w:rPr>
                <w:rFonts w:ascii="Riojana" w:eastAsia="Arial" w:hAnsi="Riojana"/>
                <w:spacing w:val="2"/>
                <w:lang w:val="es-ES_tradnl"/>
              </w:rPr>
              <w:t>.</w:t>
            </w:r>
            <w:r w:rsidRPr="0025041C">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spacing w:val="-11"/>
                <w:lang w:val="es-ES_tradnl"/>
              </w:rPr>
            </w:pPr>
            <w:r w:rsidRPr="0025041C">
              <w:rPr>
                <w:rFonts w:ascii="Riojana" w:eastAsia="Arial" w:hAnsi="Riojana"/>
                <w:spacing w:val="1"/>
                <w:lang w:val="es-ES_tradnl"/>
              </w:rPr>
              <w:t>F</w:t>
            </w:r>
            <w:r w:rsidRPr="0025041C">
              <w:rPr>
                <w:rFonts w:ascii="Riojana" w:eastAsia="Arial" w:hAnsi="Riojana"/>
                <w:lang w:val="es-ES_tradnl"/>
              </w:rPr>
              <w:t>u</w:t>
            </w:r>
            <w:r w:rsidRPr="0025041C">
              <w:rPr>
                <w:rFonts w:ascii="Riojana" w:eastAsia="Arial" w:hAnsi="Riojana"/>
                <w:spacing w:val="-1"/>
                <w:lang w:val="es-ES_tradnl"/>
              </w:rPr>
              <w:t>n</w:t>
            </w:r>
            <w:r w:rsidRPr="0025041C">
              <w:rPr>
                <w:rFonts w:ascii="Riojana" w:eastAsia="Arial" w:hAnsi="Riojana"/>
                <w:lang w:val="es-ES_tradnl"/>
              </w:rPr>
              <w:t>da</w:t>
            </w:r>
            <w:r w:rsidRPr="0025041C">
              <w:rPr>
                <w:rFonts w:ascii="Riojana" w:eastAsia="Arial" w:hAnsi="Riojana"/>
                <w:spacing w:val="1"/>
                <w:lang w:val="es-ES_tradnl"/>
              </w:rPr>
              <w:t>c</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n</w:t>
            </w:r>
            <w:r w:rsidRPr="0025041C">
              <w:rPr>
                <w:rFonts w:ascii="Riojana" w:eastAsia="Arial" w:hAnsi="Riojana"/>
                <w:spacing w:val="-3"/>
                <w:lang w:val="es-ES_tradnl"/>
              </w:rPr>
              <w:t xml:space="preserve"> </w:t>
            </w:r>
            <w:r w:rsidRPr="0025041C">
              <w:rPr>
                <w:rFonts w:ascii="Riojana" w:eastAsia="Arial" w:hAnsi="Riojana"/>
                <w:w w:val="96"/>
                <w:lang w:val="es-ES_tradnl"/>
              </w:rPr>
              <w:t>G</w:t>
            </w:r>
            <w:r w:rsidRPr="0025041C">
              <w:rPr>
                <w:rFonts w:ascii="Riojana" w:eastAsia="Arial" w:hAnsi="Riojana"/>
                <w:spacing w:val="1"/>
                <w:w w:val="96"/>
                <w:lang w:val="es-ES_tradnl"/>
              </w:rPr>
              <w:t>e</w:t>
            </w:r>
            <w:r w:rsidRPr="0025041C">
              <w:rPr>
                <w:rFonts w:ascii="Riojana" w:eastAsia="Arial" w:hAnsi="Riojana"/>
                <w:w w:val="96"/>
                <w:lang w:val="es-ES_tradnl"/>
              </w:rPr>
              <w:t>ne</w:t>
            </w:r>
            <w:r w:rsidRPr="0025041C">
              <w:rPr>
                <w:rFonts w:ascii="Riojana" w:eastAsia="Arial" w:hAnsi="Riojana"/>
                <w:spacing w:val="1"/>
                <w:w w:val="96"/>
                <w:lang w:val="es-ES_tradnl"/>
              </w:rPr>
              <w:t>ra</w:t>
            </w:r>
            <w:r w:rsidRPr="0025041C">
              <w:rPr>
                <w:rFonts w:ascii="Riojana" w:eastAsia="Arial" w:hAnsi="Riojana"/>
                <w:w w:val="96"/>
                <w:lang w:val="es-ES_tradnl"/>
              </w:rPr>
              <w:t>l</w:t>
            </w:r>
            <w:r w:rsidRPr="0025041C">
              <w:rPr>
                <w:rFonts w:ascii="Riojana" w:eastAsia="Arial" w:hAnsi="Riojana"/>
                <w:spacing w:val="7"/>
                <w:w w:val="96"/>
                <w:lang w:val="es-ES_tradnl"/>
              </w:rPr>
              <w:t xml:space="preserve"> </w:t>
            </w:r>
            <w:r w:rsidRPr="0025041C">
              <w:rPr>
                <w:rFonts w:ascii="Riojana" w:eastAsia="Arial" w:hAnsi="Riojana"/>
                <w:spacing w:val="-1"/>
                <w:lang w:val="es-ES_tradnl"/>
              </w:rPr>
              <w:t>d</w:t>
            </w:r>
            <w:r w:rsidRPr="0025041C">
              <w:rPr>
                <w:rFonts w:ascii="Riojana" w:eastAsia="Arial" w:hAnsi="Riojana"/>
                <w:lang w:val="es-ES_tradnl"/>
              </w:rPr>
              <w:t>e</w:t>
            </w:r>
            <w:r w:rsidRPr="0025041C">
              <w:rPr>
                <w:rFonts w:ascii="Riojana" w:eastAsia="Arial" w:hAnsi="Riojana"/>
                <w:spacing w:val="3"/>
                <w:lang w:val="es-ES_tradnl"/>
              </w:rPr>
              <w:t xml:space="preserve"> </w:t>
            </w:r>
            <w:r w:rsidRPr="0025041C">
              <w:rPr>
                <w:rFonts w:ascii="Riojana" w:eastAsia="Arial" w:hAnsi="Riojana"/>
                <w:spacing w:val="-1"/>
                <w:lang w:val="es-ES_tradnl"/>
              </w:rPr>
              <w:t>l</w:t>
            </w:r>
            <w:r w:rsidRPr="0025041C">
              <w:rPr>
                <w:rFonts w:ascii="Riojana" w:eastAsia="Arial" w:hAnsi="Riojana"/>
                <w:lang w:val="es-ES_tradnl"/>
              </w:rPr>
              <w:t>a</w:t>
            </w:r>
            <w:r w:rsidRPr="0025041C">
              <w:rPr>
                <w:rFonts w:ascii="Riojana" w:eastAsia="Arial" w:hAnsi="Riojana"/>
                <w:spacing w:val="-4"/>
                <w:lang w:val="es-ES_tradnl"/>
              </w:rPr>
              <w:t xml:space="preserve"> </w:t>
            </w:r>
            <w:r w:rsidRPr="0025041C">
              <w:rPr>
                <w:rFonts w:ascii="Riojana" w:eastAsia="Arial" w:hAnsi="Riojana"/>
                <w:spacing w:val="2"/>
                <w:lang w:val="es-ES_tradnl"/>
              </w:rPr>
              <w:t>U</w:t>
            </w:r>
            <w:r w:rsidRPr="0025041C">
              <w:rPr>
                <w:rFonts w:ascii="Riojana" w:eastAsia="Arial" w:hAnsi="Riojana"/>
                <w:lang w:val="es-ES_tradnl"/>
              </w:rPr>
              <w:t>n</w:t>
            </w:r>
            <w:r w:rsidRPr="0025041C">
              <w:rPr>
                <w:rFonts w:ascii="Riojana" w:eastAsia="Arial" w:hAnsi="Riojana"/>
                <w:spacing w:val="1"/>
                <w:lang w:val="es-ES_tradnl"/>
              </w:rPr>
              <w:t>i</w:t>
            </w:r>
            <w:r w:rsidRPr="0025041C">
              <w:rPr>
                <w:rFonts w:ascii="Riojana" w:eastAsia="Arial" w:hAnsi="Riojana"/>
                <w:spacing w:val="-1"/>
                <w:lang w:val="es-ES_tradnl"/>
              </w:rPr>
              <w:t>v</w:t>
            </w:r>
            <w:r w:rsidRPr="0025041C">
              <w:rPr>
                <w:rFonts w:ascii="Riojana" w:eastAsia="Arial" w:hAnsi="Riojana"/>
                <w:spacing w:val="1"/>
                <w:lang w:val="es-ES_tradnl"/>
              </w:rPr>
              <w:t>er</w:t>
            </w:r>
            <w:r w:rsidRPr="0025041C">
              <w:rPr>
                <w:rFonts w:ascii="Riojana" w:eastAsia="Arial" w:hAnsi="Riojana"/>
                <w:spacing w:val="-1"/>
                <w:lang w:val="es-ES_tradnl"/>
              </w:rPr>
              <w:t>s</w:t>
            </w:r>
            <w:r w:rsidRPr="0025041C">
              <w:rPr>
                <w:rFonts w:ascii="Riojana" w:eastAsia="Arial" w:hAnsi="Riojana"/>
                <w:spacing w:val="1"/>
                <w:lang w:val="es-ES_tradnl"/>
              </w:rPr>
              <w:t>i</w:t>
            </w:r>
            <w:r w:rsidRPr="0025041C">
              <w:rPr>
                <w:rFonts w:ascii="Riojana" w:eastAsia="Arial" w:hAnsi="Riojana"/>
                <w:lang w:val="es-ES_tradnl"/>
              </w:rPr>
              <w:t>dad</w:t>
            </w:r>
            <w:r w:rsidRPr="0025041C">
              <w:rPr>
                <w:rFonts w:ascii="Riojana" w:eastAsia="Arial" w:hAnsi="Riojana"/>
                <w:spacing w:val="-4"/>
                <w:lang w:val="es-ES_tradnl"/>
              </w:rPr>
              <w:t xml:space="preserve"> </w:t>
            </w:r>
            <w:r w:rsidRPr="0025041C">
              <w:rPr>
                <w:rFonts w:ascii="Riojana" w:eastAsia="Arial" w:hAnsi="Riojana"/>
                <w:spacing w:val="-1"/>
                <w:lang w:val="es-ES_tradnl"/>
              </w:rPr>
              <w:t>d</w:t>
            </w:r>
            <w:r w:rsidRPr="0025041C">
              <w:rPr>
                <w:rFonts w:ascii="Riojana" w:eastAsia="Arial" w:hAnsi="Riojana"/>
                <w:lang w:val="es-ES_tradnl"/>
              </w:rPr>
              <w:t>e</w:t>
            </w:r>
            <w:r w:rsidRPr="0025041C">
              <w:rPr>
                <w:rFonts w:ascii="Riojana" w:eastAsia="Arial" w:hAnsi="Riojana"/>
                <w:spacing w:val="5"/>
                <w:lang w:val="es-ES_tradnl"/>
              </w:rPr>
              <w:t xml:space="preserve"> </w:t>
            </w:r>
            <w:r w:rsidRPr="0025041C">
              <w:rPr>
                <w:rFonts w:ascii="Riojana" w:eastAsia="Arial" w:hAnsi="Riojana"/>
                <w:lang w:val="es-ES_tradnl"/>
              </w:rPr>
              <w:t>La</w:t>
            </w:r>
            <w:r w:rsidRPr="0025041C">
              <w:rPr>
                <w:rFonts w:ascii="Riojana" w:eastAsia="Arial" w:hAnsi="Riojana"/>
                <w:spacing w:val="-7"/>
                <w:lang w:val="es-ES_tradnl"/>
              </w:rPr>
              <w:t xml:space="preserve"> </w:t>
            </w:r>
            <w:r w:rsidRPr="0025041C">
              <w:rPr>
                <w:rFonts w:ascii="Riojana" w:eastAsia="Arial" w:hAnsi="Riojana"/>
                <w:lang w:val="es-ES_tradnl"/>
              </w:rPr>
              <w:t>R</w:t>
            </w:r>
            <w:r w:rsidRPr="0025041C">
              <w:rPr>
                <w:rFonts w:ascii="Riojana" w:eastAsia="Arial" w:hAnsi="Riojana"/>
                <w:spacing w:val="-1"/>
                <w:lang w:val="es-ES_tradnl"/>
              </w:rPr>
              <w:t>i</w:t>
            </w:r>
            <w:r w:rsidRPr="0025041C">
              <w:rPr>
                <w:rFonts w:ascii="Riojana" w:eastAsia="Arial" w:hAnsi="Riojana"/>
                <w:spacing w:val="1"/>
                <w:lang w:val="es-ES_tradnl"/>
              </w:rPr>
              <w:t>o</w:t>
            </w:r>
            <w:r w:rsidRPr="0025041C">
              <w:rPr>
                <w:rFonts w:ascii="Riojana" w:eastAsia="Arial" w:hAnsi="Riojana"/>
                <w:spacing w:val="-1"/>
                <w:lang w:val="es-ES_tradnl"/>
              </w:rPr>
              <w:t>j</w:t>
            </w:r>
            <w:r w:rsidRPr="0025041C">
              <w:rPr>
                <w:rFonts w:ascii="Riojana" w:eastAsia="Arial" w:hAnsi="Riojana"/>
                <w:spacing w:val="1"/>
                <w:lang w:val="es-ES_tradnl"/>
              </w:rPr>
              <w:t>a</w:t>
            </w:r>
            <w:r w:rsidRPr="0025041C">
              <w:rPr>
                <w:rFonts w:ascii="Riojana" w:eastAsia="Arial" w:hAnsi="Riojana"/>
                <w:lang w:val="es-ES_tradnl"/>
              </w:rPr>
              <w:t>.</w:t>
            </w:r>
            <w:r w:rsidRPr="0025041C">
              <w:rPr>
                <w:rFonts w:ascii="Riojana" w:eastAsia="Arial" w:hAnsi="Riojana"/>
                <w:spacing w:val="-11"/>
                <w:lang w:val="es-ES_tradnl"/>
              </w:rPr>
              <w:t xml:space="preserve"> </w:t>
            </w:r>
          </w:p>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U</w:t>
            </w:r>
            <w:r w:rsidRPr="0025041C">
              <w:rPr>
                <w:rFonts w:ascii="Riojana" w:eastAsia="Arial" w:hAnsi="Riojana"/>
                <w:spacing w:val="2"/>
                <w:lang w:val="es-ES_tradnl"/>
              </w:rPr>
              <w:t>n</w:t>
            </w:r>
            <w:r w:rsidRPr="0025041C">
              <w:rPr>
                <w:rFonts w:ascii="Riojana" w:eastAsia="Arial" w:hAnsi="Riojana"/>
                <w:spacing w:val="1"/>
                <w:lang w:val="es-ES_tradnl"/>
              </w:rPr>
              <w:t>i</w:t>
            </w:r>
            <w:r w:rsidRPr="0025041C">
              <w:rPr>
                <w:rFonts w:ascii="Riojana" w:eastAsia="Arial" w:hAnsi="Riojana"/>
                <w:spacing w:val="-1"/>
                <w:lang w:val="es-ES_tradnl"/>
              </w:rPr>
              <w:t>v</w:t>
            </w:r>
            <w:r w:rsidRPr="0025041C">
              <w:rPr>
                <w:rFonts w:ascii="Riojana" w:eastAsia="Arial" w:hAnsi="Riojana"/>
                <w:spacing w:val="1"/>
                <w:lang w:val="es-ES_tradnl"/>
              </w:rPr>
              <w:t>er</w:t>
            </w:r>
            <w:r w:rsidRPr="0025041C">
              <w:rPr>
                <w:rFonts w:ascii="Riojana" w:eastAsia="Arial" w:hAnsi="Riojana"/>
                <w:spacing w:val="-1"/>
                <w:lang w:val="es-ES_tradnl"/>
              </w:rPr>
              <w:t>s</w:t>
            </w:r>
            <w:r w:rsidRPr="0025041C">
              <w:rPr>
                <w:rFonts w:ascii="Riojana" w:eastAsia="Arial" w:hAnsi="Riojana"/>
                <w:spacing w:val="1"/>
                <w:lang w:val="es-ES_tradnl"/>
              </w:rPr>
              <w:t>i</w:t>
            </w:r>
            <w:r w:rsidRPr="0025041C">
              <w:rPr>
                <w:rFonts w:ascii="Riojana" w:eastAsia="Arial" w:hAnsi="Riojana"/>
                <w:lang w:val="es-ES_tradnl"/>
              </w:rPr>
              <w:t>dad</w:t>
            </w:r>
            <w:r w:rsidRPr="0025041C">
              <w:rPr>
                <w:rFonts w:ascii="Riojana" w:eastAsia="Arial" w:hAnsi="Riojana"/>
                <w:spacing w:val="-2"/>
                <w:lang w:val="es-ES_tradnl"/>
              </w:rPr>
              <w:t xml:space="preserve"> </w:t>
            </w:r>
            <w:r w:rsidRPr="0025041C">
              <w:rPr>
                <w:rFonts w:ascii="Riojana" w:eastAsia="Arial" w:hAnsi="Riojana"/>
                <w:w w:val="101"/>
                <w:lang w:val="es-ES_tradnl"/>
              </w:rPr>
              <w:t xml:space="preserve">de </w:t>
            </w:r>
            <w:r w:rsidRPr="0025041C">
              <w:rPr>
                <w:rFonts w:ascii="Riojana" w:eastAsia="Arial" w:hAnsi="Riojana"/>
                <w:spacing w:val="-1"/>
                <w:lang w:val="es-ES_tradnl"/>
              </w:rPr>
              <w:t>l</w:t>
            </w:r>
            <w:r w:rsidRPr="0025041C">
              <w:rPr>
                <w:rFonts w:ascii="Riojana" w:eastAsia="Arial" w:hAnsi="Riojana"/>
                <w:lang w:val="es-ES_tradnl"/>
              </w:rPr>
              <w:t>a</w:t>
            </w:r>
            <w:r w:rsidRPr="0025041C">
              <w:rPr>
                <w:rFonts w:ascii="Riojana" w:eastAsia="Arial" w:hAnsi="Riojana"/>
                <w:spacing w:val="-4"/>
                <w:lang w:val="es-ES_tradnl"/>
              </w:rPr>
              <w:t xml:space="preserve"> E</w:t>
            </w:r>
            <w:r w:rsidRPr="0025041C">
              <w:rPr>
                <w:rFonts w:ascii="Riojana" w:eastAsia="Arial" w:hAnsi="Riojana"/>
                <w:lang w:val="es-ES_tradnl"/>
              </w:rPr>
              <w:t>xpe</w:t>
            </w:r>
            <w:r w:rsidRPr="0025041C">
              <w:rPr>
                <w:rFonts w:ascii="Riojana" w:eastAsia="Arial" w:hAnsi="Riojana"/>
                <w:spacing w:val="1"/>
                <w:lang w:val="es-ES_tradnl"/>
              </w:rPr>
              <w:t>r</w:t>
            </w:r>
            <w:r w:rsidRPr="0025041C">
              <w:rPr>
                <w:rFonts w:ascii="Riojana" w:eastAsia="Arial" w:hAnsi="Riojana"/>
                <w:spacing w:val="-1"/>
                <w:lang w:val="es-ES_tradnl"/>
              </w:rPr>
              <w:t>i</w:t>
            </w:r>
            <w:r w:rsidRPr="0025041C">
              <w:rPr>
                <w:rFonts w:ascii="Riojana" w:eastAsia="Arial" w:hAnsi="Riojana"/>
                <w:spacing w:val="1"/>
                <w:lang w:val="es-ES_tradnl"/>
              </w:rPr>
              <w:t>e</w:t>
            </w:r>
            <w:r w:rsidRPr="0025041C">
              <w:rPr>
                <w:rFonts w:ascii="Riojana" w:eastAsia="Arial" w:hAnsi="Riojana"/>
                <w:lang w:val="es-ES_tradnl"/>
              </w:rPr>
              <w:t>nc</w:t>
            </w:r>
            <w:r w:rsidRPr="0025041C">
              <w:rPr>
                <w:rFonts w:ascii="Riojana" w:eastAsia="Arial" w:hAnsi="Riojana"/>
                <w:spacing w:val="-1"/>
                <w:lang w:val="es-ES_tradnl"/>
              </w:rPr>
              <w:t>i</w:t>
            </w:r>
            <w:r w:rsidRPr="0025041C">
              <w:rPr>
                <w:rFonts w:ascii="Riojana" w:eastAsia="Arial" w:hAnsi="Riojana"/>
                <w:lang w:val="es-ES_tradnl"/>
              </w:rPr>
              <w:t>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21.042</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4.</w:t>
            </w:r>
            <w:r w:rsidRPr="0025041C">
              <w:rPr>
                <w:rFonts w:ascii="Riojana" w:eastAsia="Arial" w:hAnsi="Riojana"/>
                <w:spacing w:val="-1"/>
                <w:lang w:val="es-ES_tradnl"/>
              </w:rPr>
              <w:t>0</w:t>
            </w:r>
            <w:r w:rsidRPr="0025041C">
              <w:rPr>
                <w:rFonts w:ascii="Riojana" w:eastAsia="Arial" w:hAnsi="Riojana"/>
                <w:spacing w:val="2"/>
                <w:lang w:val="es-ES_tradnl"/>
              </w:rPr>
              <w:t>1</w:t>
            </w:r>
            <w:r w:rsidRPr="0025041C">
              <w:rPr>
                <w:rFonts w:ascii="Riojana" w:eastAsia="Arial" w:hAnsi="Riojana"/>
                <w:lang w:val="es-ES_tradnl"/>
              </w:rPr>
              <w:t>.2</w:t>
            </w:r>
            <w:r w:rsidRPr="0025041C">
              <w:rPr>
                <w:rFonts w:ascii="Riojana" w:eastAsia="Arial" w:hAnsi="Riojana"/>
                <w:spacing w:val="1"/>
                <w:lang w:val="es-ES_tradnl"/>
              </w:rPr>
              <w:t>3</w:t>
            </w:r>
            <w:r w:rsidRPr="0025041C">
              <w:rPr>
                <w:rFonts w:ascii="Riojana" w:eastAsia="Arial" w:hAnsi="Riojana"/>
                <w:lang w:val="es-ES_tradnl"/>
              </w:rPr>
              <w:t>2</w:t>
            </w:r>
            <w:r w:rsidRPr="0025041C">
              <w:rPr>
                <w:rFonts w:ascii="Riojana" w:eastAsia="Arial" w:hAnsi="Riojana"/>
                <w:spacing w:val="-1"/>
                <w:lang w:val="es-ES_tradnl"/>
              </w:rPr>
              <w:t>3</w:t>
            </w:r>
            <w:r w:rsidRPr="0025041C">
              <w:rPr>
                <w:rFonts w:ascii="Riojana" w:eastAsia="Arial" w:hAnsi="Riojana"/>
                <w:lang w:val="es-ES_tradnl"/>
              </w:rPr>
              <w:t>.</w:t>
            </w:r>
            <w:r w:rsidRPr="0025041C">
              <w:rPr>
                <w:rFonts w:ascii="Riojana" w:eastAsia="Arial" w:hAnsi="Riojana"/>
                <w:spacing w:val="2"/>
                <w:lang w:val="es-ES_tradnl"/>
              </w:rPr>
              <w:t>4</w:t>
            </w:r>
            <w:r w:rsidRPr="0025041C">
              <w:rPr>
                <w:rFonts w:ascii="Riojana" w:eastAsia="Arial" w:hAnsi="Riojana"/>
                <w:lang w:val="es-ES_tradnl"/>
              </w:rPr>
              <w:t>4</w:t>
            </w:r>
            <w:r w:rsidRPr="0025041C">
              <w:rPr>
                <w:rFonts w:ascii="Riojana" w:eastAsia="Arial" w:hAnsi="Riojana"/>
                <w:spacing w:val="-1"/>
                <w:lang w:val="es-ES_tradnl"/>
              </w:rPr>
              <w:t>9</w:t>
            </w:r>
            <w:r w:rsidRPr="0025041C">
              <w:rPr>
                <w:rFonts w:ascii="Riojana" w:eastAsia="Arial" w:hAnsi="Riojana"/>
                <w:spacing w:val="2"/>
                <w:lang w:val="es-ES_tradnl"/>
              </w:rPr>
              <w:t>.</w:t>
            </w:r>
            <w:r w:rsidRPr="0025041C">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spacing w:val="-7"/>
                <w:lang w:val="es-ES_tradnl"/>
              </w:rPr>
            </w:pPr>
            <w:r w:rsidRPr="0025041C">
              <w:rPr>
                <w:rFonts w:ascii="Riojana" w:eastAsia="Arial" w:hAnsi="Riojana"/>
                <w:lang w:val="es-ES_tradnl"/>
              </w:rPr>
              <w:t>Un</w:t>
            </w:r>
            <w:r w:rsidRPr="0025041C">
              <w:rPr>
                <w:rFonts w:ascii="Riojana" w:eastAsia="Arial" w:hAnsi="Riojana"/>
                <w:spacing w:val="1"/>
                <w:lang w:val="es-ES_tradnl"/>
              </w:rPr>
              <w:t>i</w:t>
            </w:r>
            <w:r w:rsidRPr="0025041C">
              <w:rPr>
                <w:rFonts w:ascii="Riojana" w:eastAsia="Arial" w:hAnsi="Riojana"/>
                <w:spacing w:val="-1"/>
                <w:lang w:val="es-ES_tradnl"/>
              </w:rPr>
              <w:t>v</w:t>
            </w:r>
            <w:r w:rsidRPr="0025041C">
              <w:rPr>
                <w:rFonts w:ascii="Riojana" w:eastAsia="Arial" w:hAnsi="Riojana"/>
                <w:spacing w:val="1"/>
                <w:lang w:val="es-ES_tradnl"/>
              </w:rPr>
              <w:t>er</w:t>
            </w:r>
            <w:r w:rsidRPr="0025041C">
              <w:rPr>
                <w:rFonts w:ascii="Riojana" w:eastAsia="Arial" w:hAnsi="Riojana"/>
                <w:spacing w:val="-1"/>
                <w:lang w:val="es-ES_tradnl"/>
              </w:rPr>
              <w:t>s</w:t>
            </w:r>
            <w:r w:rsidRPr="0025041C">
              <w:rPr>
                <w:rFonts w:ascii="Riojana" w:eastAsia="Arial" w:hAnsi="Riojana"/>
                <w:spacing w:val="1"/>
                <w:lang w:val="es-ES_tradnl"/>
              </w:rPr>
              <w:t>i</w:t>
            </w:r>
            <w:r w:rsidRPr="0025041C">
              <w:rPr>
                <w:rFonts w:ascii="Riojana" w:eastAsia="Arial" w:hAnsi="Riojana"/>
                <w:lang w:val="es-ES_tradnl"/>
              </w:rPr>
              <w:t>dad</w:t>
            </w:r>
            <w:r w:rsidRPr="0025041C">
              <w:rPr>
                <w:rFonts w:ascii="Riojana" w:eastAsia="Arial" w:hAnsi="Riojana"/>
                <w:spacing w:val="-2"/>
                <w:lang w:val="es-ES_tradnl"/>
              </w:rPr>
              <w:t xml:space="preserve"> </w:t>
            </w:r>
            <w:r w:rsidRPr="0025041C">
              <w:rPr>
                <w:rFonts w:ascii="Riojana" w:eastAsia="Arial" w:hAnsi="Riojana"/>
                <w:lang w:val="es-ES_tradnl"/>
              </w:rPr>
              <w:t>de</w:t>
            </w:r>
            <w:r w:rsidRPr="0025041C">
              <w:rPr>
                <w:rFonts w:ascii="Riojana" w:eastAsia="Arial" w:hAnsi="Riojana"/>
                <w:spacing w:val="2"/>
                <w:lang w:val="es-ES_tradnl"/>
              </w:rPr>
              <w:t xml:space="preserve"> </w:t>
            </w:r>
            <w:r w:rsidRPr="0025041C">
              <w:rPr>
                <w:rFonts w:ascii="Riojana" w:eastAsia="Arial" w:hAnsi="Riojana"/>
                <w:lang w:val="es-ES_tradnl"/>
              </w:rPr>
              <w:t>La</w:t>
            </w:r>
            <w:r w:rsidRPr="0025041C">
              <w:rPr>
                <w:rFonts w:ascii="Riojana" w:eastAsia="Arial" w:hAnsi="Riojana"/>
                <w:spacing w:val="-6"/>
                <w:lang w:val="es-ES_tradnl"/>
              </w:rPr>
              <w:t xml:space="preserve"> </w:t>
            </w:r>
            <w:r w:rsidRPr="0025041C">
              <w:rPr>
                <w:rFonts w:ascii="Riojana" w:eastAsia="Arial" w:hAnsi="Riojana"/>
                <w:lang w:val="es-ES_tradnl"/>
              </w:rPr>
              <w:t>R</w:t>
            </w:r>
            <w:r w:rsidRPr="0025041C">
              <w:rPr>
                <w:rFonts w:ascii="Riojana" w:eastAsia="Arial" w:hAnsi="Riojana"/>
                <w:spacing w:val="-1"/>
                <w:lang w:val="es-ES_tradnl"/>
              </w:rPr>
              <w:t>i</w:t>
            </w:r>
            <w:r w:rsidRPr="0025041C">
              <w:rPr>
                <w:rFonts w:ascii="Riojana" w:eastAsia="Arial" w:hAnsi="Riojana"/>
                <w:spacing w:val="3"/>
                <w:lang w:val="es-ES_tradnl"/>
              </w:rPr>
              <w:t>o</w:t>
            </w:r>
            <w:r w:rsidRPr="0025041C">
              <w:rPr>
                <w:rFonts w:ascii="Riojana" w:eastAsia="Arial" w:hAnsi="Riojana"/>
                <w:spacing w:val="-1"/>
                <w:lang w:val="es-ES_tradnl"/>
              </w:rPr>
              <w:t>j</w:t>
            </w:r>
            <w:r w:rsidRPr="0025041C">
              <w:rPr>
                <w:rFonts w:ascii="Riojana" w:eastAsia="Arial" w:hAnsi="Riojana"/>
                <w:spacing w:val="1"/>
                <w:lang w:val="es-ES_tradnl"/>
              </w:rPr>
              <w:t>a</w:t>
            </w:r>
            <w:r w:rsidRPr="0025041C">
              <w:rPr>
                <w:rFonts w:ascii="Riojana" w:eastAsia="Arial" w:hAnsi="Riojana"/>
                <w:lang w:val="es-ES_tradnl"/>
              </w:rPr>
              <w:t>.</w:t>
            </w:r>
            <w:r w:rsidRPr="0025041C">
              <w:rPr>
                <w:rFonts w:ascii="Riojana" w:eastAsia="Arial" w:hAnsi="Riojana"/>
                <w:spacing w:val="-13"/>
                <w:lang w:val="es-ES_tradnl"/>
              </w:rPr>
              <w:t xml:space="preserve"> </w:t>
            </w:r>
            <w:r w:rsidRPr="0025041C">
              <w:rPr>
                <w:rFonts w:ascii="Riojana" w:eastAsia="Arial" w:hAnsi="Riojana"/>
                <w:spacing w:val="1"/>
                <w:lang w:val="es-ES_tradnl"/>
              </w:rPr>
              <w:t>I</w:t>
            </w:r>
            <w:r w:rsidRPr="0025041C">
              <w:rPr>
                <w:rFonts w:ascii="Riojana" w:eastAsia="Arial" w:hAnsi="Riojana"/>
                <w:spacing w:val="2"/>
                <w:lang w:val="es-ES_tradnl"/>
              </w:rPr>
              <w:t>n</w:t>
            </w:r>
            <w:r w:rsidRPr="0025041C">
              <w:rPr>
                <w:rFonts w:ascii="Riojana" w:eastAsia="Arial" w:hAnsi="Riojana"/>
                <w:lang w:val="es-ES_tradnl"/>
              </w:rPr>
              <w:t>te</w:t>
            </w:r>
            <w:r w:rsidRPr="0025041C">
              <w:rPr>
                <w:rFonts w:ascii="Riojana" w:eastAsia="Arial" w:hAnsi="Riojana"/>
                <w:spacing w:val="1"/>
                <w:lang w:val="es-ES_tradnl"/>
              </w:rPr>
              <w:t>gra</w:t>
            </w:r>
            <w:r w:rsidRPr="0025041C">
              <w:rPr>
                <w:rFonts w:ascii="Riojana" w:eastAsia="Arial" w:hAnsi="Riojana"/>
                <w:lang w:val="es-ES_tradnl"/>
              </w:rPr>
              <w:t>.</w:t>
            </w:r>
            <w:r w:rsidRPr="0025041C">
              <w:rPr>
                <w:rFonts w:ascii="Riojana" w:eastAsia="Arial" w:hAnsi="Riojana"/>
                <w:spacing w:val="-7"/>
                <w:lang w:val="es-ES_tradnl"/>
              </w:rPr>
              <w:t xml:space="preserve"> </w:t>
            </w:r>
          </w:p>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P</w:t>
            </w:r>
            <w:r w:rsidRPr="0025041C">
              <w:rPr>
                <w:rFonts w:ascii="Riojana" w:eastAsia="Arial" w:hAnsi="Riojana"/>
                <w:spacing w:val="1"/>
                <w:lang w:val="es-ES_tradnl"/>
              </w:rPr>
              <w:t>rogra</w:t>
            </w:r>
            <w:r w:rsidRPr="0025041C">
              <w:rPr>
                <w:rFonts w:ascii="Riojana" w:eastAsia="Arial" w:hAnsi="Riojana"/>
                <w:spacing w:val="-2"/>
                <w:lang w:val="es-ES_tradnl"/>
              </w:rPr>
              <w:t>m</w:t>
            </w:r>
            <w:r w:rsidRPr="0025041C">
              <w:rPr>
                <w:rFonts w:ascii="Riojana" w:eastAsia="Arial" w:hAnsi="Riojana"/>
                <w:lang w:val="es-ES_tradnl"/>
              </w:rPr>
              <w:t>a</w:t>
            </w:r>
            <w:r w:rsidRPr="0025041C">
              <w:rPr>
                <w:rFonts w:ascii="Riojana" w:eastAsia="Arial" w:hAnsi="Riojana"/>
                <w:spacing w:val="-8"/>
                <w:lang w:val="es-ES_tradnl"/>
              </w:rPr>
              <w:t xml:space="preserve"> </w:t>
            </w:r>
            <w:r w:rsidRPr="0025041C">
              <w:rPr>
                <w:rFonts w:ascii="Riojana" w:eastAsia="Arial" w:hAnsi="Riojana"/>
                <w:spacing w:val="1"/>
                <w:lang w:val="es-ES_tradnl"/>
              </w:rPr>
              <w:t>a</w:t>
            </w:r>
            <w:r w:rsidRPr="0025041C">
              <w:rPr>
                <w:rFonts w:ascii="Riojana" w:eastAsia="Arial" w:hAnsi="Riojana"/>
                <w:lang w:val="es-ES_tradnl"/>
              </w:rPr>
              <w:t>po</w:t>
            </w:r>
            <w:r w:rsidRPr="0025041C">
              <w:rPr>
                <w:rFonts w:ascii="Riojana" w:eastAsia="Arial" w:hAnsi="Riojana"/>
                <w:spacing w:val="-1"/>
                <w:lang w:val="es-ES_tradnl"/>
              </w:rPr>
              <w:t>y</w:t>
            </w:r>
            <w:r w:rsidRPr="0025041C">
              <w:rPr>
                <w:rFonts w:ascii="Riojana" w:eastAsia="Arial" w:hAnsi="Riojana"/>
                <w:lang w:val="es-ES_tradnl"/>
              </w:rPr>
              <w:t>o</w:t>
            </w:r>
            <w:r w:rsidRPr="0025041C">
              <w:rPr>
                <w:rFonts w:ascii="Riojana" w:eastAsia="Arial" w:hAnsi="Riojana"/>
                <w:spacing w:val="4"/>
                <w:lang w:val="es-ES_tradnl"/>
              </w:rPr>
              <w:t xml:space="preserve"> </w:t>
            </w:r>
            <w:r w:rsidRPr="0025041C">
              <w:rPr>
                <w:rFonts w:ascii="Riojana" w:eastAsia="Arial" w:hAnsi="Riojana"/>
                <w:spacing w:val="-1"/>
                <w:lang w:val="es-ES_tradnl"/>
              </w:rPr>
              <w:t>i</w:t>
            </w:r>
            <w:r w:rsidRPr="0025041C">
              <w:rPr>
                <w:rFonts w:ascii="Riojana" w:eastAsia="Arial" w:hAnsi="Riojana"/>
                <w:lang w:val="es-ES_tradnl"/>
              </w:rPr>
              <w:t>n</w:t>
            </w:r>
            <w:r w:rsidRPr="0025041C">
              <w:rPr>
                <w:rFonts w:ascii="Riojana" w:eastAsia="Arial" w:hAnsi="Riojana"/>
                <w:spacing w:val="-1"/>
                <w:lang w:val="es-ES_tradnl"/>
              </w:rPr>
              <w:t>t</w:t>
            </w:r>
            <w:r w:rsidRPr="0025041C">
              <w:rPr>
                <w:rFonts w:ascii="Riojana" w:eastAsia="Arial" w:hAnsi="Riojana"/>
                <w:spacing w:val="3"/>
                <w:lang w:val="es-ES_tradnl"/>
              </w:rPr>
              <w:t>e</w:t>
            </w:r>
            <w:r w:rsidRPr="0025041C">
              <w:rPr>
                <w:rFonts w:ascii="Riojana" w:eastAsia="Arial" w:hAnsi="Riojana"/>
                <w:spacing w:val="1"/>
                <w:lang w:val="es-ES_tradnl"/>
              </w:rPr>
              <w:t>grac</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n</w:t>
            </w:r>
            <w:r w:rsidRPr="0025041C">
              <w:rPr>
                <w:rFonts w:ascii="Riojana" w:eastAsia="Arial" w:hAnsi="Riojana"/>
                <w:spacing w:val="6"/>
                <w:lang w:val="es-ES_tradnl"/>
              </w:rPr>
              <w:t xml:space="preserve"> </w:t>
            </w:r>
            <w:r w:rsidRPr="0025041C">
              <w:rPr>
                <w:rFonts w:ascii="Riojana" w:eastAsia="Arial" w:hAnsi="Riojana"/>
                <w:spacing w:val="-1"/>
                <w:w w:val="106"/>
                <w:lang w:val="es-ES_tradnl"/>
              </w:rPr>
              <w:t>d</w:t>
            </w:r>
            <w:r w:rsidRPr="0025041C">
              <w:rPr>
                <w:rFonts w:ascii="Riojana" w:eastAsia="Arial" w:hAnsi="Riojana"/>
                <w:spacing w:val="1"/>
                <w:w w:val="96"/>
                <w:lang w:val="es-ES_tradnl"/>
              </w:rPr>
              <w:t>e</w:t>
            </w:r>
            <w:r w:rsidRPr="0025041C">
              <w:rPr>
                <w:rFonts w:ascii="Riojana" w:eastAsia="Arial" w:hAnsi="Riojana"/>
                <w:w w:val="99"/>
                <w:lang w:val="es-ES_tradnl"/>
              </w:rPr>
              <w:t xml:space="preserve">l </w:t>
            </w:r>
            <w:r w:rsidRPr="0025041C">
              <w:rPr>
                <w:rFonts w:ascii="Riojana" w:eastAsia="Arial" w:hAnsi="Riojana"/>
                <w:spacing w:val="1"/>
                <w:lang w:val="es-ES_tradnl"/>
              </w:rPr>
              <w:t>e</w:t>
            </w:r>
            <w:r w:rsidRPr="0025041C">
              <w:rPr>
                <w:rFonts w:ascii="Riojana" w:eastAsia="Arial" w:hAnsi="Riojana"/>
                <w:spacing w:val="-1"/>
                <w:lang w:val="es-ES_tradnl"/>
              </w:rPr>
              <w:t>s</w:t>
            </w:r>
            <w:r w:rsidRPr="0025041C">
              <w:rPr>
                <w:rFonts w:ascii="Riojana" w:eastAsia="Arial" w:hAnsi="Riojana"/>
                <w:lang w:val="es-ES_tradnl"/>
              </w:rPr>
              <w:t>t</w:t>
            </w:r>
            <w:r w:rsidRPr="0025041C">
              <w:rPr>
                <w:rFonts w:ascii="Riojana" w:eastAsia="Arial" w:hAnsi="Riojana"/>
                <w:spacing w:val="-1"/>
                <w:lang w:val="es-ES_tradnl"/>
              </w:rPr>
              <w:t>u</w:t>
            </w:r>
            <w:r w:rsidRPr="0025041C">
              <w:rPr>
                <w:rFonts w:ascii="Riojana" w:eastAsia="Arial" w:hAnsi="Riojana"/>
                <w:spacing w:val="2"/>
                <w:lang w:val="es-ES_tradnl"/>
              </w:rPr>
              <w:t>d</w:t>
            </w:r>
            <w:r w:rsidRPr="0025041C">
              <w:rPr>
                <w:rFonts w:ascii="Riojana" w:eastAsia="Arial" w:hAnsi="Riojana"/>
                <w:spacing w:val="-1"/>
                <w:lang w:val="es-ES_tradnl"/>
              </w:rPr>
              <w:t>i</w:t>
            </w:r>
            <w:r w:rsidRPr="0025041C">
              <w:rPr>
                <w:rFonts w:ascii="Riojana" w:eastAsia="Arial" w:hAnsi="Riojana"/>
                <w:spacing w:val="1"/>
                <w:lang w:val="es-ES_tradnl"/>
              </w:rPr>
              <w:t>a</w:t>
            </w:r>
            <w:r w:rsidRPr="0025041C">
              <w:rPr>
                <w:rFonts w:ascii="Riojana" w:eastAsia="Arial" w:hAnsi="Riojana"/>
                <w:lang w:val="es-ES_tradnl"/>
              </w:rPr>
              <w:t>n</w:t>
            </w:r>
            <w:r w:rsidRPr="0025041C">
              <w:rPr>
                <w:rFonts w:ascii="Riojana" w:eastAsia="Arial" w:hAnsi="Riojana"/>
                <w:spacing w:val="-1"/>
                <w:lang w:val="es-ES_tradnl"/>
              </w:rPr>
              <w:t>t</w:t>
            </w:r>
            <w:r w:rsidRPr="0025041C">
              <w:rPr>
                <w:rFonts w:ascii="Riojana" w:eastAsia="Arial" w:hAnsi="Riojana"/>
                <w:spacing w:val="1"/>
                <w:lang w:val="es-ES_tradnl"/>
              </w:rPr>
              <w:t>a</w:t>
            </w:r>
            <w:r w:rsidRPr="0025041C">
              <w:rPr>
                <w:rFonts w:ascii="Riojana" w:eastAsia="Arial" w:hAnsi="Riojana"/>
                <w:lang w:val="es-ES_tradnl"/>
              </w:rPr>
              <w:t>do</w:t>
            </w:r>
            <w:r w:rsidRPr="0025041C">
              <w:rPr>
                <w:rFonts w:ascii="Riojana" w:eastAsia="Arial" w:hAnsi="Riojana"/>
                <w:spacing w:val="14"/>
                <w:lang w:val="es-ES_tradnl"/>
              </w:rPr>
              <w:t xml:space="preserve"> </w:t>
            </w:r>
            <w:r w:rsidRPr="0025041C">
              <w:rPr>
                <w:rFonts w:ascii="Riojana" w:eastAsia="Arial" w:hAnsi="Riojana"/>
                <w:spacing w:val="1"/>
                <w:lang w:val="es-ES_tradnl"/>
              </w:rPr>
              <w:t>co</w:t>
            </w:r>
            <w:r w:rsidRPr="0025041C">
              <w:rPr>
                <w:rFonts w:ascii="Riojana" w:eastAsia="Arial" w:hAnsi="Riojana"/>
                <w:lang w:val="es-ES_tradnl"/>
              </w:rPr>
              <w:t>n</w:t>
            </w:r>
            <w:r w:rsidRPr="0025041C">
              <w:rPr>
                <w:rFonts w:ascii="Riojana" w:eastAsia="Arial" w:hAnsi="Riojana"/>
                <w:spacing w:val="9"/>
                <w:lang w:val="es-ES_tradnl"/>
              </w:rPr>
              <w:t xml:space="preserve"> </w:t>
            </w:r>
            <w:r w:rsidRPr="0025041C">
              <w:rPr>
                <w:rFonts w:ascii="Riojana" w:eastAsia="Arial" w:hAnsi="Riojana"/>
                <w:spacing w:val="-1"/>
                <w:w w:val="106"/>
                <w:lang w:val="es-ES_tradnl"/>
              </w:rPr>
              <w:t>d</w:t>
            </w:r>
            <w:r w:rsidRPr="0025041C">
              <w:rPr>
                <w:rFonts w:ascii="Riojana" w:eastAsia="Arial" w:hAnsi="Riojana"/>
                <w:spacing w:val="1"/>
                <w:w w:val="99"/>
                <w:lang w:val="es-ES_tradnl"/>
              </w:rPr>
              <w:t>i</w:t>
            </w:r>
            <w:r w:rsidRPr="0025041C">
              <w:rPr>
                <w:rFonts w:ascii="Riojana" w:eastAsia="Arial" w:hAnsi="Riojana"/>
                <w:spacing w:val="-1"/>
                <w:w w:val="99"/>
                <w:lang w:val="es-ES_tradnl"/>
              </w:rPr>
              <w:t>s</w:t>
            </w:r>
            <w:r w:rsidRPr="0025041C">
              <w:rPr>
                <w:rFonts w:ascii="Riojana" w:eastAsia="Arial" w:hAnsi="Riojana"/>
                <w:spacing w:val="1"/>
                <w:w w:val="106"/>
                <w:lang w:val="es-ES_tradnl"/>
              </w:rPr>
              <w:t>c</w:t>
            </w:r>
            <w:r w:rsidRPr="0025041C">
              <w:rPr>
                <w:rFonts w:ascii="Riojana" w:eastAsia="Arial" w:hAnsi="Riojana"/>
                <w:spacing w:val="1"/>
                <w:w w:val="96"/>
                <w:lang w:val="es-ES_tradnl"/>
              </w:rPr>
              <w:t>a</w:t>
            </w:r>
            <w:r w:rsidRPr="0025041C">
              <w:rPr>
                <w:rFonts w:ascii="Riojana" w:eastAsia="Arial" w:hAnsi="Riojana"/>
                <w:w w:val="102"/>
                <w:lang w:val="es-ES_tradnl"/>
              </w:rPr>
              <w:t>pa</w:t>
            </w:r>
            <w:r w:rsidRPr="0025041C">
              <w:rPr>
                <w:rFonts w:ascii="Riojana" w:eastAsia="Arial" w:hAnsi="Riojana"/>
                <w:spacing w:val="4"/>
                <w:w w:val="102"/>
                <w:lang w:val="es-ES_tradnl"/>
              </w:rPr>
              <w:t>c</w:t>
            </w:r>
            <w:r w:rsidRPr="0025041C">
              <w:rPr>
                <w:rFonts w:ascii="Riojana" w:eastAsia="Arial" w:hAnsi="Riojana"/>
                <w:spacing w:val="-1"/>
                <w:w w:val="99"/>
                <w:lang w:val="es-ES_tradnl"/>
              </w:rPr>
              <w:t>i</w:t>
            </w:r>
            <w:r w:rsidRPr="0025041C">
              <w:rPr>
                <w:rFonts w:ascii="Riojana" w:eastAsia="Arial" w:hAnsi="Riojana"/>
                <w:w w:val="102"/>
                <w:lang w:val="es-ES_tradnl"/>
              </w:rPr>
              <w:t>dad</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25.000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4.</w:t>
            </w:r>
            <w:r w:rsidRPr="0025041C">
              <w:rPr>
                <w:rFonts w:ascii="Riojana" w:eastAsia="Arial" w:hAnsi="Riojana"/>
                <w:spacing w:val="-1"/>
                <w:lang w:val="es-ES_tradnl"/>
              </w:rPr>
              <w:t>0</w:t>
            </w:r>
            <w:r w:rsidRPr="0025041C">
              <w:rPr>
                <w:rFonts w:ascii="Riojana" w:eastAsia="Arial" w:hAnsi="Riojana"/>
                <w:spacing w:val="2"/>
                <w:lang w:val="es-ES_tradnl"/>
              </w:rPr>
              <w:t>1</w:t>
            </w:r>
            <w:r w:rsidRPr="0025041C">
              <w:rPr>
                <w:rFonts w:ascii="Riojana" w:eastAsia="Arial" w:hAnsi="Riojana"/>
                <w:lang w:val="es-ES_tradnl"/>
              </w:rPr>
              <w:t>.2</w:t>
            </w:r>
            <w:r w:rsidRPr="0025041C">
              <w:rPr>
                <w:rFonts w:ascii="Riojana" w:eastAsia="Arial" w:hAnsi="Riojana"/>
                <w:spacing w:val="1"/>
                <w:lang w:val="es-ES_tradnl"/>
              </w:rPr>
              <w:t>3</w:t>
            </w:r>
            <w:r w:rsidRPr="0025041C">
              <w:rPr>
                <w:rFonts w:ascii="Riojana" w:eastAsia="Arial" w:hAnsi="Riojana"/>
                <w:lang w:val="es-ES_tradnl"/>
              </w:rPr>
              <w:t>2</w:t>
            </w:r>
            <w:r w:rsidRPr="0025041C">
              <w:rPr>
                <w:rFonts w:ascii="Riojana" w:eastAsia="Arial" w:hAnsi="Riojana"/>
                <w:spacing w:val="-1"/>
                <w:lang w:val="es-ES_tradnl"/>
              </w:rPr>
              <w:t>3</w:t>
            </w:r>
            <w:r w:rsidRPr="0025041C">
              <w:rPr>
                <w:rFonts w:ascii="Riojana" w:eastAsia="Arial" w:hAnsi="Riojana"/>
                <w:lang w:val="es-ES_tradnl"/>
              </w:rPr>
              <w:t>.</w:t>
            </w:r>
            <w:r w:rsidRPr="0025041C">
              <w:rPr>
                <w:rFonts w:ascii="Riojana" w:eastAsia="Arial" w:hAnsi="Riojana"/>
                <w:spacing w:val="2"/>
                <w:lang w:val="es-ES_tradnl"/>
              </w:rPr>
              <w:t>480.</w:t>
            </w:r>
            <w:r w:rsidRPr="0025041C">
              <w:rPr>
                <w:rFonts w:ascii="Riojana" w:eastAsia="Arial" w:hAnsi="Riojana"/>
                <w:lang w:val="es-ES_tradnl"/>
              </w:rPr>
              <w:t>06</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Arial" w:hAnsi="Riojana" w:cs="Arial"/>
                <w:lang w:val="es-ES_tradnl"/>
              </w:rPr>
            </w:pPr>
            <w:r w:rsidRPr="0025041C">
              <w:rPr>
                <w:rFonts w:ascii="Riojana" w:eastAsia="Arial" w:hAnsi="Riojana"/>
                <w:lang w:val="es-ES_tradnl"/>
              </w:rPr>
              <w:t xml:space="preserve">Asociación de Personas Sordas de La Rioja. </w:t>
            </w:r>
          </w:p>
          <w:p w:rsidR="00011E90" w:rsidRPr="0025041C" w:rsidRDefault="00011E90">
            <w:pPr>
              <w:autoSpaceDE w:val="0"/>
              <w:autoSpaceDN w:val="0"/>
              <w:adjustRightInd w:val="0"/>
              <w:spacing w:before="0" w:after="0"/>
              <w:jc w:val="left"/>
              <w:rPr>
                <w:rFonts w:ascii="Riojana" w:eastAsia="Arial" w:hAnsi="Riojana" w:cs="Arial"/>
                <w:lang w:val="es-ES_tradnl"/>
              </w:rPr>
            </w:pPr>
            <w:r w:rsidRPr="0025041C">
              <w:rPr>
                <w:rFonts w:ascii="Riojana" w:eastAsia="Arial" w:hAnsi="Riojana"/>
                <w:lang w:val="es-ES_tradnl"/>
              </w:rPr>
              <w:t>Actuaciones en materia de servicios sociales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70.000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5.</w:t>
            </w:r>
            <w:r w:rsidRPr="0025041C">
              <w:rPr>
                <w:rFonts w:ascii="Riojana" w:eastAsia="Arial" w:hAnsi="Riojana"/>
                <w:spacing w:val="-1"/>
                <w:lang w:val="es-ES_tradnl"/>
              </w:rPr>
              <w:t>0</w:t>
            </w:r>
            <w:r w:rsidRPr="0025041C">
              <w:rPr>
                <w:rFonts w:ascii="Riojana" w:eastAsia="Arial" w:hAnsi="Riojana"/>
                <w:spacing w:val="2"/>
                <w:lang w:val="es-ES_tradnl"/>
              </w:rPr>
              <w:t>1</w:t>
            </w:r>
            <w:r w:rsidRPr="0025041C">
              <w:rPr>
                <w:rFonts w:ascii="Riojana" w:eastAsia="Arial" w:hAnsi="Riojana"/>
                <w:lang w:val="es-ES_tradnl"/>
              </w:rPr>
              <w:t>.2</w:t>
            </w:r>
            <w:r w:rsidRPr="0025041C">
              <w:rPr>
                <w:rFonts w:ascii="Riojana" w:eastAsia="Arial" w:hAnsi="Riojana"/>
                <w:spacing w:val="1"/>
                <w:lang w:val="es-ES_tradnl"/>
              </w:rPr>
              <w:t>3</w:t>
            </w:r>
            <w:r w:rsidRPr="0025041C">
              <w:rPr>
                <w:rFonts w:ascii="Riojana" w:eastAsia="Arial" w:hAnsi="Riojana"/>
                <w:lang w:val="es-ES_tradnl"/>
              </w:rPr>
              <w:t>2</w:t>
            </w:r>
            <w:r w:rsidRPr="0025041C">
              <w:rPr>
                <w:rFonts w:ascii="Riojana" w:eastAsia="Arial" w:hAnsi="Riojana"/>
                <w:spacing w:val="-1"/>
                <w:lang w:val="es-ES_tradnl"/>
              </w:rPr>
              <w:t>1</w:t>
            </w:r>
            <w:r w:rsidRPr="0025041C">
              <w:rPr>
                <w:rFonts w:ascii="Riojana" w:eastAsia="Arial" w:hAnsi="Riojana"/>
                <w:lang w:val="es-ES_tradnl"/>
              </w:rPr>
              <w:t>.</w:t>
            </w:r>
            <w:r w:rsidRPr="0025041C">
              <w:rPr>
                <w:rFonts w:ascii="Riojana" w:eastAsia="Arial" w:hAnsi="Riojana"/>
                <w:spacing w:val="2"/>
                <w:lang w:val="es-ES_tradnl"/>
              </w:rPr>
              <w:t>4</w:t>
            </w:r>
            <w:r w:rsidRPr="0025041C">
              <w:rPr>
                <w:rFonts w:ascii="Riojana" w:eastAsia="Arial" w:hAnsi="Riojana"/>
                <w:lang w:val="es-ES_tradnl"/>
              </w:rPr>
              <w:t>8</w:t>
            </w:r>
            <w:r w:rsidRPr="0025041C">
              <w:rPr>
                <w:rFonts w:ascii="Riojana" w:eastAsia="Arial" w:hAnsi="Riojana"/>
                <w:spacing w:val="-1"/>
                <w:lang w:val="es-ES_tradnl"/>
              </w:rPr>
              <w:t>0</w:t>
            </w:r>
            <w:r w:rsidRPr="0025041C">
              <w:rPr>
                <w:rFonts w:ascii="Riojana" w:eastAsia="Arial" w:hAnsi="Riojana"/>
                <w:spacing w:val="2"/>
                <w:lang w:val="es-ES_tradnl"/>
              </w:rPr>
              <w:t>.</w:t>
            </w:r>
            <w:r w:rsidRPr="0025041C">
              <w:rPr>
                <w:rFonts w:ascii="Riojana" w:eastAsia="Arial" w:hAnsi="Riojana"/>
                <w:lang w:val="es-ES_tradnl"/>
              </w:rPr>
              <w:t>03</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Fundación C</w:t>
            </w:r>
            <w:r w:rsidRPr="0025041C">
              <w:rPr>
                <w:rFonts w:ascii="Riojana" w:eastAsia="Arial" w:hAnsi="Riojana"/>
                <w:spacing w:val="1"/>
                <w:lang w:val="es-ES_tradnl"/>
              </w:rPr>
              <w:t>ár</w:t>
            </w:r>
            <w:r w:rsidRPr="0025041C">
              <w:rPr>
                <w:rFonts w:ascii="Riojana" w:eastAsia="Arial" w:hAnsi="Riojana"/>
                <w:spacing w:val="-1"/>
                <w:lang w:val="es-ES_tradnl"/>
              </w:rPr>
              <w:t>i</w:t>
            </w:r>
            <w:r w:rsidRPr="0025041C">
              <w:rPr>
                <w:rFonts w:ascii="Riojana" w:eastAsia="Arial" w:hAnsi="Riojana"/>
                <w:lang w:val="es-ES_tradnl"/>
              </w:rPr>
              <w:t>tas</w:t>
            </w:r>
            <w:r w:rsidRPr="0025041C">
              <w:rPr>
                <w:rFonts w:ascii="Riojana" w:eastAsia="Arial" w:hAnsi="Riojana"/>
                <w:spacing w:val="-1"/>
                <w:lang w:val="es-ES_tradnl"/>
              </w:rPr>
              <w:t>-</w:t>
            </w:r>
            <w:proofErr w:type="spellStart"/>
            <w:r w:rsidRPr="0025041C">
              <w:rPr>
                <w:rFonts w:ascii="Riojana" w:eastAsia="Arial" w:hAnsi="Riojana"/>
                <w:spacing w:val="2"/>
                <w:lang w:val="es-ES_tradnl"/>
              </w:rPr>
              <w:t>C</w:t>
            </w:r>
            <w:r w:rsidRPr="0025041C">
              <w:rPr>
                <w:rFonts w:ascii="Riojana" w:eastAsia="Arial" w:hAnsi="Riojana"/>
                <w:lang w:val="es-ES_tradnl"/>
              </w:rPr>
              <w:t>ha</w:t>
            </w:r>
            <w:r w:rsidRPr="0025041C">
              <w:rPr>
                <w:rFonts w:ascii="Riojana" w:eastAsia="Arial" w:hAnsi="Riojana"/>
                <w:spacing w:val="1"/>
                <w:lang w:val="es-ES_tradnl"/>
              </w:rPr>
              <w:t>v</w:t>
            </w:r>
            <w:r w:rsidRPr="0025041C">
              <w:rPr>
                <w:rFonts w:ascii="Riojana" w:eastAsia="Arial" w:hAnsi="Riojana"/>
                <w:spacing w:val="-1"/>
                <w:lang w:val="es-ES_tradnl"/>
              </w:rPr>
              <w:t>i</w:t>
            </w:r>
            <w:r w:rsidRPr="0025041C">
              <w:rPr>
                <w:rFonts w:ascii="Riojana" w:eastAsia="Arial" w:hAnsi="Riojana"/>
                <w:spacing w:val="2"/>
                <w:lang w:val="es-ES_tradnl"/>
              </w:rPr>
              <w:t>c</w:t>
            </w:r>
            <w:r w:rsidRPr="0025041C">
              <w:rPr>
                <w:rFonts w:ascii="Riojana" w:eastAsia="Arial" w:hAnsi="Riojana"/>
                <w:spacing w:val="1"/>
                <w:lang w:val="es-ES_tradnl"/>
              </w:rPr>
              <w:t>ar</w:t>
            </w:r>
            <w:proofErr w:type="spellEnd"/>
            <w:r w:rsidRPr="0025041C">
              <w:rPr>
                <w:rFonts w:ascii="Riojana" w:eastAsia="Arial" w:hAnsi="Riojana"/>
                <w:lang w:val="es-ES_tradnl"/>
              </w:rPr>
              <w:t>.</w:t>
            </w:r>
            <w:r w:rsidRPr="0025041C">
              <w:rPr>
                <w:rFonts w:ascii="Riojana" w:eastAsia="Arial" w:hAnsi="Riojana"/>
                <w:spacing w:val="-4"/>
                <w:lang w:val="es-ES_tradnl"/>
              </w:rPr>
              <w:t xml:space="preserve"> </w:t>
            </w:r>
            <w:r w:rsidRPr="0025041C">
              <w:rPr>
                <w:rFonts w:ascii="Riojana" w:eastAsia="Arial" w:hAnsi="Riojana"/>
                <w:lang w:val="es-ES_tradnl"/>
              </w:rPr>
              <w:t>P</w:t>
            </w:r>
            <w:r w:rsidRPr="0025041C">
              <w:rPr>
                <w:rFonts w:ascii="Riojana" w:eastAsia="Arial" w:hAnsi="Riojana"/>
                <w:spacing w:val="1"/>
                <w:lang w:val="es-ES_tradnl"/>
              </w:rPr>
              <w:t>rogra</w:t>
            </w:r>
            <w:r w:rsidRPr="0025041C">
              <w:rPr>
                <w:rFonts w:ascii="Riojana" w:eastAsia="Arial" w:hAnsi="Riojana"/>
                <w:spacing w:val="-2"/>
                <w:lang w:val="es-ES_tradnl"/>
              </w:rPr>
              <w:t>m</w:t>
            </w:r>
            <w:r w:rsidRPr="0025041C">
              <w:rPr>
                <w:rFonts w:ascii="Riojana" w:eastAsia="Arial" w:hAnsi="Riojana"/>
                <w:lang w:val="es-ES_tradnl"/>
              </w:rPr>
              <w:t>a</w:t>
            </w:r>
            <w:r w:rsidRPr="0025041C">
              <w:rPr>
                <w:rFonts w:ascii="Riojana" w:eastAsia="Arial" w:hAnsi="Riojana"/>
                <w:spacing w:val="-8"/>
                <w:lang w:val="es-ES_tradnl"/>
              </w:rPr>
              <w:t xml:space="preserve"> </w:t>
            </w:r>
            <w:r w:rsidRPr="0025041C">
              <w:rPr>
                <w:rFonts w:ascii="Riojana" w:eastAsia="Arial" w:hAnsi="Riojana"/>
                <w:spacing w:val="-1"/>
                <w:lang w:val="es-ES_tradnl"/>
              </w:rPr>
              <w:t>i</w:t>
            </w:r>
            <w:r w:rsidRPr="0025041C">
              <w:rPr>
                <w:rFonts w:ascii="Riojana" w:eastAsia="Arial" w:hAnsi="Riojana"/>
                <w:lang w:val="es-ES_tradnl"/>
              </w:rPr>
              <w:t>nc</w:t>
            </w:r>
            <w:r w:rsidRPr="0025041C">
              <w:rPr>
                <w:rFonts w:ascii="Riojana" w:eastAsia="Arial" w:hAnsi="Riojana"/>
                <w:spacing w:val="-1"/>
                <w:lang w:val="es-ES_tradnl"/>
              </w:rPr>
              <w:t>l</w:t>
            </w:r>
            <w:r w:rsidRPr="0025041C">
              <w:rPr>
                <w:rFonts w:ascii="Riojana" w:eastAsia="Arial" w:hAnsi="Riojana"/>
                <w:spacing w:val="2"/>
                <w:lang w:val="es-ES_tradnl"/>
              </w:rPr>
              <w:t>u</w:t>
            </w:r>
            <w:r w:rsidRPr="0025041C">
              <w:rPr>
                <w:rFonts w:ascii="Riojana" w:eastAsia="Arial" w:hAnsi="Riojana"/>
                <w:spacing w:val="1"/>
                <w:lang w:val="es-ES_tradnl"/>
              </w:rPr>
              <w:t>s</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n</w:t>
            </w:r>
            <w:r w:rsidRPr="0025041C">
              <w:rPr>
                <w:rFonts w:ascii="Riojana" w:eastAsia="Arial" w:hAnsi="Riojana"/>
                <w:spacing w:val="5"/>
                <w:lang w:val="es-ES_tradnl"/>
              </w:rPr>
              <w:t xml:space="preserve"> </w:t>
            </w:r>
            <w:r w:rsidRPr="0025041C">
              <w:rPr>
                <w:rFonts w:ascii="Riojana" w:eastAsia="Arial" w:hAnsi="Riojana"/>
                <w:spacing w:val="-1"/>
                <w:lang w:val="es-ES_tradnl"/>
              </w:rPr>
              <w:t>s</w:t>
            </w:r>
            <w:r w:rsidRPr="0025041C">
              <w:rPr>
                <w:rFonts w:ascii="Riojana" w:eastAsia="Arial" w:hAnsi="Riojana"/>
                <w:spacing w:val="1"/>
                <w:lang w:val="es-ES_tradnl"/>
              </w:rPr>
              <w:t>oc</w:t>
            </w:r>
            <w:r w:rsidRPr="0025041C">
              <w:rPr>
                <w:rFonts w:ascii="Riojana" w:eastAsia="Arial" w:hAnsi="Riojana"/>
                <w:spacing w:val="-1"/>
                <w:lang w:val="es-ES_tradnl"/>
              </w:rPr>
              <w:t>i</w:t>
            </w:r>
            <w:r w:rsidRPr="0025041C">
              <w:rPr>
                <w:rFonts w:ascii="Riojana" w:eastAsia="Arial" w:hAnsi="Riojana"/>
                <w:spacing w:val="1"/>
                <w:lang w:val="es-ES_tradnl"/>
              </w:rPr>
              <w:t>a</w:t>
            </w:r>
            <w:r w:rsidRPr="0025041C">
              <w:rPr>
                <w:rFonts w:ascii="Riojana" w:eastAsia="Arial" w:hAnsi="Riojana"/>
                <w:lang w:val="es-ES_tradnl"/>
              </w:rPr>
              <w:t>l</w:t>
            </w:r>
            <w:r w:rsidRPr="0025041C">
              <w:rPr>
                <w:rFonts w:ascii="Riojana" w:eastAsia="Arial" w:hAnsi="Riojana"/>
                <w:spacing w:val="1"/>
                <w:lang w:val="es-ES_tradnl"/>
              </w:rPr>
              <w:t xml:space="preserve"> ac</w:t>
            </w:r>
            <w:r w:rsidRPr="0025041C">
              <w:rPr>
                <w:rFonts w:ascii="Riojana" w:eastAsia="Arial" w:hAnsi="Riojana"/>
                <w:lang w:val="es-ES_tradnl"/>
              </w:rPr>
              <w:t>t</w:t>
            </w:r>
            <w:r w:rsidRPr="0025041C">
              <w:rPr>
                <w:rFonts w:ascii="Riojana" w:eastAsia="Arial" w:hAnsi="Riojana"/>
                <w:spacing w:val="1"/>
                <w:lang w:val="es-ES_tradnl"/>
              </w:rPr>
              <w:t>i</w:t>
            </w:r>
            <w:r w:rsidRPr="0025041C">
              <w:rPr>
                <w:rFonts w:ascii="Riojana" w:eastAsia="Arial" w:hAnsi="Riojana"/>
                <w:spacing w:val="-1"/>
                <w:lang w:val="es-ES_tradnl"/>
              </w:rPr>
              <w:t>v</w:t>
            </w:r>
            <w:r w:rsidRPr="0025041C">
              <w:rPr>
                <w:rFonts w:ascii="Riojana" w:eastAsia="Arial" w:hAnsi="Riojana"/>
                <w:spacing w:val="1"/>
                <w:lang w:val="es-ES_tradnl"/>
              </w:rPr>
              <w:t>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180.512</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position w:val="-1"/>
                <w:lang w:val="es-ES_tradnl"/>
              </w:rPr>
              <w:t>2</w:t>
            </w:r>
            <w:r w:rsidRPr="0025041C">
              <w:rPr>
                <w:rFonts w:ascii="Riojana" w:eastAsia="Arial" w:hAnsi="Riojana"/>
                <w:spacing w:val="-1"/>
                <w:position w:val="-1"/>
                <w:lang w:val="es-ES_tradnl"/>
              </w:rPr>
              <w:t>0</w:t>
            </w:r>
            <w:r w:rsidRPr="0025041C">
              <w:rPr>
                <w:rFonts w:ascii="Riojana" w:eastAsia="Arial" w:hAnsi="Riojana"/>
                <w:position w:val="-1"/>
                <w:lang w:val="es-ES_tradnl"/>
              </w:rPr>
              <w:t>.</w:t>
            </w:r>
            <w:r w:rsidRPr="0025041C">
              <w:rPr>
                <w:rFonts w:ascii="Riojana" w:eastAsia="Arial" w:hAnsi="Riojana"/>
                <w:spacing w:val="2"/>
                <w:position w:val="-1"/>
                <w:lang w:val="es-ES_tradnl"/>
              </w:rPr>
              <w:t>0</w:t>
            </w:r>
            <w:r w:rsidRPr="0025041C">
              <w:rPr>
                <w:rFonts w:ascii="Riojana" w:eastAsia="Arial" w:hAnsi="Riojana"/>
                <w:position w:val="-1"/>
                <w:lang w:val="es-ES_tradnl"/>
              </w:rPr>
              <w:t>5.</w:t>
            </w:r>
            <w:r w:rsidRPr="0025041C">
              <w:rPr>
                <w:rFonts w:ascii="Riojana" w:eastAsia="Arial" w:hAnsi="Riojana"/>
                <w:spacing w:val="-1"/>
                <w:position w:val="-1"/>
                <w:lang w:val="es-ES_tradnl"/>
              </w:rPr>
              <w:t>0</w:t>
            </w:r>
            <w:r w:rsidRPr="0025041C">
              <w:rPr>
                <w:rFonts w:ascii="Riojana" w:eastAsia="Arial" w:hAnsi="Riojana"/>
                <w:spacing w:val="2"/>
                <w:position w:val="-1"/>
                <w:lang w:val="es-ES_tradnl"/>
              </w:rPr>
              <w:t>1</w:t>
            </w:r>
            <w:r w:rsidRPr="0025041C">
              <w:rPr>
                <w:rFonts w:ascii="Riojana" w:eastAsia="Arial" w:hAnsi="Riojana"/>
                <w:position w:val="-1"/>
                <w:lang w:val="es-ES_tradnl"/>
              </w:rPr>
              <w:t>.2</w:t>
            </w:r>
            <w:r w:rsidRPr="0025041C">
              <w:rPr>
                <w:rFonts w:ascii="Riojana" w:eastAsia="Arial" w:hAnsi="Riojana"/>
                <w:spacing w:val="1"/>
                <w:position w:val="-1"/>
                <w:lang w:val="es-ES_tradnl"/>
              </w:rPr>
              <w:t>3</w:t>
            </w:r>
            <w:r w:rsidRPr="0025041C">
              <w:rPr>
                <w:rFonts w:ascii="Riojana" w:eastAsia="Arial" w:hAnsi="Riojana"/>
                <w:position w:val="-1"/>
                <w:lang w:val="es-ES_tradnl"/>
              </w:rPr>
              <w:t>2</w:t>
            </w:r>
            <w:r w:rsidRPr="0025041C">
              <w:rPr>
                <w:rFonts w:ascii="Riojana" w:eastAsia="Arial" w:hAnsi="Riojana"/>
                <w:spacing w:val="-1"/>
                <w:position w:val="-1"/>
                <w:lang w:val="es-ES_tradnl"/>
              </w:rPr>
              <w:t>1</w:t>
            </w:r>
            <w:r w:rsidRPr="0025041C">
              <w:rPr>
                <w:rFonts w:ascii="Riojana" w:eastAsia="Arial" w:hAnsi="Riojana"/>
                <w:position w:val="-1"/>
                <w:lang w:val="es-ES_tradnl"/>
              </w:rPr>
              <w:t>.</w:t>
            </w:r>
            <w:r w:rsidRPr="0025041C">
              <w:rPr>
                <w:rFonts w:ascii="Riojana" w:eastAsia="Arial" w:hAnsi="Riojana"/>
                <w:spacing w:val="2"/>
                <w:position w:val="-1"/>
                <w:lang w:val="es-ES_tradnl"/>
              </w:rPr>
              <w:t>4</w:t>
            </w:r>
            <w:r w:rsidRPr="0025041C">
              <w:rPr>
                <w:rFonts w:ascii="Riojana" w:eastAsia="Arial" w:hAnsi="Riojana"/>
                <w:position w:val="-1"/>
                <w:lang w:val="es-ES_tradnl"/>
              </w:rPr>
              <w:t>8</w:t>
            </w:r>
            <w:r w:rsidRPr="0025041C">
              <w:rPr>
                <w:rFonts w:ascii="Riojana" w:eastAsia="Arial" w:hAnsi="Riojana"/>
                <w:spacing w:val="-1"/>
                <w:position w:val="-1"/>
                <w:lang w:val="es-ES_tradnl"/>
              </w:rPr>
              <w:t>0</w:t>
            </w:r>
            <w:r w:rsidRPr="0025041C">
              <w:rPr>
                <w:rFonts w:ascii="Riojana" w:eastAsia="Arial" w:hAnsi="Riojana"/>
                <w:spacing w:val="2"/>
                <w:position w:val="-1"/>
                <w:lang w:val="es-ES_tradnl"/>
              </w:rPr>
              <w:t>.</w:t>
            </w:r>
            <w:r w:rsidRPr="0025041C">
              <w:rPr>
                <w:rFonts w:ascii="Riojana" w:eastAsia="Arial" w:hAnsi="Riojana"/>
                <w:position w:val="-1"/>
                <w:lang w:val="es-ES_tradnl"/>
              </w:rPr>
              <w:t>04</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position w:val="-1"/>
                <w:lang w:val="es-ES_tradnl"/>
              </w:rPr>
              <w:t>C</w:t>
            </w:r>
            <w:r w:rsidRPr="0025041C">
              <w:rPr>
                <w:rFonts w:ascii="Riojana" w:eastAsia="Arial" w:hAnsi="Riojana"/>
                <w:spacing w:val="1"/>
                <w:position w:val="-1"/>
                <w:lang w:val="es-ES_tradnl"/>
              </w:rPr>
              <w:t>oc</w:t>
            </w:r>
            <w:r w:rsidRPr="0025041C">
              <w:rPr>
                <w:rFonts w:ascii="Riojana" w:eastAsia="Arial" w:hAnsi="Riojana"/>
                <w:spacing w:val="-1"/>
                <w:position w:val="-1"/>
                <w:lang w:val="es-ES_tradnl"/>
              </w:rPr>
              <w:t>i</w:t>
            </w:r>
            <w:r w:rsidRPr="0025041C">
              <w:rPr>
                <w:rFonts w:ascii="Riojana" w:eastAsia="Arial" w:hAnsi="Riojana"/>
                <w:position w:val="-1"/>
                <w:lang w:val="es-ES_tradnl"/>
              </w:rPr>
              <w:t>na</w:t>
            </w:r>
            <w:r w:rsidRPr="0025041C">
              <w:rPr>
                <w:rFonts w:ascii="Riojana" w:eastAsia="Arial" w:hAnsi="Riojana"/>
                <w:spacing w:val="1"/>
                <w:position w:val="-1"/>
                <w:lang w:val="es-ES_tradnl"/>
              </w:rPr>
              <w:t xml:space="preserve"> </w:t>
            </w:r>
            <w:r w:rsidRPr="0025041C">
              <w:rPr>
                <w:rFonts w:ascii="Riojana" w:eastAsia="Arial" w:hAnsi="Riojana"/>
                <w:position w:val="-1"/>
                <w:lang w:val="es-ES_tradnl"/>
              </w:rPr>
              <w:t>E</w:t>
            </w:r>
            <w:r w:rsidRPr="0025041C">
              <w:rPr>
                <w:rFonts w:ascii="Riojana" w:eastAsia="Arial" w:hAnsi="Riojana"/>
                <w:spacing w:val="1"/>
                <w:position w:val="-1"/>
                <w:lang w:val="es-ES_tradnl"/>
              </w:rPr>
              <w:t>co</w:t>
            </w:r>
            <w:r w:rsidRPr="0025041C">
              <w:rPr>
                <w:rFonts w:ascii="Riojana" w:eastAsia="Arial" w:hAnsi="Riojana"/>
                <w:position w:val="-1"/>
                <w:lang w:val="es-ES_tradnl"/>
              </w:rPr>
              <w:t>nó</w:t>
            </w:r>
            <w:r w:rsidRPr="0025041C">
              <w:rPr>
                <w:rFonts w:ascii="Riojana" w:eastAsia="Arial" w:hAnsi="Riojana"/>
                <w:spacing w:val="1"/>
                <w:position w:val="-1"/>
                <w:lang w:val="es-ES_tradnl"/>
              </w:rPr>
              <w:t>m</w:t>
            </w:r>
            <w:r w:rsidRPr="0025041C">
              <w:rPr>
                <w:rFonts w:ascii="Riojana" w:eastAsia="Arial" w:hAnsi="Riojana"/>
                <w:spacing w:val="-1"/>
                <w:position w:val="-1"/>
                <w:lang w:val="es-ES_tradnl"/>
              </w:rPr>
              <w:t>i</w:t>
            </w:r>
            <w:r w:rsidRPr="0025041C">
              <w:rPr>
                <w:rFonts w:ascii="Riojana" w:eastAsia="Arial" w:hAnsi="Riojana"/>
                <w:spacing w:val="1"/>
                <w:position w:val="-1"/>
                <w:lang w:val="es-ES_tradnl"/>
              </w:rPr>
              <w:t>ca</w:t>
            </w:r>
            <w:r w:rsidRPr="0025041C">
              <w:rPr>
                <w:rFonts w:ascii="Riojana" w:eastAsia="Arial" w:hAnsi="Riojana"/>
                <w:position w:val="-1"/>
                <w:lang w:val="es-ES_tradnl"/>
              </w:rPr>
              <w:t>. At</w:t>
            </w:r>
            <w:r w:rsidRPr="0025041C">
              <w:rPr>
                <w:rFonts w:ascii="Riojana" w:eastAsia="Arial" w:hAnsi="Riojana"/>
                <w:spacing w:val="1"/>
                <w:position w:val="-1"/>
                <w:lang w:val="es-ES_tradnl"/>
              </w:rPr>
              <w:t>e</w:t>
            </w:r>
            <w:r w:rsidRPr="0025041C">
              <w:rPr>
                <w:rFonts w:ascii="Riojana" w:eastAsia="Arial" w:hAnsi="Riojana"/>
                <w:position w:val="-1"/>
                <w:lang w:val="es-ES_tradnl"/>
              </w:rPr>
              <w:t>nc</w:t>
            </w:r>
            <w:r w:rsidRPr="0025041C">
              <w:rPr>
                <w:rFonts w:ascii="Riojana" w:eastAsia="Arial" w:hAnsi="Riojana"/>
                <w:spacing w:val="1"/>
                <w:position w:val="-1"/>
                <w:lang w:val="es-ES_tradnl"/>
              </w:rPr>
              <w:t>ió</w:t>
            </w:r>
            <w:r w:rsidRPr="0025041C">
              <w:rPr>
                <w:rFonts w:ascii="Riojana" w:eastAsia="Arial" w:hAnsi="Riojana"/>
                <w:position w:val="-1"/>
                <w:lang w:val="es-ES_tradnl"/>
              </w:rPr>
              <w:t>n</w:t>
            </w:r>
            <w:r w:rsidRPr="0025041C">
              <w:rPr>
                <w:rFonts w:ascii="Riojana" w:eastAsia="Arial" w:hAnsi="Riojana"/>
                <w:spacing w:val="4"/>
                <w:position w:val="-1"/>
                <w:lang w:val="es-ES_tradnl"/>
              </w:rPr>
              <w:t xml:space="preserve"> </w:t>
            </w:r>
            <w:r w:rsidRPr="0025041C">
              <w:rPr>
                <w:rFonts w:ascii="Riojana" w:eastAsia="Arial" w:hAnsi="Riojana"/>
                <w:spacing w:val="-2"/>
                <w:position w:val="-1"/>
                <w:lang w:val="es-ES_tradnl"/>
              </w:rPr>
              <w:t>i</w:t>
            </w:r>
            <w:r w:rsidRPr="0025041C">
              <w:rPr>
                <w:rFonts w:ascii="Riojana" w:eastAsia="Arial" w:hAnsi="Riojana"/>
                <w:position w:val="-1"/>
                <w:lang w:val="es-ES_tradnl"/>
              </w:rPr>
              <w:t>n</w:t>
            </w:r>
            <w:r w:rsidRPr="0025041C">
              <w:rPr>
                <w:rFonts w:ascii="Riojana" w:eastAsia="Arial" w:hAnsi="Riojana"/>
                <w:spacing w:val="-1"/>
                <w:position w:val="-1"/>
                <w:lang w:val="es-ES_tradnl"/>
              </w:rPr>
              <w:t>t</w:t>
            </w:r>
            <w:r w:rsidRPr="0025041C">
              <w:rPr>
                <w:rFonts w:ascii="Riojana" w:eastAsia="Arial" w:hAnsi="Riojana"/>
                <w:spacing w:val="1"/>
                <w:position w:val="-1"/>
                <w:lang w:val="es-ES_tradnl"/>
              </w:rPr>
              <w:t>egra</w:t>
            </w:r>
            <w:r w:rsidRPr="0025041C">
              <w:rPr>
                <w:rFonts w:ascii="Riojana" w:eastAsia="Arial" w:hAnsi="Riojana"/>
                <w:position w:val="-1"/>
                <w:lang w:val="es-ES_tradnl"/>
              </w:rPr>
              <w:t>l</w:t>
            </w:r>
            <w:r w:rsidRPr="0025041C">
              <w:rPr>
                <w:rFonts w:ascii="Riojana" w:eastAsia="Arial" w:hAnsi="Riojana"/>
                <w:spacing w:val="-1"/>
                <w:position w:val="-1"/>
                <w:lang w:val="es-ES_tradnl"/>
              </w:rPr>
              <w:t xml:space="preserve"> </w:t>
            </w:r>
            <w:r w:rsidRPr="0025041C">
              <w:rPr>
                <w:rFonts w:ascii="Riojana" w:eastAsia="Arial" w:hAnsi="Riojana"/>
                <w:position w:val="-1"/>
                <w:lang w:val="es-ES_tradnl"/>
              </w:rPr>
              <w:t>pa</w:t>
            </w:r>
            <w:r w:rsidRPr="0025041C">
              <w:rPr>
                <w:rFonts w:ascii="Riojana" w:eastAsia="Arial" w:hAnsi="Riojana"/>
                <w:spacing w:val="1"/>
                <w:position w:val="-1"/>
                <w:lang w:val="es-ES_tradnl"/>
              </w:rPr>
              <w:t>r</w:t>
            </w:r>
            <w:r w:rsidRPr="0025041C">
              <w:rPr>
                <w:rFonts w:ascii="Riojana" w:eastAsia="Arial" w:hAnsi="Riojana"/>
                <w:position w:val="-1"/>
                <w:lang w:val="es-ES_tradnl"/>
              </w:rPr>
              <w:t>a</w:t>
            </w:r>
            <w:r w:rsidRPr="0025041C">
              <w:rPr>
                <w:rFonts w:ascii="Riojana" w:eastAsia="Arial" w:hAnsi="Riojana"/>
                <w:spacing w:val="-3"/>
                <w:position w:val="-1"/>
                <w:lang w:val="es-ES_tradnl"/>
              </w:rPr>
              <w:t xml:space="preserve"> </w:t>
            </w:r>
            <w:r w:rsidRPr="0025041C">
              <w:rPr>
                <w:rFonts w:ascii="Riojana" w:eastAsia="Arial" w:hAnsi="Riojana"/>
                <w:spacing w:val="-1"/>
                <w:position w:val="-1"/>
                <w:lang w:val="es-ES_tradnl"/>
              </w:rPr>
              <w:t>p</w:t>
            </w:r>
            <w:r w:rsidRPr="0025041C">
              <w:rPr>
                <w:rFonts w:ascii="Riojana" w:eastAsia="Arial" w:hAnsi="Riojana"/>
                <w:spacing w:val="1"/>
                <w:position w:val="-1"/>
                <w:lang w:val="es-ES_tradnl"/>
              </w:rPr>
              <w:t>er</w:t>
            </w:r>
            <w:r w:rsidRPr="0025041C">
              <w:rPr>
                <w:rFonts w:ascii="Riojana" w:eastAsia="Arial" w:hAnsi="Riojana"/>
                <w:spacing w:val="-1"/>
                <w:position w:val="-1"/>
                <w:lang w:val="es-ES_tradnl"/>
              </w:rPr>
              <w:t>s</w:t>
            </w:r>
            <w:r w:rsidRPr="0025041C">
              <w:rPr>
                <w:rFonts w:ascii="Riojana" w:eastAsia="Arial" w:hAnsi="Riojana"/>
                <w:spacing w:val="1"/>
                <w:position w:val="-1"/>
                <w:lang w:val="es-ES_tradnl"/>
              </w:rPr>
              <w:t>o</w:t>
            </w:r>
            <w:r w:rsidRPr="0025041C">
              <w:rPr>
                <w:rFonts w:ascii="Riojana" w:eastAsia="Arial" w:hAnsi="Riojana"/>
                <w:position w:val="-1"/>
                <w:lang w:val="es-ES_tradnl"/>
              </w:rPr>
              <w:t>nas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44.000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5.</w:t>
            </w:r>
            <w:r w:rsidRPr="0025041C">
              <w:rPr>
                <w:rFonts w:ascii="Riojana" w:eastAsia="Arial" w:hAnsi="Riojana"/>
                <w:spacing w:val="-1"/>
                <w:lang w:val="es-ES_tradnl"/>
              </w:rPr>
              <w:t>0</w:t>
            </w:r>
            <w:r w:rsidRPr="0025041C">
              <w:rPr>
                <w:rFonts w:ascii="Riojana" w:eastAsia="Arial" w:hAnsi="Riojana"/>
                <w:spacing w:val="2"/>
                <w:lang w:val="es-ES_tradnl"/>
              </w:rPr>
              <w:t>1</w:t>
            </w:r>
            <w:r w:rsidRPr="0025041C">
              <w:rPr>
                <w:rFonts w:ascii="Riojana" w:eastAsia="Arial" w:hAnsi="Riojana"/>
                <w:lang w:val="es-ES_tradnl"/>
              </w:rPr>
              <w:t>.2</w:t>
            </w:r>
            <w:r w:rsidRPr="0025041C">
              <w:rPr>
                <w:rFonts w:ascii="Riojana" w:eastAsia="Arial" w:hAnsi="Riojana"/>
                <w:spacing w:val="1"/>
                <w:lang w:val="es-ES_tradnl"/>
              </w:rPr>
              <w:t>3</w:t>
            </w:r>
            <w:r w:rsidRPr="0025041C">
              <w:rPr>
                <w:rFonts w:ascii="Riojana" w:eastAsia="Arial" w:hAnsi="Riojana"/>
                <w:lang w:val="es-ES_tradnl"/>
              </w:rPr>
              <w:t>2</w:t>
            </w:r>
            <w:r w:rsidRPr="0025041C">
              <w:rPr>
                <w:rFonts w:ascii="Riojana" w:eastAsia="Arial" w:hAnsi="Riojana"/>
                <w:spacing w:val="-1"/>
                <w:lang w:val="es-ES_tradnl"/>
              </w:rPr>
              <w:t>1</w:t>
            </w:r>
            <w:r w:rsidRPr="0025041C">
              <w:rPr>
                <w:rFonts w:ascii="Riojana" w:eastAsia="Arial" w:hAnsi="Riojana"/>
                <w:lang w:val="es-ES_tradnl"/>
              </w:rPr>
              <w:t>.</w:t>
            </w:r>
            <w:r w:rsidRPr="0025041C">
              <w:rPr>
                <w:rFonts w:ascii="Riojana" w:eastAsia="Arial" w:hAnsi="Riojana"/>
                <w:spacing w:val="2"/>
                <w:lang w:val="es-ES_tradnl"/>
              </w:rPr>
              <w:t>4</w:t>
            </w:r>
            <w:r w:rsidRPr="0025041C">
              <w:rPr>
                <w:rFonts w:ascii="Riojana" w:eastAsia="Arial" w:hAnsi="Riojana"/>
                <w:lang w:val="es-ES_tradnl"/>
              </w:rPr>
              <w:t>8</w:t>
            </w:r>
            <w:r w:rsidRPr="0025041C">
              <w:rPr>
                <w:rFonts w:ascii="Riojana" w:eastAsia="Arial" w:hAnsi="Riojana"/>
                <w:spacing w:val="-1"/>
                <w:lang w:val="es-ES_tradnl"/>
              </w:rPr>
              <w:t>0</w:t>
            </w:r>
            <w:r w:rsidRPr="0025041C">
              <w:rPr>
                <w:rFonts w:ascii="Riojana" w:eastAsia="Arial" w:hAnsi="Riojana"/>
                <w:spacing w:val="2"/>
                <w:lang w:val="es-ES_tradnl"/>
              </w:rPr>
              <w:t>.</w:t>
            </w:r>
            <w:r w:rsidRPr="0025041C">
              <w:rPr>
                <w:rFonts w:ascii="Riojana" w:eastAsia="Arial" w:hAnsi="Riojana"/>
                <w:lang w:val="es-ES_tradnl"/>
              </w:rPr>
              <w:t>05</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Arial" w:hAnsi="Riojana"/>
                <w:lang w:val="es-ES_tradnl"/>
              </w:rPr>
              <w:t>B</w:t>
            </w:r>
            <w:r w:rsidRPr="0025041C">
              <w:rPr>
                <w:rFonts w:ascii="Riojana" w:eastAsia="Arial" w:hAnsi="Riojana"/>
                <w:spacing w:val="1"/>
                <w:lang w:val="es-ES_tradnl"/>
              </w:rPr>
              <w:t>a</w:t>
            </w:r>
            <w:r w:rsidRPr="0025041C">
              <w:rPr>
                <w:rFonts w:ascii="Riojana" w:eastAsia="Arial" w:hAnsi="Riojana"/>
                <w:lang w:val="es-ES_tradnl"/>
              </w:rPr>
              <w:t>nco de Al</w:t>
            </w:r>
            <w:r w:rsidRPr="0025041C">
              <w:rPr>
                <w:rFonts w:ascii="Riojana" w:eastAsia="Arial" w:hAnsi="Riojana"/>
                <w:spacing w:val="-2"/>
                <w:lang w:val="es-ES_tradnl"/>
              </w:rPr>
              <w:t>i</w:t>
            </w:r>
            <w:r w:rsidRPr="0025041C">
              <w:rPr>
                <w:rFonts w:ascii="Riojana" w:eastAsia="Arial" w:hAnsi="Riojana"/>
                <w:lang w:val="es-ES_tradnl"/>
              </w:rPr>
              <w:t>m</w:t>
            </w:r>
            <w:r w:rsidRPr="0025041C">
              <w:rPr>
                <w:rFonts w:ascii="Riojana" w:eastAsia="Arial" w:hAnsi="Riojana"/>
                <w:spacing w:val="4"/>
                <w:lang w:val="es-ES_tradnl"/>
              </w:rPr>
              <w:t>e</w:t>
            </w:r>
            <w:r w:rsidRPr="0025041C">
              <w:rPr>
                <w:rFonts w:ascii="Riojana" w:eastAsia="Arial" w:hAnsi="Riojana"/>
                <w:lang w:val="es-ES_tradnl"/>
              </w:rPr>
              <w:t>n</w:t>
            </w:r>
            <w:r w:rsidRPr="0025041C">
              <w:rPr>
                <w:rFonts w:ascii="Riojana" w:eastAsia="Arial" w:hAnsi="Riojana"/>
                <w:spacing w:val="-1"/>
                <w:lang w:val="es-ES_tradnl"/>
              </w:rPr>
              <w:t>t</w:t>
            </w:r>
            <w:r w:rsidRPr="0025041C">
              <w:rPr>
                <w:rFonts w:ascii="Riojana" w:eastAsia="Arial" w:hAnsi="Riojana"/>
                <w:spacing w:val="1"/>
                <w:lang w:val="es-ES_tradnl"/>
              </w:rPr>
              <w:t>o</w:t>
            </w:r>
            <w:r w:rsidRPr="0025041C">
              <w:rPr>
                <w:rFonts w:ascii="Riojana" w:eastAsia="Arial" w:hAnsi="Riojana"/>
                <w:lang w:val="es-ES_tradnl"/>
              </w:rPr>
              <w:t xml:space="preserve">s </w:t>
            </w:r>
            <w:r w:rsidRPr="0025041C">
              <w:rPr>
                <w:rFonts w:ascii="Riojana" w:eastAsia="Arial" w:hAnsi="Riojana"/>
                <w:spacing w:val="2"/>
                <w:lang w:val="es-ES_tradnl"/>
              </w:rPr>
              <w:t>d</w:t>
            </w:r>
            <w:r w:rsidRPr="0025041C">
              <w:rPr>
                <w:rFonts w:ascii="Riojana" w:eastAsia="Arial" w:hAnsi="Riojana"/>
                <w:lang w:val="es-ES_tradnl"/>
              </w:rPr>
              <w:t>e La R</w:t>
            </w:r>
            <w:r w:rsidRPr="0025041C">
              <w:rPr>
                <w:rFonts w:ascii="Riojana" w:eastAsia="Arial" w:hAnsi="Riojana"/>
                <w:spacing w:val="-1"/>
                <w:lang w:val="es-ES_tradnl"/>
              </w:rPr>
              <w:t>i</w:t>
            </w:r>
            <w:r w:rsidRPr="0025041C">
              <w:rPr>
                <w:rFonts w:ascii="Riojana" w:eastAsia="Arial" w:hAnsi="Riojana"/>
                <w:spacing w:val="1"/>
                <w:lang w:val="es-ES_tradnl"/>
              </w:rPr>
              <w:t>o</w:t>
            </w:r>
            <w:r w:rsidRPr="0025041C">
              <w:rPr>
                <w:rFonts w:ascii="Riojana" w:eastAsia="Arial" w:hAnsi="Riojana"/>
                <w:spacing w:val="-1"/>
                <w:lang w:val="es-ES_tradnl"/>
              </w:rPr>
              <w:t>j</w:t>
            </w:r>
            <w:r w:rsidRPr="0025041C">
              <w:rPr>
                <w:rFonts w:ascii="Riojana" w:eastAsia="Arial" w:hAnsi="Riojana"/>
                <w:spacing w:val="1"/>
                <w:lang w:val="es-ES_tradnl"/>
              </w:rPr>
              <w:t>a</w:t>
            </w:r>
            <w:r w:rsidRPr="0025041C">
              <w:rPr>
                <w:rFonts w:ascii="Riojana" w:eastAsia="Arial" w:hAnsi="Riojana"/>
                <w:lang w:val="es-ES_tradnl"/>
              </w:rPr>
              <w:t xml:space="preserve">. </w:t>
            </w:r>
            <w:r w:rsidRPr="0025041C">
              <w:rPr>
                <w:rFonts w:ascii="Riojana" w:eastAsia="Arial" w:hAnsi="Riojana"/>
                <w:spacing w:val="3"/>
                <w:lang w:val="es-ES_tradnl"/>
              </w:rPr>
              <w:t>A</w:t>
            </w:r>
            <w:r w:rsidRPr="0025041C">
              <w:rPr>
                <w:rFonts w:ascii="Riojana" w:eastAsia="Arial" w:hAnsi="Riojana"/>
                <w:lang w:val="es-ES_tradnl"/>
              </w:rPr>
              <w:t>tenc</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n ne</w:t>
            </w:r>
            <w:r w:rsidRPr="0025041C">
              <w:rPr>
                <w:rFonts w:ascii="Riojana" w:eastAsia="Arial" w:hAnsi="Riojana"/>
                <w:spacing w:val="1"/>
                <w:lang w:val="es-ES_tradnl"/>
              </w:rPr>
              <w:t>ce</w:t>
            </w:r>
            <w:r w:rsidRPr="0025041C">
              <w:rPr>
                <w:rFonts w:ascii="Riojana" w:eastAsia="Arial" w:hAnsi="Riojana"/>
                <w:spacing w:val="-1"/>
                <w:lang w:val="es-ES_tradnl"/>
              </w:rPr>
              <w:t>si</w:t>
            </w:r>
            <w:r w:rsidRPr="0025041C">
              <w:rPr>
                <w:rFonts w:ascii="Riojana" w:eastAsia="Arial" w:hAnsi="Riojana"/>
                <w:lang w:val="es-ES_tradnl"/>
              </w:rPr>
              <w:t>dad</w:t>
            </w:r>
            <w:r w:rsidRPr="0025041C">
              <w:rPr>
                <w:rFonts w:ascii="Riojana" w:eastAsia="Arial" w:hAnsi="Riojana"/>
                <w:spacing w:val="3"/>
                <w:lang w:val="es-ES_tradnl"/>
              </w:rPr>
              <w:t>e</w:t>
            </w:r>
            <w:r w:rsidRPr="0025041C">
              <w:rPr>
                <w:rFonts w:ascii="Riojana" w:eastAsia="Arial" w:hAnsi="Riojana"/>
                <w:lang w:val="es-ES_tradnl"/>
              </w:rPr>
              <w:t xml:space="preserve">s </w:t>
            </w:r>
            <w:r w:rsidRPr="0025041C">
              <w:rPr>
                <w:rFonts w:ascii="Riojana" w:eastAsia="Arial" w:hAnsi="Riojana"/>
                <w:spacing w:val="1"/>
                <w:lang w:val="es-ES_tradnl"/>
              </w:rPr>
              <w:t>a</w:t>
            </w:r>
            <w:r w:rsidRPr="0025041C">
              <w:rPr>
                <w:rFonts w:ascii="Riojana" w:eastAsia="Arial" w:hAnsi="Riojana"/>
                <w:spacing w:val="-1"/>
                <w:lang w:val="es-ES_tradnl"/>
              </w:rPr>
              <w:t>li</w:t>
            </w:r>
            <w:r w:rsidRPr="0025041C">
              <w:rPr>
                <w:rFonts w:ascii="Riojana" w:eastAsia="Arial" w:hAnsi="Riojana"/>
                <w:lang w:val="es-ES_tradnl"/>
              </w:rPr>
              <w:t>m</w:t>
            </w:r>
            <w:r w:rsidRPr="0025041C">
              <w:rPr>
                <w:rFonts w:ascii="Riojana" w:eastAsia="Arial" w:hAnsi="Riojana"/>
                <w:spacing w:val="1"/>
                <w:lang w:val="es-ES_tradnl"/>
              </w:rPr>
              <w:t>e</w:t>
            </w:r>
            <w:r w:rsidRPr="0025041C">
              <w:rPr>
                <w:rFonts w:ascii="Riojana" w:eastAsia="Arial" w:hAnsi="Riojana"/>
                <w:lang w:val="es-ES_tradnl"/>
              </w:rPr>
              <w:t>n</w:t>
            </w:r>
            <w:r w:rsidRPr="0025041C">
              <w:rPr>
                <w:rFonts w:ascii="Riojana" w:eastAsia="Arial" w:hAnsi="Riojana"/>
                <w:spacing w:val="2"/>
                <w:lang w:val="es-ES_tradnl"/>
              </w:rPr>
              <w:t>t</w:t>
            </w:r>
            <w:r w:rsidRPr="0025041C">
              <w:rPr>
                <w:rFonts w:ascii="Riojana" w:eastAsia="Arial" w:hAnsi="Riojana"/>
                <w:spacing w:val="-1"/>
                <w:lang w:val="es-ES_tradnl"/>
              </w:rPr>
              <w:t>i</w:t>
            </w:r>
            <w:r w:rsidRPr="0025041C">
              <w:rPr>
                <w:rFonts w:ascii="Riojana" w:eastAsia="Arial" w:hAnsi="Riojana"/>
                <w:spacing w:val="1"/>
                <w:lang w:val="es-ES_tradnl"/>
              </w:rPr>
              <w:t>c</w:t>
            </w:r>
            <w:r w:rsidRPr="0025041C">
              <w:rPr>
                <w:rFonts w:ascii="Riojana" w:eastAsia="Arial" w:hAnsi="Riojana"/>
                <w:spacing w:val="-1"/>
                <w:lang w:val="es-ES_tradnl"/>
              </w:rPr>
              <w:t>i</w:t>
            </w:r>
            <w:r w:rsidRPr="0025041C">
              <w:rPr>
                <w:rFonts w:ascii="Riojana" w:eastAsia="Arial" w:hAnsi="Riojana"/>
                <w:spacing w:val="1"/>
                <w:lang w:val="es-ES_tradnl"/>
              </w:rPr>
              <w:t>a</w:t>
            </w:r>
            <w:r w:rsidRPr="0025041C">
              <w:rPr>
                <w:rFonts w:ascii="Riojana" w:eastAsia="Arial" w:hAnsi="Riojana"/>
                <w:lang w:val="es-ES_tradnl"/>
              </w:rPr>
              <w:t>s</w:t>
            </w:r>
            <w:r w:rsidRPr="0025041C">
              <w:rPr>
                <w:rFonts w:ascii="Riojana" w:eastAsia="Arial" w:hAnsi="Riojana"/>
                <w:spacing w:val="-1"/>
                <w:lang w:val="es-ES_tradnl"/>
              </w:rPr>
              <w:t xml:space="preserve"> p</w:t>
            </w:r>
            <w:r w:rsidRPr="0025041C">
              <w:rPr>
                <w:rFonts w:ascii="Riojana" w:eastAsia="Arial" w:hAnsi="Riojana"/>
                <w:spacing w:val="1"/>
                <w:lang w:val="es-ES_tradnl"/>
              </w:rPr>
              <w:t>er</w:t>
            </w:r>
            <w:r w:rsidRPr="0025041C">
              <w:rPr>
                <w:rFonts w:ascii="Riojana" w:eastAsia="Arial" w:hAnsi="Riojana"/>
                <w:spacing w:val="-1"/>
                <w:lang w:val="es-ES_tradnl"/>
              </w:rPr>
              <w:t>s</w:t>
            </w:r>
            <w:r w:rsidRPr="0025041C">
              <w:rPr>
                <w:rFonts w:ascii="Riojana" w:eastAsia="Arial" w:hAnsi="Riojana"/>
                <w:spacing w:val="1"/>
                <w:lang w:val="es-ES_tradnl"/>
              </w:rPr>
              <w:t>o</w:t>
            </w:r>
            <w:r w:rsidRPr="0025041C">
              <w:rPr>
                <w:rFonts w:ascii="Riojana" w:eastAsia="Arial" w:hAnsi="Riojana"/>
                <w:lang w:val="es-ES_tradnl"/>
              </w:rPr>
              <w:t>n</w:t>
            </w:r>
            <w:r w:rsidRPr="0025041C">
              <w:rPr>
                <w:rFonts w:ascii="Riojana" w:eastAsia="Arial" w:hAnsi="Riojana"/>
                <w:spacing w:val="3"/>
                <w:lang w:val="es-ES_tradnl"/>
              </w:rPr>
              <w:t>a</w:t>
            </w:r>
            <w:r w:rsidRPr="0025041C">
              <w:rPr>
                <w:rFonts w:ascii="Riojana" w:eastAsia="Arial" w:hAnsi="Riojana"/>
                <w:lang w:val="es-ES_tradnl"/>
              </w:rPr>
              <w:t>s</w:t>
            </w:r>
            <w:r w:rsidRPr="0025041C">
              <w:rPr>
                <w:rFonts w:ascii="Riojana" w:eastAsia="Arial" w:hAnsi="Riojana"/>
                <w:spacing w:val="-6"/>
                <w:lang w:val="es-ES_tradnl"/>
              </w:rPr>
              <w:t xml:space="preserve"> </w:t>
            </w:r>
            <w:r w:rsidRPr="0025041C">
              <w:rPr>
                <w:rFonts w:ascii="Riojana" w:eastAsia="Arial" w:hAnsi="Riojana"/>
                <w:spacing w:val="1"/>
                <w:lang w:val="es-ES_tradnl"/>
              </w:rPr>
              <w:t>e</w:t>
            </w:r>
            <w:r w:rsidRPr="0025041C">
              <w:rPr>
                <w:rFonts w:ascii="Riojana" w:eastAsia="Arial" w:hAnsi="Riojana"/>
                <w:lang w:val="es-ES_tradnl"/>
              </w:rPr>
              <w:t>n</w:t>
            </w:r>
            <w:r w:rsidRPr="0025041C">
              <w:rPr>
                <w:rFonts w:ascii="Riojana" w:eastAsia="Arial" w:hAnsi="Riojana"/>
                <w:spacing w:val="-6"/>
                <w:lang w:val="es-ES_tradnl"/>
              </w:rPr>
              <w:t xml:space="preserve"> </w:t>
            </w:r>
            <w:r w:rsidRPr="0025041C">
              <w:rPr>
                <w:rFonts w:ascii="Riojana" w:eastAsia="Arial" w:hAnsi="Riojana"/>
                <w:lang w:val="es-ES_tradnl"/>
              </w:rPr>
              <w:t>r</w:t>
            </w:r>
            <w:r w:rsidRPr="0025041C">
              <w:rPr>
                <w:rFonts w:ascii="Riojana" w:eastAsia="Arial" w:hAnsi="Riojana"/>
                <w:spacing w:val="2"/>
                <w:lang w:val="es-ES_tradnl"/>
              </w:rPr>
              <w:t>i</w:t>
            </w:r>
            <w:r w:rsidRPr="0025041C">
              <w:rPr>
                <w:rFonts w:ascii="Riojana" w:eastAsia="Arial" w:hAnsi="Riojana"/>
                <w:spacing w:val="1"/>
                <w:lang w:val="es-ES_tradnl"/>
              </w:rPr>
              <w:t>e</w:t>
            </w:r>
            <w:r w:rsidRPr="0025041C">
              <w:rPr>
                <w:rFonts w:ascii="Riojana" w:eastAsia="Arial" w:hAnsi="Riojana"/>
                <w:spacing w:val="-1"/>
                <w:lang w:val="es-ES_tradnl"/>
              </w:rPr>
              <w:t>s</w:t>
            </w:r>
            <w:r w:rsidRPr="0025041C">
              <w:rPr>
                <w:rFonts w:ascii="Riojana" w:eastAsia="Arial" w:hAnsi="Riojana"/>
                <w:spacing w:val="1"/>
                <w:lang w:val="es-ES_tradnl"/>
              </w:rPr>
              <w:t>g</w:t>
            </w:r>
            <w:r w:rsidRPr="0025041C">
              <w:rPr>
                <w:rFonts w:ascii="Riojana" w:eastAsia="Arial" w:hAnsi="Riojana"/>
                <w:lang w:val="es-ES_tradnl"/>
              </w:rPr>
              <w:t>o</w:t>
            </w:r>
            <w:r w:rsidRPr="0025041C">
              <w:rPr>
                <w:rFonts w:ascii="Riojana" w:eastAsia="Arial" w:hAnsi="Riojana"/>
                <w:spacing w:val="-2"/>
                <w:lang w:val="es-ES_tradnl"/>
              </w:rPr>
              <w:t xml:space="preserve"> </w:t>
            </w:r>
            <w:r w:rsidRPr="0025041C">
              <w:rPr>
                <w:rFonts w:ascii="Riojana" w:eastAsia="Arial" w:hAnsi="Riojana"/>
                <w:lang w:val="es-ES_tradnl"/>
              </w:rPr>
              <w:t>o</w:t>
            </w:r>
            <w:r w:rsidRPr="0025041C">
              <w:rPr>
                <w:rFonts w:ascii="Riojana" w:eastAsia="Arial" w:hAnsi="Riojana"/>
                <w:spacing w:val="2"/>
                <w:lang w:val="es-ES_tradnl"/>
              </w:rPr>
              <w:t xml:space="preserve"> </w:t>
            </w:r>
            <w:r w:rsidRPr="0025041C">
              <w:rPr>
                <w:rFonts w:ascii="Riojana" w:eastAsia="Arial" w:hAnsi="Riojana"/>
                <w:spacing w:val="1"/>
                <w:lang w:val="es-ES_tradnl"/>
              </w:rPr>
              <w:t>e</w:t>
            </w:r>
            <w:r w:rsidRPr="0025041C">
              <w:rPr>
                <w:rFonts w:ascii="Riojana" w:eastAsia="Arial" w:hAnsi="Riojana"/>
                <w:lang w:val="es-ES_tradnl"/>
              </w:rPr>
              <w:t>x</w:t>
            </w:r>
            <w:r w:rsidRPr="0025041C">
              <w:rPr>
                <w:rFonts w:ascii="Riojana" w:eastAsia="Arial" w:hAnsi="Riojana"/>
                <w:spacing w:val="1"/>
                <w:lang w:val="es-ES_tradnl"/>
              </w:rPr>
              <w:t>c</w:t>
            </w:r>
            <w:r w:rsidRPr="0025041C">
              <w:rPr>
                <w:rFonts w:ascii="Riojana" w:eastAsia="Arial" w:hAnsi="Riojana"/>
                <w:spacing w:val="-1"/>
                <w:lang w:val="es-ES_tradnl"/>
              </w:rPr>
              <w:t>l</w:t>
            </w:r>
            <w:r w:rsidRPr="0025041C">
              <w:rPr>
                <w:rFonts w:ascii="Riojana" w:eastAsia="Arial" w:hAnsi="Riojana"/>
                <w:lang w:val="es-ES_tradnl"/>
              </w:rPr>
              <w:t>u</w:t>
            </w:r>
            <w:r w:rsidRPr="0025041C">
              <w:rPr>
                <w:rFonts w:ascii="Riojana" w:eastAsia="Arial" w:hAnsi="Riojana"/>
                <w:spacing w:val="1"/>
                <w:lang w:val="es-ES_tradnl"/>
              </w:rPr>
              <w:t>s</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n</w:t>
            </w:r>
            <w:r w:rsidRPr="0025041C">
              <w:rPr>
                <w:rFonts w:ascii="Riojana" w:eastAsia="Arial" w:hAnsi="Riojana"/>
                <w:spacing w:val="5"/>
                <w:lang w:val="es-ES_tradnl"/>
              </w:rPr>
              <w:t xml:space="preserve"> </w:t>
            </w:r>
            <w:r w:rsidRPr="0025041C">
              <w:rPr>
                <w:rFonts w:ascii="Riojana" w:eastAsia="Arial" w:hAnsi="Riojana"/>
                <w:spacing w:val="-1"/>
                <w:w w:val="99"/>
                <w:lang w:val="es-ES_tradnl"/>
              </w:rPr>
              <w:t>s</w:t>
            </w:r>
            <w:r w:rsidRPr="0025041C">
              <w:rPr>
                <w:rFonts w:ascii="Riojana" w:eastAsia="Arial" w:hAnsi="Riojana"/>
                <w:spacing w:val="1"/>
                <w:w w:val="102"/>
                <w:lang w:val="es-ES_tradnl"/>
              </w:rPr>
              <w:t>o</w:t>
            </w:r>
            <w:r w:rsidRPr="0025041C">
              <w:rPr>
                <w:rFonts w:ascii="Riojana" w:eastAsia="Arial" w:hAnsi="Riojana"/>
                <w:spacing w:val="1"/>
                <w:w w:val="106"/>
                <w:lang w:val="es-ES_tradnl"/>
              </w:rPr>
              <w:t>c</w:t>
            </w:r>
            <w:r w:rsidRPr="0025041C">
              <w:rPr>
                <w:rFonts w:ascii="Riojana" w:eastAsia="Arial" w:hAnsi="Riojana"/>
                <w:spacing w:val="-1"/>
                <w:w w:val="99"/>
                <w:lang w:val="es-ES_tradnl"/>
              </w:rPr>
              <w:t>i</w:t>
            </w:r>
            <w:r w:rsidRPr="0025041C">
              <w:rPr>
                <w:rFonts w:ascii="Riojana" w:eastAsia="Arial" w:hAnsi="Riojana"/>
                <w:spacing w:val="1"/>
                <w:w w:val="96"/>
                <w:lang w:val="es-ES_tradnl"/>
              </w:rPr>
              <w:t>a</w:t>
            </w:r>
            <w:r w:rsidRPr="0025041C">
              <w:rPr>
                <w:rFonts w:ascii="Riojana" w:eastAsia="Arial" w:hAnsi="Riojana"/>
                <w:w w:val="99"/>
                <w:lang w:val="es-ES_tradnl"/>
              </w:rPr>
              <w:t>l</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autoSpaceDE w:val="0"/>
              <w:autoSpaceDN w:val="0"/>
              <w:adjustRightInd w:val="0"/>
              <w:spacing w:before="0" w:after="0"/>
              <w:jc w:val="left"/>
              <w:rPr>
                <w:rFonts w:ascii="Riojana" w:eastAsia="Times" w:hAnsi="Riojana" w:cs="Arial"/>
                <w:lang w:val="es-ES_tradnl"/>
              </w:rPr>
            </w:pPr>
            <w:r w:rsidRPr="0025041C">
              <w:rPr>
                <w:rFonts w:ascii="Riojana" w:eastAsia="Times" w:hAnsi="Riojana"/>
                <w:lang w:val="es-ES_tradnl"/>
              </w:rPr>
              <w:t>33.000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5.</w:t>
            </w:r>
            <w:r w:rsidRPr="0025041C">
              <w:rPr>
                <w:rFonts w:ascii="Riojana" w:eastAsia="Arial" w:hAnsi="Riojana"/>
                <w:spacing w:val="-1"/>
                <w:lang w:val="es-ES_tradnl"/>
              </w:rPr>
              <w:t>0</w:t>
            </w:r>
            <w:r w:rsidRPr="0025041C">
              <w:rPr>
                <w:rFonts w:ascii="Riojana" w:eastAsia="Arial" w:hAnsi="Riojana"/>
                <w:spacing w:val="2"/>
                <w:lang w:val="es-ES_tradnl"/>
              </w:rPr>
              <w:t>1</w:t>
            </w:r>
            <w:r w:rsidRPr="0025041C">
              <w:rPr>
                <w:rFonts w:ascii="Riojana" w:eastAsia="Arial" w:hAnsi="Riojana"/>
                <w:lang w:val="es-ES_tradnl"/>
              </w:rPr>
              <w:t>.2</w:t>
            </w:r>
            <w:r w:rsidRPr="0025041C">
              <w:rPr>
                <w:rFonts w:ascii="Riojana" w:eastAsia="Arial" w:hAnsi="Riojana"/>
                <w:spacing w:val="1"/>
                <w:lang w:val="es-ES_tradnl"/>
              </w:rPr>
              <w:t>3</w:t>
            </w:r>
            <w:r w:rsidRPr="0025041C">
              <w:rPr>
                <w:rFonts w:ascii="Riojana" w:eastAsia="Arial" w:hAnsi="Riojana"/>
                <w:lang w:val="es-ES_tradnl"/>
              </w:rPr>
              <w:t>2</w:t>
            </w:r>
            <w:r w:rsidRPr="0025041C">
              <w:rPr>
                <w:rFonts w:ascii="Riojana" w:eastAsia="Arial" w:hAnsi="Riojana"/>
                <w:spacing w:val="-1"/>
                <w:lang w:val="es-ES_tradnl"/>
              </w:rPr>
              <w:t>1</w:t>
            </w:r>
            <w:r w:rsidRPr="0025041C">
              <w:rPr>
                <w:rFonts w:ascii="Riojana" w:eastAsia="Arial" w:hAnsi="Riojana"/>
                <w:lang w:val="es-ES_tradnl"/>
              </w:rPr>
              <w:t>.</w:t>
            </w:r>
            <w:r w:rsidRPr="0025041C">
              <w:rPr>
                <w:rFonts w:ascii="Riojana" w:eastAsia="Arial" w:hAnsi="Riojana"/>
                <w:spacing w:val="2"/>
                <w:lang w:val="es-ES_tradnl"/>
              </w:rPr>
              <w:t>4</w:t>
            </w:r>
            <w:r w:rsidRPr="0025041C">
              <w:rPr>
                <w:rFonts w:ascii="Riojana" w:eastAsia="Arial" w:hAnsi="Riojana"/>
                <w:lang w:val="es-ES_tradnl"/>
              </w:rPr>
              <w:t>8</w:t>
            </w:r>
            <w:r w:rsidRPr="0025041C">
              <w:rPr>
                <w:rFonts w:ascii="Riojana" w:eastAsia="Arial" w:hAnsi="Riojana"/>
                <w:spacing w:val="-1"/>
                <w:lang w:val="es-ES_tradnl"/>
              </w:rPr>
              <w:t>0</w:t>
            </w:r>
            <w:r w:rsidRPr="0025041C">
              <w:rPr>
                <w:rFonts w:ascii="Riojana" w:eastAsia="Arial" w:hAnsi="Riojana"/>
                <w:spacing w:val="2"/>
                <w:lang w:val="es-ES_tradnl"/>
              </w:rPr>
              <w:t>.</w:t>
            </w:r>
            <w:r w:rsidRPr="0025041C">
              <w:rPr>
                <w:rFonts w:ascii="Riojana" w:eastAsia="Arial" w:hAnsi="Riojana"/>
                <w:lang w:val="es-ES_tradnl"/>
              </w:rPr>
              <w:t>06</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tabs>
                <w:tab w:val="left" w:pos="1500"/>
                <w:tab w:val="left" w:pos="2440"/>
                <w:tab w:val="left" w:pos="3840"/>
                <w:tab w:val="left" w:pos="4720"/>
                <w:tab w:val="left" w:pos="5960"/>
              </w:tabs>
              <w:spacing w:before="0" w:after="0"/>
              <w:rPr>
                <w:rFonts w:ascii="Riojana" w:eastAsia="Arial" w:hAnsi="Riojana" w:cs="Arial"/>
                <w:lang w:val="es-ES_tradnl"/>
              </w:rPr>
            </w:pPr>
            <w:r w:rsidRPr="0025041C">
              <w:rPr>
                <w:rFonts w:ascii="Riojana" w:eastAsia="Arial" w:hAnsi="Riojana"/>
                <w:spacing w:val="1"/>
                <w:lang w:val="es-ES_tradnl"/>
              </w:rPr>
              <w:t>Fe</w:t>
            </w:r>
            <w:r w:rsidRPr="0025041C">
              <w:rPr>
                <w:rFonts w:ascii="Riojana" w:eastAsia="Arial" w:hAnsi="Riojana"/>
                <w:lang w:val="es-ES_tradnl"/>
              </w:rPr>
              <w:t>de</w:t>
            </w:r>
            <w:r w:rsidRPr="0025041C">
              <w:rPr>
                <w:rFonts w:ascii="Riojana" w:eastAsia="Arial" w:hAnsi="Riojana"/>
                <w:spacing w:val="1"/>
                <w:lang w:val="es-ES_tradnl"/>
              </w:rPr>
              <w:t>rac</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n R</w:t>
            </w:r>
            <w:r w:rsidRPr="0025041C">
              <w:rPr>
                <w:rFonts w:ascii="Riojana" w:eastAsia="Arial" w:hAnsi="Riojana"/>
                <w:spacing w:val="-1"/>
                <w:lang w:val="es-ES_tradnl"/>
              </w:rPr>
              <w:t>i</w:t>
            </w:r>
            <w:r w:rsidRPr="0025041C">
              <w:rPr>
                <w:rFonts w:ascii="Riojana" w:eastAsia="Arial" w:hAnsi="Riojana"/>
                <w:spacing w:val="1"/>
                <w:lang w:val="es-ES_tradnl"/>
              </w:rPr>
              <w:t>o</w:t>
            </w:r>
            <w:r w:rsidRPr="0025041C">
              <w:rPr>
                <w:rFonts w:ascii="Riojana" w:eastAsia="Arial" w:hAnsi="Riojana"/>
                <w:spacing w:val="-1"/>
                <w:lang w:val="es-ES_tradnl"/>
              </w:rPr>
              <w:t>j</w:t>
            </w:r>
            <w:r w:rsidRPr="0025041C">
              <w:rPr>
                <w:rFonts w:ascii="Riojana" w:eastAsia="Arial" w:hAnsi="Riojana"/>
                <w:spacing w:val="1"/>
                <w:lang w:val="es-ES_tradnl"/>
              </w:rPr>
              <w:t>a</w:t>
            </w:r>
            <w:r w:rsidRPr="0025041C">
              <w:rPr>
                <w:rFonts w:ascii="Riojana" w:eastAsia="Arial" w:hAnsi="Riojana"/>
                <w:lang w:val="es-ES_tradnl"/>
              </w:rPr>
              <w:t>na del V</w:t>
            </w:r>
            <w:r w:rsidRPr="0025041C">
              <w:rPr>
                <w:rFonts w:ascii="Riojana" w:eastAsia="Arial" w:hAnsi="Riojana"/>
                <w:spacing w:val="1"/>
                <w:lang w:val="es-ES_tradnl"/>
              </w:rPr>
              <w:t>o</w:t>
            </w:r>
            <w:r w:rsidRPr="0025041C">
              <w:rPr>
                <w:rFonts w:ascii="Riojana" w:eastAsia="Arial" w:hAnsi="Riojana"/>
                <w:spacing w:val="-1"/>
                <w:lang w:val="es-ES_tradnl"/>
              </w:rPr>
              <w:t>l</w:t>
            </w:r>
            <w:r w:rsidRPr="0025041C">
              <w:rPr>
                <w:rFonts w:ascii="Riojana" w:eastAsia="Arial" w:hAnsi="Riojana"/>
                <w:lang w:val="es-ES_tradnl"/>
              </w:rPr>
              <w:t>u</w:t>
            </w:r>
            <w:r w:rsidRPr="0025041C">
              <w:rPr>
                <w:rFonts w:ascii="Riojana" w:eastAsia="Arial" w:hAnsi="Riojana"/>
                <w:spacing w:val="-1"/>
                <w:lang w:val="es-ES_tradnl"/>
              </w:rPr>
              <w:t>n</w:t>
            </w:r>
            <w:r w:rsidRPr="0025041C">
              <w:rPr>
                <w:rFonts w:ascii="Riojana" w:eastAsia="Arial" w:hAnsi="Riojana"/>
                <w:lang w:val="es-ES_tradnl"/>
              </w:rPr>
              <w:t>ta</w:t>
            </w:r>
            <w:r w:rsidRPr="0025041C">
              <w:rPr>
                <w:rFonts w:ascii="Riojana" w:eastAsia="Arial" w:hAnsi="Riojana"/>
                <w:spacing w:val="1"/>
                <w:lang w:val="es-ES_tradnl"/>
              </w:rPr>
              <w:t>r</w:t>
            </w:r>
            <w:r w:rsidRPr="0025041C">
              <w:rPr>
                <w:rFonts w:ascii="Riojana" w:eastAsia="Arial" w:hAnsi="Riojana"/>
                <w:spacing w:val="-1"/>
                <w:lang w:val="es-ES_tradnl"/>
              </w:rPr>
              <w:t>i</w:t>
            </w:r>
            <w:r w:rsidRPr="0025041C">
              <w:rPr>
                <w:rFonts w:ascii="Riojana" w:eastAsia="Arial" w:hAnsi="Riojana"/>
                <w:spacing w:val="3"/>
                <w:lang w:val="es-ES_tradnl"/>
              </w:rPr>
              <w:t>a</w:t>
            </w:r>
            <w:r w:rsidRPr="0025041C">
              <w:rPr>
                <w:rFonts w:ascii="Riojana" w:eastAsia="Arial" w:hAnsi="Riojana"/>
                <w:lang w:val="es-ES_tradnl"/>
              </w:rPr>
              <w:t>do S</w:t>
            </w:r>
            <w:r w:rsidRPr="0025041C">
              <w:rPr>
                <w:rFonts w:ascii="Riojana" w:eastAsia="Arial" w:hAnsi="Riojana"/>
                <w:spacing w:val="1"/>
                <w:lang w:val="es-ES_tradnl"/>
              </w:rPr>
              <w:t>oc</w:t>
            </w:r>
            <w:r w:rsidRPr="0025041C">
              <w:rPr>
                <w:rFonts w:ascii="Riojana" w:eastAsia="Arial" w:hAnsi="Riojana"/>
                <w:spacing w:val="-1"/>
                <w:lang w:val="es-ES_tradnl"/>
              </w:rPr>
              <w:t>i</w:t>
            </w:r>
            <w:r w:rsidRPr="0025041C">
              <w:rPr>
                <w:rFonts w:ascii="Riojana" w:eastAsia="Arial" w:hAnsi="Riojana"/>
                <w:spacing w:val="1"/>
                <w:lang w:val="es-ES_tradnl"/>
              </w:rPr>
              <w:t>a</w:t>
            </w:r>
            <w:r w:rsidRPr="0025041C">
              <w:rPr>
                <w:rFonts w:ascii="Riojana" w:eastAsia="Arial" w:hAnsi="Riojana"/>
                <w:spacing w:val="-1"/>
                <w:lang w:val="es-ES_tradnl"/>
              </w:rPr>
              <w:t>l</w:t>
            </w:r>
            <w:r w:rsidRPr="0025041C">
              <w:rPr>
                <w:rFonts w:ascii="Riojana" w:eastAsia="Arial" w:hAnsi="Riojana"/>
                <w:lang w:val="es-ES_tradnl"/>
              </w:rPr>
              <w:t>. P</w:t>
            </w:r>
            <w:r w:rsidRPr="0025041C">
              <w:rPr>
                <w:rFonts w:ascii="Riojana" w:eastAsia="Arial" w:hAnsi="Riojana"/>
                <w:spacing w:val="1"/>
                <w:lang w:val="es-ES_tradnl"/>
              </w:rPr>
              <w:t>r</w:t>
            </w:r>
            <w:r w:rsidRPr="0025041C">
              <w:rPr>
                <w:rFonts w:ascii="Riojana" w:eastAsia="Arial" w:hAnsi="Riojana"/>
                <w:spacing w:val="3"/>
                <w:lang w:val="es-ES_tradnl"/>
              </w:rPr>
              <w:t>o</w:t>
            </w:r>
            <w:r w:rsidRPr="0025041C">
              <w:rPr>
                <w:rFonts w:ascii="Riojana" w:eastAsia="Arial" w:hAnsi="Riojana"/>
                <w:lang w:val="es-ES_tradnl"/>
              </w:rPr>
              <w:t>m</w:t>
            </w:r>
            <w:r w:rsidRPr="0025041C">
              <w:rPr>
                <w:rFonts w:ascii="Riojana" w:eastAsia="Arial" w:hAnsi="Riojana"/>
                <w:spacing w:val="1"/>
                <w:lang w:val="es-ES_tradnl"/>
              </w:rPr>
              <w:t>oc</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n del voluntariado</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lang w:val="es-ES_tradnl"/>
              </w:rPr>
              <w:t>7</w:t>
            </w:r>
            <w:r w:rsidRPr="0025041C">
              <w:rPr>
                <w:rFonts w:ascii="Riojana" w:eastAsia="Arial" w:hAnsi="Riojana"/>
                <w:spacing w:val="-1"/>
                <w:lang w:val="es-ES_tradnl"/>
              </w:rPr>
              <w:t>0</w:t>
            </w:r>
            <w:r w:rsidRPr="0025041C">
              <w:rPr>
                <w:rFonts w:ascii="Riojana" w:eastAsia="Arial" w:hAnsi="Riojana"/>
                <w:lang w:val="es-ES_tradnl"/>
              </w:rPr>
              <w:t>.</w:t>
            </w:r>
            <w:r w:rsidRPr="0025041C">
              <w:rPr>
                <w:rFonts w:ascii="Riojana" w:eastAsia="Arial" w:hAnsi="Riojana"/>
                <w:spacing w:val="2"/>
                <w:lang w:val="es-ES_tradnl"/>
              </w:rPr>
              <w:t>4</w:t>
            </w:r>
            <w:r w:rsidRPr="0025041C">
              <w:rPr>
                <w:rFonts w:ascii="Riojana" w:eastAsia="Arial" w:hAnsi="Riojana"/>
                <w:lang w:val="es-ES_tradnl"/>
              </w:rPr>
              <w:t>20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5.</w:t>
            </w:r>
            <w:r w:rsidRPr="0025041C">
              <w:rPr>
                <w:rFonts w:ascii="Riojana" w:eastAsia="Arial" w:hAnsi="Riojana"/>
                <w:spacing w:val="-1"/>
                <w:lang w:val="es-ES_tradnl"/>
              </w:rPr>
              <w:t>0</w:t>
            </w:r>
            <w:r w:rsidRPr="0025041C">
              <w:rPr>
                <w:rFonts w:ascii="Riojana" w:eastAsia="Arial" w:hAnsi="Riojana"/>
                <w:spacing w:val="2"/>
                <w:lang w:val="es-ES_tradnl"/>
              </w:rPr>
              <w:t>1</w:t>
            </w:r>
            <w:r w:rsidRPr="0025041C">
              <w:rPr>
                <w:rFonts w:ascii="Riojana" w:eastAsia="Arial" w:hAnsi="Riojana"/>
                <w:lang w:val="es-ES_tradnl"/>
              </w:rPr>
              <w:t>.2</w:t>
            </w:r>
            <w:r w:rsidRPr="0025041C">
              <w:rPr>
                <w:rFonts w:ascii="Riojana" w:eastAsia="Arial" w:hAnsi="Riojana"/>
                <w:spacing w:val="1"/>
                <w:lang w:val="es-ES_tradnl"/>
              </w:rPr>
              <w:t>3</w:t>
            </w:r>
            <w:r w:rsidRPr="0025041C">
              <w:rPr>
                <w:rFonts w:ascii="Riojana" w:eastAsia="Arial" w:hAnsi="Riojana"/>
                <w:lang w:val="es-ES_tradnl"/>
              </w:rPr>
              <w:t>2</w:t>
            </w:r>
            <w:r w:rsidRPr="0025041C">
              <w:rPr>
                <w:rFonts w:ascii="Riojana" w:eastAsia="Arial" w:hAnsi="Riojana"/>
                <w:spacing w:val="-1"/>
                <w:lang w:val="es-ES_tradnl"/>
              </w:rPr>
              <w:t>4</w:t>
            </w:r>
            <w:r w:rsidRPr="0025041C">
              <w:rPr>
                <w:rFonts w:ascii="Riojana" w:eastAsia="Arial" w:hAnsi="Riojana"/>
                <w:lang w:val="es-ES_tradnl"/>
              </w:rPr>
              <w:t>.</w:t>
            </w:r>
            <w:r w:rsidRPr="0025041C">
              <w:rPr>
                <w:rFonts w:ascii="Riojana" w:eastAsia="Arial" w:hAnsi="Riojana"/>
                <w:spacing w:val="2"/>
                <w:lang w:val="es-ES_tradnl"/>
              </w:rPr>
              <w:t>4</w:t>
            </w:r>
            <w:r w:rsidRPr="0025041C">
              <w:rPr>
                <w:rFonts w:ascii="Riojana" w:eastAsia="Arial" w:hAnsi="Riojana"/>
                <w:lang w:val="es-ES_tradnl"/>
              </w:rPr>
              <w:t>8</w:t>
            </w:r>
            <w:r w:rsidRPr="0025041C">
              <w:rPr>
                <w:rFonts w:ascii="Riojana" w:eastAsia="Arial" w:hAnsi="Riojana"/>
                <w:spacing w:val="-1"/>
                <w:lang w:val="es-ES_tradnl"/>
              </w:rPr>
              <w:t>0</w:t>
            </w:r>
            <w:r w:rsidRPr="0025041C">
              <w:rPr>
                <w:rFonts w:ascii="Riojana" w:eastAsia="Arial" w:hAnsi="Riojana"/>
                <w:spacing w:val="2"/>
                <w:lang w:val="es-ES_tradnl"/>
              </w:rPr>
              <w:t>.</w:t>
            </w:r>
            <w:r w:rsidRPr="0025041C">
              <w:rPr>
                <w:rFonts w:ascii="Riojana" w:eastAsia="Arial" w:hAnsi="Riojana"/>
                <w:lang w:val="es-ES_tradnl"/>
              </w:rPr>
              <w:t>02</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lang w:val="es-ES_tradnl"/>
              </w:rPr>
              <w:t>C</w:t>
            </w:r>
            <w:r w:rsidRPr="0025041C">
              <w:rPr>
                <w:rFonts w:ascii="Riojana" w:eastAsia="Arial" w:hAnsi="Riojana"/>
                <w:spacing w:val="1"/>
                <w:lang w:val="es-ES_tradnl"/>
              </w:rPr>
              <w:t>r</w:t>
            </w:r>
            <w:r w:rsidRPr="0025041C">
              <w:rPr>
                <w:rFonts w:ascii="Riojana" w:eastAsia="Arial" w:hAnsi="Riojana"/>
                <w:lang w:val="es-ES_tradnl"/>
              </w:rPr>
              <w:t>uz</w:t>
            </w:r>
            <w:r w:rsidRPr="0025041C">
              <w:rPr>
                <w:rFonts w:ascii="Riojana" w:eastAsia="Arial" w:hAnsi="Riojana"/>
                <w:spacing w:val="1"/>
                <w:lang w:val="es-ES_tradnl"/>
              </w:rPr>
              <w:t xml:space="preserve"> </w:t>
            </w:r>
            <w:r w:rsidRPr="0025041C">
              <w:rPr>
                <w:rFonts w:ascii="Riojana" w:eastAsia="Arial" w:hAnsi="Riojana"/>
                <w:lang w:val="es-ES_tradnl"/>
              </w:rPr>
              <w:t>R</w:t>
            </w:r>
            <w:r w:rsidRPr="0025041C">
              <w:rPr>
                <w:rFonts w:ascii="Riojana" w:eastAsia="Arial" w:hAnsi="Riojana"/>
                <w:spacing w:val="-1"/>
                <w:lang w:val="es-ES_tradnl"/>
              </w:rPr>
              <w:t>i</w:t>
            </w:r>
            <w:r w:rsidRPr="0025041C">
              <w:rPr>
                <w:rFonts w:ascii="Riojana" w:eastAsia="Arial" w:hAnsi="Riojana"/>
                <w:spacing w:val="1"/>
                <w:lang w:val="es-ES_tradnl"/>
              </w:rPr>
              <w:t>o</w:t>
            </w:r>
            <w:r w:rsidRPr="0025041C">
              <w:rPr>
                <w:rFonts w:ascii="Riojana" w:eastAsia="Arial" w:hAnsi="Riojana"/>
                <w:spacing w:val="-1"/>
                <w:lang w:val="es-ES_tradnl"/>
              </w:rPr>
              <w:t>j</w:t>
            </w:r>
            <w:r w:rsidRPr="0025041C">
              <w:rPr>
                <w:rFonts w:ascii="Riojana" w:eastAsia="Arial" w:hAnsi="Riojana"/>
                <w:lang w:val="es-ES_tradnl"/>
              </w:rPr>
              <w:t>a</w:t>
            </w:r>
            <w:r w:rsidRPr="0025041C">
              <w:rPr>
                <w:rFonts w:ascii="Riojana" w:eastAsia="Arial" w:hAnsi="Riojana"/>
                <w:spacing w:val="-2"/>
                <w:lang w:val="es-ES_tradnl"/>
              </w:rPr>
              <w:t xml:space="preserve"> </w:t>
            </w:r>
            <w:r w:rsidRPr="0025041C">
              <w:rPr>
                <w:rFonts w:ascii="Riojana" w:eastAsia="Arial" w:hAnsi="Riojana"/>
                <w:spacing w:val="3"/>
                <w:lang w:val="es-ES_tradnl"/>
              </w:rPr>
              <w:t>E</w:t>
            </w:r>
            <w:r w:rsidRPr="0025041C">
              <w:rPr>
                <w:rFonts w:ascii="Riojana" w:eastAsia="Arial" w:hAnsi="Riojana"/>
                <w:spacing w:val="-1"/>
                <w:lang w:val="es-ES_tradnl"/>
              </w:rPr>
              <w:t>s</w:t>
            </w:r>
            <w:r w:rsidRPr="0025041C">
              <w:rPr>
                <w:rFonts w:ascii="Riojana" w:eastAsia="Arial" w:hAnsi="Riojana"/>
                <w:lang w:val="es-ES_tradnl"/>
              </w:rPr>
              <w:t>pañ</w:t>
            </w:r>
            <w:r w:rsidRPr="0025041C">
              <w:rPr>
                <w:rFonts w:ascii="Riojana" w:eastAsia="Arial" w:hAnsi="Riojana"/>
                <w:spacing w:val="1"/>
                <w:lang w:val="es-ES_tradnl"/>
              </w:rPr>
              <w:t>o</w:t>
            </w:r>
            <w:r w:rsidRPr="0025041C">
              <w:rPr>
                <w:rFonts w:ascii="Riojana" w:eastAsia="Arial" w:hAnsi="Riojana"/>
                <w:spacing w:val="-1"/>
                <w:lang w:val="es-ES_tradnl"/>
              </w:rPr>
              <w:t>l</w:t>
            </w:r>
            <w:r w:rsidRPr="0025041C">
              <w:rPr>
                <w:rFonts w:ascii="Riojana" w:eastAsia="Arial" w:hAnsi="Riojana"/>
                <w:spacing w:val="1"/>
                <w:lang w:val="es-ES_tradnl"/>
              </w:rPr>
              <w:t>a</w:t>
            </w:r>
            <w:r w:rsidRPr="0025041C">
              <w:rPr>
                <w:rFonts w:ascii="Riojana" w:eastAsia="Arial" w:hAnsi="Riojana"/>
                <w:lang w:val="es-ES_tradnl"/>
              </w:rPr>
              <w:t>.</w:t>
            </w:r>
            <w:r w:rsidRPr="0025041C">
              <w:rPr>
                <w:rFonts w:ascii="Riojana" w:eastAsia="Arial" w:hAnsi="Riojana"/>
                <w:spacing w:val="-5"/>
                <w:lang w:val="es-ES_tradnl"/>
              </w:rPr>
              <w:t xml:space="preserve"> </w:t>
            </w:r>
            <w:r w:rsidRPr="0025041C">
              <w:rPr>
                <w:rFonts w:ascii="Riojana" w:eastAsia="Arial" w:hAnsi="Riojana"/>
                <w:lang w:val="es-ES_tradnl"/>
              </w:rPr>
              <w:t>A</w:t>
            </w:r>
            <w:r w:rsidRPr="0025041C">
              <w:rPr>
                <w:rFonts w:ascii="Riojana" w:eastAsia="Arial" w:hAnsi="Riojana"/>
                <w:spacing w:val="1"/>
                <w:lang w:val="es-ES_tradnl"/>
              </w:rPr>
              <w:t>c</w:t>
            </w:r>
            <w:r w:rsidRPr="0025041C">
              <w:rPr>
                <w:rFonts w:ascii="Riojana" w:eastAsia="Arial" w:hAnsi="Riojana"/>
                <w:spacing w:val="3"/>
                <w:lang w:val="es-ES_tradnl"/>
              </w:rPr>
              <w:t>o</w:t>
            </w:r>
            <w:r w:rsidRPr="0025041C">
              <w:rPr>
                <w:rFonts w:ascii="Riojana" w:eastAsia="Arial" w:hAnsi="Riojana"/>
                <w:lang w:val="es-ES_tradnl"/>
              </w:rPr>
              <w:t>mp</w:t>
            </w:r>
            <w:r w:rsidRPr="0025041C">
              <w:rPr>
                <w:rFonts w:ascii="Riojana" w:eastAsia="Arial" w:hAnsi="Riojana"/>
                <w:spacing w:val="1"/>
                <w:lang w:val="es-ES_tradnl"/>
              </w:rPr>
              <w:t>a</w:t>
            </w:r>
            <w:r w:rsidRPr="0025041C">
              <w:rPr>
                <w:rFonts w:ascii="Riojana" w:eastAsia="Arial" w:hAnsi="Riojana"/>
                <w:lang w:val="es-ES_tradnl"/>
              </w:rPr>
              <w:t>ñamiento</w:t>
            </w:r>
            <w:r w:rsidRPr="0025041C">
              <w:rPr>
                <w:rFonts w:ascii="Riojana" w:eastAsia="Arial" w:hAnsi="Riojana"/>
                <w:spacing w:val="20"/>
                <w:lang w:val="es-ES_tradnl"/>
              </w:rPr>
              <w:t xml:space="preserve"> </w:t>
            </w:r>
            <w:r w:rsidRPr="0025041C">
              <w:rPr>
                <w:rFonts w:ascii="Riojana" w:eastAsia="Arial" w:hAnsi="Riojana"/>
                <w:spacing w:val="-1"/>
                <w:lang w:val="es-ES_tradnl"/>
              </w:rPr>
              <w:t>j</w:t>
            </w:r>
            <w:r w:rsidRPr="0025041C">
              <w:rPr>
                <w:rFonts w:ascii="Riojana" w:eastAsia="Arial" w:hAnsi="Riojana"/>
                <w:spacing w:val="1"/>
                <w:lang w:val="es-ES_tradnl"/>
              </w:rPr>
              <w:t>ó</w:t>
            </w:r>
            <w:r w:rsidRPr="0025041C">
              <w:rPr>
                <w:rFonts w:ascii="Riojana" w:eastAsia="Arial" w:hAnsi="Riojana"/>
                <w:spacing w:val="-1"/>
                <w:lang w:val="es-ES_tradnl"/>
              </w:rPr>
              <w:t>v</w:t>
            </w:r>
            <w:r w:rsidRPr="0025041C">
              <w:rPr>
                <w:rFonts w:ascii="Riojana" w:eastAsia="Arial" w:hAnsi="Riojana"/>
                <w:spacing w:val="1"/>
                <w:lang w:val="es-ES_tradnl"/>
              </w:rPr>
              <w:t>e</w:t>
            </w:r>
            <w:r w:rsidRPr="0025041C">
              <w:rPr>
                <w:rFonts w:ascii="Riojana" w:eastAsia="Arial" w:hAnsi="Riojana"/>
                <w:lang w:val="es-ES_tradnl"/>
              </w:rPr>
              <w:t>n</w:t>
            </w:r>
            <w:r w:rsidRPr="0025041C">
              <w:rPr>
                <w:rFonts w:ascii="Riojana" w:eastAsia="Arial" w:hAnsi="Riojana"/>
                <w:spacing w:val="3"/>
                <w:lang w:val="es-ES_tradnl"/>
              </w:rPr>
              <w:t>e</w:t>
            </w:r>
            <w:r w:rsidRPr="0025041C">
              <w:rPr>
                <w:rFonts w:ascii="Riojana" w:eastAsia="Arial" w:hAnsi="Riojana"/>
                <w:lang w:val="es-ES_tradnl"/>
              </w:rPr>
              <w:t>s</w:t>
            </w:r>
            <w:r w:rsidRPr="0025041C">
              <w:rPr>
                <w:rFonts w:ascii="Riojana" w:eastAsia="Arial" w:hAnsi="Riojana"/>
                <w:spacing w:val="-3"/>
                <w:lang w:val="es-ES_tradnl"/>
              </w:rPr>
              <w:t xml:space="preserve"> </w:t>
            </w:r>
            <w:r w:rsidRPr="0025041C">
              <w:rPr>
                <w:rFonts w:ascii="Riojana" w:eastAsia="Arial" w:hAnsi="Riojana"/>
                <w:spacing w:val="1"/>
                <w:lang w:val="es-ES_tradnl"/>
              </w:rPr>
              <w:t>e</w:t>
            </w:r>
            <w:r w:rsidRPr="0025041C">
              <w:rPr>
                <w:rFonts w:ascii="Riojana" w:eastAsia="Arial" w:hAnsi="Riojana"/>
                <w:lang w:val="es-ES_tradnl"/>
              </w:rPr>
              <w:t>n</w:t>
            </w:r>
            <w:r w:rsidRPr="0025041C">
              <w:rPr>
                <w:rFonts w:ascii="Riojana" w:eastAsia="Arial" w:hAnsi="Riojana"/>
                <w:spacing w:val="3"/>
                <w:lang w:val="es-ES_tradnl"/>
              </w:rPr>
              <w:t xml:space="preserve"> </w:t>
            </w:r>
            <w:r w:rsidRPr="0025041C">
              <w:rPr>
                <w:rFonts w:ascii="Riojana" w:eastAsia="Arial" w:hAnsi="Riojana"/>
                <w:spacing w:val="2"/>
                <w:lang w:val="es-ES_tradnl"/>
              </w:rPr>
              <w:t>d</w:t>
            </w:r>
            <w:r w:rsidRPr="0025041C">
              <w:rPr>
                <w:rFonts w:ascii="Riojana" w:eastAsia="Arial" w:hAnsi="Riojana"/>
                <w:spacing w:val="-1"/>
                <w:lang w:val="es-ES_tradnl"/>
              </w:rPr>
              <w:t>i</w:t>
            </w:r>
            <w:r w:rsidRPr="0025041C">
              <w:rPr>
                <w:rFonts w:ascii="Riojana" w:eastAsia="Arial" w:hAnsi="Riojana"/>
                <w:spacing w:val="1"/>
                <w:lang w:val="es-ES_tradnl"/>
              </w:rPr>
              <w:t>f</w:t>
            </w:r>
            <w:r w:rsidRPr="0025041C">
              <w:rPr>
                <w:rFonts w:ascii="Riojana" w:eastAsia="Arial" w:hAnsi="Riojana"/>
                <w:spacing w:val="-1"/>
                <w:lang w:val="es-ES_tradnl"/>
              </w:rPr>
              <w:t>i</w:t>
            </w:r>
            <w:r w:rsidRPr="0025041C">
              <w:rPr>
                <w:rFonts w:ascii="Riojana" w:eastAsia="Arial" w:hAnsi="Riojana"/>
                <w:spacing w:val="1"/>
                <w:lang w:val="es-ES_tradnl"/>
              </w:rPr>
              <w:t>c</w:t>
            </w:r>
            <w:r w:rsidRPr="0025041C">
              <w:rPr>
                <w:rFonts w:ascii="Riojana" w:eastAsia="Arial" w:hAnsi="Riojana"/>
                <w:lang w:val="es-ES_tradnl"/>
              </w:rPr>
              <w:t>u</w:t>
            </w:r>
            <w:r w:rsidRPr="0025041C">
              <w:rPr>
                <w:rFonts w:ascii="Riojana" w:eastAsia="Arial" w:hAnsi="Riojana"/>
                <w:spacing w:val="1"/>
                <w:lang w:val="es-ES_tradnl"/>
              </w:rPr>
              <w:t>l</w:t>
            </w:r>
            <w:r w:rsidRPr="0025041C">
              <w:rPr>
                <w:rFonts w:ascii="Riojana" w:eastAsia="Arial" w:hAnsi="Riojana"/>
                <w:lang w:val="es-ES_tradnl"/>
              </w:rPr>
              <w:t>tad</w:t>
            </w:r>
            <w:r w:rsidRPr="0025041C">
              <w:rPr>
                <w:rFonts w:ascii="Riojana" w:eastAsia="Arial" w:hAnsi="Riojana"/>
                <w:spacing w:val="31"/>
                <w:lang w:val="es-ES_tradnl"/>
              </w:rPr>
              <w:t xml:space="preserve"> </w:t>
            </w:r>
            <w:r w:rsidRPr="0025041C">
              <w:rPr>
                <w:rFonts w:ascii="Riojana" w:eastAsia="Arial" w:hAnsi="Riojana"/>
                <w:spacing w:val="-1"/>
                <w:w w:val="99"/>
                <w:lang w:val="es-ES_tradnl"/>
              </w:rPr>
              <w:t>s</w:t>
            </w:r>
            <w:r w:rsidRPr="0025041C">
              <w:rPr>
                <w:rFonts w:ascii="Riojana" w:eastAsia="Arial" w:hAnsi="Riojana"/>
                <w:spacing w:val="1"/>
                <w:w w:val="102"/>
                <w:lang w:val="es-ES_tradnl"/>
              </w:rPr>
              <w:t>o</w:t>
            </w:r>
            <w:r w:rsidRPr="0025041C">
              <w:rPr>
                <w:rFonts w:ascii="Riojana" w:eastAsia="Arial" w:hAnsi="Riojana"/>
                <w:spacing w:val="1"/>
                <w:w w:val="106"/>
                <w:lang w:val="es-ES_tradnl"/>
              </w:rPr>
              <w:t>c</w:t>
            </w:r>
            <w:r w:rsidRPr="0025041C">
              <w:rPr>
                <w:rFonts w:ascii="Riojana" w:eastAsia="Arial" w:hAnsi="Riojana"/>
                <w:spacing w:val="-1"/>
                <w:w w:val="99"/>
                <w:lang w:val="es-ES_tradnl"/>
              </w:rPr>
              <w:t>i</w:t>
            </w:r>
            <w:r w:rsidRPr="0025041C">
              <w:rPr>
                <w:rFonts w:ascii="Riojana" w:eastAsia="Arial" w:hAnsi="Riojana"/>
                <w:spacing w:val="3"/>
                <w:w w:val="96"/>
                <w:lang w:val="es-ES_tradnl"/>
              </w:rPr>
              <w:t>a</w:t>
            </w:r>
            <w:r w:rsidRPr="0025041C">
              <w:rPr>
                <w:rFonts w:ascii="Riojana" w:eastAsia="Arial" w:hAnsi="Riojana"/>
                <w:w w:val="99"/>
                <w:lang w:val="es-ES_tradnl"/>
              </w:rPr>
              <w:t xml:space="preserve">l </w:t>
            </w:r>
            <w:r w:rsidRPr="0025041C">
              <w:rPr>
                <w:rFonts w:ascii="Riojana" w:eastAsia="Arial" w:hAnsi="Riojana"/>
                <w:lang w:val="es-ES_tradnl"/>
              </w:rPr>
              <w:t>y</w:t>
            </w:r>
            <w:r w:rsidRPr="0025041C">
              <w:rPr>
                <w:rFonts w:ascii="Riojana" w:eastAsia="Arial" w:hAnsi="Riojana"/>
                <w:spacing w:val="-2"/>
                <w:lang w:val="es-ES_tradnl"/>
              </w:rPr>
              <w:t xml:space="preserve"> </w:t>
            </w:r>
            <w:r w:rsidRPr="0025041C">
              <w:rPr>
                <w:rFonts w:ascii="Riojana" w:eastAsia="Arial" w:hAnsi="Riojana"/>
                <w:spacing w:val="2"/>
                <w:lang w:val="es-ES_tradnl"/>
              </w:rPr>
              <w:t>p</w:t>
            </w:r>
            <w:r w:rsidRPr="0025041C">
              <w:rPr>
                <w:rFonts w:ascii="Riojana" w:eastAsia="Arial" w:hAnsi="Riojana"/>
                <w:spacing w:val="-1"/>
                <w:lang w:val="es-ES_tradnl"/>
              </w:rPr>
              <w:t>is</w:t>
            </w:r>
            <w:r w:rsidRPr="0025041C">
              <w:rPr>
                <w:rFonts w:ascii="Riojana" w:eastAsia="Arial" w:hAnsi="Riojana"/>
                <w:lang w:val="es-ES_tradnl"/>
              </w:rPr>
              <w:t>o</w:t>
            </w:r>
            <w:r w:rsidRPr="0025041C">
              <w:rPr>
                <w:rFonts w:ascii="Riojana" w:eastAsia="Arial" w:hAnsi="Riojana"/>
                <w:spacing w:val="9"/>
                <w:lang w:val="es-ES_tradnl"/>
              </w:rPr>
              <w:t xml:space="preserve"> </w:t>
            </w:r>
            <w:r w:rsidRPr="0025041C">
              <w:rPr>
                <w:rFonts w:ascii="Riojana" w:eastAsia="Arial" w:hAnsi="Riojana"/>
                <w:lang w:val="es-ES_tradnl"/>
              </w:rPr>
              <w:t>de</w:t>
            </w:r>
            <w:r w:rsidRPr="0025041C">
              <w:rPr>
                <w:rFonts w:ascii="Riojana" w:eastAsia="Arial" w:hAnsi="Riojana"/>
                <w:spacing w:val="2"/>
                <w:lang w:val="es-ES_tradnl"/>
              </w:rPr>
              <w:t xml:space="preserve"> </w:t>
            </w:r>
            <w:r w:rsidRPr="0025041C">
              <w:rPr>
                <w:rFonts w:ascii="Riojana" w:eastAsia="Arial" w:hAnsi="Riojana"/>
                <w:spacing w:val="1"/>
                <w:lang w:val="es-ES_tradnl"/>
              </w:rPr>
              <w:t>e</w:t>
            </w:r>
            <w:r w:rsidRPr="0025041C">
              <w:rPr>
                <w:rFonts w:ascii="Riojana" w:eastAsia="Arial" w:hAnsi="Riojana"/>
                <w:lang w:val="es-ES_tradnl"/>
              </w:rPr>
              <w:t>m</w:t>
            </w:r>
            <w:r w:rsidRPr="0025041C">
              <w:rPr>
                <w:rFonts w:ascii="Riojana" w:eastAsia="Arial" w:hAnsi="Riojana"/>
                <w:spacing w:val="1"/>
                <w:lang w:val="es-ES_tradnl"/>
              </w:rPr>
              <w:t>a</w:t>
            </w:r>
            <w:r w:rsidRPr="0025041C">
              <w:rPr>
                <w:rFonts w:ascii="Riojana" w:eastAsia="Arial" w:hAnsi="Riojana"/>
                <w:lang w:val="es-ES_tradnl"/>
              </w:rPr>
              <w:t>nc</w:t>
            </w:r>
            <w:r w:rsidRPr="0025041C">
              <w:rPr>
                <w:rFonts w:ascii="Riojana" w:eastAsia="Arial" w:hAnsi="Riojana"/>
                <w:spacing w:val="-1"/>
                <w:lang w:val="es-ES_tradnl"/>
              </w:rPr>
              <w:t>i</w:t>
            </w:r>
            <w:r w:rsidRPr="0025041C">
              <w:rPr>
                <w:rFonts w:ascii="Riojana" w:eastAsia="Arial" w:hAnsi="Riojana"/>
                <w:lang w:val="es-ES_tradnl"/>
              </w:rPr>
              <w:t>pa</w:t>
            </w:r>
            <w:r w:rsidRPr="0025041C">
              <w:rPr>
                <w:rFonts w:ascii="Riojana" w:eastAsia="Arial" w:hAnsi="Riojana"/>
                <w:spacing w:val="1"/>
                <w:lang w:val="es-ES_tradnl"/>
              </w:rPr>
              <w:t>c</w:t>
            </w:r>
            <w:r w:rsidRPr="0025041C">
              <w:rPr>
                <w:rFonts w:ascii="Riojana" w:eastAsia="Arial" w:hAnsi="Riojana"/>
                <w:spacing w:val="-1"/>
                <w:lang w:val="es-ES_tradnl"/>
              </w:rPr>
              <w:t>i</w:t>
            </w:r>
            <w:r w:rsidRPr="0025041C">
              <w:rPr>
                <w:rFonts w:ascii="Riojana" w:eastAsia="Arial" w:hAnsi="Riojana"/>
                <w:spacing w:val="3"/>
                <w:lang w:val="es-ES_tradnl"/>
              </w:rPr>
              <w:t>ó</w:t>
            </w:r>
            <w:r w:rsidRPr="0025041C">
              <w:rPr>
                <w:rFonts w:ascii="Riojana" w:eastAsia="Arial" w:hAnsi="Riojana"/>
                <w:lang w:val="es-ES_tradnl"/>
              </w:rPr>
              <w:t>n</w:t>
            </w:r>
            <w:r w:rsidRPr="0025041C">
              <w:rPr>
                <w:rFonts w:ascii="Riojana" w:eastAsia="Arial" w:hAnsi="Riojana"/>
                <w:spacing w:val="6"/>
                <w:lang w:val="es-ES_tradnl"/>
              </w:rPr>
              <w:t xml:space="preserve"> </w:t>
            </w:r>
            <w:r w:rsidRPr="0025041C">
              <w:rPr>
                <w:rFonts w:ascii="Riojana" w:eastAsia="Arial" w:hAnsi="Riojana"/>
                <w:spacing w:val="-1"/>
                <w:lang w:val="es-ES_tradnl"/>
              </w:rPr>
              <w:t>d</w:t>
            </w:r>
            <w:r w:rsidRPr="0025041C">
              <w:rPr>
                <w:rFonts w:ascii="Riojana" w:eastAsia="Arial" w:hAnsi="Riojana"/>
                <w:lang w:val="es-ES_tradnl"/>
              </w:rPr>
              <w:t>e</w:t>
            </w:r>
            <w:r w:rsidRPr="0025041C">
              <w:rPr>
                <w:rFonts w:ascii="Riojana" w:eastAsia="Arial" w:hAnsi="Riojana"/>
                <w:spacing w:val="5"/>
                <w:lang w:val="es-ES_tradnl"/>
              </w:rPr>
              <w:t xml:space="preserve"> </w:t>
            </w:r>
            <w:r w:rsidRPr="0025041C">
              <w:rPr>
                <w:rFonts w:ascii="Riojana" w:eastAsia="Arial" w:hAnsi="Riojana"/>
                <w:spacing w:val="-1"/>
                <w:lang w:val="es-ES_tradnl"/>
              </w:rPr>
              <w:t>j</w:t>
            </w:r>
            <w:r w:rsidRPr="0025041C">
              <w:rPr>
                <w:rFonts w:ascii="Riojana" w:eastAsia="Arial" w:hAnsi="Riojana"/>
                <w:spacing w:val="1"/>
                <w:lang w:val="es-ES_tradnl"/>
              </w:rPr>
              <w:t>ó</w:t>
            </w:r>
            <w:r w:rsidRPr="0025041C">
              <w:rPr>
                <w:rFonts w:ascii="Riojana" w:eastAsia="Arial" w:hAnsi="Riojana"/>
                <w:spacing w:val="-1"/>
                <w:lang w:val="es-ES_tradnl"/>
              </w:rPr>
              <w:t>v</w:t>
            </w:r>
            <w:r w:rsidRPr="0025041C">
              <w:rPr>
                <w:rFonts w:ascii="Riojana" w:eastAsia="Arial" w:hAnsi="Riojana"/>
                <w:spacing w:val="1"/>
                <w:lang w:val="es-ES_tradnl"/>
              </w:rPr>
              <w:t>e</w:t>
            </w:r>
            <w:r w:rsidRPr="0025041C">
              <w:rPr>
                <w:rFonts w:ascii="Riojana" w:eastAsia="Arial" w:hAnsi="Riojana"/>
                <w:lang w:val="es-ES_tradnl"/>
              </w:rPr>
              <w:t>n</w:t>
            </w:r>
            <w:r w:rsidRPr="0025041C">
              <w:rPr>
                <w:rFonts w:ascii="Riojana" w:eastAsia="Arial" w:hAnsi="Riojana"/>
                <w:spacing w:val="3"/>
                <w:lang w:val="es-ES_tradnl"/>
              </w:rPr>
              <w:t>e</w:t>
            </w:r>
            <w:r w:rsidRPr="0025041C">
              <w:rPr>
                <w:rFonts w:ascii="Riojana" w:eastAsia="Arial" w:hAnsi="Riojana"/>
                <w:lang w:val="es-ES_tradnl"/>
              </w:rPr>
              <w:t>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lang w:val="es-ES_tradnl"/>
              </w:rPr>
              <w:t>1</w:t>
            </w:r>
            <w:r w:rsidRPr="0025041C">
              <w:rPr>
                <w:rFonts w:ascii="Riojana" w:eastAsia="Arial" w:hAnsi="Riojana"/>
                <w:spacing w:val="-1"/>
                <w:lang w:val="es-ES_tradnl"/>
              </w:rPr>
              <w:t>7</w:t>
            </w:r>
            <w:r w:rsidRPr="0025041C">
              <w:rPr>
                <w:rFonts w:ascii="Riojana" w:eastAsia="Arial" w:hAnsi="Riojana"/>
                <w:lang w:val="es-ES_tradnl"/>
              </w:rPr>
              <w:t>5</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0</w:t>
            </w:r>
            <w:r w:rsidRPr="0025041C">
              <w:rPr>
                <w:rFonts w:ascii="Riojana" w:eastAsia="Arial" w:hAnsi="Riojana"/>
                <w:lang w:val="es-ES_tradnl"/>
              </w:rPr>
              <w:t>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6.</w:t>
            </w:r>
            <w:r w:rsidRPr="0025041C">
              <w:rPr>
                <w:rFonts w:ascii="Riojana" w:eastAsia="Arial" w:hAnsi="Riojana"/>
                <w:spacing w:val="-1"/>
                <w:lang w:val="es-ES_tradnl"/>
              </w:rPr>
              <w:t>4</w:t>
            </w:r>
            <w:r w:rsidRPr="0025041C">
              <w:rPr>
                <w:rFonts w:ascii="Riojana" w:eastAsia="Arial" w:hAnsi="Riojana"/>
                <w:spacing w:val="2"/>
                <w:lang w:val="es-ES_tradnl"/>
              </w:rPr>
              <w:t>5</w:t>
            </w:r>
            <w:r w:rsidRPr="0025041C">
              <w:rPr>
                <w:rFonts w:ascii="Riojana" w:eastAsia="Arial" w:hAnsi="Riojana"/>
                <w:lang w:val="es-ES_tradnl"/>
              </w:rPr>
              <w:t>1</w:t>
            </w:r>
            <w:r w:rsidRPr="0025041C">
              <w:rPr>
                <w:rFonts w:ascii="Riojana" w:eastAsia="Arial" w:hAnsi="Riojana"/>
                <w:spacing w:val="-1"/>
                <w:lang w:val="es-ES_tradnl"/>
              </w:rPr>
              <w:t>3</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6</w:t>
            </w:r>
            <w:r w:rsidRPr="0025041C">
              <w:rPr>
                <w:rFonts w:ascii="Riojana" w:eastAsia="Arial" w:hAnsi="Riojana"/>
                <w:lang w:val="es-ES_tradnl"/>
              </w:rPr>
              <w:t>1</w:t>
            </w:r>
            <w:r w:rsidRPr="0025041C">
              <w:rPr>
                <w:rFonts w:ascii="Riojana" w:eastAsia="Arial" w:hAnsi="Riojana"/>
                <w:spacing w:val="2"/>
                <w:lang w:val="es-ES_tradnl"/>
              </w:rPr>
              <w:t>.</w:t>
            </w:r>
            <w:r w:rsidRPr="0025041C">
              <w:rPr>
                <w:rFonts w:ascii="Riojana" w:eastAsia="Arial" w:hAnsi="Riojana"/>
                <w:lang w:val="es-ES_tradnl"/>
              </w:rPr>
              <w:t>04</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lang w:val="es-ES_tradnl"/>
              </w:rPr>
              <w:t>A</w:t>
            </w:r>
            <w:r w:rsidRPr="0025041C">
              <w:rPr>
                <w:rFonts w:ascii="Riojana" w:eastAsia="Arial" w:hAnsi="Riojana"/>
                <w:spacing w:val="-1"/>
                <w:lang w:val="es-ES_tradnl"/>
              </w:rPr>
              <w:t>y</w:t>
            </w:r>
            <w:r w:rsidRPr="0025041C">
              <w:rPr>
                <w:rFonts w:ascii="Riojana" w:eastAsia="Arial" w:hAnsi="Riojana"/>
                <w:lang w:val="es-ES_tradnl"/>
              </w:rPr>
              <w:t>u</w:t>
            </w:r>
            <w:r w:rsidRPr="0025041C">
              <w:rPr>
                <w:rFonts w:ascii="Riojana" w:eastAsia="Arial" w:hAnsi="Riojana"/>
                <w:spacing w:val="1"/>
                <w:lang w:val="es-ES_tradnl"/>
              </w:rPr>
              <w:t>n</w:t>
            </w:r>
            <w:r w:rsidRPr="0025041C">
              <w:rPr>
                <w:rFonts w:ascii="Riojana" w:eastAsia="Arial" w:hAnsi="Riojana"/>
                <w:lang w:val="es-ES_tradnl"/>
              </w:rPr>
              <w:t>tam</w:t>
            </w:r>
            <w:r w:rsidRPr="0025041C">
              <w:rPr>
                <w:rFonts w:ascii="Riojana" w:eastAsia="Arial" w:hAnsi="Riojana"/>
                <w:spacing w:val="1"/>
                <w:lang w:val="es-ES_tradnl"/>
              </w:rPr>
              <w:t>ie</w:t>
            </w:r>
            <w:r w:rsidRPr="0025041C">
              <w:rPr>
                <w:rFonts w:ascii="Riojana" w:eastAsia="Arial" w:hAnsi="Riojana"/>
                <w:lang w:val="es-ES_tradnl"/>
              </w:rPr>
              <w:t>n</w:t>
            </w:r>
            <w:r w:rsidRPr="0025041C">
              <w:rPr>
                <w:rFonts w:ascii="Riojana" w:eastAsia="Arial" w:hAnsi="Riojana"/>
                <w:spacing w:val="-1"/>
                <w:lang w:val="es-ES_tradnl"/>
              </w:rPr>
              <w:t>t</w:t>
            </w:r>
            <w:r w:rsidRPr="0025041C">
              <w:rPr>
                <w:rFonts w:ascii="Riojana" w:eastAsia="Arial" w:hAnsi="Riojana"/>
                <w:spacing w:val="3"/>
                <w:lang w:val="es-ES_tradnl"/>
              </w:rPr>
              <w:t>o</w:t>
            </w:r>
            <w:r w:rsidRPr="0025041C">
              <w:rPr>
                <w:rFonts w:ascii="Riojana" w:eastAsia="Arial" w:hAnsi="Riojana"/>
                <w:lang w:val="es-ES_tradnl"/>
              </w:rPr>
              <w:t>s</w:t>
            </w:r>
            <w:r w:rsidRPr="0025041C">
              <w:rPr>
                <w:rFonts w:ascii="Riojana" w:eastAsia="Arial" w:hAnsi="Riojana"/>
                <w:spacing w:val="-3"/>
                <w:lang w:val="es-ES_tradnl"/>
              </w:rPr>
              <w:t xml:space="preserve"> </w:t>
            </w:r>
            <w:r w:rsidRPr="0025041C">
              <w:rPr>
                <w:rFonts w:ascii="Riojana" w:eastAsia="Arial" w:hAnsi="Riojana"/>
                <w:lang w:val="es-ES_tradnl"/>
              </w:rPr>
              <w:t>C</w:t>
            </w:r>
            <w:r w:rsidRPr="0025041C">
              <w:rPr>
                <w:rFonts w:ascii="Riojana" w:eastAsia="Arial" w:hAnsi="Riojana"/>
                <w:spacing w:val="1"/>
                <w:lang w:val="es-ES_tradnl"/>
              </w:rPr>
              <w:t>a</w:t>
            </w:r>
            <w:r w:rsidRPr="0025041C">
              <w:rPr>
                <w:rFonts w:ascii="Riojana" w:eastAsia="Arial" w:hAnsi="Riojana"/>
                <w:lang w:val="es-ES_tradnl"/>
              </w:rPr>
              <w:t>be</w:t>
            </w:r>
            <w:r w:rsidRPr="0025041C">
              <w:rPr>
                <w:rFonts w:ascii="Riojana" w:eastAsia="Arial" w:hAnsi="Riojana"/>
                <w:spacing w:val="1"/>
                <w:lang w:val="es-ES_tradnl"/>
              </w:rPr>
              <w:t>cera</w:t>
            </w:r>
            <w:r w:rsidRPr="0025041C">
              <w:rPr>
                <w:rFonts w:ascii="Riojana" w:eastAsia="Arial" w:hAnsi="Riojana"/>
                <w:lang w:val="es-ES_tradnl"/>
              </w:rPr>
              <w:t>s</w:t>
            </w:r>
            <w:r w:rsidRPr="0025041C">
              <w:rPr>
                <w:rFonts w:ascii="Riojana" w:eastAsia="Arial" w:hAnsi="Riojana"/>
                <w:spacing w:val="-8"/>
                <w:lang w:val="es-ES_tradnl"/>
              </w:rPr>
              <w:t xml:space="preserve"> </w:t>
            </w:r>
            <w:r w:rsidRPr="0025041C">
              <w:rPr>
                <w:rFonts w:ascii="Riojana" w:eastAsia="Arial" w:hAnsi="Riojana"/>
                <w:lang w:val="es-ES_tradnl"/>
              </w:rPr>
              <w:t>de</w:t>
            </w:r>
            <w:r w:rsidRPr="0025041C">
              <w:rPr>
                <w:rFonts w:ascii="Riojana" w:eastAsia="Arial" w:hAnsi="Riojana"/>
                <w:spacing w:val="2"/>
                <w:lang w:val="es-ES_tradnl"/>
              </w:rPr>
              <w:t xml:space="preserve"> </w:t>
            </w:r>
            <w:r w:rsidRPr="0025041C">
              <w:rPr>
                <w:rFonts w:ascii="Riojana" w:eastAsia="Arial" w:hAnsi="Riojana"/>
                <w:w w:val="101"/>
                <w:lang w:val="es-ES_tradnl"/>
              </w:rPr>
              <w:t>C</w:t>
            </w:r>
            <w:r w:rsidRPr="0025041C">
              <w:rPr>
                <w:rFonts w:ascii="Riojana" w:eastAsia="Arial" w:hAnsi="Riojana"/>
                <w:spacing w:val="1"/>
                <w:w w:val="101"/>
                <w:lang w:val="es-ES_tradnl"/>
              </w:rPr>
              <w:t>o</w:t>
            </w:r>
            <w:r w:rsidRPr="0025041C">
              <w:rPr>
                <w:rFonts w:ascii="Riojana" w:eastAsia="Arial" w:hAnsi="Riojana"/>
                <w:w w:val="99"/>
                <w:lang w:val="es-ES_tradnl"/>
              </w:rPr>
              <w:t>m</w:t>
            </w:r>
            <w:r w:rsidRPr="0025041C">
              <w:rPr>
                <w:rFonts w:ascii="Riojana" w:eastAsia="Arial" w:hAnsi="Riojana"/>
                <w:spacing w:val="1"/>
                <w:w w:val="99"/>
                <w:lang w:val="es-ES_tradnl"/>
              </w:rPr>
              <w:t>ar</w:t>
            </w:r>
            <w:r w:rsidRPr="0025041C">
              <w:rPr>
                <w:rFonts w:ascii="Riojana" w:eastAsia="Arial" w:hAnsi="Riojana"/>
                <w:spacing w:val="1"/>
                <w:w w:val="106"/>
                <w:lang w:val="es-ES_tradnl"/>
              </w:rPr>
              <w:t>c</w:t>
            </w:r>
            <w:r w:rsidRPr="0025041C">
              <w:rPr>
                <w:rFonts w:ascii="Riojana" w:eastAsia="Arial" w:hAnsi="Riojana"/>
                <w:w w:val="96"/>
                <w:lang w:val="es-ES_tradnl"/>
              </w:rPr>
              <w:t>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lang w:val="es-ES_tradnl"/>
              </w:rPr>
              <w:t>3.156.607</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6.</w:t>
            </w:r>
            <w:r w:rsidRPr="0025041C">
              <w:rPr>
                <w:rFonts w:ascii="Riojana" w:eastAsia="Arial" w:hAnsi="Riojana"/>
                <w:spacing w:val="-1"/>
                <w:lang w:val="es-ES_tradnl"/>
              </w:rPr>
              <w:t>4</w:t>
            </w:r>
            <w:r w:rsidRPr="0025041C">
              <w:rPr>
                <w:rFonts w:ascii="Riojana" w:eastAsia="Arial" w:hAnsi="Riojana"/>
                <w:spacing w:val="2"/>
                <w:lang w:val="es-ES_tradnl"/>
              </w:rPr>
              <w:t>5</w:t>
            </w:r>
            <w:r w:rsidRPr="0025041C">
              <w:rPr>
                <w:rFonts w:ascii="Riojana" w:eastAsia="Arial" w:hAnsi="Riojana"/>
                <w:lang w:val="es-ES_tradnl"/>
              </w:rPr>
              <w:t>1</w:t>
            </w:r>
            <w:r w:rsidRPr="0025041C">
              <w:rPr>
                <w:rFonts w:ascii="Riojana" w:eastAsia="Arial" w:hAnsi="Riojana"/>
                <w:spacing w:val="-1"/>
                <w:lang w:val="es-ES_tradnl"/>
              </w:rPr>
              <w:t>3</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6</w:t>
            </w:r>
            <w:r w:rsidRPr="0025041C">
              <w:rPr>
                <w:rFonts w:ascii="Riojana" w:eastAsia="Arial" w:hAnsi="Riojana"/>
                <w:lang w:val="es-ES_tradnl"/>
              </w:rPr>
              <w:t>1</w:t>
            </w:r>
            <w:r w:rsidRPr="0025041C">
              <w:rPr>
                <w:rFonts w:ascii="Riojana" w:eastAsia="Arial" w:hAnsi="Riojana"/>
                <w:spacing w:val="2"/>
                <w:lang w:val="es-ES_tradnl"/>
              </w:rPr>
              <w:t>.</w:t>
            </w:r>
            <w:r w:rsidRPr="0025041C">
              <w:rPr>
                <w:rFonts w:ascii="Riojana" w:eastAsia="Arial" w:hAnsi="Riojana"/>
                <w:lang w:val="es-ES_tradnl"/>
              </w:rPr>
              <w:t>05</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lang w:val="es-ES_tradnl"/>
              </w:rPr>
              <w:t>A</w:t>
            </w:r>
            <w:r w:rsidRPr="0025041C">
              <w:rPr>
                <w:rFonts w:ascii="Riojana" w:eastAsia="Arial" w:hAnsi="Riojana"/>
                <w:spacing w:val="-1"/>
                <w:lang w:val="es-ES_tradnl"/>
              </w:rPr>
              <w:t>y</w:t>
            </w:r>
            <w:r w:rsidRPr="0025041C">
              <w:rPr>
                <w:rFonts w:ascii="Riojana" w:eastAsia="Arial" w:hAnsi="Riojana"/>
                <w:lang w:val="es-ES_tradnl"/>
              </w:rPr>
              <w:t>u</w:t>
            </w:r>
            <w:r w:rsidRPr="0025041C">
              <w:rPr>
                <w:rFonts w:ascii="Riojana" w:eastAsia="Arial" w:hAnsi="Riojana"/>
                <w:spacing w:val="1"/>
                <w:lang w:val="es-ES_tradnl"/>
              </w:rPr>
              <w:t>n</w:t>
            </w:r>
            <w:r w:rsidRPr="0025041C">
              <w:rPr>
                <w:rFonts w:ascii="Riojana" w:eastAsia="Arial" w:hAnsi="Riojana"/>
                <w:lang w:val="es-ES_tradnl"/>
              </w:rPr>
              <w:t>tamient</w:t>
            </w:r>
            <w:r w:rsidRPr="0025041C">
              <w:rPr>
                <w:rFonts w:ascii="Riojana" w:eastAsia="Arial" w:hAnsi="Riojana"/>
                <w:spacing w:val="3"/>
                <w:lang w:val="es-ES_tradnl"/>
              </w:rPr>
              <w:t>o</w:t>
            </w:r>
            <w:r w:rsidRPr="0025041C">
              <w:rPr>
                <w:rFonts w:ascii="Riojana" w:eastAsia="Arial" w:hAnsi="Riojana"/>
                <w:lang w:val="es-ES_tradnl"/>
              </w:rPr>
              <w:t>s</w:t>
            </w:r>
            <w:r w:rsidRPr="0025041C">
              <w:rPr>
                <w:rFonts w:ascii="Riojana" w:eastAsia="Arial" w:hAnsi="Riojana"/>
                <w:spacing w:val="-4"/>
                <w:lang w:val="es-ES_tradnl"/>
              </w:rPr>
              <w:t xml:space="preserve"> </w:t>
            </w:r>
            <w:r w:rsidRPr="0025041C">
              <w:rPr>
                <w:rFonts w:ascii="Riojana" w:eastAsia="Arial" w:hAnsi="Riojana"/>
                <w:lang w:val="es-ES_tradnl"/>
              </w:rPr>
              <w:t>P</w:t>
            </w:r>
            <w:r w:rsidRPr="0025041C">
              <w:rPr>
                <w:rFonts w:ascii="Riojana" w:eastAsia="Arial" w:hAnsi="Riojana"/>
                <w:spacing w:val="1"/>
                <w:lang w:val="es-ES_tradnl"/>
              </w:rPr>
              <w:t>o</w:t>
            </w:r>
            <w:r w:rsidRPr="0025041C">
              <w:rPr>
                <w:rFonts w:ascii="Riojana" w:eastAsia="Arial" w:hAnsi="Riojana"/>
                <w:spacing w:val="2"/>
                <w:lang w:val="es-ES_tradnl"/>
              </w:rPr>
              <w:t>b</w:t>
            </w:r>
            <w:r w:rsidRPr="0025041C">
              <w:rPr>
                <w:rFonts w:ascii="Riojana" w:eastAsia="Arial" w:hAnsi="Riojana"/>
                <w:spacing w:val="-1"/>
                <w:lang w:val="es-ES_tradnl"/>
              </w:rPr>
              <w:t>l</w:t>
            </w:r>
            <w:r w:rsidRPr="0025041C">
              <w:rPr>
                <w:rFonts w:ascii="Riojana" w:eastAsia="Arial" w:hAnsi="Riojana"/>
                <w:spacing w:val="1"/>
                <w:lang w:val="es-ES_tradnl"/>
              </w:rPr>
              <w:t>ac</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n</w:t>
            </w:r>
            <w:r w:rsidRPr="0025041C">
              <w:rPr>
                <w:rFonts w:ascii="Riojana" w:eastAsia="Arial" w:hAnsi="Riojana"/>
                <w:spacing w:val="7"/>
                <w:lang w:val="es-ES_tradnl"/>
              </w:rPr>
              <w:t xml:space="preserve"> </w:t>
            </w:r>
            <w:r w:rsidRPr="0025041C">
              <w:rPr>
                <w:rFonts w:ascii="Riojana" w:eastAsia="Arial" w:hAnsi="Riojana"/>
                <w:lang w:val="es-ES_tradnl"/>
              </w:rPr>
              <w:t>Supe</w:t>
            </w:r>
            <w:r w:rsidRPr="0025041C">
              <w:rPr>
                <w:rFonts w:ascii="Riojana" w:eastAsia="Arial" w:hAnsi="Riojana"/>
                <w:spacing w:val="1"/>
                <w:lang w:val="es-ES_tradnl"/>
              </w:rPr>
              <w:t>r</w:t>
            </w:r>
            <w:r w:rsidRPr="0025041C">
              <w:rPr>
                <w:rFonts w:ascii="Riojana" w:eastAsia="Arial" w:hAnsi="Riojana"/>
                <w:spacing w:val="-1"/>
                <w:lang w:val="es-ES_tradnl"/>
              </w:rPr>
              <w:t>i</w:t>
            </w:r>
            <w:r w:rsidRPr="0025041C">
              <w:rPr>
                <w:rFonts w:ascii="Riojana" w:eastAsia="Arial" w:hAnsi="Riojana"/>
                <w:spacing w:val="1"/>
                <w:lang w:val="es-ES_tradnl"/>
              </w:rPr>
              <w:t>o</w:t>
            </w:r>
            <w:r w:rsidRPr="0025041C">
              <w:rPr>
                <w:rFonts w:ascii="Riojana" w:eastAsia="Arial" w:hAnsi="Riojana"/>
                <w:lang w:val="es-ES_tradnl"/>
              </w:rPr>
              <w:t>r</w:t>
            </w:r>
            <w:r w:rsidRPr="0025041C">
              <w:rPr>
                <w:rFonts w:ascii="Riojana" w:eastAsia="Arial" w:hAnsi="Riojana"/>
                <w:spacing w:val="-4"/>
                <w:lang w:val="es-ES_tradnl"/>
              </w:rPr>
              <w:t xml:space="preserve"> </w:t>
            </w:r>
            <w:r w:rsidRPr="0025041C">
              <w:rPr>
                <w:rFonts w:ascii="Riojana" w:eastAsia="Arial" w:hAnsi="Riojana"/>
                <w:lang w:val="es-ES_tradnl"/>
              </w:rPr>
              <w:t>a</w:t>
            </w:r>
            <w:r w:rsidRPr="0025041C">
              <w:rPr>
                <w:rFonts w:ascii="Riojana" w:eastAsia="Arial" w:hAnsi="Riojana"/>
                <w:spacing w:val="-4"/>
                <w:lang w:val="es-ES_tradnl"/>
              </w:rPr>
              <w:t xml:space="preserve"> </w:t>
            </w:r>
            <w:r w:rsidRPr="0025041C">
              <w:rPr>
                <w:rFonts w:ascii="Riojana" w:eastAsia="Arial" w:hAnsi="Riojana"/>
                <w:lang w:val="es-ES_tradnl"/>
              </w:rPr>
              <w:t>5</w:t>
            </w:r>
            <w:r w:rsidRPr="0025041C">
              <w:rPr>
                <w:rFonts w:ascii="Riojana" w:eastAsia="Arial" w:hAnsi="Riojana"/>
                <w:spacing w:val="-1"/>
                <w:lang w:val="es-ES_tradnl"/>
              </w:rPr>
              <w:t>.</w:t>
            </w:r>
            <w:r w:rsidRPr="0025041C">
              <w:rPr>
                <w:rFonts w:ascii="Riojana" w:eastAsia="Arial" w:hAnsi="Riojana"/>
                <w:spacing w:val="2"/>
                <w:lang w:val="es-ES_tradnl"/>
              </w:rPr>
              <w:t>0</w:t>
            </w:r>
            <w:r w:rsidRPr="0025041C">
              <w:rPr>
                <w:rFonts w:ascii="Riojana" w:eastAsia="Arial" w:hAnsi="Riojana"/>
                <w:lang w:val="es-ES_tradnl"/>
              </w:rPr>
              <w:t>00</w:t>
            </w:r>
            <w:r w:rsidRPr="0025041C">
              <w:rPr>
                <w:rFonts w:ascii="Riojana" w:eastAsia="Arial" w:hAnsi="Riojana"/>
                <w:spacing w:val="-6"/>
                <w:lang w:val="es-ES_tradnl"/>
              </w:rPr>
              <w:t xml:space="preserve"> </w:t>
            </w:r>
            <w:r w:rsidRPr="0025041C">
              <w:rPr>
                <w:rFonts w:ascii="Riojana" w:eastAsia="Arial" w:hAnsi="Riojana"/>
                <w:w w:val="98"/>
                <w:lang w:val="es-ES_tradnl"/>
              </w:rPr>
              <w:t>H</w:t>
            </w:r>
            <w:r w:rsidRPr="0025041C">
              <w:rPr>
                <w:rFonts w:ascii="Riojana" w:eastAsia="Arial" w:hAnsi="Riojana"/>
                <w:spacing w:val="1"/>
                <w:w w:val="98"/>
                <w:lang w:val="es-ES_tradnl"/>
              </w:rPr>
              <w:t>a</w:t>
            </w:r>
            <w:r w:rsidRPr="0025041C">
              <w:rPr>
                <w:rFonts w:ascii="Riojana" w:eastAsia="Arial" w:hAnsi="Riojana"/>
                <w:spacing w:val="2"/>
                <w:w w:val="106"/>
                <w:lang w:val="es-ES_tradnl"/>
              </w:rPr>
              <w:t>b</w:t>
            </w:r>
            <w:r w:rsidRPr="0025041C">
              <w:rPr>
                <w:rFonts w:ascii="Riojana" w:eastAsia="Arial" w:hAnsi="Riojana"/>
                <w:spacing w:val="-1"/>
                <w:w w:val="99"/>
                <w:lang w:val="es-ES_tradnl"/>
              </w:rPr>
              <w:t>i</w:t>
            </w:r>
            <w:r w:rsidRPr="0025041C">
              <w:rPr>
                <w:rFonts w:ascii="Riojana" w:eastAsia="Arial" w:hAnsi="Riojana"/>
                <w:w w:val="101"/>
                <w:lang w:val="es-ES_tradnl"/>
              </w:rPr>
              <w:t>ta</w:t>
            </w:r>
            <w:r w:rsidRPr="0025041C">
              <w:rPr>
                <w:rFonts w:ascii="Riojana" w:eastAsia="Arial" w:hAnsi="Riojana"/>
                <w:spacing w:val="2"/>
                <w:w w:val="99"/>
                <w:lang w:val="es-ES_tradnl"/>
              </w:rPr>
              <w:t>n</w:t>
            </w:r>
            <w:r w:rsidRPr="0025041C">
              <w:rPr>
                <w:rFonts w:ascii="Riojana" w:eastAsia="Arial" w:hAnsi="Riojana"/>
                <w:w w:val="101"/>
                <w:lang w:val="es-ES_tradnl"/>
              </w:rPr>
              <w:t>te</w:t>
            </w:r>
            <w:r w:rsidRPr="0025041C">
              <w:rPr>
                <w:rFonts w:ascii="Riojana" w:eastAsia="Arial" w:hAnsi="Riojana"/>
                <w:w w:val="99"/>
                <w:lang w:val="es-ES_tradnl"/>
              </w:rPr>
              <w:t>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lang w:val="es-ES_tradnl"/>
              </w:rPr>
              <w:t>771.268</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6.</w:t>
            </w:r>
            <w:r w:rsidRPr="0025041C">
              <w:rPr>
                <w:rFonts w:ascii="Riojana" w:eastAsia="Arial" w:hAnsi="Riojana"/>
                <w:spacing w:val="-1"/>
                <w:lang w:val="es-ES_tradnl"/>
              </w:rPr>
              <w:t>4</w:t>
            </w:r>
            <w:r w:rsidRPr="0025041C">
              <w:rPr>
                <w:rFonts w:ascii="Riojana" w:eastAsia="Arial" w:hAnsi="Riojana"/>
                <w:spacing w:val="2"/>
                <w:lang w:val="es-ES_tradnl"/>
              </w:rPr>
              <w:t>5</w:t>
            </w:r>
            <w:r w:rsidRPr="0025041C">
              <w:rPr>
                <w:rFonts w:ascii="Riojana" w:eastAsia="Arial" w:hAnsi="Riojana"/>
                <w:lang w:val="es-ES_tradnl"/>
              </w:rPr>
              <w:t>1</w:t>
            </w:r>
            <w:r w:rsidRPr="0025041C">
              <w:rPr>
                <w:rFonts w:ascii="Riojana" w:eastAsia="Arial" w:hAnsi="Riojana"/>
                <w:spacing w:val="-1"/>
                <w:lang w:val="es-ES_tradnl"/>
              </w:rPr>
              <w:t>3</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6</w:t>
            </w:r>
            <w:r w:rsidRPr="0025041C">
              <w:rPr>
                <w:rFonts w:ascii="Riojana" w:eastAsia="Arial" w:hAnsi="Riojana"/>
                <w:lang w:val="es-ES_tradnl"/>
              </w:rPr>
              <w:t>1</w:t>
            </w:r>
            <w:r w:rsidRPr="0025041C">
              <w:rPr>
                <w:rFonts w:ascii="Riojana" w:eastAsia="Arial" w:hAnsi="Riojana"/>
                <w:spacing w:val="2"/>
                <w:lang w:val="es-ES_tradnl"/>
              </w:rPr>
              <w:t>.</w:t>
            </w:r>
            <w:r w:rsidRPr="0025041C">
              <w:rPr>
                <w:rFonts w:ascii="Riojana" w:eastAsia="Arial" w:hAnsi="Riojana"/>
                <w:lang w:val="es-ES_tradnl"/>
              </w:rPr>
              <w:t>06</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lang w:val="es-ES_tradnl"/>
              </w:rPr>
              <w:t>A</w:t>
            </w:r>
            <w:r w:rsidRPr="0025041C">
              <w:rPr>
                <w:rFonts w:ascii="Riojana" w:eastAsia="Arial" w:hAnsi="Riojana"/>
                <w:spacing w:val="-1"/>
                <w:lang w:val="es-ES_tradnl"/>
              </w:rPr>
              <w:t>y</w:t>
            </w:r>
            <w:r w:rsidRPr="0025041C">
              <w:rPr>
                <w:rFonts w:ascii="Riojana" w:eastAsia="Arial" w:hAnsi="Riojana"/>
                <w:lang w:val="es-ES_tradnl"/>
              </w:rPr>
              <w:t>u</w:t>
            </w:r>
            <w:r w:rsidRPr="0025041C">
              <w:rPr>
                <w:rFonts w:ascii="Riojana" w:eastAsia="Arial" w:hAnsi="Riojana"/>
                <w:spacing w:val="1"/>
                <w:lang w:val="es-ES_tradnl"/>
              </w:rPr>
              <w:t>n</w:t>
            </w:r>
            <w:r w:rsidRPr="0025041C">
              <w:rPr>
                <w:rFonts w:ascii="Riojana" w:eastAsia="Arial" w:hAnsi="Riojana"/>
                <w:lang w:val="es-ES_tradnl"/>
              </w:rPr>
              <w:t>tamient</w:t>
            </w:r>
            <w:r w:rsidRPr="0025041C">
              <w:rPr>
                <w:rFonts w:ascii="Riojana" w:eastAsia="Arial" w:hAnsi="Riojana"/>
                <w:spacing w:val="3"/>
                <w:lang w:val="es-ES_tradnl"/>
              </w:rPr>
              <w:t>o</w:t>
            </w:r>
            <w:r w:rsidRPr="0025041C">
              <w:rPr>
                <w:rFonts w:ascii="Riojana" w:eastAsia="Arial" w:hAnsi="Riojana"/>
                <w:lang w:val="es-ES_tradnl"/>
              </w:rPr>
              <w:t>s</w:t>
            </w:r>
            <w:r w:rsidRPr="0025041C">
              <w:rPr>
                <w:rFonts w:ascii="Riojana" w:eastAsia="Arial" w:hAnsi="Riojana"/>
                <w:spacing w:val="-4"/>
                <w:lang w:val="es-ES_tradnl"/>
              </w:rPr>
              <w:t xml:space="preserve"> </w:t>
            </w:r>
            <w:r w:rsidRPr="0025041C">
              <w:rPr>
                <w:rFonts w:ascii="Riojana" w:eastAsia="Arial" w:hAnsi="Riojana"/>
                <w:lang w:val="es-ES_tradnl"/>
              </w:rPr>
              <w:t>P</w:t>
            </w:r>
            <w:r w:rsidRPr="0025041C">
              <w:rPr>
                <w:rFonts w:ascii="Riojana" w:eastAsia="Arial" w:hAnsi="Riojana"/>
                <w:spacing w:val="1"/>
                <w:lang w:val="es-ES_tradnl"/>
              </w:rPr>
              <w:t>o</w:t>
            </w:r>
            <w:r w:rsidRPr="0025041C">
              <w:rPr>
                <w:rFonts w:ascii="Riojana" w:eastAsia="Arial" w:hAnsi="Riojana"/>
                <w:spacing w:val="2"/>
                <w:lang w:val="es-ES_tradnl"/>
              </w:rPr>
              <w:t>b</w:t>
            </w:r>
            <w:r w:rsidRPr="0025041C">
              <w:rPr>
                <w:rFonts w:ascii="Riojana" w:eastAsia="Arial" w:hAnsi="Riojana"/>
                <w:spacing w:val="-1"/>
                <w:lang w:val="es-ES_tradnl"/>
              </w:rPr>
              <w:t>l</w:t>
            </w:r>
            <w:r w:rsidRPr="0025041C">
              <w:rPr>
                <w:rFonts w:ascii="Riojana" w:eastAsia="Arial" w:hAnsi="Riojana"/>
                <w:spacing w:val="1"/>
                <w:lang w:val="es-ES_tradnl"/>
              </w:rPr>
              <w:t>ac</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n</w:t>
            </w:r>
            <w:r w:rsidRPr="0025041C">
              <w:rPr>
                <w:rFonts w:ascii="Riojana" w:eastAsia="Arial" w:hAnsi="Riojana"/>
                <w:spacing w:val="7"/>
                <w:lang w:val="es-ES_tradnl"/>
              </w:rPr>
              <w:t xml:space="preserve"> </w:t>
            </w:r>
            <w:r w:rsidRPr="0025041C">
              <w:rPr>
                <w:rFonts w:ascii="Riojana" w:eastAsia="Arial" w:hAnsi="Riojana"/>
                <w:lang w:val="es-ES_tradnl"/>
              </w:rPr>
              <w:t>Supe</w:t>
            </w:r>
            <w:r w:rsidRPr="0025041C">
              <w:rPr>
                <w:rFonts w:ascii="Riojana" w:eastAsia="Arial" w:hAnsi="Riojana"/>
                <w:spacing w:val="1"/>
                <w:lang w:val="es-ES_tradnl"/>
              </w:rPr>
              <w:t>r</w:t>
            </w:r>
            <w:r w:rsidRPr="0025041C">
              <w:rPr>
                <w:rFonts w:ascii="Riojana" w:eastAsia="Arial" w:hAnsi="Riojana"/>
                <w:spacing w:val="-1"/>
                <w:lang w:val="es-ES_tradnl"/>
              </w:rPr>
              <w:t>i</w:t>
            </w:r>
            <w:r w:rsidRPr="0025041C">
              <w:rPr>
                <w:rFonts w:ascii="Riojana" w:eastAsia="Arial" w:hAnsi="Riojana"/>
                <w:spacing w:val="1"/>
                <w:lang w:val="es-ES_tradnl"/>
              </w:rPr>
              <w:t>o</w:t>
            </w:r>
            <w:r w:rsidRPr="0025041C">
              <w:rPr>
                <w:rFonts w:ascii="Riojana" w:eastAsia="Arial" w:hAnsi="Riojana"/>
                <w:lang w:val="es-ES_tradnl"/>
              </w:rPr>
              <w:t>r</w:t>
            </w:r>
            <w:r w:rsidRPr="0025041C">
              <w:rPr>
                <w:rFonts w:ascii="Riojana" w:eastAsia="Arial" w:hAnsi="Riojana"/>
                <w:spacing w:val="-4"/>
                <w:lang w:val="es-ES_tradnl"/>
              </w:rPr>
              <w:t xml:space="preserve"> </w:t>
            </w:r>
            <w:r w:rsidRPr="0025041C">
              <w:rPr>
                <w:rFonts w:ascii="Riojana" w:eastAsia="Arial" w:hAnsi="Riojana"/>
                <w:lang w:val="es-ES_tradnl"/>
              </w:rPr>
              <w:t>a</w:t>
            </w:r>
            <w:r w:rsidRPr="0025041C">
              <w:rPr>
                <w:rFonts w:ascii="Riojana" w:eastAsia="Arial" w:hAnsi="Riojana"/>
                <w:spacing w:val="-4"/>
                <w:lang w:val="es-ES_tradnl"/>
              </w:rPr>
              <w:t xml:space="preserve"> </w:t>
            </w:r>
            <w:r w:rsidRPr="0025041C">
              <w:rPr>
                <w:rFonts w:ascii="Riojana" w:eastAsia="Arial" w:hAnsi="Riojana"/>
                <w:lang w:val="es-ES_tradnl"/>
              </w:rPr>
              <w:t>2</w:t>
            </w:r>
            <w:r w:rsidRPr="0025041C">
              <w:rPr>
                <w:rFonts w:ascii="Riojana" w:eastAsia="Arial" w:hAnsi="Riojana"/>
                <w:spacing w:val="-1"/>
                <w:lang w:val="es-ES_tradnl"/>
              </w:rPr>
              <w:t>.</w:t>
            </w:r>
            <w:r w:rsidRPr="0025041C">
              <w:rPr>
                <w:rFonts w:ascii="Riojana" w:eastAsia="Arial" w:hAnsi="Riojana"/>
                <w:spacing w:val="2"/>
                <w:lang w:val="es-ES_tradnl"/>
              </w:rPr>
              <w:t>0</w:t>
            </w:r>
            <w:r w:rsidRPr="0025041C">
              <w:rPr>
                <w:rFonts w:ascii="Riojana" w:eastAsia="Arial" w:hAnsi="Riojana"/>
                <w:lang w:val="es-ES_tradnl"/>
              </w:rPr>
              <w:t>00</w:t>
            </w:r>
            <w:r w:rsidRPr="0025041C">
              <w:rPr>
                <w:rFonts w:ascii="Riojana" w:eastAsia="Arial" w:hAnsi="Riojana"/>
                <w:spacing w:val="-6"/>
                <w:lang w:val="es-ES_tradnl"/>
              </w:rPr>
              <w:t xml:space="preserve"> </w:t>
            </w:r>
            <w:r w:rsidRPr="0025041C">
              <w:rPr>
                <w:rFonts w:ascii="Riojana" w:eastAsia="Arial" w:hAnsi="Riojana"/>
                <w:w w:val="98"/>
                <w:lang w:val="es-ES_tradnl"/>
              </w:rPr>
              <w:t>H</w:t>
            </w:r>
            <w:r w:rsidRPr="0025041C">
              <w:rPr>
                <w:rFonts w:ascii="Riojana" w:eastAsia="Arial" w:hAnsi="Riojana"/>
                <w:spacing w:val="1"/>
                <w:w w:val="98"/>
                <w:lang w:val="es-ES_tradnl"/>
              </w:rPr>
              <w:t>a</w:t>
            </w:r>
            <w:r w:rsidRPr="0025041C">
              <w:rPr>
                <w:rFonts w:ascii="Riojana" w:eastAsia="Arial" w:hAnsi="Riojana"/>
                <w:spacing w:val="2"/>
                <w:w w:val="106"/>
                <w:lang w:val="es-ES_tradnl"/>
              </w:rPr>
              <w:t>b</w:t>
            </w:r>
            <w:r w:rsidRPr="0025041C">
              <w:rPr>
                <w:rFonts w:ascii="Riojana" w:eastAsia="Arial" w:hAnsi="Riojana"/>
                <w:spacing w:val="-1"/>
                <w:w w:val="99"/>
                <w:lang w:val="es-ES_tradnl"/>
              </w:rPr>
              <w:t>i</w:t>
            </w:r>
            <w:r w:rsidRPr="0025041C">
              <w:rPr>
                <w:rFonts w:ascii="Riojana" w:eastAsia="Arial" w:hAnsi="Riojana"/>
                <w:w w:val="101"/>
                <w:lang w:val="es-ES_tradnl"/>
              </w:rPr>
              <w:t>ta</w:t>
            </w:r>
            <w:r w:rsidRPr="0025041C">
              <w:rPr>
                <w:rFonts w:ascii="Riojana" w:eastAsia="Arial" w:hAnsi="Riojana"/>
                <w:spacing w:val="2"/>
                <w:w w:val="99"/>
                <w:lang w:val="es-ES_tradnl"/>
              </w:rPr>
              <w:t>n</w:t>
            </w:r>
            <w:r w:rsidRPr="0025041C">
              <w:rPr>
                <w:rFonts w:ascii="Riojana" w:eastAsia="Arial" w:hAnsi="Riojana"/>
                <w:w w:val="101"/>
                <w:lang w:val="es-ES_tradnl"/>
              </w:rPr>
              <w:t>te</w:t>
            </w:r>
            <w:r w:rsidRPr="0025041C">
              <w:rPr>
                <w:rFonts w:ascii="Riojana" w:eastAsia="Arial" w:hAnsi="Riojana"/>
                <w:w w:val="99"/>
                <w:lang w:val="es-ES_tradnl"/>
              </w:rPr>
              <w:t>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lang w:val="es-ES_tradnl"/>
              </w:rPr>
              <w:t>1.168.061</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6.</w:t>
            </w:r>
            <w:r w:rsidRPr="0025041C">
              <w:rPr>
                <w:rFonts w:ascii="Riojana" w:eastAsia="Arial" w:hAnsi="Riojana"/>
                <w:spacing w:val="-1"/>
                <w:lang w:val="es-ES_tradnl"/>
              </w:rPr>
              <w:t>9</w:t>
            </w:r>
            <w:r w:rsidRPr="0025041C">
              <w:rPr>
                <w:rFonts w:ascii="Riojana" w:eastAsia="Arial" w:hAnsi="Riojana"/>
                <w:spacing w:val="2"/>
                <w:lang w:val="es-ES_tradnl"/>
              </w:rPr>
              <w:t>3</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1</w:t>
            </w:r>
            <w:r w:rsidRPr="0025041C">
              <w:rPr>
                <w:rFonts w:ascii="Riojana" w:eastAsia="Arial" w:hAnsi="Riojana"/>
                <w:spacing w:val="2"/>
                <w:lang w:val="es-ES_tradnl"/>
              </w:rPr>
              <w:t>.</w:t>
            </w:r>
            <w:r w:rsidRPr="0025041C">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jc w:val="left"/>
              <w:rPr>
                <w:rFonts w:ascii="Riojana" w:eastAsia="Arial" w:hAnsi="Riojana" w:cs="Arial"/>
              </w:rPr>
            </w:pPr>
            <w:r w:rsidRPr="0025041C">
              <w:rPr>
                <w:rFonts w:ascii="Riojana" w:eastAsia="Arial" w:hAnsi="Riojana"/>
              </w:rPr>
              <w:t>Federación Riojana de Municipios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lang w:val="es-ES_tradnl"/>
              </w:rPr>
              <w:t>77.250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6.</w:t>
            </w:r>
            <w:r w:rsidRPr="0025041C">
              <w:rPr>
                <w:rFonts w:ascii="Riojana" w:eastAsia="Arial" w:hAnsi="Riojana"/>
                <w:spacing w:val="-1"/>
                <w:lang w:val="es-ES_tradnl"/>
              </w:rPr>
              <w:t>9</w:t>
            </w:r>
            <w:r w:rsidRPr="0025041C">
              <w:rPr>
                <w:rFonts w:ascii="Riojana" w:eastAsia="Arial" w:hAnsi="Riojana"/>
                <w:spacing w:val="2"/>
                <w:lang w:val="es-ES_tradnl"/>
              </w:rPr>
              <w:t>3</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1</w:t>
            </w:r>
            <w:r w:rsidRPr="0025041C">
              <w:rPr>
                <w:rFonts w:ascii="Riojana" w:eastAsia="Arial" w:hAnsi="Riojana"/>
                <w:spacing w:val="2"/>
                <w:lang w:val="es-ES_tradnl"/>
              </w:rPr>
              <w:t>.</w:t>
            </w:r>
            <w:r w:rsidRPr="0025041C">
              <w:rPr>
                <w:rFonts w:ascii="Riojana" w:eastAsia="Arial" w:hAnsi="Riojana"/>
                <w:lang w:val="es-ES_tradnl"/>
              </w:rPr>
              <w:t>01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spacing w:val="1"/>
                <w:lang w:val="es-ES_tradnl"/>
              </w:rPr>
              <w:t>Fe</w:t>
            </w:r>
            <w:r w:rsidRPr="0025041C">
              <w:rPr>
                <w:rFonts w:ascii="Riojana" w:eastAsia="Arial" w:hAnsi="Riojana"/>
                <w:lang w:val="es-ES_tradnl"/>
              </w:rPr>
              <w:t>de</w:t>
            </w:r>
            <w:r w:rsidRPr="0025041C">
              <w:rPr>
                <w:rFonts w:ascii="Riojana" w:eastAsia="Arial" w:hAnsi="Riojana"/>
                <w:spacing w:val="1"/>
                <w:lang w:val="es-ES_tradnl"/>
              </w:rPr>
              <w:t>rac</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n</w:t>
            </w:r>
            <w:r w:rsidRPr="0025041C">
              <w:rPr>
                <w:rFonts w:ascii="Riojana" w:eastAsia="Arial" w:hAnsi="Riojana"/>
                <w:spacing w:val="-11"/>
                <w:lang w:val="es-ES_tradnl"/>
              </w:rPr>
              <w:t xml:space="preserve"> </w:t>
            </w:r>
            <w:r w:rsidRPr="0025041C">
              <w:rPr>
                <w:rFonts w:ascii="Riojana" w:eastAsia="Arial" w:hAnsi="Riojana"/>
                <w:lang w:val="es-ES_tradnl"/>
              </w:rPr>
              <w:t>R</w:t>
            </w:r>
            <w:r w:rsidRPr="0025041C">
              <w:rPr>
                <w:rFonts w:ascii="Riojana" w:eastAsia="Arial" w:hAnsi="Riojana"/>
                <w:spacing w:val="-1"/>
                <w:lang w:val="es-ES_tradnl"/>
              </w:rPr>
              <w:t>i</w:t>
            </w:r>
            <w:r w:rsidRPr="0025041C">
              <w:rPr>
                <w:rFonts w:ascii="Riojana" w:eastAsia="Arial" w:hAnsi="Riojana"/>
                <w:spacing w:val="1"/>
                <w:lang w:val="es-ES_tradnl"/>
              </w:rPr>
              <w:t>o</w:t>
            </w:r>
            <w:r w:rsidRPr="0025041C">
              <w:rPr>
                <w:rFonts w:ascii="Riojana" w:eastAsia="Arial" w:hAnsi="Riojana"/>
                <w:spacing w:val="-1"/>
                <w:lang w:val="es-ES_tradnl"/>
              </w:rPr>
              <w:t>j</w:t>
            </w:r>
            <w:r w:rsidRPr="0025041C">
              <w:rPr>
                <w:rFonts w:ascii="Riojana" w:eastAsia="Arial" w:hAnsi="Riojana"/>
                <w:spacing w:val="1"/>
                <w:lang w:val="es-ES_tradnl"/>
              </w:rPr>
              <w:t>a</w:t>
            </w:r>
            <w:r w:rsidRPr="0025041C">
              <w:rPr>
                <w:rFonts w:ascii="Riojana" w:eastAsia="Arial" w:hAnsi="Riojana"/>
                <w:lang w:val="es-ES_tradnl"/>
              </w:rPr>
              <w:t>na</w:t>
            </w:r>
            <w:r w:rsidRPr="0025041C">
              <w:rPr>
                <w:rFonts w:ascii="Riojana" w:eastAsia="Arial" w:hAnsi="Riojana"/>
                <w:spacing w:val="-19"/>
                <w:lang w:val="es-ES_tradnl"/>
              </w:rPr>
              <w:t xml:space="preserve"> </w:t>
            </w:r>
            <w:r w:rsidRPr="0025041C">
              <w:rPr>
                <w:rFonts w:ascii="Riojana" w:eastAsia="Arial" w:hAnsi="Riojana"/>
                <w:spacing w:val="-1"/>
                <w:lang w:val="es-ES_tradnl"/>
              </w:rPr>
              <w:t>d</w:t>
            </w:r>
            <w:r w:rsidRPr="0025041C">
              <w:rPr>
                <w:rFonts w:ascii="Riojana" w:eastAsia="Arial" w:hAnsi="Riojana"/>
                <w:lang w:val="es-ES_tradnl"/>
              </w:rPr>
              <w:t>e</w:t>
            </w:r>
            <w:r w:rsidRPr="0025041C">
              <w:rPr>
                <w:rFonts w:ascii="Riojana" w:eastAsia="Arial" w:hAnsi="Riojana"/>
                <w:spacing w:val="5"/>
                <w:lang w:val="es-ES_tradnl"/>
              </w:rPr>
              <w:t xml:space="preserve"> </w:t>
            </w:r>
            <w:r w:rsidRPr="0025041C">
              <w:rPr>
                <w:rFonts w:ascii="Riojana" w:eastAsia="Arial" w:hAnsi="Riojana"/>
                <w:spacing w:val="-1"/>
                <w:lang w:val="es-ES_tradnl"/>
              </w:rPr>
              <w:t>M</w:t>
            </w:r>
            <w:r w:rsidRPr="0025041C">
              <w:rPr>
                <w:rFonts w:ascii="Riojana" w:eastAsia="Arial" w:hAnsi="Riojana"/>
                <w:lang w:val="es-ES_tradnl"/>
              </w:rPr>
              <w:t>u</w:t>
            </w:r>
            <w:r w:rsidRPr="0025041C">
              <w:rPr>
                <w:rFonts w:ascii="Riojana" w:eastAsia="Arial" w:hAnsi="Riojana"/>
                <w:spacing w:val="1"/>
                <w:lang w:val="es-ES_tradnl"/>
              </w:rPr>
              <w:t>n</w:t>
            </w:r>
            <w:r w:rsidRPr="0025041C">
              <w:rPr>
                <w:rFonts w:ascii="Riojana" w:eastAsia="Arial" w:hAnsi="Riojana"/>
                <w:spacing w:val="-1"/>
                <w:lang w:val="es-ES_tradnl"/>
              </w:rPr>
              <w:t>i</w:t>
            </w:r>
            <w:r w:rsidRPr="0025041C">
              <w:rPr>
                <w:rFonts w:ascii="Riojana" w:eastAsia="Arial" w:hAnsi="Riojana"/>
                <w:spacing w:val="1"/>
                <w:lang w:val="es-ES_tradnl"/>
              </w:rPr>
              <w:t>c</w:t>
            </w:r>
            <w:r w:rsidRPr="0025041C">
              <w:rPr>
                <w:rFonts w:ascii="Riojana" w:eastAsia="Arial" w:hAnsi="Riojana"/>
                <w:spacing w:val="-1"/>
                <w:lang w:val="es-ES_tradnl"/>
              </w:rPr>
              <w:t>i</w:t>
            </w:r>
            <w:r w:rsidRPr="0025041C">
              <w:rPr>
                <w:rFonts w:ascii="Riojana" w:eastAsia="Arial" w:hAnsi="Riojana"/>
                <w:spacing w:val="2"/>
                <w:lang w:val="es-ES_tradnl"/>
              </w:rPr>
              <w:t>p</w:t>
            </w:r>
            <w:r w:rsidRPr="0025041C">
              <w:rPr>
                <w:rFonts w:ascii="Riojana" w:eastAsia="Arial" w:hAnsi="Riojana"/>
                <w:spacing w:val="-1"/>
                <w:lang w:val="es-ES_tradnl"/>
              </w:rPr>
              <w:t>i</w:t>
            </w:r>
            <w:r w:rsidRPr="0025041C">
              <w:rPr>
                <w:rFonts w:ascii="Riojana" w:eastAsia="Arial" w:hAnsi="Riojana"/>
                <w:spacing w:val="1"/>
                <w:lang w:val="es-ES_tradnl"/>
              </w:rPr>
              <w:t>o</w:t>
            </w:r>
            <w:r w:rsidRPr="0025041C">
              <w:rPr>
                <w:rFonts w:ascii="Riojana" w:eastAsia="Arial" w:hAnsi="Riojana"/>
                <w:spacing w:val="-1"/>
                <w:lang w:val="es-ES_tradnl"/>
              </w:rPr>
              <w:t>s</w:t>
            </w:r>
            <w:r w:rsidRPr="0025041C">
              <w:rPr>
                <w:rFonts w:ascii="Riojana" w:eastAsia="Arial" w:hAnsi="Riojana"/>
                <w:lang w:val="es-ES_tradnl"/>
              </w:rPr>
              <w:t>.</w:t>
            </w:r>
            <w:r w:rsidRPr="0025041C">
              <w:rPr>
                <w:rFonts w:ascii="Riojana" w:eastAsia="Arial" w:hAnsi="Riojana"/>
                <w:spacing w:val="23"/>
                <w:lang w:val="es-ES_tradnl"/>
              </w:rPr>
              <w:t xml:space="preserve"> </w:t>
            </w:r>
            <w:r w:rsidRPr="0025041C">
              <w:rPr>
                <w:rFonts w:ascii="Riojana" w:eastAsia="Arial" w:hAnsi="Riojana"/>
                <w:spacing w:val="1"/>
                <w:lang w:val="es-ES_tradnl"/>
              </w:rPr>
              <w:t>For</w:t>
            </w:r>
            <w:r w:rsidRPr="0025041C">
              <w:rPr>
                <w:rFonts w:ascii="Riojana" w:eastAsia="Arial" w:hAnsi="Riojana"/>
                <w:lang w:val="es-ES_tradnl"/>
              </w:rPr>
              <w:t>m</w:t>
            </w:r>
            <w:r w:rsidRPr="0025041C">
              <w:rPr>
                <w:rFonts w:ascii="Riojana" w:eastAsia="Arial" w:hAnsi="Riojana"/>
                <w:spacing w:val="1"/>
                <w:lang w:val="es-ES_tradnl"/>
              </w:rPr>
              <w:t>ac</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n</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lang w:val="es-ES_tradnl"/>
              </w:rPr>
              <w:t>.</w:t>
            </w:r>
            <w:r w:rsidRPr="0025041C">
              <w:rPr>
                <w:rFonts w:ascii="Riojana" w:eastAsia="Arial" w:hAnsi="Riojana"/>
                <w:spacing w:val="2"/>
                <w:lang w:val="es-ES_tradnl"/>
              </w:rPr>
              <w:t>6</w:t>
            </w:r>
            <w:r w:rsidRPr="0025041C">
              <w:rPr>
                <w:rFonts w:ascii="Riojana" w:eastAsia="Arial" w:hAnsi="Riojana"/>
                <w:lang w:val="es-ES_tradnl"/>
              </w:rPr>
              <w:t>00</w:t>
            </w:r>
          </w:p>
        </w:tc>
      </w:tr>
      <w:tr w:rsidR="00011E90" w:rsidRPr="0025041C"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lang w:val="es-ES_tradnl"/>
              </w:rPr>
              <w:t>2</w:t>
            </w:r>
            <w:r w:rsidRPr="0025041C">
              <w:rPr>
                <w:rFonts w:ascii="Riojana" w:eastAsia="Arial" w:hAnsi="Riojana"/>
                <w:spacing w:val="-1"/>
                <w:lang w:val="es-ES_tradnl"/>
              </w:rPr>
              <w:t>0</w:t>
            </w:r>
            <w:r w:rsidRPr="0025041C">
              <w:rPr>
                <w:rFonts w:ascii="Riojana" w:eastAsia="Arial" w:hAnsi="Riojana"/>
                <w:lang w:val="es-ES_tradnl"/>
              </w:rPr>
              <w:t>.</w:t>
            </w:r>
            <w:r w:rsidRPr="0025041C">
              <w:rPr>
                <w:rFonts w:ascii="Riojana" w:eastAsia="Arial" w:hAnsi="Riojana"/>
                <w:spacing w:val="2"/>
                <w:lang w:val="es-ES_tradnl"/>
              </w:rPr>
              <w:t>0</w:t>
            </w:r>
            <w:r w:rsidRPr="0025041C">
              <w:rPr>
                <w:rFonts w:ascii="Riojana" w:eastAsia="Arial" w:hAnsi="Riojana"/>
                <w:lang w:val="es-ES_tradnl"/>
              </w:rPr>
              <w:t>6.</w:t>
            </w:r>
            <w:r w:rsidRPr="0025041C">
              <w:rPr>
                <w:rFonts w:ascii="Riojana" w:eastAsia="Arial" w:hAnsi="Riojana"/>
                <w:spacing w:val="-1"/>
                <w:lang w:val="es-ES_tradnl"/>
              </w:rPr>
              <w:t>9</w:t>
            </w:r>
            <w:r w:rsidRPr="0025041C">
              <w:rPr>
                <w:rFonts w:ascii="Riojana" w:eastAsia="Arial" w:hAnsi="Riojana"/>
                <w:spacing w:val="2"/>
                <w:lang w:val="es-ES_tradnl"/>
              </w:rPr>
              <w:t>3</w:t>
            </w:r>
            <w:r w:rsidRPr="0025041C">
              <w:rPr>
                <w:rFonts w:ascii="Riojana" w:eastAsia="Arial" w:hAnsi="Riojana"/>
                <w:lang w:val="es-ES_tradnl"/>
              </w:rPr>
              <w:t>1</w:t>
            </w:r>
            <w:r w:rsidRPr="0025041C">
              <w:rPr>
                <w:rFonts w:ascii="Riojana" w:eastAsia="Arial" w:hAnsi="Riojana"/>
                <w:spacing w:val="-1"/>
                <w:lang w:val="es-ES_tradnl"/>
              </w:rPr>
              <w:t>1</w:t>
            </w:r>
            <w:r w:rsidRPr="0025041C">
              <w:rPr>
                <w:rFonts w:ascii="Riojana" w:eastAsia="Arial" w:hAnsi="Riojana"/>
                <w:spacing w:val="2"/>
                <w:lang w:val="es-ES_tradnl"/>
              </w:rPr>
              <w:t>.</w:t>
            </w:r>
            <w:r w:rsidRPr="0025041C">
              <w:rPr>
                <w:rFonts w:ascii="Riojana" w:eastAsia="Arial" w:hAnsi="Riojana"/>
                <w:lang w:val="es-ES_tradnl"/>
              </w:rPr>
              <w:t>4</w:t>
            </w:r>
            <w:r w:rsidRPr="0025041C">
              <w:rPr>
                <w:rFonts w:ascii="Riojana" w:eastAsia="Arial" w:hAnsi="Riojana"/>
                <w:spacing w:val="-1"/>
                <w:lang w:val="es-ES_tradnl"/>
              </w:rPr>
              <w:t>8</w:t>
            </w:r>
            <w:r w:rsidRPr="0025041C">
              <w:rPr>
                <w:rFonts w:ascii="Riojana" w:eastAsia="Arial" w:hAnsi="Riojana"/>
                <w:lang w:val="es-ES_tradnl"/>
              </w:rPr>
              <w:t>1</w:t>
            </w:r>
            <w:r w:rsidRPr="0025041C">
              <w:rPr>
                <w:rFonts w:ascii="Riojana" w:eastAsia="Arial" w:hAnsi="Riojana"/>
                <w:spacing w:val="2"/>
                <w:lang w:val="es-ES_tradnl"/>
              </w:rPr>
              <w:t>.</w:t>
            </w:r>
            <w:r w:rsidRPr="0025041C">
              <w:rPr>
                <w:rFonts w:ascii="Riojana" w:eastAsia="Arial" w:hAnsi="Riojana"/>
                <w:lang w:val="es-ES_tradnl"/>
              </w:rPr>
              <w:t>02</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spacing w:val="1"/>
                <w:lang w:val="es-ES_tradnl"/>
              </w:rPr>
              <w:t>Fe</w:t>
            </w:r>
            <w:r w:rsidRPr="0025041C">
              <w:rPr>
                <w:rFonts w:ascii="Riojana" w:eastAsia="Arial" w:hAnsi="Riojana"/>
                <w:lang w:val="es-ES_tradnl"/>
              </w:rPr>
              <w:t>de</w:t>
            </w:r>
            <w:r w:rsidRPr="0025041C">
              <w:rPr>
                <w:rFonts w:ascii="Riojana" w:eastAsia="Arial" w:hAnsi="Riojana"/>
                <w:spacing w:val="1"/>
                <w:lang w:val="es-ES_tradnl"/>
              </w:rPr>
              <w:t>rac</w:t>
            </w:r>
            <w:r w:rsidRPr="0025041C">
              <w:rPr>
                <w:rFonts w:ascii="Riojana" w:eastAsia="Arial" w:hAnsi="Riojana"/>
                <w:spacing w:val="-1"/>
                <w:lang w:val="es-ES_tradnl"/>
              </w:rPr>
              <w:t>i</w:t>
            </w:r>
            <w:r w:rsidRPr="0025041C">
              <w:rPr>
                <w:rFonts w:ascii="Riojana" w:eastAsia="Arial" w:hAnsi="Riojana"/>
                <w:spacing w:val="1"/>
                <w:lang w:val="es-ES_tradnl"/>
              </w:rPr>
              <w:t>ó</w:t>
            </w:r>
            <w:r w:rsidRPr="0025041C">
              <w:rPr>
                <w:rFonts w:ascii="Riojana" w:eastAsia="Arial" w:hAnsi="Riojana"/>
                <w:lang w:val="es-ES_tradnl"/>
              </w:rPr>
              <w:t>n</w:t>
            </w:r>
            <w:r w:rsidRPr="0025041C">
              <w:rPr>
                <w:rFonts w:ascii="Riojana" w:eastAsia="Arial" w:hAnsi="Riojana"/>
                <w:spacing w:val="-11"/>
                <w:lang w:val="es-ES_tradnl"/>
              </w:rPr>
              <w:t xml:space="preserve"> </w:t>
            </w:r>
            <w:r w:rsidRPr="0025041C">
              <w:rPr>
                <w:rFonts w:ascii="Riojana" w:eastAsia="Arial" w:hAnsi="Riojana"/>
                <w:lang w:val="es-ES_tradnl"/>
              </w:rPr>
              <w:t>R</w:t>
            </w:r>
            <w:r w:rsidRPr="0025041C">
              <w:rPr>
                <w:rFonts w:ascii="Riojana" w:eastAsia="Arial" w:hAnsi="Riojana"/>
                <w:spacing w:val="-1"/>
                <w:lang w:val="es-ES_tradnl"/>
              </w:rPr>
              <w:t>i</w:t>
            </w:r>
            <w:r w:rsidRPr="0025041C">
              <w:rPr>
                <w:rFonts w:ascii="Riojana" w:eastAsia="Arial" w:hAnsi="Riojana"/>
                <w:spacing w:val="1"/>
                <w:lang w:val="es-ES_tradnl"/>
              </w:rPr>
              <w:t>o</w:t>
            </w:r>
            <w:r w:rsidRPr="0025041C">
              <w:rPr>
                <w:rFonts w:ascii="Riojana" w:eastAsia="Arial" w:hAnsi="Riojana"/>
                <w:spacing w:val="-1"/>
                <w:lang w:val="es-ES_tradnl"/>
              </w:rPr>
              <w:t>j</w:t>
            </w:r>
            <w:r w:rsidRPr="0025041C">
              <w:rPr>
                <w:rFonts w:ascii="Riojana" w:eastAsia="Arial" w:hAnsi="Riojana"/>
                <w:spacing w:val="1"/>
                <w:lang w:val="es-ES_tradnl"/>
              </w:rPr>
              <w:t>a</w:t>
            </w:r>
            <w:r w:rsidRPr="0025041C">
              <w:rPr>
                <w:rFonts w:ascii="Riojana" w:eastAsia="Arial" w:hAnsi="Riojana"/>
                <w:lang w:val="es-ES_tradnl"/>
              </w:rPr>
              <w:t>na</w:t>
            </w:r>
            <w:r w:rsidRPr="0025041C">
              <w:rPr>
                <w:rFonts w:ascii="Riojana" w:eastAsia="Arial" w:hAnsi="Riojana"/>
                <w:spacing w:val="-19"/>
                <w:lang w:val="es-ES_tradnl"/>
              </w:rPr>
              <w:t xml:space="preserve"> </w:t>
            </w:r>
            <w:r w:rsidRPr="0025041C">
              <w:rPr>
                <w:rFonts w:ascii="Riojana" w:eastAsia="Arial" w:hAnsi="Riojana"/>
                <w:spacing w:val="-1"/>
                <w:lang w:val="es-ES_tradnl"/>
              </w:rPr>
              <w:t>d</w:t>
            </w:r>
            <w:r w:rsidRPr="0025041C">
              <w:rPr>
                <w:rFonts w:ascii="Riojana" w:eastAsia="Arial" w:hAnsi="Riojana"/>
                <w:lang w:val="es-ES_tradnl"/>
              </w:rPr>
              <w:t>e</w:t>
            </w:r>
            <w:r w:rsidRPr="0025041C">
              <w:rPr>
                <w:rFonts w:ascii="Riojana" w:eastAsia="Arial" w:hAnsi="Riojana"/>
                <w:spacing w:val="5"/>
                <w:lang w:val="es-ES_tradnl"/>
              </w:rPr>
              <w:t xml:space="preserve"> </w:t>
            </w:r>
            <w:r w:rsidRPr="0025041C">
              <w:rPr>
                <w:rFonts w:ascii="Riojana" w:eastAsia="Arial" w:hAnsi="Riojana"/>
                <w:spacing w:val="-1"/>
                <w:lang w:val="es-ES_tradnl"/>
              </w:rPr>
              <w:t>M</w:t>
            </w:r>
            <w:r w:rsidRPr="0025041C">
              <w:rPr>
                <w:rFonts w:ascii="Riojana" w:eastAsia="Arial" w:hAnsi="Riojana"/>
                <w:lang w:val="es-ES_tradnl"/>
              </w:rPr>
              <w:t>u</w:t>
            </w:r>
            <w:r w:rsidRPr="0025041C">
              <w:rPr>
                <w:rFonts w:ascii="Riojana" w:eastAsia="Arial" w:hAnsi="Riojana"/>
                <w:spacing w:val="1"/>
                <w:lang w:val="es-ES_tradnl"/>
              </w:rPr>
              <w:t>n</w:t>
            </w:r>
            <w:r w:rsidRPr="0025041C">
              <w:rPr>
                <w:rFonts w:ascii="Riojana" w:eastAsia="Arial" w:hAnsi="Riojana"/>
                <w:spacing w:val="-1"/>
                <w:lang w:val="es-ES_tradnl"/>
              </w:rPr>
              <w:t>i</w:t>
            </w:r>
            <w:r w:rsidRPr="0025041C">
              <w:rPr>
                <w:rFonts w:ascii="Riojana" w:eastAsia="Arial" w:hAnsi="Riojana"/>
                <w:spacing w:val="1"/>
                <w:lang w:val="es-ES_tradnl"/>
              </w:rPr>
              <w:t>c</w:t>
            </w:r>
            <w:r w:rsidRPr="0025041C">
              <w:rPr>
                <w:rFonts w:ascii="Riojana" w:eastAsia="Arial" w:hAnsi="Riojana"/>
                <w:spacing w:val="-1"/>
                <w:lang w:val="es-ES_tradnl"/>
              </w:rPr>
              <w:t>i</w:t>
            </w:r>
            <w:r w:rsidRPr="0025041C">
              <w:rPr>
                <w:rFonts w:ascii="Riojana" w:eastAsia="Arial" w:hAnsi="Riojana"/>
                <w:spacing w:val="2"/>
                <w:lang w:val="es-ES_tradnl"/>
              </w:rPr>
              <w:t>p</w:t>
            </w:r>
            <w:r w:rsidRPr="0025041C">
              <w:rPr>
                <w:rFonts w:ascii="Riojana" w:eastAsia="Arial" w:hAnsi="Riojana"/>
                <w:spacing w:val="-1"/>
                <w:lang w:val="es-ES_tradnl"/>
              </w:rPr>
              <w:t>i</w:t>
            </w:r>
            <w:r w:rsidRPr="0025041C">
              <w:rPr>
                <w:rFonts w:ascii="Riojana" w:eastAsia="Arial" w:hAnsi="Riojana"/>
                <w:spacing w:val="1"/>
                <w:lang w:val="es-ES_tradnl"/>
              </w:rPr>
              <w:t>o</w:t>
            </w:r>
            <w:r w:rsidRPr="0025041C">
              <w:rPr>
                <w:rFonts w:ascii="Riojana" w:eastAsia="Arial" w:hAnsi="Riojana"/>
                <w:spacing w:val="-1"/>
                <w:lang w:val="es-ES_tradnl"/>
              </w:rPr>
              <w:t>s</w:t>
            </w:r>
            <w:r w:rsidRPr="0025041C">
              <w:rPr>
                <w:rFonts w:ascii="Riojana" w:eastAsia="Arial" w:hAnsi="Riojana"/>
                <w:lang w:val="es-ES_tradnl"/>
              </w:rPr>
              <w:t>.</w:t>
            </w:r>
            <w:r w:rsidRPr="0025041C">
              <w:rPr>
                <w:rFonts w:ascii="Riojana" w:eastAsia="Arial" w:hAnsi="Riojana"/>
                <w:spacing w:val="18"/>
                <w:lang w:val="es-ES_tradnl"/>
              </w:rPr>
              <w:t xml:space="preserve"> </w:t>
            </w:r>
            <w:r w:rsidRPr="0025041C">
              <w:rPr>
                <w:rFonts w:ascii="Riojana" w:eastAsia="Arial" w:hAnsi="Riojana"/>
                <w:lang w:val="es-ES_tradnl"/>
              </w:rPr>
              <w:t>A</w:t>
            </w:r>
            <w:r w:rsidRPr="0025041C">
              <w:rPr>
                <w:rFonts w:ascii="Riojana" w:eastAsia="Arial" w:hAnsi="Riojana"/>
                <w:spacing w:val="-1"/>
                <w:lang w:val="es-ES_tradnl"/>
              </w:rPr>
              <w:t>s</w:t>
            </w:r>
            <w:r w:rsidRPr="0025041C">
              <w:rPr>
                <w:rFonts w:ascii="Riojana" w:eastAsia="Arial" w:hAnsi="Riojana"/>
                <w:spacing w:val="3"/>
                <w:lang w:val="es-ES_tradnl"/>
              </w:rPr>
              <w:t>e</w:t>
            </w:r>
            <w:r w:rsidRPr="0025041C">
              <w:rPr>
                <w:rFonts w:ascii="Riojana" w:eastAsia="Arial" w:hAnsi="Riojana"/>
                <w:spacing w:val="-1"/>
                <w:lang w:val="es-ES_tradnl"/>
              </w:rPr>
              <w:t>s</w:t>
            </w:r>
            <w:r w:rsidRPr="0025041C">
              <w:rPr>
                <w:rFonts w:ascii="Riojana" w:eastAsia="Arial" w:hAnsi="Riojana"/>
                <w:spacing w:val="1"/>
                <w:lang w:val="es-ES_tradnl"/>
              </w:rPr>
              <w:t>ora</w:t>
            </w:r>
            <w:r w:rsidRPr="0025041C">
              <w:rPr>
                <w:rFonts w:ascii="Riojana" w:eastAsia="Arial" w:hAnsi="Riojana"/>
                <w:lang w:val="es-ES_tradnl"/>
              </w:rPr>
              <w:t>miento</w:t>
            </w:r>
            <w:r w:rsidRPr="0025041C">
              <w:rPr>
                <w:rFonts w:ascii="Riojana" w:eastAsia="Arial" w:hAnsi="Riojana"/>
                <w:spacing w:val="-9"/>
                <w:lang w:val="es-ES_tradnl"/>
              </w:rPr>
              <w:t xml:space="preserve"> </w:t>
            </w:r>
            <w:r w:rsidRPr="0025041C">
              <w:rPr>
                <w:rFonts w:ascii="Riojana" w:eastAsia="Arial" w:hAnsi="Riojana"/>
                <w:w w:val="101"/>
                <w:lang w:val="es-ES_tradnl"/>
              </w:rPr>
              <w:t>J</w:t>
            </w:r>
            <w:r w:rsidRPr="0025041C">
              <w:rPr>
                <w:rFonts w:ascii="Riojana" w:eastAsia="Arial" w:hAnsi="Riojana"/>
                <w:spacing w:val="-1"/>
                <w:w w:val="101"/>
                <w:lang w:val="es-ES_tradnl"/>
              </w:rPr>
              <w:t>u</w:t>
            </w:r>
            <w:r w:rsidRPr="0025041C">
              <w:rPr>
                <w:rFonts w:ascii="Riojana" w:eastAsia="Arial" w:hAnsi="Riojana"/>
                <w:spacing w:val="3"/>
                <w:w w:val="99"/>
                <w:lang w:val="es-ES_tradnl"/>
              </w:rPr>
              <w:t>r</w:t>
            </w:r>
            <w:r w:rsidRPr="0025041C">
              <w:rPr>
                <w:rFonts w:ascii="Riojana" w:eastAsia="Arial" w:hAnsi="Riojana"/>
                <w:spacing w:val="1"/>
                <w:w w:val="79"/>
                <w:lang w:val="es-ES_tradnl"/>
              </w:rPr>
              <w:t>í</w:t>
            </w:r>
            <w:r w:rsidRPr="0025041C">
              <w:rPr>
                <w:rFonts w:ascii="Riojana" w:eastAsia="Arial" w:hAnsi="Riojana"/>
                <w:w w:val="104"/>
                <w:lang w:val="es-ES_tradnl"/>
              </w:rPr>
              <w:t>d</w:t>
            </w:r>
            <w:r w:rsidRPr="0025041C">
              <w:rPr>
                <w:rFonts w:ascii="Riojana" w:eastAsia="Arial" w:hAnsi="Riojana"/>
                <w:spacing w:val="-2"/>
                <w:w w:val="104"/>
                <w:lang w:val="es-ES_tradnl"/>
              </w:rPr>
              <w:t>i</w:t>
            </w:r>
            <w:r w:rsidRPr="0025041C">
              <w:rPr>
                <w:rFonts w:ascii="Riojana" w:eastAsia="Arial" w:hAnsi="Riojana"/>
                <w:spacing w:val="1"/>
                <w:w w:val="106"/>
                <w:lang w:val="es-ES_tradnl"/>
              </w:rPr>
              <w:t>c</w:t>
            </w:r>
            <w:r w:rsidRPr="0025041C">
              <w:rPr>
                <w:rFonts w:ascii="Riojana" w:eastAsia="Arial" w:hAnsi="Riojana"/>
                <w:w w:val="102"/>
                <w:lang w:val="es-ES_tradnl"/>
              </w:rPr>
              <w:t>o</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25041C" w:rsidRDefault="00011E90">
            <w:pPr>
              <w:spacing w:before="0" w:after="0"/>
              <w:rPr>
                <w:rFonts w:ascii="Riojana" w:eastAsia="Arial" w:hAnsi="Riojana" w:cs="Arial"/>
                <w:lang w:val="es-ES_tradnl"/>
              </w:rPr>
            </w:pPr>
            <w:r w:rsidRPr="0025041C">
              <w:rPr>
                <w:rFonts w:ascii="Riojana" w:eastAsia="Arial" w:hAnsi="Riojana"/>
                <w:lang w:val="es-ES_tradnl"/>
              </w:rPr>
              <w:t>3</w:t>
            </w:r>
            <w:r w:rsidRPr="0025041C">
              <w:rPr>
                <w:rFonts w:ascii="Riojana" w:eastAsia="Arial" w:hAnsi="Riojana"/>
                <w:spacing w:val="-1"/>
                <w:lang w:val="es-ES_tradnl"/>
              </w:rPr>
              <w:t>0</w:t>
            </w:r>
            <w:r w:rsidRPr="0025041C">
              <w:rPr>
                <w:rFonts w:ascii="Riojana" w:eastAsia="Arial" w:hAnsi="Riojana"/>
                <w:lang w:val="es-ES_tradnl"/>
              </w:rPr>
              <w:t>.</w:t>
            </w:r>
            <w:r w:rsidRPr="0025041C">
              <w:rPr>
                <w:rFonts w:ascii="Riojana" w:eastAsia="Arial" w:hAnsi="Riojana"/>
                <w:spacing w:val="2"/>
                <w:lang w:val="es-ES_tradnl"/>
              </w:rPr>
              <w:t>9</w:t>
            </w:r>
            <w:r w:rsidRPr="0025041C">
              <w:rPr>
                <w:rFonts w:ascii="Riojana" w:eastAsia="Arial" w:hAnsi="Riojana"/>
                <w:lang w:val="es-ES_tradnl"/>
              </w:rPr>
              <w:t>00</w:t>
            </w:r>
          </w:p>
        </w:tc>
      </w:tr>
    </w:tbl>
    <w:p w:rsidR="00011E90" w:rsidRDefault="00011E90" w:rsidP="00011E90">
      <w:pPr>
        <w:pStyle w:val="Ttulo3"/>
        <w:rPr>
          <w:rFonts w:eastAsia="Times"/>
          <w:sz w:val="20"/>
          <w:u w:val="single"/>
        </w:rPr>
      </w:pPr>
    </w:p>
    <w:p w:rsidR="00011E90" w:rsidRPr="009E7CA3" w:rsidRDefault="00011E90" w:rsidP="00011E90">
      <w:pPr>
        <w:pStyle w:val="Ttulo3"/>
        <w:jc w:val="center"/>
        <w:rPr>
          <w:rFonts w:ascii="Riojana Bold" w:eastAsia="Times" w:hAnsi="Riojana Bold"/>
          <w:b w:val="0"/>
          <w:sz w:val="24"/>
          <w:szCs w:val="24"/>
        </w:rPr>
      </w:pPr>
      <w:r>
        <w:rPr>
          <w:rFonts w:eastAsia="Times"/>
          <w:b w:val="0"/>
          <w:bCs w:val="0"/>
          <w:u w:val="single"/>
        </w:rPr>
        <w:br w:type="page"/>
      </w:r>
      <w:r w:rsidRPr="009E7CA3">
        <w:rPr>
          <w:rFonts w:ascii="Riojana Bold" w:eastAsia="Times" w:hAnsi="Riojana Bold"/>
          <w:b w:val="0"/>
          <w:sz w:val="24"/>
          <w:szCs w:val="24"/>
        </w:rPr>
        <w:lastRenderedPageBreak/>
        <w:t>ANEXO IV: TRANSFERENCIAS NOMINATIVAS</w:t>
      </w:r>
    </w:p>
    <w:p w:rsidR="00011E90" w:rsidRPr="009E7CA3" w:rsidRDefault="00011E90" w:rsidP="00011E90">
      <w:pPr>
        <w:pStyle w:val="Ttulo4"/>
        <w:rPr>
          <w:rFonts w:ascii="Riojana Bold" w:eastAsia="Times New Roman" w:hAnsi="Riojana Bold"/>
          <w:b w:val="0"/>
          <w:i w:val="0"/>
          <w:color w:val="auto"/>
          <w:sz w:val="22"/>
          <w:szCs w:val="22"/>
        </w:rPr>
      </w:pPr>
      <w:r w:rsidRPr="009E7CA3">
        <w:rPr>
          <w:rFonts w:ascii="Riojana Bold" w:hAnsi="Riojana Bold"/>
          <w:b w:val="0"/>
          <w:i w:val="0"/>
          <w:color w:val="auto"/>
          <w:sz w:val="22"/>
          <w:szCs w:val="22"/>
        </w:rPr>
        <w:t>SECCIÓN 05. AGRICULTURA, GANADERÍA, MUNDO RURAL, TERRITORIO Y POBLACIÓN</w:t>
      </w:r>
    </w:p>
    <w:tbl>
      <w:tblPr>
        <w:tblW w:w="9924"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5"/>
        <w:gridCol w:w="6475"/>
        <w:gridCol w:w="1164"/>
      </w:tblGrid>
      <w:tr w:rsidR="00011E90" w:rsidRPr="009E7CA3" w:rsidTr="00011E90">
        <w:trPr>
          <w:cantSplit/>
          <w:trHeight w:val="20"/>
          <w:tblHeader/>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b/>
              </w:rPr>
            </w:pPr>
            <w:r w:rsidRPr="009E7CA3">
              <w:rPr>
                <w:rFonts w:ascii="Riojana" w:hAnsi="Riojana"/>
                <w:b/>
              </w:rPr>
              <w:t>Partida</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b/>
              </w:rPr>
            </w:pPr>
            <w:r w:rsidRPr="009E7CA3">
              <w:rPr>
                <w:rFonts w:ascii="Riojana" w:hAnsi="Riojana"/>
                <w:b/>
              </w:rPr>
              <w:t>Descripción</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b/>
              </w:rPr>
            </w:pPr>
            <w:r w:rsidRPr="009E7CA3">
              <w:rPr>
                <w:rFonts w:ascii="Riojana" w:hAnsi="Riojana"/>
                <w:b/>
              </w:rPr>
              <w:t>Crédito</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Times" w:hAnsi="Riojana" w:cs="Arial"/>
                <w:bCs/>
                <w:lang w:val="es-ES_tradnl"/>
              </w:rPr>
            </w:pPr>
            <w:r w:rsidRPr="009E7CA3">
              <w:rPr>
                <w:rFonts w:ascii="Riojana" w:eastAsia="Times" w:hAnsi="Riojana"/>
                <w:bCs/>
                <w:lang w:val="es-ES_tradnl"/>
              </w:rPr>
              <w:t xml:space="preserve">05.03.4123.440.01 </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Times" w:hAnsi="Riojana" w:cs="Arial"/>
                <w:bCs/>
                <w:lang w:val="es-ES_tradnl"/>
              </w:rPr>
            </w:pPr>
            <w:r w:rsidRPr="009E7CA3">
              <w:rPr>
                <w:rFonts w:ascii="Riojana" w:eastAsia="Times" w:hAnsi="Riojana"/>
                <w:bCs/>
                <w:lang w:val="es-ES_tradnl"/>
              </w:rPr>
              <w:t>La Rioja 360 Grados Avanza, Sociedad de Promoción de La Rioja, SAU</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Times" w:hAnsi="Riojana" w:cs="Arial"/>
                <w:bCs/>
                <w:lang w:val="es-ES_tradnl"/>
              </w:rPr>
            </w:pPr>
            <w:r w:rsidRPr="009E7CA3">
              <w:rPr>
                <w:rFonts w:ascii="Riojana" w:eastAsia="Times" w:hAnsi="Riojana"/>
                <w:bCs/>
                <w:lang w:val="es-ES_tradnl"/>
              </w:rPr>
              <w:t>670.000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Times" w:hAnsi="Riojana" w:cs="Arial"/>
                <w:bCs/>
                <w:lang w:val="es-ES_tradnl"/>
              </w:rPr>
            </w:pPr>
            <w:r w:rsidRPr="009E7CA3">
              <w:rPr>
                <w:rFonts w:ascii="Riojana" w:eastAsia="Times" w:hAnsi="Riojana"/>
                <w:bCs/>
                <w:lang w:val="es-ES_tradnl"/>
              </w:rPr>
              <w:t>05.04.2611.440.01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Times" w:hAnsi="Riojana" w:cs="Arial"/>
                <w:bCs/>
                <w:lang w:val="es-ES_tradnl"/>
              </w:rPr>
            </w:pPr>
            <w:r w:rsidRPr="009E7CA3">
              <w:rPr>
                <w:rFonts w:ascii="Riojana" w:eastAsia="Times" w:hAnsi="Riojana"/>
                <w:bCs/>
                <w:lang w:val="es-ES_tradnl"/>
              </w:rPr>
              <w:t>Instituto de la Vivienda de La Rioja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Times" w:hAnsi="Riojana" w:cs="Arial"/>
                <w:bCs/>
                <w:lang w:val="es-ES_tradnl"/>
              </w:rPr>
            </w:pPr>
            <w:r w:rsidRPr="009E7CA3">
              <w:rPr>
                <w:rFonts w:ascii="Riojana" w:eastAsia="Times" w:hAnsi="Riojana"/>
                <w:bCs/>
                <w:lang w:val="es-ES_tradnl"/>
              </w:rPr>
              <w:t>500.000</w:t>
            </w:r>
          </w:p>
        </w:tc>
      </w:tr>
    </w:tbl>
    <w:p w:rsidR="00011E90" w:rsidRPr="009E7CA3" w:rsidRDefault="00011E90" w:rsidP="00011E90">
      <w:pPr>
        <w:pStyle w:val="Ttulo4"/>
        <w:rPr>
          <w:rFonts w:ascii="Riojana Bold" w:hAnsi="Riojana Bold" w:cs="Arial"/>
          <w:b w:val="0"/>
          <w:i w:val="0"/>
          <w:color w:val="auto"/>
          <w:sz w:val="22"/>
          <w:szCs w:val="22"/>
        </w:rPr>
      </w:pPr>
      <w:r w:rsidRPr="009E7CA3">
        <w:rPr>
          <w:rFonts w:ascii="Riojana Bold" w:hAnsi="Riojana Bold"/>
          <w:b w:val="0"/>
          <w:i w:val="0"/>
          <w:color w:val="auto"/>
          <w:sz w:val="22"/>
          <w:szCs w:val="22"/>
        </w:rPr>
        <w:t>SECCIÓN 06. SALUD Y PORTAVOCÍA DEL GOBIERNO</w:t>
      </w:r>
    </w:p>
    <w:tbl>
      <w:tblPr>
        <w:tblW w:w="9924"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5"/>
        <w:gridCol w:w="6475"/>
        <w:gridCol w:w="1164"/>
      </w:tblGrid>
      <w:tr w:rsidR="00011E90" w:rsidRPr="009E7CA3" w:rsidTr="00011E90">
        <w:trPr>
          <w:cantSplit/>
          <w:trHeight w:val="20"/>
          <w:tblHeader/>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b/>
              </w:rPr>
            </w:pPr>
            <w:r w:rsidRPr="009E7CA3">
              <w:rPr>
                <w:rFonts w:ascii="Riojana" w:hAnsi="Riojana"/>
                <w:b/>
              </w:rPr>
              <w:t>Partida</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b/>
              </w:rPr>
            </w:pPr>
            <w:r w:rsidRPr="009E7CA3">
              <w:rPr>
                <w:rFonts w:ascii="Riojana" w:hAnsi="Riojana"/>
                <w:b/>
              </w:rPr>
              <w:t>Descripción</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b/>
              </w:rPr>
            </w:pPr>
            <w:r w:rsidRPr="009E7CA3">
              <w:rPr>
                <w:rFonts w:ascii="Riojana" w:hAnsi="Riojana"/>
                <w:b/>
              </w:rPr>
              <w:t>Crédito</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rPr>
            </w:pPr>
            <w:r w:rsidRPr="009E7CA3">
              <w:rPr>
                <w:rFonts w:ascii="Riojana" w:eastAsia="Arial" w:hAnsi="Riojana"/>
                <w:lang w:val="es-ES_tradnl"/>
              </w:rPr>
              <w:t>0</w:t>
            </w:r>
            <w:r w:rsidRPr="009E7CA3">
              <w:rPr>
                <w:rFonts w:ascii="Riojana" w:eastAsia="Arial" w:hAnsi="Riojana"/>
                <w:spacing w:val="-1"/>
                <w:lang w:val="es-ES_tradnl"/>
              </w:rPr>
              <w:t>6</w:t>
            </w:r>
            <w:r w:rsidRPr="009E7CA3">
              <w:rPr>
                <w:rFonts w:ascii="Riojana" w:eastAsia="Arial" w:hAnsi="Riojana"/>
                <w:lang w:val="es-ES_tradnl"/>
              </w:rPr>
              <w:t>.</w:t>
            </w:r>
            <w:r w:rsidRPr="009E7CA3">
              <w:rPr>
                <w:rFonts w:ascii="Riojana" w:eastAsia="Arial" w:hAnsi="Riojana"/>
                <w:spacing w:val="2"/>
                <w:lang w:val="es-ES_tradnl"/>
              </w:rPr>
              <w:t>0</w:t>
            </w:r>
            <w:r w:rsidRPr="009E7CA3">
              <w:rPr>
                <w:rFonts w:ascii="Riojana" w:eastAsia="Arial" w:hAnsi="Riojana"/>
                <w:lang w:val="es-ES_tradnl"/>
              </w:rPr>
              <w:t>1.</w:t>
            </w:r>
            <w:r w:rsidRPr="009E7CA3">
              <w:rPr>
                <w:rFonts w:ascii="Riojana" w:eastAsia="Arial" w:hAnsi="Riojana"/>
                <w:spacing w:val="-1"/>
                <w:lang w:val="es-ES_tradnl"/>
              </w:rPr>
              <w:t>3</w:t>
            </w:r>
            <w:r w:rsidRPr="009E7CA3">
              <w:rPr>
                <w:rFonts w:ascii="Riojana" w:eastAsia="Arial" w:hAnsi="Riojana"/>
                <w:spacing w:val="2"/>
                <w:lang w:val="es-ES_tradnl"/>
              </w:rPr>
              <w:t>1</w:t>
            </w:r>
            <w:r w:rsidRPr="009E7CA3">
              <w:rPr>
                <w:rFonts w:ascii="Riojana" w:eastAsia="Arial" w:hAnsi="Riojana"/>
                <w:lang w:val="es-ES_tradnl"/>
              </w:rPr>
              <w:t>2</w:t>
            </w:r>
            <w:r w:rsidRPr="009E7CA3">
              <w:rPr>
                <w:rFonts w:ascii="Riojana" w:eastAsia="Arial" w:hAnsi="Riojana"/>
                <w:spacing w:val="-1"/>
                <w:lang w:val="es-ES_tradnl"/>
              </w:rPr>
              <w:t>2</w:t>
            </w:r>
            <w:r w:rsidRPr="009E7CA3">
              <w:rPr>
                <w:rFonts w:ascii="Riojana" w:eastAsia="Arial" w:hAnsi="Riojana"/>
                <w:spacing w:val="2"/>
                <w:lang w:val="es-ES_tradnl"/>
              </w:rPr>
              <w:t>.</w:t>
            </w:r>
            <w:r w:rsidRPr="009E7CA3">
              <w:rPr>
                <w:rFonts w:ascii="Riojana" w:eastAsia="Arial" w:hAnsi="Riojana"/>
                <w:lang w:val="es-ES_tradnl"/>
              </w:rPr>
              <w:t>4</w:t>
            </w:r>
            <w:r w:rsidRPr="009E7CA3">
              <w:rPr>
                <w:rFonts w:ascii="Riojana" w:eastAsia="Arial" w:hAnsi="Riojana"/>
                <w:spacing w:val="-1"/>
                <w:lang w:val="es-ES_tradnl"/>
              </w:rPr>
              <w:t>4</w:t>
            </w:r>
            <w:r w:rsidRPr="009E7CA3">
              <w:rPr>
                <w:rFonts w:ascii="Riojana" w:eastAsia="Arial" w:hAnsi="Riojana"/>
                <w:lang w:val="es-ES_tradnl"/>
              </w:rPr>
              <w:t>0</w:t>
            </w:r>
            <w:r w:rsidRPr="009E7CA3">
              <w:rPr>
                <w:rFonts w:ascii="Riojana" w:eastAsia="Arial" w:hAnsi="Riojana"/>
                <w:spacing w:val="2"/>
                <w:lang w:val="es-ES_tradnl"/>
              </w:rPr>
              <w:t>.</w:t>
            </w:r>
            <w:r w:rsidRPr="009E7CA3">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rPr>
            </w:pPr>
            <w:r w:rsidRPr="009E7CA3">
              <w:rPr>
                <w:rFonts w:ascii="Riojana" w:eastAsia="Arial" w:hAnsi="Riojana"/>
                <w:lang w:val="es-ES_tradnl"/>
              </w:rPr>
              <w:t>S</w:t>
            </w:r>
            <w:r w:rsidRPr="009E7CA3">
              <w:rPr>
                <w:rFonts w:ascii="Riojana" w:eastAsia="Arial" w:hAnsi="Riojana"/>
                <w:spacing w:val="1"/>
                <w:lang w:val="es-ES_tradnl"/>
              </w:rPr>
              <w:t>oc</w:t>
            </w:r>
            <w:r w:rsidRPr="009E7CA3">
              <w:rPr>
                <w:rFonts w:ascii="Riojana" w:eastAsia="Arial" w:hAnsi="Riojana"/>
                <w:spacing w:val="-1"/>
                <w:lang w:val="es-ES_tradnl"/>
              </w:rPr>
              <w:t>i</w:t>
            </w:r>
            <w:r w:rsidRPr="009E7CA3">
              <w:rPr>
                <w:rFonts w:ascii="Riojana" w:eastAsia="Arial" w:hAnsi="Riojana"/>
                <w:spacing w:val="1"/>
                <w:lang w:val="es-ES_tradnl"/>
              </w:rPr>
              <w:t>e</w:t>
            </w:r>
            <w:r w:rsidRPr="009E7CA3">
              <w:rPr>
                <w:rFonts w:ascii="Riojana" w:eastAsia="Arial" w:hAnsi="Riojana"/>
                <w:lang w:val="es-ES_tradnl"/>
              </w:rPr>
              <w:t>dad</w:t>
            </w:r>
            <w:r w:rsidRPr="009E7CA3">
              <w:rPr>
                <w:rFonts w:ascii="Riojana" w:eastAsia="Arial" w:hAnsi="Riojana"/>
                <w:spacing w:val="5"/>
                <w:lang w:val="es-ES_tradnl"/>
              </w:rPr>
              <w:t xml:space="preserve"> </w:t>
            </w:r>
            <w:r w:rsidRPr="009E7CA3">
              <w:rPr>
                <w:rFonts w:ascii="Riojana" w:eastAsia="Arial" w:hAnsi="Riojana"/>
                <w:lang w:val="es-ES_tradnl"/>
              </w:rPr>
              <w:t>R</w:t>
            </w:r>
            <w:r w:rsidRPr="009E7CA3">
              <w:rPr>
                <w:rFonts w:ascii="Riojana" w:eastAsia="Arial" w:hAnsi="Riojana"/>
                <w:spacing w:val="-1"/>
                <w:lang w:val="es-ES_tradnl"/>
              </w:rPr>
              <w:t>i</w:t>
            </w:r>
            <w:r w:rsidRPr="009E7CA3">
              <w:rPr>
                <w:rFonts w:ascii="Riojana" w:eastAsia="Arial" w:hAnsi="Riojana"/>
                <w:spacing w:val="3"/>
                <w:lang w:val="es-ES_tradnl"/>
              </w:rPr>
              <w:t>o</w:t>
            </w:r>
            <w:r w:rsidRPr="009E7CA3">
              <w:rPr>
                <w:rFonts w:ascii="Riojana" w:eastAsia="Arial" w:hAnsi="Riojana"/>
                <w:spacing w:val="-1"/>
                <w:lang w:val="es-ES_tradnl"/>
              </w:rPr>
              <w:t>j</w:t>
            </w:r>
            <w:r w:rsidRPr="009E7CA3">
              <w:rPr>
                <w:rFonts w:ascii="Riojana" w:eastAsia="Arial" w:hAnsi="Riojana"/>
                <w:spacing w:val="1"/>
                <w:lang w:val="es-ES_tradnl"/>
              </w:rPr>
              <w:t>a</w:t>
            </w:r>
            <w:r w:rsidRPr="009E7CA3">
              <w:rPr>
                <w:rFonts w:ascii="Riojana" w:eastAsia="Arial" w:hAnsi="Riojana"/>
                <w:lang w:val="es-ES_tradnl"/>
              </w:rPr>
              <w:t>na</w:t>
            </w:r>
            <w:r w:rsidRPr="009E7CA3">
              <w:rPr>
                <w:rFonts w:ascii="Riojana" w:eastAsia="Arial" w:hAnsi="Riojana"/>
                <w:spacing w:val="-19"/>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lang w:val="es-ES_tradnl"/>
              </w:rPr>
              <w:t>C</w:t>
            </w:r>
            <w:r w:rsidRPr="009E7CA3">
              <w:rPr>
                <w:rFonts w:ascii="Riojana" w:eastAsia="Arial" w:hAnsi="Riojana"/>
                <w:spacing w:val="2"/>
                <w:lang w:val="es-ES_tradnl"/>
              </w:rPr>
              <w:t>u</w:t>
            </w:r>
            <w:r w:rsidRPr="009E7CA3">
              <w:rPr>
                <w:rFonts w:ascii="Riojana" w:eastAsia="Arial" w:hAnsi="Riojana"/>
                <w:spacing w:val="-1"/>
                <w:lang w:val="es-ES_tradnl"/>
              </w:rPr>
              <w:t>i</w:t>
            </w:r>
            <w:r w:rsidRPr="009E7CA3">
              <w:rPr>
                <w:rFonts w:ascii="Riojana" w:eastAsia="Arial" w:hAnsi="Riojana"/>
                <w:lang w:val="es-ES_tradnl"/>
              </w:rPr>
              <w:t>d</w:t>
            </w:r>
            <w:r w:rsidRPr="009E7CA3">
              <w:rPr>
                <w:rFonts w:ascii="Riojana" w:eastAsia="Arial" w:hAnsi="Riojana"/>
                <w:spacing w:val="3"/>
                <w:lang w:val="es-ES_tradnl"/>
              </w:rPr>
              <w:t>a</w:t>
            </w:r>
            <w:r w:rsidRPr="009E7CA3">
              <w:rPr>
                <w:rFonts w:ascii="Riojana" w:eastAsia="Arial" w:hAnsi="Riojana"/>
                <w:lang w:val="es-ES_tradnl"/>
              </w:rPr>
              <w:t>dos</w:t>
            </w:r>
            <w:r w:rsidRPr="009E7CA3">
              <w:rPr>
                <w:rFonts w:ascii="Riojana" w:eastAsia="Arial" w:hAnsi="Riojana"/>
                <w:spacing w:val="7"/>
                <w:lang w:val="es-ES_tradnl"/>
              </w:rPr>
              <w:t xml:space="preserve"> </w:t>
            </w:r>
            <w:r w:rsidRPr="009E7CA3">
              <w:rPr>
                <w:rFonts w:ascii="Riojana" w:eastAsia="Arial" w:hAnsi="Riojana"/>
                <w:spacing w:val="-1"/>
                <w:lang w:val="es-ES_tradnl"/>
              </w:rPr>
              <w:t>I</w:t>
            </w:r>
            <w:r w:rsidRPr="009E7CA3">
              <w:rPr>
                <w:rFonts w:ascii="Riojana" w:eastAsia="Arial" w:hAnsi="Riojana"/>
                <w:lang w:val="es-ES_tradnl"/>
              </w:rPr>
              <w:t>n</w:t>
            </w:r>
            <w:r w:rsidRPr="009E7CA3">
              <w:rPr>
                <w:rFonts w:ascii="Riojana" w:eastAsia="Arial" w:hAnsi="Riojana"/>
                <w:spacing w:val="-1"/>
                <w:lang w:val="es-ES_tradnl"/>
              </w:rPr>
              <w:t>t</w:t>
            </w:r>
            <w:r w:rsidRPr="009E7CA3">
              <w:rPr>
                <w:rFonts w:ascii="Riojana" w:eastAsia="Arial" w:hAnsi="Riojana"/>
                <w:spacing w:val="1"/>
                <w:lang w:val="es-ES_tradnl"/>
              </w:rPr>
              <w:t>egra</w:t>
            </w:r>
            <w:r w:rsidRPr="009E7CA3">
              <w:rPr>
                <w:rFonts w:ascii="Riojana" w:eastAsia="Arial" w:hAnsi="Riojana"/>
                <w:spacing w:val="-1"/>
                <w:lang w:val="es-ES_tradnl"/>
              </w:rPr>
              <w:t>l</w:t>
            </w:r>
            <w:r w:rsidRPr="009E7CA3">
              <w:rPr>
                <w:rFonts w:ascii="Riojana" w:eastAsia="Arial" w:hAnsi="Riojana"/>
                <w:spacing w:val="1"/>
                <w:lang w:val="es-ES_tradnl"/>
              </w:rPr>
              <w:t>e</w:t>
            </w:r>
            <w:r w:rsidRPr="009E7CA3">
              <w:rPr>
                <w:rFonts w:ascii="Riojana" w:eastAsia="Arial" w:hAnsi="Riojana"/>
                <w:lang w:val="es-ES_tradnl"/>
              </w:rPr>
              <w:t>s</w:t>
            </w:r>
            <w:r w:rsidRPr="009E7CA3">
              <w:rPr>
                <w:rFonts w:ascii="Riojana" w:eastAsia="Arial" w:hAnsi="Riojana"/>
                <w:spacing w:val="-12"/>
                <w:lang w:val="es-ES_tradnl"/>
              </w:rPr>
              <w:t xml:space="preserve"> </w:t>
            </w:r>
            <w:r w:rsidRPr="009E7CA3">
              <w:rPr>
                <w:rFonts w:ascii="Riojana" w:eastAsia="Arial" w:hAnsi="Riojana"/>
                <w:spacing w:val="3"/>
                <w:lang w:val="es-ES_tradnl"/>
              </w:rPr>
              <w:t>S</w:t>
            </w:r>
            <w:r w:rsidRPr="009E7CA3">
              <w:rPr>
                <w:rFonts w:ascii="Riojana" w:eastAsia="Arial" w:hAnsi="Riojana"/>
                <w:lang w:val="es-ES_tradnl"/>
              </w:rPr>
              <w:t>AU</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rPr>
            </w:pPr>
            <w:r w:rsidRPr="009E7CA3">
              <w:rPr>
                <w:rFonts w:ascii="Riojana" w:hAnsi="Riojana"/>
              </w:rPr>
              <w:t>11.201.081</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rPr>
            </w:pPr>
            <w:r w:rsidRPr="009E7CA3">
              <w:rPr>
                <w:rFonts w:ascii="Riojana" w:hAnsi="Riojana"/>
              </w:rPr>
              <w:t>06.01.3122.441.00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rPr>
            </w:pPr>
            <w:r w:rsidRPr="009E7CA3">
              <w:rPr>
                <w:rFonts w:ascii="Riojana" w:hAnsi="Riojana"/>
              </w:rPr>
              <w:t>Fundación Rioja Salud</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rPr>
            </w:pPr>
            <w:r w:rsidRPr="009E7CA3">
              <w:rPr>
                <w:rFonts w:ascii="Riojana" w:hAnsi="Riojana"/>
              </w:rPr>
              <w:t>13.665.196</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rPr>
            </w:pPr>
            <w:r w:rsidRPr="009E7CA3">
              <w:rPr>
                <w:rFonts w:ascii="Riojana" w:hAnsi="Riojana"/>
              </w:rPr>
              <w:t>06.01.3122.441.01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rPr>
            </w:pPr>
            <w:r w:rsidRPr="009E7CA3">
              <w:rPr>
                <w:rFonts w:ascii="Riojana" w:hAnsi="Riojana"/>
              </w:rPr>
              <w:t>Fundación Hospital de Calahorra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rPr>
            </w:pPr>
            <w:r w:rsidRPr="009E7CA3">
              <w:rPr>
                <w:rFonts w:ascii="Riojana" w:eastAsia="Arial" w:hAnsi="Riojana"/>
                <w:lang w:val="es-ES_tradnl"/>
              </w:rPr>
              <w:t>46.150.000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rPr>
            </w:pPr>
            <w:r w:rsidRPr="009E7CA3">
              <w:rPr>
                <w:rFonts w:ascii="Riojana" w:hAnsi="Riojana"/>
              </w:rPr>
              <w:t>06.01.3122.741.00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rPr>
            </w:pPr>
            <w:r w:rsidRPr="009E7CA3">
              <w:rPr>
                <w:rFonts w:ascii="Riojana" w:hAnsi="Riojana"/>
              </w:rPr>
              <w:t>Fundación Rioja Salud</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rPr>
            </w:pPr>
            <w:r w:rsidRPr="009E7CA3">
              <w:rPr>
                <w:rFonts w:ascii="Riojana" w:hAnsi="Riojana"/>
              </w:rPr>
              <w:t>600.000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rPr>
            </w:pPr>
            <w:r w:rsidRPr="009E7CA3">
              <w:rPr>
                <w:rFonts w:ascii="Riojana" w:hAnsi="Riojana"/>
              </w:rPr>
              <w:t>06.01.3122.741.01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rPr>
            </w:pPr>
            <w:r w:rsidRPr="009E7CA3">
              <w:rPr>
                <w:rFonts w:ascii="Riojana" w:hAnsi="Riojana"/>
              </w:rPr>
              <w:t>Fundación Hospital de Calahorra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rPr>
            </w:pPr>
            <w:r w:rsidRPr="009E7CA3">
              <w:rPr>
                <w:rFonts w:ascii="Riojana" w:hAnsi="Riojana"/>
              </w:rPr>
              <w:t>700.000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rPr>
            </w:pPr>
            <w:r w:rsidRPr="009E7CA3">
              <w:rPr>
                <w:rFonts w:ascii="Riojana" w:hAnsi="Riojana"/>
              </w:rPr>
              <w:t>06.01.4611.441.00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rPr>
            </w:pPr>
            <w:r w:rsidRPr="009E7CA3">
              <w:rPr>
                <w:rFonts w:ascii="Riojana" w:hAnsi="Riojana"/>
              </w:rPr>
              <w:t>Fundación Rioja Salud</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rPr>
            </w:pPr>
            <w:r w:rsidRPr="009E7CA3">
              <w:rPr>
                <w:rFonts w:ascii="Riojana" w:eastAsia="Arial" w:hAnsi="Riojana"/>
                <w:lang w:val="es-ES_tradnl"/>
              </w:rPr>
              <w:t>5.144.113</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rPr>
            </w:pPr>
            <w:r w:rsidRPr="009E7CA3">
              <w:rPr>
                <w:rFonts w:ascii="Riojana" w:hAnsi="Riojana"/>
              </w:rPr>
              <w:t>06.01.4611.741.00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rPr>
            </w:pPr>
            <w:r w:rsidRPr="009E7CA3">
              <w:rPr>
                <w:rFonts w:ascii="Riojana" w:hAnsi="Riojana"/>
              </w:rPr>
              <w:t>Fundación Rioja Salud</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rPr>
            </w:pPr>
            <w:r w:rsidRPr="009E7CA3">
              <w:rPr>
                <w:rFonts w:ascii="Riojana" w:eastAsia="Arial" w:hAnsi="Riojana"/>
                <w:lang w:val="es-ES_tradnl"/>
              </w:rPr>
              <w:t>1.020.900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06.05.1311.440.00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rPr>
            </w:pPr>
            <w:r w:rsidRPr="009E7CA3">
              <w:rPr>
                <w:rFonts w:ascii="Riojana" w:hAnsi="Riojana"/>
              </w:rPr>
              <w:t>Aportación Gestión Operativa 112</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rPr>
            </w:pPr>
            <w:r w:rsidRPr="009E7CA3">
              <w:rPr>
                <w:rFonts w:ascii="Riojana" w:hAnsi="Riojana"/>
              </w:rPr>
              <w:t>1.000.000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rPr>
            </w:pPr>
            <w:r w:rsidRPr="009E7CA3">
              <w:rPr>
                <w:rFonts w:ascii="Riojana" w:eastAsia="Arial" w:hAnsi="Riojana"/>
                <w:lang w:val="es-ES_tradnl"/>
              </w:rPr>
              <w:t>0</w:t>
            </w:r>
            <w:r w:rsidRPr="009E7CA3">
              <w:rPr>
                <w:rFonts w:ascii="Riojana" w:eastAsia="Arial" w:hAnsi="Riojana"/>
                <w:spacing w:val="-1"/>
                <w:lang w:val="es-ES_tradnl"/>
              </w:rPr>
              <w:t>6</w:t>
            </w:r>
            <w:r w:rsidRPr="009E7CA3">
              <w:rPr>
                <w:rFonts w:ascii="Riojana" w:eastAsia="Arial" w:hAnsi="Riojana"/>
                <w:lang w:val="es-ES_tradnl"/>
              </w:rPr>
              <w:t>.</w:t>
            </w:r>
            <w:r w:rsidRPr="009E7CA3">
              <w:rPr>
                <w:rFonts w:ascii="Riojana" w:eastAsia="Arial" w:hAnsi="Riojana"/>
                <w:spacing w:val="2"/>
                <w:lang w:val="es-ES_tradnl"/>
              </w:rPr>
              <w:t>0</w:t>
            </w:r>
            <w:r w:rsidRPr="009E7CA3">
              <w:rPr>
                <w:rFonts w:ascii="Riojana" w:eastAsia="Arial" w:hAnsi="Riojana"/>
                <w:lang w:val="es-ES_tradnl"/>
              </w:rPr>
              <w:t>5.</w:t>
            </w:r>
            <w:r w:rsidRPr="009E7CA3">
              <w:rPr>
                <w:rFonts w:ascii="Riojana" w:eastAsia="Arial" w:hAnsi="Riojana"/>
                <w:spacing w:val="-1"/>
                <w:lang w:val="es-ES_tradnl"/>
              </w:rPr>
              <w:t>1</w:t>
            </w:r>
            <w:r w:rsidRPr="009E7CA3">
              <w:rPr>
                <w:rFonts w:ascii="Riojana" w:eastAsia="Arial" w:hAnsi="Riojana"/>
                <w:spacing w:val="2"/>
                <w:lang w:val="es-ES_tradnl"/>
              </w:rPr>
              <w:t>3</w:t>
            </w:r>
            <w:r w:rsidRPr="009E7CA3">
              <w:rPr>
                <w:rFonts w:ascii="Riojana" w:eastAsia="Arial" w:hAnsi="Riojana"/>
                <w:lang w:val="es-ES_tradnl"/>
              </w:rPr>
              <w:t>1</w:t>
            </w:r>
            <w:r w:rsidRPr="009E7CA3">
              <w:rPr>
                <w:rFonts w:ascii="Riojana" w:eastAsia="Arial" w:hAnsi="Riojana"/>
                <w:spacing w:val="-1"/>
                <w:lang w:val="es-ES_tradnl"/>
              </w:rPr>
              <w:t>1</w:t>
            </w:r>
            <w:r w:rsidRPr="009E7CA3">
              <w:rPr>
                <w:rFonts w:ascii="Riojana" w:eastAsia="Arial" w:hAnsi="Riojana"/>
                <w:spacing w:val="2"/>
                <w:lang w:val="es-ES_tradnl"/>
              </w:rPr>
              <w:t>.</w:t>
            </w:r>
            <w:r w:rsidRPr="009E7CA3">
              <w:rPr>
                <w:rFonts w:ascii="Riojana" w:eastAsia="Arial" w:hAnsi="Riojana"/>
                <w:lang w:val="es-ES_tradnl"/>
              </w:rPr>
              <w:t>442</w:t>
            </w:r>
            <w:r w:rsidRPr="009E7CA3">
              <w:rPr>
                <w:rFonts w:ascii="Riojana" w:eastAsia="Arial" w:hAnsi="Riojana"/>
                <w:spacing w:val="2"/>
                <w:lang w:val="es-ES_tradnl"/>
              </w:rPr>
              <w:t>.</w:t>
            </w:r>
            <w:r w:rsidRPr="009E7CA3">
              <w:rPr>
                <w:rFonts w:ascii="Riojana" w:eastAsia="Arial" w:hAnsi="Riojana"/>
                <w:spacing w:val="1"/>
                <w:lang w:val="es-ES_tradnl"/>
              </w:rPr>
              <w:t>0</w:t>
            </w:r>
            <w:r w:rsidRPr="009E7CA3">
              <w:rPr>
                <w:rFonts w:ascii="Riojana" w:eastAsia="Arial" w:hAnsi="Riojana"/>
                <w:lang w:val="es-ES_tradnl"/>
              </w:rPr>
              <w:t>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rPr>
            </w:pPr>
            <w:r w:rsidRPr="009E7CA3">
              <w:rPr>
                <w:rFonts w:ascii="Riojana" w:hAnsi="Riojana"/>
              </w:rPr>
              <w:t>CEIS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rPr>
            </w:pPr>
            <w:r w:rsidRPr="009E7CA3">
              <w:rPr>
                <w:rFonts w:ascii="Riojana" w:hAnsi="Riojana"/>
              </w:rPr>
              <w:t>4.834.800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rPr>
            </w:pPr>
            <w:r w:rsidRPr="009E7CA3">
              <w:rPr>
                <w:rFonts w:ascii="Riojana" w:eastAsia="Arial" w:hAnsi="Riojana"/>
                <w:lang w:val="es-ES_tradnl"/>
              </w:rPr>
              <w:t>0</w:t>
            </w:r>
            <w:r w:rsidRPr="009E7CA3">
              <w:rPr>
                <w:rFonts w:ascii="Riojana" w:eastAsia="Arial" w:hAnsi="Riojana"/>
                <w:spacing w:val="-1"/>
                <w:lang w:val="es-ES_tradnl"/>
              </w:rPr>
              <w:t>6</w:t>
            </w:r>
            <w:r w:rsidRPr="009E7CA3">
              <w:rPr>
                <w:rFonts w:ascii="Riojana" w:eastAsia="Arial" w:hAnsi="Riojana"/>
                <w:lang w:val="es-ES_tradnl"/>
              </w:rPr>
              <w:t>.</w:t>
            </w:r>
            <w:r w:rsidRPr="009E7CA3">
              <w:rPr>
                <w:rFonts w:ascii="Riojana" w:eastAsia="Arial" w:hAnsi="Riojana"/>
                <w:spacing w:val="2"/>
                <w:lang w:val="es-ES_tradnl"/>
              </w:rPr>
              <w:t>0</w:t>
            </w:r>
            <w:r w:rsidRPr="009E7CA3">
              <w:rPr>
                <w:rFonts w:ascii="Riojana" w:eastAsia="Arial" w:hAnsi="Riojana"/>
                <w:lang w:val="es-ES_tradnl"/>
              </w:rPr>
              <w:t>5.</w:t>
            </w:r>
            <w:r w:rsidRPr="009E7CA3">
              <w:rPr>
                <w:rFonts w:ascii="Riojana" w:eastAsia="Arial" w:hAnsi="Riojana"/>
                <w:spacing w:val="-1"/>
                <w:lang w:val="es-ES_tradnl"/>
              </w:rPr>
              <w:t>1</w:t>
            </w:r>
            <w:r w:rsidRPr="009E7CA3">
              <w:rPr>
                <w:rFonts w:ascii="Riojana" w:eastAsia="Arial" w:hAnsi="Riojana"/>
                <w:spacing w:val="2"/>
                <w:lang w:val="es-ES_tradnl"/>
              </w:rPr>
              <w:t>3</w:t>
            </w:r>
            <w:r w:rsidRPr="009E7CA3">
              <w:rPr>
                <w:rFonts w:ascii="Riojana" w:eastAsia="Arial" w:hAnsi="Riojana"/>
                <w:lang w:val="es-ES_tradnl"/>
              </w:rPr>
              <w:t>1</w:t>
            </w:r>
            <w:r w:rsidRPr="009E7CA3">
              <w:rPr>
                <w:rFonts w:ascii="Riojana" w:eastAsia="Arial" w:hAnsi="Riojana"/>
                <w:spacing w:val="-1"/>
                <w:lang w:val="es-ES_tradnl"/>
              </w:rPr>
              <w:t>1</w:t>
            </w:r>
            <w:r w:rsidRPr="009E7CA3">
              <w:rPr>
                <w:rFonts w:ascii="Riojana" w:eastAsia="Arial" w:hAnsi="Riojana"/>
                <w:spacing w:val="2"/>
                <w:lang w:val="es-ES_tradnl"/>
              </w:rPr>
              <w:t>.</w:t>
            </w:r>
            <w:r w:rsidRPr="009E7CA3">
              <w:rPr>
                <w:rFonts w:ascii="Riojana" w:eastAsia="Arial" w:hAnsi="Riojana"/>
                <w:lang w:val="es-ES_tradnl"/>
              </w:rPr>
              <w:t>742</w:t>
            </w:r>
            <w:r w:rsidRPr="009E7CA3">
              <w:rPr>
                <w:rFonts w:ascii="Riojana" w:eastAsia="Arial" w:hAnsi="Riojana"/>
                <w:spacing w:val="2"/>
                <w:lang w:val="es-ES_tradnl"/>
              </w:rPr>
              <w:t>.</w:t>
            </w:r>
            <w:r w:rsidRPr="009E7CA3">
              <w:rPr>
                <w:rFonts w:ascii="Riojana" w:eastAsia="Arial" w:hAnsi="Riojana"/>
                <w:spacing w:val="1"/>
                <w:lang w:val="es-ES_tradnl"/>
              </w:rPr>
              <w:t>0</w:t>
            </w:r>
            <w:r w:rsidRPr="009E7CA3">
              <w:rPr>
                <w:rFonts w:ascii="Riojana" w:eastAsia="Arial" w:hAnsi="Riojana"/>
                <w:lang w:val="es-ES_tradnl"/>
              </w:rPr>
              <w:t>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rPr>
            </w:pPr>
            <w:r w:rsidRPr="009E7CA3">
              <w:rPr>
                <w:rFonts w:ascii="Riojana" w:hAnsi="Riojana"/>
              </w:rPr>
              <w:t>CEIS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hAnsi="Riojana" w:cs="Arial"/>
              </w:rPr>
            </w:pPr>
            <w:r w:rsidRPr="009E7CA3">
              <w:rPr>
                <w:rFonts w:ascii="Riojana" w:hAnsi="Riojana"/>
              </w:rPr>
              <w:t>500.800</w:t>
            </w:r>
          </w:p>
        </w:tc>
      </w:tr>
    </w:tbl>
    <w:p w:rsidR="00011E90" w:rsidRPr="009E7CA3" w:rsidRDefault="00011E90" w:rsidP="00011E90">
      <w:pPr>
        <w:pStyle w:val="Ttulo4"/>
        <w:rPr>
          <w:rFonts w:ascii="Riojana Bold" w:hAnsi="Riojana Bold" w:cs="Arial"/>
          <w:b w:val="0"/>
          <w:i w:val="0"/>
          <w:color w:val="auto"/>
          <w:sz w:val="22"/>
          <w:szCs w:val="22"/>
        </w:rPr>
      </w:pPr>
      <w:r w:rsidRPr="009E7CA3">
        <w:rPr>
          <w:rFonts w:ascii="Riojana Bold" w:hAnsi="Riojana Bold"/>
          <w:b w:val="0"/>
          <w:i w:val="0"/>
          <w:color w:val="auto"/>
          <w:sz w:val="22"/>
          <w:szCs w:val="22"/>
        </w:rPr>
        <w:t>SECCIÓN 08. EDUCACIÓN, CULTURA, DEPORTE Y JUVENTUD</w:t>
      </w:r>
    </w:p>
    <w:tbl>
      <w:tblPr>
        <w:tblW w:w="9924"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5"/>
        <w:gridCol w:w="6475"/>
        <w:gridCol w:w="1164"/>
      </w:tblGrid>
      <w:tr w:rsidR="00011E90" w:rsidRPr="009E7CA3" w:rsidTr="00011E90">
        <w:trPr>
          <w:cantSplit/>
          <w:trHeight w:val="20"/>
          <w:tblHeader/>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keepNext/>
              <w:spacing w:before="0" w:after="0"/>
              <w:jc w:val="left"/>
              <w:rPr>
                <w:rFonts w:ascii="Riojana" w:hAnsi="Riojana" w:cs="Arial"/>
                <w:b/>
              </w:rPr>
            </w:pPr>
            <w:r w:rsidRPr="009E7CA3">
              <w:rPr>
                <w:rFonts w:ascii="Riojana" w:hAnsi="Riojana"/>
                <w:b/>
              </w:rPr>
              <w:t>Partida</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keepNext/>
              <w:spacing w:before="0" w:after="0"/>
              <w:jc w:val="left"/>
              <w:rPr>
                <w:rFonts w:ascii="Riojana" w:hAnsi="Riojana" w:cs="Arial"/>
                <w:b/>
              </w:rPr>
            </w:pPr>
            <w:r w:rsidRPr="009E7CA3">
              <w:rPr>
                <w:rFonts w:ascii="Riojana" w:hAnsi="Riojana"/>
                <w:b/>
              </w:rPr>
              <w:t>Descripción</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keepNext/>
              <w:spacing w:before="0" w:after="0"/>
              <w:jc w:val="left"/>
              <w:rPr>
                <w:rFonts w:ascii="Riojana" w:hAnsi="Riojana" w:cs="Arial"/>
                <w:b/>
              </w:rPr>
            </w:pPr>
            <w:r w:rsidRPr="009E7CA3">
              <w:rPr>
                <w:rFonts w:ascii="Riojana" w:hAnsi="Riojana"/>
                <w:b/>
              </w:rPr>
              <w:t>Crédito</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w w:val="103"/>
              </w:rPr>
              <w:t>08.02.01.</w:t>
            </w:r>
            <w:r w:rsidRPr="009E7CA3">
              <w:rPr>
                <w:rFonts w:ascii="Riojana" w:hAnsi="Riojana"/>
                <w:spacing w:val="-1"/>
                <w:w w:val="103"/>
              </w:rPr>
              <w:t>3</w:t>
            </w:r>
            <w:r w:rsidRPr="009E7CA3">
              <w:rPr>
                <w:rFonts w:ascii="Riojana" w:hAnsi="Riojana"/>
                <w:w w:val="103"/>
              </w:rPr>
              <w:t>3</w:t>
            </w:r>
            <w:r w:rsidRPr="009E7CA3">
              <w:rPr>
                <w:rFonts w:ascii="Riojana" w:hAnsi="Riojana"/>
                <w:spacing w:val="-1"/>
                <w:w w:val="103"/>
              </w:rPr>
              <w:t>1</w:t>
            </w:r>
            <w:r w:rsidRPr="009E7CA3">
              <w:rPr>
                <w:rFonts w:ascii="Riojana" w:hAnsi="Riojana"/>
                <w:w w:val="103"/>
              </w:rPr>
              <w:t>1.440.01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spacing w:val="-5"/>
              </w:rPr>
              <w:t>L</w:t>
            </w:r>
            <w:r w:rsidRPr="009E7CA3">
              <w:rPr>
                <w:rFonts w:ascii="Riojana" w:hAnsi="Riojana"/>
              </w:rPr>
              <w:t>a</w:t>
            </w:r>
            <w:r w:rsidRPr="009E7CA3">
              <w:rPr>
                <w:rFonts w:ascii="Riojana" w:hAnsi="Riojana"/>
                <w:spacing w:val="-3"/>
              </w:rPr>
              <w:t xml:space="preserve"> </w:t>
            </w:r>
            <w:r w:rsidRPr="009E7CA3">
              <w:rPr>
                <w:rFonts w:ascii="Riojana" w:hAnsi="Riojana"/>
                <w:spacing w:val="-4"/>
              </w:rPr>
              <w:t>R</w:t>
            </w:r>
            <w:r w:rsidRPr="009E7CA3">
              <w:rPr>
                <w:rFonts w:ascii="Riojana" w:hAnsi="Riojana"/>
                <w:spacing w:val="-5"/>
              </w:rPr>
              <w:t>io</w:t>
            </w:r>
            <w:r w:rsidRPr="009E7CA3">
              <w:rPr>
                <w:rFonts w:ascii="Riojana" w:hAnsi="Riojana"/>
                <w:spacing w:val="-6"/>
              </w:rPr>
              <w:t>j</w:t>
            </w:r>
            <w:r w:rsidRPr="009E7CA3">
              <w:rPr>
                <w:rFonts w:ascii="Riojana" w:hAnsi="Riojana"/>
              </w:rPr>
              <w:t>a</w:t>
            </w:r>
            <w:r w:rsidRPr="009E7CA3">
              <w:rPr>
                <w:rFonts w:ascii="Riojana" w:hAnsi="Riojana"/>
                <w:spacing w:val="2"/>
              </w:rPr>
              <w:t xml:space="preserve"> </w:t>
            </w:r>
            <w:r w:rsidRPr="009E7CA3">
              <w:rPr>
                <w:rFonts w:ascii="Riojana" w:hAnsi="Riojana"/>
                <w:spacing w:val="-5"/>
              </w:rPr>
              <w:t>36</w:t>
            </w:r>
            <w:r w:rsidRPr="009E7CA3">
              <w:rPr>
                <w:rFonts w:ascii="Riojana" w:hAnsi="Riojana"/>
              </w:rPr>
              <w:t>0</w:t>
            </w:r>
            <w:r w:rsidRPr="009E7CA3">
              <w:rPr>
                <w:rFonts w:ascii="Riojana" w:hAnsi="Riojana"/>
                <w:spacing w:val="-1"/>
              </w:rPr>
              <w:t xml:space="preserve"> </w:t>
            </w:r>
            <w:r w:rsidRPr="009E7CA3">
              <w:rPr>
                <w:rFonts w:ascii="Riojana" w:hAnsi="Riojana"/>
                <w:spacing w:val="-5"/>
              </w:rPr>
              <w:t>Grado</w:t>
            </w:r>
            <w:r w:rsidRPr="009E7CA3">
              <w:rPr>
                <w:rFonts w:ascii="Riojana" w:hAnsi="Riojana"/>
              </w:rPr>
              <w:t>s</w:t>
            </w:r>
            <w:r w:rsidRPr="009E7CA3">
              <w:rPr>
                <w:rFonts w:ascii="Riojana" w:hAnsi="Riojana"/>
                <w:spacing w:val="7"/>
              </w:rPr>
              <w:t xml:space="preserve"> </w:t>
            </w:r>
            <w:r w:rsidRPr="009E7CA3">
              <w:rPr>
                <w:rFonts w:ascii="Riojana" w:hAnsi="Riojana"/>
                <w:spacing w:val="-5"/>
              </w:rPr>
              <w:t>Avanza</w:t>
            </w:r>
            <w:r w:rsidRPr="009E7CA3">
              <w:rPr>
                <w:rFonts w:ascii="Riojana" w:hAnsi="Riojana"/>
              </w:rPr>
              <w:t>,</w:t>
            </w:r>
            <w:r w:rsidRPr="009E7CA3">
              <w:rPr>
                <w:rFonts w:ascii="Riojana" w:hAnsi="Riojana"/>
                <w:spacing w:val="8"/>
              </w:rPr>
              <w:t xml:space="preserve"> </w:t>
            </w:r>
            <w:r w:rsidRPr="009E7CA3">
              <w:rPr>
                <w:rFonts w:ascii="Riojana" w:hAnsi="Riojana"/>
                <w:spacing w:val="-5"/>
              </w:rPr>
              <w:t>Socieda</w:t>
            </w:r>
            <w:r w:rsidRPr="009E7CA3">
              <w:rPr>
                <w:rFonts w:ascii="Riojana" w:hAnsi="Riojana"/>
              </w:rPr>
              <w:t>d</w:t>
            </w:r>
            <w:r w:rsidRPr="009E7CA3">
              <w:rPr>
                <w:rFonts w:ascii="Riojana" w:hAnsi="Riojana"/>
                <w:spacing w:val="11"/>
              </w:rPr>
              <w:t xml:space="preserve"> </w:t>
            </w:r>
            <w:r w:rsidRPr="009E7CA3">
              <w:rPr>
                <w:rFonts w:ascii="Riojana" w:hAnsi="Riojana"/>
                <w:spacing w:val="-5"/>
              </w:rPr>
              <w:t>d</w:t>
            </w:r>
            <w:r w:rsidRPr="009E7CA3">
              <w:rPr>
                <w:rFonts w:ascii="Riojana" w:hAnsi="Riojana"/>
              </w:rPr>
              <w:t>e</w:t>
            </w:r>
            <w:r w:rsidRPr="009E7CA3">
              <w:rPr>
                <w:rFonts w:ascii="Riojana" w:hAnsi="Riojana"/>
                <w:spacing w:val="-3"/>
              </w:rPr>
              <w:t xml:space="preserve"> </w:t>
            </w:r>
            <w:r w:rsidRPr="009E7CA3">
              <w:rPr>
                <w:rFonts w:ascii="Riojana" w:hAnsi="Riojana"/>
                <w:spacing w:val="-5"/>
              </w:rPr>
              <w:t>P</w:t>
            </w:r>
            <w:r w:rsidRPr="009E7CA3">
              <w:rPr>
                <w:rFonts w:ascii="Riojana" w:hAnsi="Riojana"/>
                <w:spacing w:val="-4"/>
              </w:rPr>
              <w:t>r</w:t>
            </w:r>
            <w:r w:rsidRPr="009E7CA3">
              <w:rPr>
                <w:rFonts w:ascii="Riojana" w:hAnsi="Riojana"/>
                <w:spacing w:val="-5"/>
              </w:rPr>
              <w:t>omoció</w:t>
            </w:r>
            <w:r w:rsidRPr="009E7CA3">
              <w:rPr>
                <w:rFonts w:ascii="Riojana" w:hAnsi="Riojana"/>
              </w:rPr>
              <w:t>n</w:t>
            </w:r>
            <w:r w:rsidRPr="009E7CA3">
              <w:rPr>
                <w:rFonts w:ascii="Riojana" w:hAnsi="Riojana"/>
                <w:spacing w:val="14"/>
              </w:rPr>
              <w:t xml:space="preserve"> </w:t>
            </w:r>
            <w:r w:rsidRPr="009E7CA3">
              <w:rPr>
                <w:rFonts w:ascii="Riojana" w:hAnsi="Riojana"/>
                <w:spacing w:val="-5"/>
              </w:rPr>
              <w:t>d</w:t>
            </w:r>
            <w:r w:rsidRPr="009E7CA3">
              <w:rPr>
                <w:rFonts w:ascii="Riojana" w:hAnsi="Riojana"/>
              </w:rPr>
              <w:t>e</w:t>
            </w:r>
            <w:r w:rsidRPr="009E7CA3">
              <w:rPr>
                <w:rFonts w:ascii="Riojana" w:hAnsi="Riojana"/>
                <w:spacing w:val="-3"/>
              </w:rPr>
              <w:t xml:space="preserve"> </w:t>
            </w:r>
            <w:r w:rsidRPr="009E7CA3">
              <w:rPr>
                <w:rFonts w:ascii="Riojana" w:hAnsi="Riojana"/>
                <w:spacing w:val="-5"/>
              </w:rPr>
              <w:t>L</w:t>
            </w:r>
            <w:r w:rsidRPr="009E7CA3">
              <w:rPr>
                <w:rFonts w:ascii="Riojana" w:hAnsi="Riojana"/>
              </w:rPr>
              <w:t>a</w:t>
            </w:r>
            <w:r w:rsidRPr="009E7CA3">
              <w:rPr>
                <w:rFonts w:ascii="Riojana" w:hAnsi="Riojana"/>
                <w:spacing w:val="-3"/>
              </w:rPr>
              <w:t xml:space="preserve"> </w:t>
            </w:r>
            <w:r w:rsidRPr="009E7CA3">
              <w:rPr>
                <w:rFonts w:ascii="Riojana" w:hAnsi="Riojana"/>
                <w:spacing w:val="-5"/>
              </w:rPr>
              <w:t>Rio</w:t>
            </w:r>
            <w:r w:rsidRPr="009E7CA3">
              <w:rPr>
                <w:rFonts w:ascii="Riojana" w:hAnsi="Riojana"/>
                <w:spacing w:val="-6"/>
              </w:rPr>
              <w:t>j</w:t>
            </w:r>
            <w:r w:rsidRPr="009E7CA3">
              <w:rPr>
                <w:rFonts w:ascii="Riojana" w:hAnsi="Riojana"/>
                <w:spacing w:val="-5"/>
              </w:rPr>
              <w:t>a</w:t>
            </w:r>
            <w:r w:rsidRPr="009E7CA3">
              <w:rPr>
                <w:rFonts w:ascii="Riojana" w:hAnsi="Riojana"/>
              </w:rPr>
              <w:t>,</w:t>
            </w:r>
            <w:r w:rsidRPr="009E7CA3">
              <w:rPr>
                <w:rFonts w:ascii="Riojana" w:hAnsi="Riojana"/>
                <w:spacing w:val="3"/>
              </w:rPr>
              <w:t xml:space="preserve"> </w:t>
            </w:r>
            <w:r w:rsidRPr="009E7CA3">
              <w:rPr>
                <w:rFonts w:ascii="Riojana" w:hAnsi="Riojana"/>
                <w:spacing w:val="-5"/>
                <w:w w:val="103"/>
              </w:rPr>
              <w:t xml:space="preserve">SAU. Programación </w:t>
            </w:r>
            <w:r w:rsidRPr="009E7CA3">
              <w:rPr>
                <w:rFonts w:ascii="Riojana" w:eastAsia="Times" w:hAnsi="Riojana"/>
                <w:lang w:val="es-ES_tradnl"/>
              </w:rPr>
              <w:t>cultural</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w w:val="103"/>
              </w:rPr>
              <w:t>1.540.000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w w:val="103"/>
              </w:rPr>
              <w:t>08.02.01.</w:t>
            </w:r>
            <w:r w:rsidRPr="009E7CA3">
              <w:rPr>
                <w:rFonts w:ascii="Riojana" w:hAnsi="Riojana"/>
                <w:spacing w:val="-1"/>
                <w:w w:val="103"/>
              </w:rPr>
              <w:t>3</w:t>
            </w:r>
            <w:r w:rsidRPr="009E7CA3">
              <w:rPr>
                <w:rFonts w:ascii="Riojana" w:hAnsi="Riojana"/>
                <w:w w:val="103"/>
              </w:rPr>
              <w:t>3</w:t>
            </w:r>
            <w:r w:rsidRPr="009E7CA3">
              <w:rPr>
                <w:rFonts w:ascii="Riojana" w:hAnsi="Riojana"/>
                <w:spacing w:val="-1"/>
                <w:w w:val="103"/>
              </w:rPr>
              <w:t>1</w:t>
            </w:r>
            <w:r w:rsidRPr="009E7CA3">
              <w:rPr>
                <w:rFonts w:ascii="Riojana" w:hAnsi="Riojana"/>
                <w:w w:val="103"/>
              </w:rPr>
              <w:t>1.461.02</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rPr>
              <w:t>Ayuntamiento</w:t>
            </w:r>
            <w:r w:rsidRPr="009E7CA3">
              <w:rPr>
                <w:rFonts w:ascii="Riojana" w:hAnsi="Riojana"/>
                <w:spacing w:val="28"/>
              </w:rPr>
              <w:t xml:space="preserve"> </w:t>
            </w:r>
            <w:r w:rsidRPr="009E7CA3">
              <w:rPr>
                <w:rFonts w:ascii="Riojana" w:hAnsi="Riojana"/>
              </w:rPr>
              <w:t>de</w:t>
            </w:r>
            <w:r w:rsidRPr="009E7CA3">
              <w:rPr>
                <w:rFonts w:ascii="Riojana" w:hAnsi="Riojana"/>
                <w:spacing w:val="7"/>
              </w:rPr>
              <w:t xml:space="preserve"> </w:t>
            </w:r>
            <w:r w:rsidRPr="009E7CA3">
              <w:rPr>
                <w:rFonts w:ascii="Riojana" w:hAnsi="Riojana"/>
              </w:rPr>
              <w:t>Arne</w:t>
            </w:r>
            <w:r w:rsidRPr="009E7CA3">
              <w:rPr>
                <w:rFonts w:ascii="Riojana" w:hAnsi="Riojana"/>
                <w:spacing w:val="-1"/>
              </w:rPr>
              <w:t>d</w:t>
            </w:r>
            <w:r w:rsidRPr="009E7CA3">
              <w:rPr>
                <w:rFonts w:ascii="Riojana" w:hAnsi="Riojana"/>
              </w:rPr>
              <w:t>o.</w:t>
            </w:r>
            <w:r w:rsidRPr="009E7CA3">
              <w:rPr>
                <w:rFonts w:ascii="Riojana" w:hAnsi="Riojana"/>
                <w:spacing w:val="18"/>
              </w:rPr>
              <w:t xml:space="preserve"> </w:t>
            </w:r>
            <w:r w:rsidRPr="009E7CA3">
              <w:rPr>
                <w:rFonts w:ascii="Riojana" w:hAnsi="Riojana"/>
              </w:rPr>
              <w:t>Mus</w:t>
            </w:r>
            <w:r w:rsidRPr="009E7CA3">
              <w:rPr>
                <w:rFonts w:ascii="Riojana" w:hAnsi="Riojana"/>
                <w:spacing w:val="-1"/>
              </w:rPr>
              <w:t>e</w:t>
            </w:r>
            <w:r w:rsidRPr="009E7CA3">
              <w:rPr>
                <w:rFonts w:ascii="Riojana" w:hAnsi="Riojana"/>
              </w:rPr>
              <w:t>o</w:t>
            </w:r>
            <w:r w:rsidRPr="009E7CA3">
              <w:rPr>
                <w:rFonts w:ascii="Riojana" w:hAnsi="Riojana"/>
                <w:spacing w:val="15"/>
              </w:rPr>
              <w:t xml:space="preserve"> </w:t>
            </w:r>
            <w:r w:rsidRPr="009E7CA3">
              <w:rPr>
                <w:rFonts w:ascii="Riojana" w:hAnsi="Riojana"/>
              </w:rPr>
              <w:t>de</w:t>
            </w:r>
            <w:r w:rsidRPr="009E7CA3">
              <w:rPr>
                <w:rFonts w:ascii="Riojana" w:hAnsi="Riojana"/>
                <w:spacing w:val="7"/>
              </w:rPr>
              <w:t xml:space="preserve"> </w:t>
            </w:r>
            <w:r w:rsidRPr="009E7CA3">
              <w:rPr>
                <w:rFonts w:ascii="Riojana" w:hAnsi="Riojana"/>
                <w:w w:val="103"/>
              </w:rPr>
              <w:t>C</w:t>
            </w:r>
            <w:r w:rsidRPr="009E7CA3">
              <w:rPr>
                <w:rFonts w:ascii="Riojana" w:hAnsi="Riojana"/>
                <w:spacing w:val="-1"/>
                <w:w w:val="103"/>
              </w:rPr>
              <w:t>i</w:t>
            </w:r>
            <w:r w:rsidRPr="009E7CA3">
              <w:rPr>
                <w:rFonts w:ascii="Riojana" w:hAnsi="Riojana"/>
                <w:w w:val="103"/>
              </w:rPr>
              <w:t>enc</w:t>
            </w:r>
            <w:r w:rsidRPr="009E7CA3">
              <w:rPr>
                <w:rFonts w:ascii="Riojana" w:hAnsi="Riojana"/>
                <w:spacing w:val="-1"/>
                <w:w w:val="103"/>
              </w:rPr>
              <w:t>i</w:t>
            </w:r>
            <w:r w:rsidRPr="009E7CA3">
              <w:rPr>
                <w:rFonts w:ascii="Riojana" w:hAnsi="Riojana"/>
                <w:w w:val="103"/>
              </w:rPr>
              <w:t>as</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w w:val="103"/>
              </w:rPr>
              <w:t>8.084</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w w:val="103"/>
              </w:rPr>
              <w:t>08.02.01.</w:t>
            </w:r>
            <w:r w:rsidRPr="009E7CA3">
              <w:rPr>
                <w:rFonts w:ascii="Riojana" w:hAnsi="Riojana"/>
                <w:spacing w:val="-1"/>
                <w:w w:val="103"/>
              </w:rPr>
              <w:t>3</w:t>
            </w:r>
            <w:r w:rsidRPr="009E7CA3">
              <w:rPr>
                <w:rFonts w:ascii="Riojana" w:hAnsi="Riojana"/>
                <w:w w:val="103"/>
              </w:rPr>
              <w:t>3</w:t>
            </w:r>
            <w:r w:rsidRPr="009E7CA3">
              <w:rPr>
                <w:rFonts w:ascii="Riojana" w:hAnsi="Riojana"/>
                <w:spacing w:val="-1"/>
                <w:w w:val="103"/>
              </w:rPr>
              <w:t>1</w:t>
            </w:r>
            <w:r w:rsidRPr="009E7CA3">
              <w:rPr>
                <w:rFonts w:ascii="Riojana" w:hAnsi="Riojana"/>
                <w:w w:val="103"/>
              </w:rPr>
              <w:t>1.461.03</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rPr>
              <w:t>Ayuntamiento</w:t>
            </w:r>
            <w:r w:rsidRPr="009E7CA3">
              <w:rPr>
                <w:rFonts w:ascii="Riojana" w:hAnsi="Riojana"/>
                <w:spacing w:val="28"/>
              </w:rPr>
              <w:t xml:space="preserve"> </w:t>
            </w:r>
            <w:r w:rsidRPr="009E7CA3">
              <w:rPr>
                <w:rFonts w:ascii="Riojana" w:hAnsi="Riojana"/>
              </w:rPr>
              <w:t>de</w:t>
            </w:r>
            <w:r w:rsidRPr="009E7CA3">
              <w:rPr>
                <w:rFonts w:ascii="Riojana" w:hAnsi="Riojana"/>
                <w:spacing w:val="7"/>
              </w:rPr>
              <w:t xml:space="preserve"> </w:t>
            </w:r>
            <w:r w:rsidRPr="009E7CA3">
              <w:rPr>
                <w:rFonts w:ascii="Riojana" w:hAnsi="Riojana"/>
              </w:rPr>
              <w:t>Navarret</w:t>
            </w:r>
            <w:r w:rsidRPr="009E7CA3">
              <w:rPr>
                <w:rFonts w:ascii="Riojana" w:hAnsi="Riojana"/>
                <w:spacing w:val="-1"/>
              </w:rPr>
              <w:t>e</w:t>
            </w:r>
            <w:r w:rsidRPr="009E7CA3">
              <w:rPr>
                <w:rFonts w:ascii="Riojana" w:hAnsi="Riojana"/>
              </w:rPr>
              <w:t>.</w:t>
            </w:r>
            <w:r w:rsidRPr="009E7CA3">
              <w:rPr>
                <w:rFonts w:ascii="Riojana" w:hAnsi="Riojana"/>
                <w:spacing w:val="23"/>
              </w:rPr>
              <w:t xml:space="preserve"> </w:t>
            </w:r>
            <w:r w:rsidRPr="009E7CA3">
              <w:rPr>
                <w:rFonts w:ascii="Riojana" w:hAnsi="Riojana"/>
              </w:rPr>
              <w:t>Escuela</w:t>
            </w:r>
            <w:r w:rsidRPr="009E7CA3">
              <w:rPr>
                <w:rFonts w:ascii="Riojana" w:hAnsi="Riojana"/>
                <w:spacing w:val="18"/>
              </w:rPr>
              <w:t xml:space="preserve"> </w:t>
            </w:r>
            <w:r w:rsidRPr="009E7CA3">
              <w:rPr>
                <w:rFonts w:ascii="Riojana" w:hAnsi="Riojana"/>
                <w:spacing w:val="-1"/>
              </w:rPr>
              <w:t>d</w:t>
            </w:r>
            <w:r w:rsidRPr="009E7CA3">
              <w:rPr>
                <w:rFonts w:ascii="Riojana" w:hAnsi="Riojana"/>
              </w:rPr>
              <w:t>e</w:t>
            </w:r>
            <w:r w:rsidRPr="009E7CA3">
              <w:rPr>
                <w:rFonts w:ascii="Riojana" w:hAnsi="Riojana"/>
                <w:spacing w:val="7"/>
              </w:rPr>
              <w:t xml:space="preserve"> </w:t>
            </w:r>
            <w:r w:rsidRPr="009E7CA3">
              <w:rPr>
                <w:rFonts w:ascii="Riojana" w:hAnsi="Riojana"/>
                <w:w w:val="103"/>
              </w:rPr>
              <w:t>Cer</w:t>
            </w:r>
            <w:r w:rsidRPr="009E7CA3">
              <w:rPr>
                <w:rFonts w:ascii="Riojana" w:hAnsi="Riojana"/>
                <w:spacing w:val="1"/>
                <w:w w:val="103"/>
              </w:rPr>
              <w:t>á</w:t>
            </w:r>
            <w:r w:rsidRPr="009E7CA3">
              <w:rPr>
                <w:rFonts w:ascii="Riojana" w:hAnsi="Riojana"/>
                <w:w w:val="103"/>
              </w:rPr>
              <w:t>m</w:t>
            </w:r>
            <w:r w:rsidRPr="009E7CA3">
              <w:rPr>
                <w:rFonts w:ascii="Riojana" w:hAnsi="Riojana"/>
                <w:spacing w:val="-1"/>
                <w:w w:val="103"/>
              </w:rPr>
              <w:t>i</w:t>
            </w:r>
            <w:r w:rsidRPr="009E7CA3">
              <w:rPr>
                <w:rFonts w:ascii="Riojana" w:hAnsi="Riojana"/>
                <w:w w:val="103"/>
              </w:rPr>
              <w:t>ca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w w:val="103"/>
              </w:rPr>
              <w:t>5.000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w w:val="103"/>
              </w:rPr>
              <w:t>08.02.01.</w:t>
            </w:r>
            <w:r w:rsidRPr="009E7CA3">
              <w:rPr>
                <w:rFonts w:ascii="Riojana" w:hAnsi="Riojana"/>
                <w:spacing w:val="-1"/>
                <w:w w:val="103"/>
              </w:rPr>
              <w:t>3</w:t>
            </w:r>
            <w:r w:rsidRPr="009E7CA3">
              <w:rPr>
                <w:rFonts w:ascii="Riojana" w:hAnsi="Riojana"/>
                <w:w w:val="103"/>
              </w:rPr>
              <w:t>3</w:t>
            </w:r>
            <w:r w:rsidRPr="009E7CA3">
              <w:rPr>
                <w:rFonts w:ascii="Riojana" w:hAnsi="Riojana"/>
                <w:spacing w:val="-1"/>
                <w:w w:val="103"/>
              </w:rPr>
              <w:t>1</w:t>
            </w:r>
            <w:r w:rsidRPr="009E7CA3">
              <w:rPr>
                <w:rFonts w:ascii="Riojana" w:hAnsi="Riojana"/>
                <w:w w:val="103"/>
              </w:rPr>
              <w:t>1.461.04</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rPr>
              <w:t>Ayuntamiento</w:t>
            </w:r>
            <w:r w:rsidRPr="009E7CA3">
              <w:rPr>
                <w:rFonts w:ascii="Riojana" w:hAnsi="Riojana"/>
                <w:spacing w:val="28"/>
              </w:rPr>
              <w:t xml:space="preserve"> </w:t>
            </w:r>
            <w:r w:rsidRPr="009E7CA3">
              <w:rPr>
                <w:rFonts w:ascii="Riojana" w:hAnsi="Riojana"/>
              </w:rPr>
              <w:t>de</w:t>
            </w:r>
            <w:r w:rsidRPr="009E7CA3">
              <w:rPr>
                <w:rFonts w:ascii="Riojana" w:hAnsi="Riojana"/>
                <w:spacing w:val="7"/>
              </w:rPr>
              <w:t xml:space="preserve"> </w:t>
            </w:r>
            <w:r w:rsidRPr="009E7CA3">
              <w:rPr>
                <w:rFonts w:ascii="Riojana" w:hAnsi="Riojana"/>
              </w:rPr>
              <w:t>Igea.</w:t>
            </w:r>
            <w:r w:rsidRPr="009E7CA3">
              <w:rPr>
                <w:rFonts w:ascii="Riojana" w:hAnsi="Riojana"/>
                <w:spacing w:val="12"/>
              </w:rPr>
              <w:t xml:space="preserve"> </w:t>
            </w:r>
            <w:r w:rsidRPr="009E7CA3">
              <w:rPr>
                <w:rFonts w:ascii="Riojana" w:hAnsi="Riojana"/>
              </w:rPr>
              <w:t>Ce</w:t>
            </w:r>
            <w:r w:rsidRPr="009E7CA3">
              <w:rPr>
                <w:rFonts w:ascii="Riojana" w:hAnsi="Riojana"/>
                <w:spacing w:val="-1"/>
              </w:rPr>
              <w:t>n</w:t>
            </w:r>
            <w:r w:rsidRPr="009E7CA3">
              <w:rPr>
                <w:rFonts w:ascii="Riojana" w:hAnsi="Riojana"/>
              </w:rPr>
              <w:t>tro</w:t>
            </w:r>
            <w:r w:rsidRPr="009E7CA3">
              <w:rPr>
                <w:rFonts w:ascii="Riojana" w:hAnsi="Riojana"/>
                <w:spacing w:val="15"/>
              </w:rPr>
              <w:t xml:space="preserve"> </w:t>
            </w:r>
            <w:r w:rsidRPr="009E7CA3">
              <w:rPr>
                <w:rFonts w:ascii="Riojana" w:hAnsi="Riojana"/>
              </w:rPr>
              <w:t>Inter</w:t>
            </w:r>
            <w:r w:rsidRPr="009E7CA3">
              <w:rPr>
                <w:rFonts w:ascii="Riojana" w:hAnsi="Riojana"/>
                <w:spacing w:val="-1"/>
              </w:rPr>
              <w:t>p</w:t>
            </w:r>
            <w:r w:rsidRPr="009E7CA3">
              <w:rPr>
                <w:rFonts w:ascii="Riojana" w:hAnsi="Riojana"/>
              </w:rPr>
              <w:t>ret</w:t>
            </w:r>
            <w:r w:rsidRPr="009E7CA3">
              <w:rPr>
                <w:rFonts w:ascii="Riojana" w:hAnsi="Riojana"/>
                <w:spacing w:val="-1"/>
              </w:rPr>
              <w:t>a</w:t>
            </w:r>
            <w:r w:rsidRPr="009E7CA3">
              <w:rPr>
                <w:rFonts w:ascii="Riojana" w:hAnsi="Riojana"/>
              </w:rPr>
              <w:t>ción</w:t>
            </w:r>
            <w:r w:rsidRPr="009E7CA3">
              <w:rPr>
                <w:rFonts w:ascii="Riojana" w:hAnsi="Riojana"/>
                <w:spacing w:val="28"/>
              </w:rPr>
              <w:t xml:space="preserve"> </w:t>
            </w:r>
            <w:r w:rsidRPr="009E7CA3">
              <w:rPr>
                <w:rFonts w:ascii="Riojana" w:hAnsi="Riojana"/>
                <w:w w:val="103"/>
              </w:rPr>
              <w:t>Pal</w:t>
            </w:r>
            <w:r w:rsidRPr="009E7CA3">
              <w:rPr>
                <w:rFonts w:ascii="Riojana" w:hAnsi="Riojana"/>
                <w:spacing w:val="-1"/>
                <w:w w:val="103"/>
              </w:rPr>
              <w:t>e</w:t>
            </w:r>
            <w:r w:rsidRPr="009E7CA3">
              <w:rPr>
                <w:rFonts w:ascii="Riojana" w:hAnsi="Riojana"/>
                <w:w w:val="103"/>
              </w:rPr>
              <w:t>ont</w:t>
            </w:r>
            <w:r w:rsidRPr="009E7CA3">
              <w:rPr>
                <w:rFonts w:ascii="Riojana" w:hAnsi="Riojana"/>
                <w:spacing w:val="-1"/>
                <w:w w:val="103"/>
              </w:rPr>
              <w:t>o</w:t>
            </w:r>
            <w:r w:rsidRPr="009E7CA3">
              <w:rPr>
                <w:rFonts w:ascii="Riojana" w:hAnsi="Riojana"/>
                <w:w w:val="103"/>
              </w:rPr>
              <w:t>lógica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w w:val="103"/>
              </w:rPr>
              <w:t>10.260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w w:val="103"/>
              </w:rPr>
              <w:t>08.02.01.</w:t>
            </w:r>
            <w:r w:rsidRPr="009E7CA3">
              <w:rPr>
                <w:rFonts w:ascii="Riojana" w:hAnsi="Riojana"/>
                <w:spacing w:val="-1"/>
                <w:w w:val="103"/>
              </w:rPr>
              <w:t>3</w:t>
            </w:r>
            <w:r w:rsidRPr="009E7CA3">
              <w:rPr>
                <w:rFonts w:ascii="Riojana" w:hAnsi="Riojana"/>
                <w:w w:val="103"/>
              </w:rPr>
              <w:t>3</w:t>
            </w:r>
            <w:r w:rsidRPr="009E7CA3">
              <w:rPr>
                <w:rFonts w:ascii="Riojana" w:hAnsi="Riojana"/>
                <w:spacing w:val="-1"/>
                <w:w w:val="103"/>
              </w:rPr>
              <w:t>1</w:t>
            </w:r>
            <w:r w:rsidRPr="009E7CA3">
              <w:rPr>
                <w:rFonts w:ascii="Riojana" w:hAnsi="Riojana"/>
                <w:w w:val="103"/>
              </w:rPr>
              <w:t>1.461.05</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rPr>
              <w:t>Ayuntamiento</w:t>
            </w:r>
            <w:r w:rsidRPr="009E7CA3">
              <w:rPr>
                <w:rFonts w:ascii="Riojana" w:hAnsi="Riojana"/>
                <w:spacing w:val="28"/>
              </w:rPr>
              <w:t xml:space="preserve"> </w:t>
            </w:r>
            <w:r w:rsidRPr="009E7CA3">
              <w:rPr>
                <w:rFonts w:ascii="Riojana" w:hAnsi="Riojana"/>
              </w:rPr>
              <w:t>de</w:t>
            </w:r>
            <w:r w:rsidRPr="009E7CA3">
              <w:rPr>
                <w:rFonts w:ascii="Riojana" w:hAnsi="Riojana"/>
                <w:spacing w:val="6"/>
              </w:rPr>
              <w:t xml:space="preserve"> </w:t>
            </w:r>
            <w:r w:rsidRPr="009E7CA3">
              <w:rPr>
                <w:rFonts w:ascii="Riojana" w:hAnsi="Riojana"/>
              </w:rPr>
              <w:t>Aguilar.</w:t>
            </w:r>
            <w:r w:rsidRPr="009E7CA3">
              <w:rPr>
                <w:rFonts w:ascii="Riojana" w:hAnsi="Riojana"/>
                <w:spacing w:val="16"/>
              </w:rPr>
              <w:t xml:space="preserve"> </w:t>
            </w:r>
            <w:r w:rsidRPr="009E7CA3">
              <w:rPr>
                <w:rFonts w:ascii="Riojana" w:hAnsi="Riojana"/>
              </w:rPr>
              <w:t>Centro</w:t>
            </w:r>
            <w:r w:rsidRPr="009E7CA3">
              <w:rPr>
                <w:rFonts w:ascii="Riojana" w:hAnsi="Riojana"/>
                <w:spacing w:val="14"/>
              </w:rPr>
              <w:t xml:space="preserve"> </w:t>
            </w:r>
            <w:r w:rsidRPr="009E7CA3">
              <w:rPr>
                <w:rFonts w:ascii="Riojana" w:hAnsi="Riojana"/>
              </w:rPr>
              <w:t>Interpr</w:t>
            </w:r>
            <w:r w:rsidRPr="009E7CA3">
              <w:rPr>
                <w:rFonts w:ascii="Riojana" w:hAnsi="Riojana"/>
                <w:spacing w:val="-1"/>
              </w:rPr>
              <w:t>e</w:t>
            </w:r>
            <w:r w:rsidRPr="009E7CA3">
              <w:rPr>
                <w:rFonts w:ascii="Riojana" w:hAnsi="Riojana"/>
              </w:rPr>
              <w:t>tación</w:t>
            </w:r>
            <w:r w:rsidRPr="009E7CA3">
              <w:rPr>
                <w:rFonts w:ascii="Riojana" w:hAnsi="Riojana"/>
                <w:spacing w:val="28"/>
              </w:rPr>
              <w:t xml:space="preserve"> </w:t>
            </w:r>
            <w:proofErr w:type="spellStart"/>
            <w:r w:rsidRPr="009E7CA3">
              <w:rPr>
                <w:rFonts w:ascii="Riojana" w:hAnsi="Riojana"/>
              </w:rPr>
              <w:t>Contr</w:t>
            </w:r>
            <w:r w:rsidRPr="009E7CA3">
              <w:rPr>
                <w:rFonts w:ascii="Riojana" w:hAnsi="Riojana"/>
                <w:spacing w:val="-1"/>
              </w:rPr>
              <w:t>e</w:t>
            </w:r>
            <w:r w:rsidRPr="009E7CA3">
              <w:rPr>
                <w:rFonts w:ascii="Riojana" w:hAnsi="Riojana"/>
              </w:rPr>
              <w:t>bia</w:t>
            </w:r>
            <w:proofErr w:type="spellEnd"/>
            <w:r w:rsidRPr="009E7CA3">
              <w:rPr>
                <w:rFonts w:ascii="Riojana" w:hAnsi="Riojana"/>
                <w:spacing w:val="21"/>
              </w:rPr>
              <w:t xml:space="preserve"> </w:t>
            </w:r>
            <w:proofErr w:type="spellStart"/>
            <w:r w:rsidRPr="009E7CA3">
              <w:rPr>
                <w:rFonts w:ascii="Riojana" w:hAnsi="Riojana"/>
                <w:w w:val="103"/>
              </w:rPr>
              <w:t>Le</w:t>
            </w:r>
            <w:r w:rsidRPr="009E7CA3">
              <w:rPr>
                <w:rFonts w:ascii="Riojana" w:hAnsi="Riojana"/>
                <w:spacing w:val="-1"/>
                <w:w w:val="103"/>
              </w:rPr>
              <w:t>u</w:t>
            </w:r>
            <w:r w:rsidRPr="009E7CA3">
              <w:rPr>
                <w:rFonts w:ascii="Riojana" w:hAnsi="Riojana"/>
                <w:w w:val="103"/>
              </w:rPr>
              <w:t>k</w:t>
            </w:r>
            <w:r w:rsidRPr="009E7CA3">
              <w:rPr>
                <w:rFonts w:ascii="Riojana" w:hAnsi="Riojana"/>
                <w:spacing w:val="-1"/>
                <w:w w:val="103"/>
              </w:rPr>
              <w:t>a</w:t>
            </w:r>
            <w:r w:rsidRPr="009E7CA3">
              <w:rPr>
                <w:rFonts w:ascii="Riojana" w:hAnsi="Riojana"/>
                <w:w w:val="103"/>
              </w:rPr>
              <w:t>de</w:t>
            </w:r>
            <w:proofErr w:type="spellEnd"/>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w w:val="103"/>
              </w:rPr>
              <w:t>10.260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w w:val="103"/>
              </w:rPr>
              <w:t>08.02.01.</w:t>
            </w:r>
            <w:r w:rsidRPr="009E7CA3">
              <w:rPr>
                <w:rFonts w:ascii="Riojana" w:hAnsi="Riojana"/>
                <w:spacing w:val="-1"/>
                <w:w w:val="103"/>
              </w:rPr>
              <w:t>3</w:t>
            </w:r>
            <w:r w:rsidRPr="009E7CA3">
              <w:rPr>
                <w:rFonts w:ascii="Riojana" w:hAnsi="Riojana"/>
                <w:w w:val="103"/>
              </w:rPr>
              <w:t>3</w:t>
            </w:r>
            <w:r w:rsidRPr="009E7CA3">
              <w:rPr>
                <w:rFonts w:ascii="Riojana" w:hAnsi="Riojana"/>
                <w:spacing w:val="-1"/>
                <w:w w:val="103"/>
              </w:rPr>
              <w:t>1</w:t>
            </w:r>
            <w:r w:rsidRPr="009E7CA3">
              <w:rPr>
                <w:rFonts w:ascii="Riojana" w:hAnsi="Riojana"/>
                <w:w w:val="103"/>
              </w:rPr>
              <w:t>1.461.06</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rPr>
              <w:t>Ayuntamiento</w:t>
            </w:r>
            <w:r w:rsidRPr="009E7CA3">
              <w:rPr>
                <w:rFonts w:ascii="Riojana" w:hAnsi="Riojana"/>
                <w:spacing w:val="28"/>
              </w:rPr>
              <w:t xml:space="preserve"> </w:t>
            </w:r>
            <w:r w:rsidRPr="009E7CA3">
              <w:rPr>
                <w:rFonts w:ascii="Riojana" w:hAnsi="Riojana"/>
              </w:rPr>
              <w:t>de</w:t>
            </w:r>
            <w:r w:rsidRPr="009E7CA3">
              <w:rPr>
                <w:rFonts w:ascii="Riojana" w:hAnsi="Riojana"/>
                <w:spacing w:val="6"/>
              </w:rPr>
              <w:t xml:space="preserve"> </w:t>
            </w:r>
            <w:r w:rsidRPr="009E7CA3">
              <w:rPr>
                <w:rFonts w:ascii="Riojana" w:hAnsi="Riojana"/>
              </w:rPr>
              <w:t>Enciso.</w:t>
            </w:r>
            <w:r w:rsidRPr="009E7CA3">
              <w:rPr>
                <w:rFonts w:ascii="Riojana" w:hAnsi="Riojana"/>
                <w:spacing w:val="16"/>
              </w:rPr>
              <w:t xml:space="preserve"> </w:t>
            </w:r>
            <w:r w:rsidRPr="009E7CA3">
              <w:rPr>
                <w:rFonts w:ascii="Riojana" w:hAnsi="Riojana"/>
              </w:rPr>
              <w:t>Centro</w:t>
            </w:r>
            <w:r w:rsidRPr="009E7CA3">
              <w:rPr>
                <w:rFonts w:ascii="Riojana" w:hAnsi="Riojana"/>
                <w:spacing w:val="14"/>
              </w:rPr>
              <w:t xml:space="preserve"> </w:t>
            </w:r>
            <w:r w:rsidRPr="009E7CA3">
              <w:rPr>
                <w:rFonts w:ascii="Riojana" w:hAnsi="Riojana"/>
              </w:rPr>
              <w:t>Interpr</w:t>
            </w:r>
            <w:r w:rsidRPr="009E7CA3">
              <w:rPr>
                <w:rFonts w:ascii="Riojana" w:hAnsi="Riojana"/>
                <w:spacing w:val="-1"/>
              </w:rPr>
              <w:t>e</w:t>
            </w:r>
            <w:r w:rsidRPr="009E7CA3">
              <w:rPr>
                <w:rFonts w:ascii="Riojana" w:hAnsi="Riojana"/>
              </w:rPr>
              <w:t>tación</w:t>
            </w:r>
            <w:r w:rsidRPr="009E7CA3">
              <w:rPr>
                <w:rFonts w:ascii="Riojana" w:hAnsi="Riojana"/>
                <w:spacing w:val="29"/>
              </w:rPr>
              <w:t xml:space="preserve"> </w:t>
            </w:r>
            <w:r w:rsidRPr="009E7CA3">
              <w:rPr>
                <w:rFonts w:ascii="Riojana" w:hAnsi="Riojana"/>
                <w:w w:val="103"/>
              </w:rPr>
              <w:t>Pal</w:t>
            </w:r>
            <w:r w:rsidRPr="009E7CA3">
              <w:rPr>
                <w:rFonts w:ascii="Riojana" w:hAnsi="Riojana"/>
                <w:spacing w:val="-1"/>
                <w:w w:val="103"/>
              </w:rPr>
              <w:t>e</w:t>
            </w:r>
            <w:r w:rsidRPr="009E7CA3">
              <w:rPr>
                <w:rFonts w:ascii="Riojana" w:hAnsi="Riojana"/>
                <w:w w:val="103"/>
              </w:rPr>
              <w:t>o</w:t>
            </w:r>
            <w:r w:rsidRPr="009E7CA3">
              <w:rPr>
                <w:rFonts w:ascii="Riojana" w:hAnsi="Riojana"/>
                <w:spacing w:val="-1"/>
                <w:w w:val="103"/>
              </w:rPr>
              <w:t>n</w:t>
            </w:r>
            <w:r w:rsidRPr="009E7CA3">
              <w:rPr>
                <w:rFonts w:ascii="Riojana" w:hAnsi="Riojana"/>
                <w:w w:val="103"/>
              </w:rPr>
              <w:t>tológica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w w:val="103"/>
              </w:rPr>
              <w:t>10.260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w w:val="103"/>
              </w:rPr>
              <w:t>08.02.01.</w:t>
            </w:r>
            <w:r w:rsidRPr="009E7CA3">
              <w:rPr>
                <w:rFonts w:ascii="Riojana" w:hAnsi="Riojana"/>
                <w:spacing w:val="-1"/>
                <w:w w:val="103"/>
              </w:rPr>
              <w:t>3</w:t>
            </w:r>
            <w:r w:rsidRPr="009E7CA3">
              <w:rPr>
                <w:rFonts w:ascii="Riojana" w:hAnsi="Riojana"/>
                <w:w w:val="103"/>
              </w:rPr>
              <w:t>3</w:t>
            </w:r>
            <w:r w:rsidRPr="009E7CA3">
              <w:rPr>
                <w:rFonts w:ascii="Riojana" w:hAnsi="Riojana"/>
                <w:spacing w:val="-1"/>
                <w:w w:val="103"/>
              </w:rPr>
              <w:t>1</w:t>
            </w:r>
            <w:r w:rsidRPr="009E7CA3">
              <w:rPr>
                <w:rFonts w:ascii="Riojana" w:hAnsi="Riojana"/>
                <w:w w:val="103"/>
              </w:rPr>
              <w:t>1.480.07</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rPr>
              <w:t>Asoc</w:t>
            </w:r>
            <w:r w:rsidRPr="009E7CA3">
              <w:rPr>
                <w:rFonts w:ascii="Riojana" w:hAnsi="Riojana"/>
                <w:spacing w:val="-1"/>
              </w:rPr>
              <w:t>i</w:t>
            </w:r>
            <w:r w:rsidRPr="009E7CA3">
              <w:rPr>
                <w:rFonts w:ascii="Riojana" w:hAnsi="Riojana"/>
              </w:rPr>
              <w:t>ac</w:t>
            </w:r>
            <w:r w:rsidRPr="009E7CA3">
              <w:rPr>
                <w:rFonts w:ascii="Riojana" w:hAnsi="Riojana"/>
                <w:spacing w:val="-1"/>
              </w:rPr>
              <w:t>i</w:t>
            </w:r>
            <w:r w:rsidRPr="009E7CA3">
              <w:rPr>
                <w:rFonts w:ascii="Riojana" w:hAnsi="Riojana"/>
              </w:rPr>
              <w:t>ón</w:t>
            </w:r>
            <w:r w:rsidRPr="009E7CA3">
              <w:rPr>
                <w:rFonts w:ascii="Riojana" w:hAnsi="Riojana"/>
                <w:spacing w:val="23"/>
              </w:rPr>
              <w:t xml:space="preserve"> </w:t>
            </w:r>
            <w:r w:rsidRPr="009E7CA3">
              <w:rPr>
                <w:rFonts w:ascii="Riojana" w:hAnsi="Riojana"/>
              </w:rPr>
              <w:t>R</w:t>
            </w:r>
            <w:r w:rsidRPr="009E7CA3">
              <w:rPr>
                <w:rFonts w:ascii="Riojana" w:hAnsi="Riojana"/>
                <w:spacing w:val="-1"/>
              </w:rPr>
              <w:t>i</w:t>
            </w:r>
            <w:r w:rsidRPr="009E7CA3">
              <w:rPr>
                <w:rFonts w:ascii="Riojana" w:hAnsi="Riojana"/>
              </w:rPr>
              <w:t>oja</w:t>
            </w:r>
            <w:r w:rsidRPr="009E7CA3">
              <w:rPr>
                <w:rFonts w:ascii="Riojana" w:hAnsi="Riojana"/>
                <w:spacing w:val="12"/>
              </w:rPr>
              <w:t xml:space="preserve"> </w:t>
            </w:r>
            <w:r w:rsidRPr="009E7CA3">
              <w:rPr>
                <w:rFonts w:ascii="Riojana" w:hAnsi="Riojana"/>
              </w:rPr>
              <w:t>Ro</w:t>
            </w:r>
            <w:r w:rsidRPr="009E7CA3">
              <w:rPr>
                <w:rFonts w:ascii="Riojana" w:hAnsi="Riojana"/>
                <w:spacing w:val="-1"/>
              </w:rPr>
              <w:t>m</w:t>
            </w:r>
            <w:r w:rsidRPr="009E7CA3">
              <w:rPr>
                <w:rFonts w:ascii="Riojana" w:hAnsi="Riojana"/>
              </w:rPr>
              <w:t>án</w:t>
            </w:r>
            <w:r w:rsidRPr="009E7CA3">
              <w:rPr>
                <w:rFonts w:ascii="Riojana" w:hAnsi="Riojana"/>
                <w:spacing w:val="-1"/>
              </w:rPr>
              <w:t>i</w:t>
            </w:r>
            <w:r w:rsidRPr="009E7CA3">
              <w:rPr>
                <w:rFonts w:ascii="Riojana" w:hAnsi="Riojana"/>
              </w:rPr>
              <w:t>c</w:t>
            </w:r>
            <w:r w:rsidRPr="009E7CA3">
              <w:rPr>
                <w:rFonts w:ascii="Riojana" w:hAnsi="Riojana"/>
                <w:spacing w:val="-1"/>
              </w:rPr>
              <w:t>a. C</w:t>
            </w:r>
            <w:r w:rsidRPr="009E7CA3">
              <w:rPr>
                <w:rFonts w:ascii="Riojana" w:hAnsi="Riojana"/>
                <w:spacing w:val="-5"/>
              </w:rPr>
              <w:t>entro del Románico</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w w:val="103"/>
              </w:rPr>
              <w:t>15.000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w w:val="103"/>
              </w:rPr>
            </w:pPr>
            <w:r w:rsidRPr="009E7CA3">
              <w:rPr>
                <w:rFonts w:ascii="Riojana" w:hAnsi="Riojana"/>
                <w:w w:val="103"/>
              </w:rPr>
              <w:lastRenderedPageBreak/>
              <w:t>08.02.01.3311.480.11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w w:val="103"/>
              </w:rPr>
            </w:pPr>
            <w:r w:rsidRPr="009E7CA3">
              <w:rPr>
                <w:rFonts w:ascii="Riojana" w:hAnsi="Riojana"/>
                <w:w w:val="103"/>
              </w:rPr>
              <w:t xml:space="preserve">Fundación Pro Real Academia Española de la Lengua. </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w w:val="103"/>
              </w:rPr>
            </w:pPr>
            <w:r w:rsidRPr="009E7CA3">
              <w:rPr>
                <w:rFonts w:ascii="Riojana" w:hAnsi="Riojana"/>
                <w:w w:val="103"/>
              </w:rPr>
              <w:t>260.060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w w:val="103"/>
              </w:rPr>
              <w:t>08.02.01.</w:t>
            </w:r>
            <w:r w:rsidRPr="009E7CA3">
              <w:rPr>
                <w:rFonts w:ascii="Riojana" w:hAnsi="Riojana"/>
                <w:spacing w:val="-1"/>
                <w:w w:val="103"/>
              </w:rPr>
              <w:t>3</w:t>
            </w:r>
            <w:r w:rsidRPr="009E7CA3">
              <w:rPr>
                <w:rFonts w:ascii="Riojana" w:hAnsi="Riojana"/>
                <w:w w:val="103"/>
              </w:rPr>
              <w:t>3</w:t>
            </w:r>
            <w:r w:rsidRPr="009E7CA3">
              <w:rPr>
                <w:rFonts w:ascii="Riojana" w:hAnsi="Riojana"/>
                <w:spacing w:val="-1"/>
                <w:w w:val="103"/>
              </w:rPr>
              <w:t>1</w:t>
            </w:r>
            <w:r w:rsidRPr="009E7CA3">
              <w:rPr>
                <w:rFonts w:ascii="Riojana" w:hAnsi="Riojana"/>
                <w:w w:val="103"/>
              </w:rPr>
              <w:t>1.480.12</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rPr>
              <w:t>Fund</w:t>
            </w:r>
            <w:r w:rsidRPr="009E7CA3">
              <w:rPr>
                <w:rFonts w:ascii="Riojana" w:hAnsi="Riojana"/>
                <w:spacing w:val="-1"/>
              </w:rPr>
              <w:t>a</w:t>
            </w:r>
            <w:r w:rsidRPr="009E7CA3">
              <w:rPr>
                <w:rFonts w:ascii="Riojana" w:hAnsi="Riojana"/>
              </w:rPr>
              <w:t>ci</w:t>
            </w:r>
            <w:r w:rsidRPr="009E7CA3">
              <w:rPr>
                <w:rFonts w:ascii="Riojana" w:hAnsi="Riojana"/>
                <w:spacing w:val="-1"/>
              </w:rPr>
              <w:t>ó</w:t>
            </w:r>
            <w:r w:rsidRPr="009E7CA3">
              <w:rPr>
                <w:rFonts w:ascii="Riojana" w:hAnsi="Riojana"/>
              </w:rPr>
              <w:t>n</w:t>
            </w:r>
            <w:r w:rsidRPr="009E7CA3">
              <w:rPr>
                <w:rFonts w:ascii="Riojana" w:hAnsi="Riojana"/>
                <w:spacing w:val="23"/>
              </w:rPr>
              <w:t xml:space="preserve"> </w:t>
            </w:r>
            <w:r w:rsidRPr="009E7CA3">
              <w:rPr>
                <w:rFonts w:ascii="Riojana" w:hAnsi="Riojana"/>
                <w:spacing w:val="-1"/>
              </w:rPr>
              <w:t>M</w:t>
            </w:r>
            <w:r w:rsidRPr="009E7CA3">
              <w:rPr>
                <w:rFonts w:ascii="Riojana" w:hAnsi="Riojana"/>
              </w:rPr>
              <w:t>us</w:t>
            </w:r>
            <w:r w:rsidRPr="009E7CA3">
              <w:rPr>
                <w:rFonts w:ascii="Riojana" w:hAnsi="Riojana"/>
                <w:spacing w:val="-1"/>
              </w:rPr>
              <w:t>e</w:t>
            </w:r>
            <w:r w:rsidRPr="009E7CA3">
              <w:rPr>
                <w:rFonts w:ascii="Riojana" w:hAnsi="Riojana"/>
              </w:rPr>
              <w:t>o</w:t>
            </w:r>
            <w:r w:rsidRPr="009E7CA3">
              <w:rPr>
                <w:rFonts w:ascii="Riojana" w:hAnsi="Riojana"/>
                <w:spacing w:val="15"/>
              </w:rPr>
              <w:t xml:space="preserve"> </w:t>
            </w:r>
            <w:r w:rsidRPr="009E7CA3">
              <w:rPr>
                <w:rFonts w:ascii="Riojana" w:hAnsi="Riojana"/>
              </w:rPr>
              <w:t>Arq</w:t>
            </w:r>
            <w:r w:rsidRPr="009E7CA3">
              <w:rPr>
                <w:rFonts w:ascii="Riojana" w:hAnsi="Riojana"/>
                <w:spacing w:val="-1"/>
              </w:rPr>
              <w:t>u</w:t>
            </w:r>
            <w:r w:rsidRPr="009E7CA3">
              <w:rPr>
                <w:rFonts w:ascii="Riojana" w:hAnsi="Riojana"/>
              </w:rPr>
              <w:t>eo</w:t>
            </w:r>
            <w:r w:rsidRPr="009E7CA3">
              <w:rPr>
                <w:rFonts w:ascii="Riojana" w:hAnsi="Riojana"/>
                <w:spacing w:val="-1"/>
              </w:rPr>
              <w:t>l</w:t>
            </w:r>
            <w:r w:rsidRPr="009E7CA3">
              <w:rPr>
                <w:rFonts w:ascii="Riojana" w:hAnsi="Riojana"/>
              </w:rPr>
              <w:t>ógico</w:t>
            </w:r>
            <w:r w:rsidRPr="009E7CA3">
              <w:rPr>
                <w:rFonts w:ascii="Riojana" w:hAnsi="Riojana"/>
                <w:spacing w:val="28"/>
              </w:rPr>
              <w:t xml:space="preserve"> </w:t>
            </w:r>
            <w:r w:rsidRPr="009E7CA3">
              <w:rPr>
                <w:rFonts w:ascii="Riojana" w:hAnsi="Riojana"/>
              </w:rPr>
              <w:t>Na</w:t>
            </w:r>
            <w:r w:rsidRPr="009E7CA3">
              <w:rPr>
                <w:rFonts w:ascii="Riojana" w:hAnsi="Riojana"/>
                <w:spacing w:val="-1"/>
              </w:rPr>
              <w:t>j</w:t>
            </w:r>
            <w:r w:rsidRPr="009E7CA3">
              <w:rPr>
                <w:rFonts w:ascii="Riojana" w:hAnsi="Riojana"/>
              </w:rPr>
              <w:t>eril</w:t>
            </w:r>
            <w:r w:rsidRPr="009E7CA3">
              <w:rPr>
                <w:rFonts w:ascii="Riojana" w:hAnsi="Riojana"/>
                <w:spacing w:val="-1"/>
              </w:rPr>
              <w:t>l</w:t>
            </w:r>
            <w:r w:rsidRPr="009E7CA3">
              <w:rPr>
                <w:rFonts w:ascii="Riojana" w:hAnsi="Riojana"/>
              </w:rPr>
              <w:t>ense.</w:t>
            </w:r>
            <w:r w:rsidRPr="009E7CA3">
              <w:rPr>
                <w:rFonts w:ascii="Riojana" w:hAnsi="Riojana"/>
                <w:spacing w:val="27"/>
              </w:rPr>
              <w:t xml:space="preserve"> </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w w:val="103"/>
              </w:rPr>
              <w:t>18.000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w w:val="103"/>
              </w:rPr>
              <w:t>08.02.01.</w:t>
            </w:r>
            <w:r w:rsidRPr="009E7CA3">
              <w:rPr>
                <w:rFonts w:ascii="Riojana" w:hAnsi="Riojana"/>
                <w:spacing w:val="-1"/>
                <w:w w:val="103"/>
              </w:rPr>
              <w:t>3</w:t>
            </w:r>
            <w:r w:rsidRPr="009E7CA3">
              <w:rPr>
                <w:rFonts w:ascii="Riojana" w:hAnsi="Riojana"/>
                <w:w w:val="103"/>
              </w:rPr>
              <w:t>3</w:t>
            </w:r>
            <w:r w:rsidRPr="009E7CA3">
              <w:rPr>
                <w:rFonts w:ascii="Riojana" w:hAnsi="Riojana"/>
                <w:spacing w:val="-1"/>
                <w:w w:val="103"/>
              </w:rPr>
              <w:t>1</w:t>
            </w:r>
            <w:r w:rsidRPr="009E7CA3">
              <w:rPr>
                <w:rFonts w:ascii="Riojana" w:hAnsi="Riojana"/>
                <w:w w:val="103"/>
              </w:rPr>
              <w:t>1.480.14</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rPr>
              <w:t>Fundación Práxedes Mateo Sagasta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w w:val="103"/>
              </w:rPr>
            </w:pPr>
            <w:r w:rsidRPr="009E7CA3">
              <w:rPr>
                <w:rFonts w:ascii="Riojana" w:hAnsi="Riojana"/>
                <w:w w:val="103"/>
              </w:rPr>
              <w:t>34.200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w w:val="103"/>
              </w:rPr>
              <w:t>08.02.01.</w:t>
            </w:r>
            <w:r w:rsidRPr="009E7CA3">
              <w:rPr>
                <w:rFonts w:ascii="Riojana" w:hAnsi="Riojana"/>
                <w:spacing w:val="-1"/>
                <w:w w:val="103"/>
              </w:rPr>
              <w:t>4</w:t>
            </w:r>
            <w:r w:rsidRPr="009E7CA3">
              <w:rPr>
                <w:rFonts w:ascii="Riojana" w:hAnsi="Riojana"/>
                <w:w w:val="103"/>
              </w:rPr>
              <w:t>6</w:t>
            </w:r>
            <w:r w:rsidRPr="009E7CA3">
              <w:rPr>
                <w:rFonts w:ascii="Riojana" w:hAnsi="Riojana"/>
                <w:spacing w:val="-1"/>
                <w:w w:val="103"/>
              </w:rPr>
              <w:t>1</w:t>
            </w:r>
            <w:r w:rsidRPr="009E7CA3">
              <w:rPr>
                <w:rFonts w:ascii="Riojana" w:hAnsi="Riojana"/>
                <w:w w:val="103"/>
              </w:rPr>
              <w:t>1.441.00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rPr>
              <w:t>Fund</w:t>
            </w:r>
            <w:r w:rsidRPr="009E7CA3">
              <w:rPr>
                <w:rFonts w:ascii="Riojana" w:hAnsi="Riojana"/>
                <w:spacing w:val="-1"/>
              </w:rPr>
              <w:t>a</w:t>
            </w:r>
            <w:r w:rsidRPr="009E7CA3">
              <w:rPr>
                <w:rFonts w:ascii="Riojana" w:hAnsi="Riojana"/>
              </w:rPr>
              <w:t>ci</w:t>
            </w:r>
            <w:r w:rsidRPr="009E7CA3">
              <w:rPr>
                <w:rFonts w:ascii="Riojana" w:hAnsi="Riojana"/>
                <w:spacing w:val="-1"/>
              </w:rPr>
              <w:t>ó</w:t>
            </w:r>
            <w:r w:rsidRPr="009E7CA3">
              <w:rPr>
                <w:rFonts w:ascii="Riojana" w:hAnsi="Riojana"/>
              </w:rPr>
              <w:t>n</w:t>
            </w:r>
            <w:r w:rsidRPr="009E7CA3">
              <w:rPr>
                <w:rFonts w:ascii="Riojana" w:hAnsi="Riojana"/>
                <w:spacing w:val="23"/>
              </w:rPr>
              <w:t xml:space="preserve"> </w:t>
            </w:r>
            <w:r w:rsidRPr="009E7CA3">
              <w:rPr>
                <w:rFonts w:ascii="Riojana" w:hAnsi="Riojana"/>
              </w:rPr>
              <w:t>San</w:t>
            </w:r>
            <w:r w:rsidRPr="009E7CA3">
              <w:rPr>
                <w:rFonts w:ascii="Riojana" w:hAnsi="Riojana"/>
                <w:spacing w:val="10"/>
              </w:rPr>
              <w:t xml:space="preserve"> </w:t>
            </w:r>
            <w:r w:rsidRPr="009E7CA3">
              <w:rPr>
                <w:rFonts w:ascii="Riojana" w:hAnsi="Riojana"/>
              </w:rPr>
              <w:t>Millán</w:t>
            </w:r>
            <w:r w:rsidRPr="009E7CA3">
              <w:rPr>
                <w:rFonts w:ascii="Riojana" w:hAnsi="Riojana"/>
                <w:spacing w:val="13"/>
              </w:rPr>
              <w:t xml:space="preserve"> </w:t>
            </w:r>
            <w:r w:rsidRPr="009E7CA3">
              <w:rPr>
                <w:rFonts w:ascii="Riojana" w:hAnsi="Riojana"/>
                <w:w w:val="103"/>
              </w:rPr>
              <w:t>C.I.</w:t>
            </w:r>
            <w:r w:rsidRPr="009E7CA3">
              <w:rPr>
                <w:rFonts w:ascii="Riojana" w:hAnsi="Riojana"/>
                <w:spacing w:val="-1"/>
                <w:w w:val="103"/>
              </w:rPr>
              <w:t>I.</w:t>
            </w:r>
            <w:r w:rsidRPr="009E7CA3">
              <w:rPr>
                <w:rFonts w:ascii="Riojana" w:hAnsi="Riojana"/>
                <w:w w:val="103"/>
              </w:rPr>
              <w:t>L.E</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w w:val="103"/>
              </w:rPr>
              <w:t>283.5</w:t>
            </w:r>
            <w:r w:rsidRPr="009E7CA3">
              <w:rPr>
                <w:rFonts w:ascii="Riojana" w:hAnsi="Riojana"/>
                <w:spacing w:val="-1"/>
                <w:w w:val="103"/>
              </w:rPr>
              <w:t>0</w:t>
            </w:r>
            <w:r w:rsidRPr="009E7CA3">
              <w:rPr>
                <w:rFonts w:ascii="Riojana" w:hAnsi="Riojana"/>
                <w:w w:val="103"/>
              </w:rPr>
              <w:t>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w w:val="103"/>
              </w:rPr>
              <w:t>08.02.01.</w:t>
            </w:r>
            <w:r w:rsidRPr="009E7CA3">
              <w:rPr>
                <w:rFonts w:ascii="Riojana" w:hAnsi="Riojana"/>
                <w:spacing w:val="-1"/>
                <w:w w:val="103"/>
              </w:rPr>
              <w:t>4</w:t>
            </w:r>
            <w:r w:rsidRPr="009E7CA3">
              <w:rPr>
                <w:rFonts w:ascii="Riojana" w:hAnsi="Riojana"/>
                <w:w w:val="103"/>
              </w:rPr>
              <w:t>6</w:t>
            </w:r>
            <w:r w:rsidRPr="009E7CA3">
              <w:rPr>
                <w:rFonts w:ascii="Riojana" w:hAnsi="Riojana"/>
                <w:spacing w:val="-1"/>
                <w:w w:val="103"/>
              </w:rPr>
              <w:t>1</w:t>
            </w:r>
            <w:r w:rsidRPr="009E7CA3">
              <w:rPr>
                <w:rFonts w:ascii="Riojana" w:hAnsi="Riojana"/>
                <w:w w:val="103"/>
              </w:rPr>
              <w:t>1.441.01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rPr>
              <w:t>Fund</w:t>
            </w:r>
            <w:r w:rsidRPr="009E7CA3">
              <w:rPr>
                <w:rFonts w:ascii="Riojana" w:hAnsi="Riojana"/>
                <w:spacing w:val="-1"/>
              </w:rPr>
              <w:t>a</w:t>
            </w:r>
            <w:r w:rsidRPr="009E7CA3">
              <w:rPr>
                <w:rFonts w:ascii="Riojana" w:hAnsi="Riojana"/>
              </w:rPr>
              <w:t>ci</w:t>
            </w:r>
            <w:r w:rsidRPr="009E7CA3">
              <w:rPr>
                <w:rFonts w:ascii="Riojana" w:hAnsi="Riojana"/>
                <w:spacing w:val="-1"/>
              </w:rPr>
              <w:t>ó</w:t>
            </w:r>
            <w:r w:rsidRPr="009E7CA3">
              <w:rPr>
                <w:rFonts w:ascii="Riojana" w:hAnsi="Riojana"/>
              </w:rPr>
              <w:t>n</w:t>
            </w:r>
            <w:r w:rsidRPr="009E7CA3">
              <w:rPr>
                <w:rFonts w:ascii="Riojana" w:hAnsi="Riojana"/>
                <w:spacing w:val="23"/>
              </w:rPr>
              <w:t xml:space="preserve"> </w:t>
            </w:r>
            <w:r w:rsidRPr="009E7CA3">
              <w:rPr>
                <w:rFonts w:ascii="Riojana" w:hAnsi="Riojana"/>
              </w:rPr>
              <w:t>San</w:t>
            </w:r>
            <w:r w:rsidRPr="009E7CA3">
              <w:rPr>
                <w:rFonts w:ascii="Riojana" w:hAnsi="Riojana"/>
                <w:spacing w:val="10"/>
              </w:rPr>
              <w:t xml:space="preserve"> </w:t>
            </w:r>
            <w:r w:rsidRPr="009E7CA3">
              <w:rPr>
                <w:rFonts w:ascii="Riojana" w:hAnsi="Riojana"/>
              </w:rPr>
              <w:t>Millán</w:t>
            </w:r>
            <w:r w:rsidRPr="009E7CA3">
              <w:rPr>
                <w:rFonts w:ascii="Riojana" w:hAnsi="Riojana"/>
                <w:spacing w:val="14"/>
              </w:rPr>
              <w:t xml:space="preserve"> </w:t>
            </w:r>
            <w:r w:rsidRPr="009E7CA3">
              <w:rPr>
                <w:rFonts w:ascii="Riojana" w:hAnsi="Riojana"/>
              </w:rPr>
              <w:t>de</w:t>
            </w:r>
            <w:r w:rsidRPr="009E7CA3">
              <w:rPr>
                <w:rFonts w:ascii="Riojana" w:hAnsi="Riojana"/>
                <w:spacing w:val="7"/>
              </w:rPr>
              <w:t xml:space="preserve"> </w:t>
            </w:r>
            <w:r w:rsidRPr="009E7CA3">
              <w:rPr>
                <w:rFonts w:ascii="Riojana" w:hAnsi="Riojana"/>
                <w:spacing w:val="-1"/>
              </w:rPr>
              <w:t>l</w:t>
            </w:r>
            <w:r w:rsidRPr="009E7CA3">
              <w:rPr>
                <w:rFonts w:ascii="Riojana" w:hAnsi="Riojana"/>
              </w:rPr>
              <w:t>a</w:t>
            </w:r>
            <w:r w:rsidRPr="009E7CA3">
              <w:rPr>
                <w:rFonts w:ascii="Riojana" w:hAnsi="Riojana"/>
                <w:spacing w:val="5"/>
              </w:rPr>
              <w:t xml:space="preserve"> </w:t>
            </w:r>
            <w:r w:rsidRPr="009E7CA3">
              <w:rPr>
                <w:rFonts w:ascii="Riojana" w:hAnsi="Riojana"/>
                <w:w w:val="103"/>
              </w:rPr>
              <w:t>Co</w:t>
            </w:r>
            <w:r w:rsidRPr="009E7CA3">
              <w:rPr>
                <w:rFonts w:ascii="Riojana" w:hAnsi="Riojana"/>
                <w:spacing w:val="-1"/>
                <w:w w:val="103"/>
              </w:rPr>
              <w:t>g</w:t>
            </w:r>
            <w:r w:rsidRPr="009E7CA3">
              <w:rPr>
                <w:rFonts w:ascii="Riojana" w:hAnsi="Riojana"/>
                <w:w w:val="103"/>
              </w:rPr>
              <w:t>olla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w w:val="103"/>
              </w:rPr>
              <w:t>228.4</w:t>
            </w:r>
            <w:r w:rsidRPr="009E7CA3">
              <w:rPr>
                <w:rFonts w:ascii="Riojana" w:hAnsi="Riojana"/>
                <w:spacing w:val="-1"/>
                <w:w w:val="103"/>
              </w:rPr>
              <w:t>5</w:t>
            </w:r>
            <w:r w:rsidRPr="009E7CA3">
              <w:rPr>
                <w:rFonts w:ascii="Riojana" w:hAnsi="Riojana"/>
                <w:w w:val="103"/>
              </w:rPr>
              <w:t>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w w:val="103"/>
              </w:rPr>
              <w:t>08.03.3</w:t>
            </w:r>
            <w:r w:rsidRPr="009E7CA3">
              <w:rPr>
                <w:rFonts w:ascii="Riojana" w:hAnsi="Riojana"/>
                <w:spacing w:val="-1"/>
                <w:w w:val="103"/>
              </w:rPr>
              <w:t>4</w:t>
            </w:r>
            <w:r w:rsidRPr="009E7CA3">
              <w:rPr>
                <w:rFonts w:ascii="Riojana" w:hAnsi="Riojana"/>
                <w:w w:val="103"/>
              </w:rPr>
              <w:t>11.</w:t>
            </w:r>
            <w:r w:rsidRPr="009E7CA3">
              <w:rPr>
                <w:rFonts w:ascii="Riojana" w:hAnsi="Riojana"/>
                <w:spacing w:val="-1"/>
                <w:w w:val="103"/>
              </w:rPr>
              <w:t>4</w:t>
            </w:r>
            <w:r w:rsidRPr="009E7CA3">
              <w:rPr>
                <w:rFonts w:ascii="Riojana" w:hAnsi="Riojana"/>
                <w:w w:val="103"/>
              </w:rPr>
              <w:t>41.00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rPr>
              <w:t>Fund</w:t>
            </w:r>
            <w:r w:rsidRPr="009E7CA3">
              <w:rPr>
                <w:rFonts w:ascii="Riojana" w:hAnsi="Riojana"/>
                <w:spacing w:val="-1"/>
              </w:rPr>
              <w:t>a</w:t>
            </w:r>
            <w:r w:rsidRPr="009E7CA3">
              <w:rPr>
                <w:rFonts w:ascii="Riojana" w:hAnsi="Riojana"/>
              </w:rPr>
              <w:t>ci</w:t>
            </w:r>
            <w:r w:rsidRPr="009E7CA3">
              <w:rPr>
                <w:rFonts w:ascii="Riojana" w:hAnsi="Riojana"/>
                <w:spacing w:val="-1"/>
              </w:rPr>
              <w:t>ó</w:t>
            </w:r>
            <w:r w:rsidRPr="009E7CA3">
              <w:rPr>
                <w:rFonts w:ascii="Riojana" w:hAnsi="Riojana"/>
              </w:rPr>
              <w:t>n</w:t>
            </w:r>
            <w:r w:rsidRPr="009E7CA3">
              <w:rPr>
                <w:rFonts w:ascii="Riojana" w:hAnsi="Riojana"/>
                <w:spacing w:val="23"/>
              </w:rPr>
              <w:t xml:space="preserve"> </w:t>
            </w:r>
            <w:r w:rsidRPr="009E7CA3">
              <w:rPr>
                <w:rFonts w:ascii="Riojana" w:hAnsi="Riojana"/>
              </w:rPr>
              <w:t>R</w:t>
            </w:r>
            <w:r w:rsidRPr="009E7CA3">
              <w:rPr>
                <w:rFonts w:ascii="Riojana" w:hAnsi="Riojana"/>
                <w:spacing w:val="-1"/>
              </w:rPr>
              <w:t>i</w:t>
            </w:r>
            <w:r w:rsidRPr="009E7CA3">
              <w:rPr>
                <w:rFonts w:ascii="Riojana" w:hAnsi="Riojana"/>
              </w:rPr>
              <w:t>oja</w:t>
            </w:r>
            <w:r w:rsidRPr="009E7CA3">
              <w:rPr>
                <w:rFonts w:ascii="Riojana" w:hAnsi="Riojana"/>
                <w:spacing w:val="12"/>
              </w:rPr>
              <w:t xml:space="preserve"> </w:t>
            </w:r>
            <w:r w:rsidRPr="009E7CA3">
              <w:rPr>
                <w:rFonts w:ascii="Riojana" w:hAnsi="Riojana"/>
                <w:w w:val="103"/>
              </w:rPr>
              <w:t>D</w:t>
            </w:r>
            <w:r w:rsidRPr="009E7CA3">
              <w:rPr>
                <w:rFonts w:ascii="Riojana" w:hAnsi="Riojana"/>
                <w:spacing w:val="-1"/>
                <w:w w:val="103"/>
              </w:rPr>
              <w:t>e</w:t>
            </w:r>
            <w:r w:rsidRPr="009E7CA3">
              <w:rPr>
                <w:rFonts w:ascii="Riojana" w:hAnsi="Riojana"/>
                <w:w w:val="103"/>
              </w:rPr>
              <w:t>porte</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w w:val="103"/>
              </w:rPr>
              <w:t>300.0</w:t>
            </w:r>
            <w:r w:rsidRPr="009E7CA3">
              <w:rPr>
                <w:rFonts w:ascii="Riojana" w:hAnsi="Riojana"/>
                <w:spacing w:val="-1"/>
                <w:w w:val="103"/>
              </w:rPr>
              <w:t>0</w:t>
            </w:r>
            <w:r w:rsidRPr="009E7CA3">
              <w:rPr>
                <w:rFonts w:ascii="Riojana" w:hAnsi="Riojana"/>
                <w:w w:val="103"/>
              </w:rPr>
              <w:t>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w w:val="103"/>
              </w:rPr>
              <w:t>08.06.2</w:t>
            </w:r>
            <w:r w:rsidRPr="009E7CA3">
              <w:rPr>
                <w:rFonts w:ascii="Riojana" w:hAnsi="Riojana"/>
                <w:spacing w:val="-1"/>
                <w:w w:val="103"/>
              </w:rPr>
              <w:t>7</w:t>
            </w:r>
            <w:r w:rsidRPr="009E7CA3">
              <w:rPr>
                <w:rFonts w:ascii="Riojana" w:hAnsi="Riojana"/>
                <w:w w:val="103"/>
              </w:rPr>
              <w:t>11.</w:t>
            </w:r>
            <w:r w:rsidRPr="009E7CA3">
              <w:rPr>
                <w:rFonts w:ascii="Riojana" w:hAnsi="Riojana"/>
                <w:spacing w:val="-1"/>
                <w:w w:val="103"/>
              </w:rPr>
              <w:t>4</w:t>
            </w:r>
            <w:r w:rsidRPr="009E7CA3">
              <w:rPr>
                <w:rFonts w:ascii="Riojana" w:hAnsi="Riojana"/>
                <w:w w:val="103"/>
              </w:rPr>
              <w:t>26.00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rPr>
              <w:t>Co</w:t>
            </w:r>
            <w:r w:rsidRPr="009E7CA3">
              <w:rPr>
                <w:rFonts w:ascii="Riojana" w:hAnsi="Riojana"/>
                <w:spacing w:val="-1"/>
              </w:rPr>
              <w:t>n</w:t>
            </w:r>
            <w:r w:rsidRPr="009E7CA3">
              <w:rPr>
                <w:rFonts w:ascii="Riojana" w:hAnsi="Riojana"/>
              </w:rPr>
              <w:t>s</w:t>
            </w:r>
            <w:r w:rsidRPr="009E7CA3">
              <w:rPr>
                <w:rFonts w:ascii="Riojana" w:hAnsi="Riojana"/>
                <w:spacing w:val="-1"/>
              </w:rPr>
              <w:t>o</w:t>
            </w:r>
            <w:r w:rsidRPr="009E7CA3">
              <w:rPr>
                <w:rFonts w:ascii="Riojana" w:hAnsi="Riojana"/>
              </w:rPr>
              <w:t>rc</w:t>
            </w:r>
            <w:r w:rsidRPr="009E7CA3">
              <w:rPr>
                <w:rFonts w:ascii="Riojana" w:hAnsi="Riojana"/>
                <w:spacing w:val="-1"/>
              </w:rPr>
              <w:t>i</w:t>
            </w:r>
            <w:r w:rsidRPr="009E7CA3">
              <w:rPr>
                <w:rFonts w:ascii="Riojana" w:hAnsi="Riojana"/>
              </w:rPr>
              <w:t>o</w:t>
            </w:r>
            <w:r w:rsidRPr="009E7CA3">
              <w:rPr>
                <w:rFonts w:ascii="Riojana" w:hAnsi="Riojana"/>
                <w:spacing w:val="22"/>
              </w:rPr>
              <w:t xml:space="preserve"> </w:t>
            </w:r>
            <w:r w:rsidRPr="009E7CA3">
              <w:rPr>
                <w:rFonts w:ascii="Riojana" w:hAnsi="Riojana"/>
              </w:rPr>
              <w:t>RE</w:t>
            </w:r>
            <w:r w:rsidRPr="009E7CA3">
              <w:rPr>
                <w:rFonts w:ascii="Riojana" w:hAnsi="Riojana"/>
                <w:spacing w:val="-1"/>
              </w:rPr>
              <w:t>A</w:t>
            </w:r>
            <w:r w:rsidRPr="009E7CA3">
              <w:rPr>
                <w:rFonts w:ascii="Riojana" w:hAnsi="Riojana"/>
                <w:w w:val="103"/>
              </w:rPr>
              <w:t>J</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spacing w:val="1"/>
                <w:w w:val="103"/>
              </w:rPr>
              <w:t>4.600</w:t>
            </w:r>
          </w:p>
        </w:tc>
      </w:tr>
    </w:tbl>
    <w:p w:rsidR="00011E90" w:rsidRPr="009E7CA3" w:rsidRDefault="00011E90" w:rsidP="00011E90">
      <w:pPr>
        <w:pStyle w:val="Ttulo4"/>
        <w:rPr>
          <w:rFonts w:ascii="Riojana Bold" w:hAnsi="Riojana Bold" w:cs="Arial"/>
          <w:b w:val="0"/>
          <w:i w:val="0"/>
          <w:color w:val="auto"/>
          <w:sz w:val="22"/>
          <w:szCs w:val="22"/>
        </w:rPr>
      </w:pPr>
      <w:r w:rsidRPr="009E7CA3">
        <w:rPr>
          <w:rFonts w:ascii="Riojana Bold" w:hAnsi="Riojana Bold"/>
          <w:b w:val="0"/>
          <w:i w:val="0"/>
          <w:color w:val="auto"/>
          <w:sz w:val="22"/>
          <w:szCs w:val="22"/>
        </w:rPr>
        <w:t>SECCIÓN 09. SOSTENIBILIDAD Y TRANSICIÓN ECOLÓGICA</w:t>
      </w:r>
    </w:p>
    <w:tbl>
      <w:tblPr>
        <w:tblW w:w="9924"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5"/>
        <w:gridCol w:w="6475"/>
        <w:gridCol w:w="1164"/>
      </w:tblGrid>
      <w:tr w:rsidR="00011E90" w:rsidRPr="009E7CA3" w:rsidTr="00011E90">
        <w:trPr>
          <w:cantSplit/>
          <w:trHeight w:val="20"/>
          <w:tblHeader/>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keepNext/>
              <w:spacing w:before="0" w:after="0"/>
              <w:jc w:val="left"/>
              <w:rPr>
                <w:rFonts w:ascii="Riojana" w:hAnsi="Riojana" w:cs="Arial"/>
                <w:b/>
              </w:rPr>
            </w:pPr>
            <w:r w:rsidRPr="009E7CA3">
              <w:rPr>
                <w:rFonts w:ascii="Riojana" w:hAnsi="Riojana"/>
                <w:b/>
              </w:rPr>
              <w:t>Partida</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keepNext/>
              <w:spacing w:before="0" w:after="0"/>
              <w:jc w:val="left"/>
              <w:rPr>
                <w:rFonts w:ascii="Riojana" w:hAnsi="Riojana" w:cs="Arial"/>
                <w:b/>
              </w:rPr>
            </w:pPr>
            <w:r w:rsidRPr="009E7CA3">
              <w:rPr>
                <w:rFonts w:ascii="Riojana" w:hAnsi="Riojana"/>
                <w:b/>
              </w:rPr>
              <w:t>Descripción</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keepNext/>
              <w:spacing w:before="0" w:after="0"/>
              <w:jc w:val="left"/>
              <w:rPr>
                <w:rFonts w:ascii="Riojana" w:hAnsi="Riojana" w:cs="Arial"/>
                <w:b/>
              </w:rPr>
            </w:pPr>
            <w:r w:rsidRPr="009E7CA3">
              <w:rPr>
                <w:rFonts w:ascii="Riojana" w:hAnsi="Riojana"/>
                <w:b/>
              </w:rPr>
              <w:t>Crédito</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w w:val="103"/>
              </w:rPr>
              <w:t>09.06.4</w:t>
            </w:r>
            <w:r w:rsidRPr="009E7CA3">
              <w:rPr>
                <w:rFonts w:ascii="Riojana" w:hAnsi="Riojana"/>
                <w:spacing w:val="-1"/>
                <w:w w:val="103"/>
              </w:rPr>
              <w:t>7</w:t>
            </w:r>
            <w:r w:rsidRPr="009E7CA3">
              <w:rPr>
                <w:rFonts w:ascii="Riojana" w:hAnsi="Riojana"/>
                <w:w w:val="103"/>
              </w:rPr>
              <w:t>13.</w:t>
            </w:r>
            <w:r w:rsidRPr="009E7CA3">
              <w:rPr>
                <w:rFonts w:ascii="Riojana" w:hAnsi="Riojana"/>
                <w:spacing w:val="-1"/>
                <w:w w:val="103"/>
              </w:rPr>
              <w:t>4</w:t>
            </w:r>
            <w:r w:rsidRPr="009E7CA3">
              <w:rPr>
                <w:rFonts w:ascii="Riojana" w:hAnsi="Riojana"/>
                <w:w w:val="103"/>
              </w:rPr>
              <w:t>42.00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rPr>
              <w:t>Co</w:t>
            </w:r>
            <w:r w:rsidRPr="009E7CA3">
              <w:rPr>
                <w:rFonts w:ascii="Riojana" w:hAnsi="Riojana"/>
                <w:spacing w:val="-1"/>
              </w:rPr>
              <w:t>n</w:t>
            </w:r>
            <w:r w:rsidRPr="009E7CA3">
              <w:rPr>
                <w:rFonts w:ascii="Riojana" w:hAnsi="Riojana"/>
              </w:rPr>
              <w:t>s</w:t>
            </w:r>
            <w:r w:rsidRPr="009E7CA3">
              <w:rPr>
                <w:rFonts w:ascii="Riojana" w:hAnsi="Riojana"/>
                <w:spacing w:val="-1"/>
              </w:rPr>
              <w:t>o</w:t>
            </w:r>
            <w:r w:rsidRPr="009E7CA3">
              <w:rPr>
                <w:rFonts w:ascii="Riojana" w:hAnsi="Riojana"/>
              </w:rPr>
              <w:t>rc</w:t>
            </w:r>
            <w:r w:rsidRPr="009E7CA3">
              <w:rPr>
                <w:rFonts w:ascii="Riojana" w:hAnsi="Riojana"/>
                <w:spacing w:val="-1"/>
              </w:rPr>
              <w:t>i</w:t>
            </w:r>
            <w:r w:rsidRPr="009E7CA3">
              <w:rPr>
                <w:rFonts w:ascii="Riojana" w:hAnsi="Riojana"/>
              </w:rPr>
              <w:t>o</w:t>
            </w:r>
            <w:r w:rsidRPr="009E7CA3">
              <w:rPr>
                <w:rFonts w:ascii="Riojana" w:hAnsi="Riojana"/>
                <w:spacing w:val="22"/>
              </w:rPr>
              <w:t xml:space="preserve"> </w:t>
            </w:r>
            <w:r w:rsidRPr="009E7CA3">
              <w:rPr>
                <w:rFonts w:ascii="Riojana" w:hAnsi="Riojana"/>
              </w:rPr>
              <w:t>de</w:t>
            </w:r>
            <w:r w:rsidRPr="009E7CA3">
              <w:rPr>
                <w:rFonts w:ascii="Riojana" w:hAnsi="Riojana"/>
                <w:spacing w:val="5"/>
              </w:rPr>
              <w:t xml:space="preserve"> </w:t>
            </w:r>
            <w:r w:rsidRPr="009E7CA3">
              <w:rPr>
                <w:rFonts w:ascii="Riojana" w:hAnsi="Riojana"/>
              </w:rPr>
              <w:t>Aguas</w:t>
            </w:r>
            <w:r w:rsidRPr="009E7CA3">
              <w:rPr>
                <w:rFonts w:ascii="Riojana" w:hAnsi="Riojana"/>
                <w:spacing w:val="15"/>
              </w:rPr>
              <w:t xml:space="preserve"> </w:t>
            </w:r>
            <w:r w:rsidRPr="009E7CA3">
              <w:rPr>
                <w:rFonts w:ascii="Riojana" w:hAnsi="Riojana"/>
              </w:rPr>
              <w:t>y</w:t>
            </w:r>
            <w:r w:rsidRPr="009E7CA3">
              <w:rPr>
                <w:rFonts w:ascii="Riojana" w:hAnsi="Riojana"/>
                <w:spacing w:val="4"/>
              </w:rPr>
              <w:t xml:space="preserve"> </w:t>
            </w:r>
            <w:r w:rsidRPr="009E7CA3">
              <w:rPr>
                <w:rFonts w:ascii="Riojana" w:hAnsi="Riojana"/>
                <w:w w:val="103"/>
              </w:rPr>
              <w:t>R</w:t>
            </w:r>
            <w:r w:rsidRPr="009E7CA3">
              <w:rPr>
                <w:rFonts w:ascii="Riojana" w:hAnsi="Riojana"/>
                <w:spacing w:val="-1"/>
                <w:w w:val="103"/>
              </w:rPr>
              <w:t>e</w:t>
            </w:r>
            <w:r w:rsidRPr="009E7CA3">
              <w:rPr>
                <w:rFonts w:ascii="Riojana" w:hAnsi="Riojana"/>
                <w:w w:val="103"/>
              </w:rPr>
              <w:t>sidu</w:t>
            </w:r>
            <w:r w:rsidRPr="009E7CA3">
              <w:rPr>
                <w:rFonts w:ascii="Riojana" w:hAnsi="Riojana"/>
                <w:spacing w:val="-1"/>
                <w:w w:val="103"/>
              </w:rPr>
              <w:t>o</w:t>
            </w:r>
            <w:r w:rsidRPr="009E7CA3">
              <w:rPr>
                <w:rFonts w:ascii="Riojana" w:hAnsi="Riojana"/>
                <w:w w:val="103"/>
              </w:rPr>
              <w:t>s de La Rioja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w w:val="103"/>
              </w:rPr>
              <w:t>500.0</w:t>
            </w:r>
            <w:r w:rsidRPr="009E7CA3">
              <w:rPr>
                <w:rFonts w:ascii="Riojana" w:hAnsi="Riojana"/>
                <w:spacing w:val="-1"/>
                <w:w w:val="103"/>
              </w:rPr>
              <w:t>0</w:t>
            </w:r>
            <w:r w:rsidRPr="009E7CA3">
              <w:rPr>
                <w:rFonts w:ascii="Riojana" w:hAnsi="Riojana"/>
                <w:w w:val="103"/>
              </w:rPr>
              <w:t>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w w:val="103"/>
              </w:rPr>
              <w:t>09.06.4</w:t>
            </w:r>
            <w:r w:rsidRPr="009E7CA3">
              <w:rPr>
                <w:rFonts w:ascii="Riojana" w:hAnsi="Riojana"/>
                <w:spacing w:val="-1"/>
                <w:w w:val="103"/>
              </w:rPr>
              <w:t>7</w:t>
            </w:r>
            <w:r w:rsidRPr="009E7CA3">
              <w:rPr>
                <w:rFonts w:ascii="Riojana" w:hAnsi="Riojana"/>
                <w:w w:val="103"/>
              </w:rPr>
              <w:t>14.</w:t>
            </w:r>
            <w:r w:rsidRPr="009E7CA3">
              <w:rPr>
                <w:rFonts w:ascii="Riojana" w:hAnsi="Riojana"/>
                <w:spacing w:val="-1"/>
                <w:w w:val="103"/>
              </w:rPr>
              <w:t>4</w:t>
            </w:r>
            <w:r w:rsidRPr="009E7CA3">
              <w:rPr>
                <w:rFonts w:ascii="Riojana" w:hAnsi="Riojana"/>
                <w:w w:val="103"/>
              </w:rPr>
              <w:t>42.00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rPr>
              <w:t>Co</w:t>
            </w:r>
            <w:r w:rsidRPr="009E7CA3">
              <w:rPr>
                <w:rFonts w:ascii="Riojana" w:hAnsi="Riojana"/>
                <w:spacing w:val="-1"/>
              </w:rPr>
              <w:t>n</w:t>
            </w:r>
            <w:r w:rsidRPr="009E7CA3">
              <w:rPr>
                <w:rFonts w:ascii="Riojana" w:hAnsi="Riojana"/>
              </w:rPr>
              <w:t>s</w:t>
            </w:r>
            <w:r w:rsidRPr="009E7CA3">
              <w:rPr>
                <w:rFonts w:ascii="Riojana" w:hAnsi="Riojana"/>
                <w:spacing w:val="-1"/>
              </w:rPr>
              <w:t>o</w:t>
            </w:r>
            <w:r w:rsidRPr="009E7CA3">
              <w:rPr>
                <w:rFonts w:ascii="Riojana" w:hAnsi="Riojana"/>
              </w:rPr>
              <w:t>rc</w:t>
            </w:r>
            <w:r w:rsidRPr="009E7CA3">
              <w:rPr>
                <w:rFonts w:ascii="Riojana" w:hAnsi="Riojana"/>
                <w:spacing w:val="-1"/>
              </w:rPr>
              <w:t>i</w:t>
            </w:r>
            <w:r w:rsidRPr="009E7CA3">
              <w:rPr>
                <w:rFonts w:ascii="Riojana" w:hAnsi="Riojana"/>
              </w:rPr>
              <w:t>o</w:t>
            </w:r>
            <w:r w:rsidRPr="009E7CA3">
              <w:rPr>
                <w:rFonts w:ascii="Riojana" w:hAnsi="Riojana"/>
                <w:spacing w:val="22"/>
              </w:rPr>
              <w:t xml:space="preserve"> </w:t>
            </w:r>
            <w:r w:rsidRPr="009E7CA3">
              <w:rPr>
                <w:rFonts w:ascii="Riojana" w:hAnsi="Riojana"/>
              </w:rPr>
              <w:t>de</w:t>
            </w:r>
            <w:r w:rsidRPr="009E7CA3">
              <w:rPr>
                <w:rFonts w:ascii="Riojana" w:hAnsi="Riojana"/>
                <w:spacing w:val="5"/>
              </w:rPr>
              <w:t xml:space="preserve"> </w:t>
            </w:r>
            <w:r w:rsidRPr="009E7CA3">
              <w:rPr>
                <w:rFonts w:ascii="Riojana" w:hAnsi="Riojana"/>
              </w:rPr>
              <w:t>Aguas</w:t>
            </w:r>
            <w:r w:rsidRPr="009E7CA3">
              <w:rPr>
                <w:rFonts w:ascii="Riojana" w:hAnsi="Riojana"/>
                <w:spacing w:val="15"/>
              </w:rPr>
              <w:t xml:space="preserve"> </w:t>
            </w:r>
            <w:r w:rsidRPr="009E7CA3">
              <w:rPr>
                <w:rFonts w:ascii="Riojana" w:hAnsi="Riojana"/>
              </w:rPr>
              <w:t>y</w:t>
            </w:r>
            <w:r w:rsidRPr="009E7CA3">
              <w:rPr>
                <w:rFonts w:ascii="Riojana" w:hAnsi="Riojana"/>
                <w:spacing w:val="4"/>
              </w:rPr>
              <w:t xml:space="preserve"> </w:t>
            </w:r>
            <w:r w:rsidRPr="009E7CA3">
              <w:rPr>
                <w:rFonts w:ascii="Riojana" w:hAnsi="Riojana"/>
                <w:w w:val="103"/>
              </w:rPr>
              <w:t>R</w:t>
            </w:r>
            <w:r w:rsidRPr="009E7CA3">
              <w:rPr>
                <w:rFonts w:ascii="Riojana" w:hAnsi="Riojana"/>
                <w:spacing w:val="-1"/>
                <w:w w:val="103"/>
              </w:rPr>
              <w:t>e</w:t>
            </w:r>
            <w:r w:rsidRPr="009E7CA3">
              <w:rPr>
                <w:rFonts w:ascii="Riojana" w:hAnsi="Riojana"/>
                <w:w w:val="103"/>
              </w:rPr>
              <w:t>sidu</w:t>
            </w:r>
            <w:r w:rsidRPr="009E7CA3">
              <w:rPr>
                <w:rFonts w:ascii="Riojana" w:hAnsi="Riojana"/>
                <w:spacing w:val="-1"/>
                <w:w w:val="103"/>
              </w:rPr>
              <w:t>o</w:t>
            </w:r>
            <w:r w:rsidRPr="009E7CA3">
              <w:rPr>
                <w:rFonts w:ascii="Riojana" w:hAnsi="Riojana"/>
                <w:w w:val="103"/>
              </w:rPr>
              <w:t>s de La Rioja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w w:val="103"/>
              </w:rPr>
              <w:t>10.000.000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w w:val="103"/>
              </w:rPr>
              <w:t>09.06.4</w:t>
            </w:r>
            <w:r w:rsidRPr="009E7CA3">
              <w:rPr>
                <w:rFonts w:ascii="Riojana" w:hAnsi="Riojana"/>
                <w:spacing w:val="-1"/>
                <w:w w:val="103"/>
              </w:rPr>
              <w:t>7</w:t>
            </w:r>
            <w:r w:rsidRPr="009E7CA3">
              <w:rPr>
                <w:rFonts w:ascii="Riojana" w:hAnsi="Riojana"/>
                <w:w w:val="103"/>
              </w:rPr>
              <w:t>14.</w:t>
            </w:r>
            <w:r w:rsidRPr="009E7CA3">
              <w:rPr>
                <w:rFonts w:ascii="Riojana" w:hAnsi="Riojana"/>
                <w:spacing w:val="-1"/>
                <w:w w:val="103"/>
              </w:rPr>
              <w:t>7</w:t>
            </w:r>
            <w:r w:rsidRPr="009E7CA3">
              <w:rPr>
                <w:rFonts w:ascii="Riojana" w:hAnsi="Riojana"/>
                <w:w w:val="103"/>
              </w:rPr>
              <w:t>42.00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rPr>
              <w:t>Co</w:t>
            </w:r>
            <w:r w:rsidRPr="009E7CA3">
              <w:rPr>
                <w:rFonts w:ascii="Riojana" w:hAnsi="Riojana"/>
                <w:spacing w:val="-1"/>
              </w:rPr>
              <w:t>n</w:t>
            </w:r>
            <w:r w:rsidRPr="009E7CA3">
              <w:rPr>
                <w:rFonts w:ascii="Riojana" w:hAnsi="Riojana"/>
              </w:rPr>
              <w:t>s</w:t>
            </w:r>
            <w:r w:rsidRPr="009E7CA3">
              <w:rPr>
                <w:rFonts w:ascii="Riojana" w:hAnsi="Riojana"/>
                <w:spacing w:val="-1"/>
              </w:rPr>
              <w:t>o</w:t>
            </w:r>
            <w:r w:rsidRPr="009E7CA3">
              <w:rPr>
                <w:rFonts w:ascii="Riojana" w:hAnsi="Riojana"/>
              </w:rPr>
              <w:t>rc</w:t>
            </w:r>
            <w:r w:rsidRPr="009E7CA3">
              <w:rPr>
                <w:rFonts w:ascii="Riojana" w:hAnsi="Riojana"/>
                <w:spacing w:val="-1"/>
              </w:rPr>
              <w:t>i</w:t>
            </w:r>
            <w:r w:rsidRPr="009E7CA3">
              <w:rPr>
                <w:rFonts w:ascii="Riojana" w:hAnsi="Riojana"/>
              </w:rPr>
              <w:t>o</w:t>
            </w:r>
            <w:r w:rsidRPr="009E7CA3">
              <w:rPr>
                <w:rFonts w:ascii="Riojana" w:hAnsi="Riojana"/>
                <w:spacing w:val="22"/>
              </w:rPr>
              <w:t xml:space="preserve"> </w:t>
            </w:r>
            <w:r w:rsidRPr="009E7CA3">
              <w:rPr>
                <w:rFonts w:ascii="Riojana" w:hAnsi="Riojana"/>
              </w:rPr>
              <w:t>de</w:t>
            </w:r>
            <w:r w:rsidRPr="009E7CA3">
              <w:rPr>
                <w:rFonts w:ascii="Riojana" w:hAnsi="Riojana"/>
                <w:spacing w:val="5"/>
              </w:rPr>
              <w:t xml:space="preserve"> </w:t>
            </w:r>
            <w:r w:rsidRPr="009E7CA3">
              <w:rPr>
                <w:rFonts w:ascii="Riojana" w:hAnsi="Riojana"/>
              </w:rPr>
              <w:t>Aguas</w:t>
            </w:r>
            <w:r w:rsidRPr="009E7CA3">
              <w:rPr>
                <w:rFonts w:ascii="Riojana" w:hAnsi="Riojana"/>
                <w:spacing w:val="15"/>
              </w:rPr>
              <w:t xml:space="preserve"> </w:t>
            </w:r>
            <w:r w:rsidRPr="009E7CA3">
              <w:rPr>
                <w:rFonts w:ascii="Riojana" w:hAnsi="Riojana"/>
              </w:rPr>
              <w:t>y</w:t>
            </w:r>
            <w:r w:rsidRPr="009E7CA3">
              <w:rPr>
                <w:rFonts w:ascii="Riojana" w:hAnsi="Riojana"/>
                <w:spacing w:val="4"/>
              </w:rPr>
              <w:t xml:space="preserve"> </w:t>
            </w:r>
            <w:r w:rsidRPr="009E7CA3">
              <w:rPr>
                <w:rFonts w:ascii="Riojana" w:hAnsi="Riojana"/>
                <w:w w:val="103"/>
              </w:rPr>
              <w:t>R</w:t>
            </w:r>
            <w:r w:rsidRPr="009E7CA3">
              <w:rPr>
                <w:rFonts w:ascii="Riojana" w:hAnsi="Riojana"/>
                <w:spacing w:val="-1"/>
                <w:w w:val="103"/>
              </w:rPr>
              <w:t>e</w:t>
            </w:r>
            <w:r w:rsidRPr="009E7CA3">
              <w:rPr>
                <w:rFonts w:ascii="Riojana" w:hAnsi="Riojana"/>
                <w:w w:val="103"/>
              </w:rPr>
              <w:t>sidu</w:t>
            </w:r>
            <w:r w:rsidRPr="009E7CA3">
              <w:rPr>
                <w:rFonts w:ascii="Riojana" w:hAnsi="Riojana"/>
                <w:spacing w:val="-1"/>
                <w:w w:val="103"/>
              </w:rPr>
              <w:t>o</w:t>
            </w:r>
            <w:r w:rsidRPr="009E7CA3">
              <w:rPr>
                <w:rFonts w:ascii="Riojana" w:hAnsi="Riojana"/>
                <w:w w:val="103"/>
              </w:rPr>
              <w:t>s de La Rioja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w w:val="103"/>
              </w:rPr>
              <w:t>2.150.000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w w:val="103"/>
              </w:rPr>
              <w:t>09.07.4</w:t>
            </w:r>
            <w:r w:rsidRPr="009E7CA3">
              <w:rPr>
                <w:rFonts w:ascii="Riojana" w:hAnsi="Riojana"/>
                <w:spacing w:val="-1"/>
                <w:w w:val="103"/>
              </w:rPr>
              <w:t>7</w:t>
            </w:r>
            <w:r w:rsidRPr="009E7CA3">
              <w:rPr>
                <w:rFonts w:ascii="Riojana" w:hAnsi="Riojana"/>
                <w:w w:val="103"/>
              </w:rPr>
              <w:t>11.</w:t>
            </w:r>
            <w:r w:rsidRPr="009E7CA3">
              <w:rPr>
                <w:rFonts w:ascii="Riojana" w:hAnsi="Riojana"/>
                <w:spacing w:val="-1"/>
                <w:w w:val="103"/>
              </w:rPr>
              <w:t>4</w:t>
            </w:r>
            <w:r w:rsidRPr="009E7CA3">
              <w:rPr>
                <w:rFonts w:ascii="Riojana" w:hAnsi="Riojana"/>
                <w:w w:val="103"/>
              </w:rPr>
              <w:t>40.01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spacing w:val="-5"/>
              </w:rPr>
              <w:t>L</w:t>
            </w:r>
            <w:r w:rsidRPr="009E7CA3">
              <w:rPr>
                <w:rFonts w:ascii="Riojana" w:hAnsi="Riojana"/>
              </w:rPr>
              <w:t>a</w:t>
            </w:r>
            <w:r w:rsidRPr="009E7CA3">
              <w:rPr>
                <w:rFonts w:ascii="Riojana" w:hAnsi="Riojana"/>
                <w:spacing w:val="-3"/>
              </w:rPr>
              <w:t xml:space="preserve"> </w:t>
            </w:r>
            <w:r w:rsidRPr="009E7CA3">
              <w:rPr>
                <w:rFonts w:ascii="Riojana" w:hAnsi="Riojana"/>
                <w:spacing w:val="-5"/>
              </w:rPr>
              <w:t>Rio</w:t>
            </w:r>
            <w:r w:rsidRPr="009E7CA3">
              <w:rPr>
                <w:rFonts w:ascii="Riojana" w:hAnsi="Riojana"/>
                <w:spacing w:val="-6"/>
              </w:rPr>
              <w:t>j</w:t>
            </w:r>
            <w:r w:rsidRPr="009E7CA3">
              <w:rPr>
                <w:rFonts w:ascii="Riojana" w:hAnsi="Riojana"/>
              </w:rPr>
              <w:t>a</w:t>
            </w:r>
            <w:r w:rsidRPr="009E7CA3">
              <w:rPr>
                <w:rFonts w:ascii="Riojana" w:hAnsi="Riojana"/>
                <w:spacing w:val="2"/>
              </w:rPr>
              <w:t xml:space="preserve"> </w:t>
            </w:r>
            <w:r w:rsidRPr="009E7CA3">
              <w:rPr>
                <w:rFonts w:ascii="Riojana" w:hAnsi="Riojana"/>
                <w:spacing w:val="-5"/>
              </w:rPr>
              <w:t>36</w:t>
            </w:r>
            <w:r w:rsidRPr="009E7CA3">
              <w:rPr>
                <w:rFonts w:ascii="Riojana" w:hAnsi="Riojana"/>
              </w:rPr>
              <w:t>0</w:t>
            </w:r>
            <w:r w:rsidRPr="009E7CA3">
              <w:rPr>
                <w:rFonts w:ascii="Riojana" w:hAnsi="Riojana"/>
                <w:spacing w:val="-1"/>
              </w:rPr>
              <w:t xml:space="preserve"> </w:t>
            </w:r>
            <w:r w:rsidRPr="009E7CA3">
              <w:rPr>
                <w:rFonts w:ascii="Riojana" w:hAnsi="Riojana"/>
                <w:spacing w:val="-5"/>
              </w:rPr>
              <w:t>G</w:t>
            </w:r>
            <w:r w:rsidRPr="009E7CA3">
              <w:rPr>
                <w:rFonts w:ascii="Riojana" w:hAnsi="Riojana"/>
                <w:spacing w:val="-4"/>
              </w:rPr>
              <w:t>r</w:t>
            </w:r>
            <w:r w:rsidRPr="009E7CA3">
              <w:rPr>
                <w:rFonts w:ascii="Riojana" w:hAnsi="Riojana"/>
                <w:spacing w:val="-5"/>
              </w:rPr>
              <w:t>ado</w:t>
            </w:r>
            <w:r w:rsidRPr="009E7CA3">
              <w:rPr>
                <w:rFonts w:ascii="Riojana" w:hAnsi="Riojana"/>
              </w:rPr>
              <w:t>s</w:t>
            </w:r>
            <w:r w:rsidRPr="009E7CA3">
              <w:rPr>
                <w:rFonts w:ascii="Riojana" w:hAnsi="Riojana"/>
                <w:spacing w:val="7"/>
              </w:rPr>
              <w:t xml:space="preserve"> </w:t>
            </w:r>
            <w:r w:rsidRPr="009E7CA3">
              <w:rPr>
                <w:rFonts w:ascii="Riojana" w:hAnsi="Riojana"/>
                <w:spacing w:val="-5"/>
              </w:rPr>
              <w:t>Avanza</w:t>
            </w:r>
            <w:r w:rsidRPr="009E7CA3">
              <w:rPr>
                <w:rFonts w:ascii="Riojana" w:hAnsi="Riojana"/>
              </w:rPr>
              <w:t>,</w:t>
            </w:r>
            <w:r w:rsidRPr="009E7CA3">
              <w:rPr>
                <w:rFonts w:ascii="Riojana" w:hAnsi="Riojana"/>
                <w:spacing w:val="8"/>
              </w:rPr>
              <w:t xml:space="preserve"> </w:t>
            </w:r>
            <w:r w:rsidRPr="009E7CA3">
              <w:rPr>
                <w:rFonts w:ascii="Riojana" w:hAnsi="Riojana"/>
                <w:spacing w:val="-5"/>
              </w:rPr>
              <w:t>Socieda</w:t>
            </w:r>
            <w:r w:rsidRPr="009E7CA3">
              <w:rPr>
                <w:rFonts w:ascii="Riojana" w:hAnsi="Riojana"/>
              </w:rPr>
              <w:t>d</w:t>
            </w:r>
            <w:r w:rsidRPr="009E7CA3">
              <w:rPr>
                <w:rFonts w:ascii="Riojana" w:hAnsi="Riojana"/>
                <w:spacing w:val="11"/>
              </w:rPr>
              <w:t xml:space="preserve"> </w:t>
            </w:r>
            <w:r w:rsidRPr="009E7CA3">
              <w:rPr>
                <w:rFonts w:ascii="Riojana" w:hAnsi="Riojana"/>
                <w:spacing w:val="-5"/>
              </w:rPr>
              <w:t>d</w:t>
            </w:r>
            <w:r w:rsidRPr="009E7CA3">
              <w:rPr>
                <w:rFonts w:ascii="Riojana" w:hAnsi="Riojana"/>
              </w:rPr>
              <w:t>e</w:t>
            </w:r>
            <w:r w:rsidRPr="009E7CA3">
              <w:rPr>
                <w:rFonts w:ascii="Riojana" w:hAnsi="Riojana"/>
                <w:spacing w:val="-3"/>
              </w:rPr>
              <w:t xml:space="preserve"> </w:t>
            </w:r>
            <w:r w:rsidRPr="009E7CA3">
              <w:rPr>
                <w:rFonts w:ascii="Riojana" w:hAnsi="Riojana"/>
                <w:spacing w:val="-5"/>
              </w:rPr>
              <w:t>Promo</w:t>
            </w:r>
            <w:r w:rsidRPr="009E7CA3">
              <w:rPr>
                <w:rFonts w:ascii="Riojana" w:hAnsi="Riojana"/>
                <w:spacing w:val="-4"/>
              </w:rPr>
              <w:t>c</w:t>
            </w:r>
            <w:r w:rsidRPr="009E7CA3">
              <w:rPr>
                <w:rFonts w:ascii="Riojana" w:hAnsi="Riojana"/>
                <w:spacing w:val="-5"/>
              </w:rPr>
              <w:t>ió</w:t>
            </w:r>
            <w:r w:rsidRPr="009E7CA3">
              <w:rPr>
                <w:rFonts w:ascii="Riojana" w:hAnsi="Riojana"/>
              </w:rPr>
              <w:t>n</w:t>
            </w:r>
            <w:r w:rsidRPr="009E7CA3">
              <w:rPr>
                <w:rFonts w:ascii="Riojana" w:hAnsi="Riojana"/>
                <w:spacing w:val="14"/>
              </w:rPr>
              <w:t xml:space="preserve"> </w:t>
            </w:r>
            <w:r w:rsidRPr="009E7CA3">
              <w:rPr>
                <w:rFonts w:ascii="Riojana" w:hAnsi="Riojana"/>
                <w:spacing w:val="-5"/>
              </w:rPr>
              <w:t>d</w:t>
            </w:r>
            <w:r w:rsidRPr="009E7CA3">
              <w:rPr>
                <w:rFonts w:ascii="Riojana" w:hAnsi="Riojana"/>
              </w:rPr>
              <w:t>e</w:t>
            </w:r>
            <w:r w:rsidRPr="009E7CA3">
              <w:rPr>
                <w:rFonts w:ascii="Riojana" w:hAnsi="Riojana"/>
                <w:spacing w:val="-3"/>
              </w:rPr>
              <w:t xml:space="preserve"> </w:t>
            </w:r>
            <w:r w:rsidRPr="009E7CA3">
              <w:rPr>
                <w:rFonts w:ascii="Riojana" w:hAnsi="Riojana"/>
                <w:spacing w:val="-5"/>
              </w:rPr>
              <w:t>L</w:t>
            </w:r>
            <w:r w:rsidRPr="009E7CA3">
              <w:rPr>
                <w:rFonts w:ascii="Riojana" w:hAnsi="Riojana"/>
              </w:rPr>
              <w:t>a</w:t>
            </w:r>
            <w:r w:rsidRPr="009E7CA3">
              <w:rPr>
                <w:rFonts w:ascii="Riojana" w:hAnsi="Riojana"/>
                <w:spacing w:val="-3"/>
              </w:rPr>
              <w:t xml:space="preserve"> </w:t>
            </w:r>
            <w:r w:rsidRPr="009E7CA3">
              <w:rPr>
                <w:rFonts w:ascii="Riojana" w:hAnsi="Riojana"/>
                <w:spacing w:val="-5"/>
              </w:rPr>
              <w:t>Rioja</w:t>
            </w:r>
            <w:r w:rsidRPr="009E7CA3">
              <w:rPr>
                <w:rFonts w:ascii="Riojana" w:hAnsi="Riojana"/>
              </w:rPr>
              <w:t>,</w:t>
            </w:r>
            <w:r w:rsidRPr="009E7CA3">
              <w:rPr>
                <w:rFonts w:ascii="Riojana" w:hAnsi="Riojana"/>
                <w:spacing w:val="3"/>
              </w:rPr>
              <w:t xml:space="preserve"> </w:t>
            </w:r>
            <w:r w:rsidRPr="009E7CA3">
              <w:rPr>
                <w:rFonts w:ascii="Riojana" w:hAnsi="Riojana"/>
                <w:spacing w:val="-5"/>
                <w:w w:val="103"/>
              </w:rPr>
              <w:t>SAU.</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w w:val="103"/>
              </w:rPr>
              <w:t>50.0</w:t>
            </w:r>
            <w:r w:rsidRPr="009E7CA3">
              <w:rPr>
                <w:rFonts w:ascii="Riojana" w:hAnsi="Riojana"/>
                <w:spacing w:val="-1"/>
                <w:w w:val="103"/>
              </w:rPr>
              <w:t>0</w:t>
            </w:r>
            <w:r w:rsidRPr="009E7CA3">
              <w:rPr>
                <w:rFonts w:ascii="Riojana" w:hAnsi="Riojana"/>
                <w:w w:val="103"/>
              </w:rPr>
              <w:t>0</w:t>
            </w:r>
          </w:p>
        </w:tc>
      </w:tr>
    </w:tbl>
    <w:p w:rsidR="00011E90" w:rsidRPr="009E7CA3" w:rsidRDefault="00011E90" w:rsidP="00011E90">
      <w:pPr>
        <w:pStyle w:val="Ttulo4"/>
        <w:rPr>
          <w:rFonts w:ascii="Riojana Bold" w:hAnsi="Riojana Bold" w:cs="Arial"/>
          <w:b w:val="0"/>
          <w:i w:val="0"/>
          <w:color w:val="auto"/>
          <w:sz w:val="22"/>
          <w:szCs w:val="22"/>
        </w:rPr>
      </w:pPr>
      <w:r w:rsidRPr="009E7CA3">
        <w:rPr>
          <w:rFonts w:ascii="Riojana Bold" w:hAnsi="Riojana Bold"/>
          <w:b w:val="0"/>
          <w:i w:val="0"/>
          <w:color w:val="auto"/>
          <w:sz w:val="22"/>
          <w:szCs w:val="22"/>
        </w:rPr>
        <w:t>SECCIÓN 12. HACIENDA Y ADMINISTRACIÓN PÚBLICA</w:t>
      </w:r>
    </w:p>
    <w:tbl>
      <w:tblPr>
        <w:tblW w:w="9924"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5"/>
        <w:gridCol w:w="6475"/>
        <w:gridCol w:w="1164"/>
      </w:tblGrid>
      <w:tr w:rsidR="00011E90" w:rsidRPr="009E7CA3" w:rsidTr="00011E90">
        <w:trPr>
          <w:cantSplit/>
          <w:trHeight w:val="20"/>
          <w:tblHeader/>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keepNext/>
              <w:spacing w:before="0" w:after="0"/>
              <w:jc w:val="left"/>
              <w:rPr>
                <w:rFonts w:ascii="Riojana" w:hAnsi="Riojana" w:cs="Arial"/>
                <w:b/>
              </w:rPr>
            </w:pPr>
            <w:r w:rsidRPr="009E7CA3">
              <w:rPr>
                <w:rFonts w:ascii="Riojana" w:hAnsi="Riojana"/>
                <w:b/>
              </w:rPr>
              <w:t>Partida</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keepNext/>
              <w:spacing w:before="0" w:after="0"/>
              <w:jc w:val="left"/>
              <w:rPr>
                <w:rFonts w:ascii="Riojana" w:hAnsi="Riojana" w:cs="Arial"/>
                <w:b/>
              </w:rPr>
            </w:pPr>
            <w:r w:rsidRPr="009E7CA3">
              <w:rPr>
                <w:rFonts w:ascii="Riojana" w:hAnsi="Riojana"/>
                <w:b/>
              </w:rPr>
              <w:t>Descripción</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keepNext/>
              <w:spacing w:before="0" w:after="0"/>
              <w:jc w:val="left"/>
              <w:rPr>
                <w:rFonts w:ascii="Riojana" w:hAnsi="Riojana" w:cs="Arial"/>
                <w:b/>
              </w:rPr>
            </w:pPr>
            <w:r w:rsidRPr="009E7CA3">
              <w:rPr>
                <w:rFonts w:ascii="Riojana" w:hAnsi="Riojana"/>
                <w:b/>
              </w:rPr>
              <w:t>Crédito</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eastAsia="Arial" w:hAnsi="Riojana" w:cs="Arial"/>
                <w:lang w:val="es-ES_tradnl"/>
              </w:rPr>
            </w:pPr>
            <w:r w:rsidRPr="009E7CA3">
              <w:rPr>
                <w:rFonts w:ascii="Riojana" w:eastAsia="Arial" w:hAnsi="Riojana"/>
                <w:lang w:val="es-ES_tradnl"/>
              </w:rPr>
              <w:t>12.01.9211.440.00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eastAsia="Arial" w:hAnsi="Riojana" w:cs="Arial"/>
                <w:spacing w:val="1"/>
                <w:lang w:val="es-ES_tradnl"/>
              </w:rPr>
            </w:pPr>
            <w:r w:rsidRPr="009E7CA3">
              <w:rPr>
                <w:rFonts w:ascii="Riojana" w:eastAsia="Arial" w:hAnsi="Riojana"/>
                <w:spacing w:val="1"/>
                <w:lang w:val="es-ES_tradnl"/>
              </w:rPr>
              <w:t>La Rioja 360º Avanza, SAU</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w w:val="103"/>
              </w:rPr>
            </w:pPr>
            <w:r w:rsidRPr="009E7CA3">
              <w:rPr>
                <w:rFonts w:ascii="Riojana" w:hAnsi="Riojana"/>
                <w:w w:val="103"/>
              </w:rPr>
              <w:t>2.000.000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eastAsia="Arial" w:hAnsi="Riojana" w:cs="Arial"/>
                <w:lang w:val="es-ES_tradnl"/>
              </w:rPr>
            </w:pPr>
            <w:r w:rsidRPr="009E7CA3">
              <w:rPr>
                <w:rFonts w:ascii="Riojana" w:eastAsia="Arial" w:hAnsi="Riojana"/>
                <w:lang w:val="es-ES_tradnl"/>
              </w:rPr>
              <w:t>12.05.1411.448.00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eastAsia="Arial" w:hAnsi="Riojana" w:cs="Arial"/>
                <w:spacing w:val="1"/>
                <w:lang w:val="es-ES_tradnl"/>
              </w:rPr>
            </w:pPr>
            <w:r w:rsidRPr="009E7CA3">
              <w:rPr>
                <w:rFonts w:ascii="Riojana" w:eastAsia="Arial" w:hAnsi="Riojana"/>
                <w:spacing w:val="1"/>
                <w:lang w:val="es-ES_tradnl"/>
              </w:rPr>
              <w:t>Fundación para la Transformación de La Rioja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w w:val="103"/>
              </w:rPr>
            </w:pPr>
            <w:r w:rsidRPr="009E7CA3">
              <w:rPr>
                <w:rFonts w:ascii="Riojana" w:hAnsi="Riojana"/>
                <w:w w:val="103"/>
              </w:rPr>
              <w:t>300.000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rPr>
              <w:t>12.12.1814.447.00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rPr>
              <w:t>Consejo Económico y Social</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widowControl w:val="0"/>
              <w:autoSpaceDE w:val="0"/>
              <w:autoSpaceDN w:val="0"/>
              <w:adjustRightInd w:val="0"/>
              <w:spacing w:before="0" w:after="0"/>
              <w:jc w:val="left"/>
              <w:rPr>
                <w:rFonts w:ascii="Riojana" w:hAnsi="Riojana" w:cs="Arial"/>
              </w:rPr>
            </w:pPr>
            <w:r w:rsidRPr="009E7CA3">
              <w:rPr>
                <w:rFonts w:ascii="Riojana" w:hAnsi="Riojana"/>
              </w:rPr>
              <w:t>150.000</w:t>
            </w:r>
          </w:p>
        </w:tc>
      </w:tr>
    </w:tbl>
    <w:p w:rsidR="00011E90" w:rsidRPr="009E7CA3" w:rsidRDefault="00011E90" w:rsidP="00011E90">
      <w:pPr>
        <w:pStyle w:val="Ttulo4"/>
        <w:rPr>
          <w:rFonts w:ascii="Riojana Bold" w:hAnsi="Riojana Bold" w:cs="Arial"/>
          <w:b w:val="0"/>
          <w:i w:val="0"/>
          <w:color w:val="auto"/>
          <w:sz w:val="22"/>
          <w:szCs w:val="22"/>
        </w:rPr>
      </w:pPr>
      <w:r w:rsidRPr="009E7CA3">
        <w:rPr>
          <w:rFonts w:ascii="Riojana Bold" w:hAnsi="Riojana Bold"/>
          <w:b w:val="0"/>
          <w:i w:val="0"/>
          <w:color w:val="auto"/>
          <w:sz w:val="22"/>
          <w:szCs w:val="22"/>
        </w:rPr>
        <w:t>SECCIÓN 19. DESARROLLO AUTONÓMICO</w:t>
      </w:r>
    </w:p>
    <w:tbl>
      <w:tblPr>
        <w:tblW w:w="9924"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5"/>
        <w:gridCol w:w="6475"/>
        <w:gridCol w:w="1164"/>
      </w:tblGrid>
      <w:tr w:rsidR="00011E90" w:rsidRPr="009E7CA3" w:rsidTr="00011E90">
        <w:trPr>
          <w:cantSplit/>
          <w:trHeight w:val="20"/>
          <w:tblHeader/>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keepNext/>
              <w:spacing w:before="0" w:after="0"/>
              <w:jc w:val="left"/>
              <w:rPr>
                <w:rFonts w:ascii="Riojana" w:hAnsi="Riojana" w:cs="Arial"/>
                <w:b/>
              </w:rPr>
            </w:pPr>
            <w:r w:rsidRPr="009E7CA3">
              <w:rPr>
                <w:rFonts w:ascii="Riojana" w:hAnsi="Riojana"/>
                <w:b/>
              </w:rPr>
              <w:t>Partida</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keepNext/>
              <w:spacing w:before="0" w:after="0"/>
              <w:jc w:val="left"/>
              <w:rPr>
                <w:rFonts w:ascii="Riojana" w:hAnsi="Riojana" w:cs="Arial"/>
                <w:b/>
              </w:rPr>
            </w:pPr>
            <w:r w:rsidRPr="009E7CA3">
              <w:rPr>
                <w:rFonts w:ascii="Riojana" w:hAnsi="Riojana"/>
                <w:b/>
              </w:rPr>
              <w:t>Descripción</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keepNext/>
              <w:spacing w:before="0" w:after="0"/>
              <w:jc w:val="left"/>
              <w:rPr>
                <w:rFonts w:ascii="Riojana" w:hAnsi="Riojana" w:cs="Arial"/>
                <w:b/>
              </w:rPr>
            </w:pPr>
            <w:r w:rsidRPr="009E7CA3">
              <w:rPr>
                <w:rFonts w:ascii="Riojana" w:hAnsi="Riojana"/>
                <w:b/>
              </w:rPr>
              <w:t>Crédito</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1</w:t>
            </w:r>
            <w:r w:rsidRPr="009E7CA3">
              <w:rPr>
                <w:rFonts w:ascii="Riojana" w:eastAsia="Arial" w:hAnsi="Riojana"/>
                <w:spacing w:val="-1"/>
                <w:lang w:val="es-ES_tradnl"/>
              </w:rPr>
              <w:t>9</w:t>
            </w:r>
            <w:r w:rsidRPr="009E7CA3">
              <w:rPr>
                <w:rFonts w:ascii="Riojana" w:eastAsia="Arial" w:hAnsi="Riojana"/>
                <w:lang w:val="es-ES_tradnl"/>
              </w:rPr>
              <w:t>.</w:t>
            </w:r>
            <w:r w:rsidRPr="009E7CA3">
              <w:rPr>
                <w:rFonts w:ascii="Riojana" w:eastAsia="Arial" w:hAnsi="Riojana"/>
                <w:spacing w:val="2"/>
                <w:lang w:val="es-ES_tradnl"/>
              </w:rPr>
              <w:t>0</w:t>
            </w:r>
            <w:r w:rsidRPr="009E7CA3">
              <w:rPr>
                <w:rFonts w:ascii="Riojana" w:eastAsia="Arial" w:hAnsi="Riojana"/>
                <w:lang w:val="es-ES_tradnl"/>
              </w:rPr>
              <w:t>1.</w:t>
            </w:r>
            <w:r w:rsidRPr="009E7CA3">
              <w:rPr>
                <w:rFonts w:ascii="Riojana" w:eastAsia="Arial" w:hAnsi="Riojana"/>
                <w:spacing w:val="-1"/>
                <w:lang w:val="es-ES_tradnl"/>
              </w:rPr>
              <w:t>4</w:t>
            </w:r>
            <w:r w:rsidRPr="009E7CA3">
              <w:rPr>
                <w:rFonts w:ascii="Riojana" w:eastAsia="Arial" w:hAnsi="Riojana"/>
                <w:spacing w:val="2"/>
                <w:lang w:val="es-ES_tradnl"/>
              </w:rPr>
              <w:t>2</w:t>
            </w:r>
            <w:r w:rsidRPr="009E7CA3">
              <w:rPr>
                <w:rFonts w:ascii="Riojana" w:eastAsia="Arial" w:hAnsi="Riojana"/>
                <w:lang w:val="es-ES_tradnl"/>
              </w:rPr>
              <w:t>1</w:t>
            </w:r>
            <w:r w:rsidRPr="009E7CA3">
              <w:rPr>
                <w:rFonts w:ascii="Riojana" w:eastAsia="Arial" w:hAnsi="Riojana"/>
                <w:spacing w:val="-1"/>
                <w:lang w:val="es-ES_tradnl"/>
              </w:rPr>
              <w:t>1</w:t>
            </w:r>
            <w:r w:rsidRPr="009E7CA3">
              <w:rPr>
                <w:rFonts w:ascii="Riojana" w:eastAsia="Arial" w:hAnsi="Riojana"/>
                <w:spacing w:val="2"/>
                <w:lang w:val="es-ES_tradnl"/>
              </w:rPr>
              <w:t>.</w:t>
            </w:r>
            <w:r w:rsidRPr="009E7CA3">
              <w:rPr>
                <w:rFonts w:ascii="Riojana" w:eastAsia="Arial" w:hAnsi="Riojana"/>
                <w:lang w:val="es-ES_tradnl"/>
              </w:rPr>
              <w:t>4</w:t>
            </w:r>
            <w:r w:rsidRPr="009E7CA3">
              <w:rPr>
                <w:rFonts w:ascii="Riojana" w:eastAsia="Arial" w:hAnsi="Riojana"/>
                <w:spacing w:val="-1"/>
                <w:lang w:val="es-ES_tradnl"/>
              </w:rPr>
              <w:t>3</w:t>
            </w:r>
            <w:r w:rsidRPr="009E7CA3">
              <w:rPr>
                <w:rFonts w:ascii="Riojana" w:eastAsia="Arial" w:hAnsi="Riojana"/>
                <w:lang w:val="es-ES_tradnl"/>
              </w:rPr>
              <w:t>0</w:t>
            </w:r>
            <w:r w:rsidRPr="009E7CA3">
              <w:rPr>
                <w:rFonts w:ascii="Riojana" w:eastAsia="Arial" w:hAnsi="Riojana"/>
                <w:spacing w:val="2"/>
                <w:lang w:val="es-ES_tradnl"/>
              </w:rPr>
              <w:t>.</w:t>
            </w:r>
            <w:r w:rsidRPr="009E7CA3">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A</w:t>
            </w:r>
            <w:r w:rsidRPr="009E7CA3">
              <w:rPr>
                <w:rFonts w:ascii="Riojana" w:eastAsia="Arial" w:hAnsi="Riojana"/>
                <w:spacing w:val="1"/>
                <w:lang w:val="es-ES_tradnl"/>
              </w:rPr>
              <w:t>ge</w:t>
            </w:r>
            <w:r w:rsidRPr="009E7CA3">
              <w:rPr>
                <w:rFonts w:ascii="Riojana" w:eastAsia="Arial" w:hAnsi="Riojana"/>
                <w:lang w:val="es-ES_tradnl"/>
              </w:rPr>
              <w:t>nc</w:t>
            </w:r>
            <w:r w:rsidRPr="009E7CA3">
              <w:rPr>
                <w:rFonts w:ascii="Riojana" w:eastAsia="Arial" w:hAnsi="Riojana"/>
                <w:spacing w:val="-1"/>
                <w:lang w:val="es-ES_tradnl"/>
              </w:rPr>
              <w:t>i</w:t>
            </w:r>
            <w:r w:rsidRPr="009E7CA3">
              <w:rPr>
                <w:rFonts w:ascii="Riojana" w:eastAsia="Arial" w:hAnsi="Riojana"/>
                <w:lang w:val="es-ES_tradnl"/>
              </w:rPr>
              <w:t>a</w:t>
            </w:r>
            <w:r w:rsidRPr="009E7CA3">
              <w:rPr>
                <w:rFonts w:ascii="Riojana" w:eastAsia="Arial" w:hAnsi="Riojana"/>
                <w:spacing w:val="-4"/>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spacing w:val="1"/>
                <w:lang w:val="es-ES_tradnl"/>
              </w:rPr>
              <w:t>D</w:t>
            </w:r>
            <w:r w:rsidRPr="009E7CA3">
              <w:rPr>
                <w:rFonts w:ascii="Riojana" w:eastAsia="Arial" w:hAnsi="Riojana"/>
                <w:spacing w:val="3"/>
                <w:lang w:val="es-ES_tradnl"/>
              </w:rPr>
              <w:t>e</w:t>
            </w:r>
            <w:r w:rsidRPr="009E7CA3">
              <w:rPr>
                <w:rFonts w:ascii="Riojana" w:eastAsia="Arial" w:hAnsi="Riojana"/>
                <w:spacing w:val="-1"/>
                <w:lang w:val="es-ES_tradnl"/>
              </w:rPr>
              <w:t>s</w:t>
            </w:r>
            <w:r w:rsidRPr="009E7CA3">
              <w:rPr>
                <w:rFonts w:ascii="Riojana" w:eastAsia="Arial" w:hAnsi="Riojana"/>
                <w:spacing w:val="1"/>
                <w:lang w:val="es-ES_tradnl"/>
              </w:rPr>
              <w:t>arro</w:t>
            </w:r>
            <w:r w:rsidRPr="009E7CA3">
              <w:rPr>
                <w:rFonts w:ascii="Riojana" w:eastAsia="Arial" w:hAnsi="Riojana"/>
                <w:spacing w:val="-1"/>
                <w:lang w:val="es-ES_tradnl"/>
              </w:rPr>
              <w:t>ll</w:t>
            </w:r>
            <w:r w:rsidRPr="009E7CA3">
              <w:rPr>
                <w:rFonts w:ascii="Riojana" w:eastAsia="Arial" w:hAnsi="Riojana"/>
                <w:lang w:val="es-ES_tradnl"/>
              </w:rPr>
              <w:t>o</w:t>
            </w:r>
            <w:r w:rsidRPr="009E7CA3">
              <w:rPr>
                <w:rFonts w:ascii="Riojana" w:eastAsia="Arial" w:hAnsi="Riojana"/>
                <w:spacing w:val="-12"/>
                <w:lang w:val="es-ES_tradnl"/>
              </w:rPr>
              <w:t xml:space="preserve"> </w:t>
            </w:r>
            <w:r w:rsidRPr="009E7CA3">
              <w:rPr>
                <w:rFonts w:ascii="Riojana" w:eastAsia="Arial" w:hAnsi="Riojana"/>
                <w:lang w:val="es-ES_tradnl"/>
              </w:rPr>
              <w:t>E</w:t>
            </w:r>
            <w:r w:rsidRPr="009E7CA3">
              <w:rPr>
                <w:rFonts w:ascii="Riojana" w:eastAsia="Arial" w:hAnsi="Riojana"/>
                <w:spacing w:val="1"/>
                <w:lang w:val="es-ES_tradnl"/>
              </w:rPr>
              <w:t>co</w:t>
            </w:r>
            <w:r w:rsidRPr="009E7CA3">
              <w:rPr>
                <w:rFonts w:ascii="Riojana" w:eastAsia="Arial" w:hAnsi="Riojana"/>
                <w:lang w:val="es-ES_tradnl"/>
              </w:rPr>
              <w:t>nó</w:t>
            </w:r>
            <w:r w:rsidRPr="009E7CA3">
              <w:rPr>
                <w:rFonts w:ascii="Riojana" w:eastAsia="Arial" w:hAnsi="Riojana"/>
                <w:spacing w:val="1"/>
                <w:lang w:val="es-ES_tradnl"/>
              </w:rPr>
              <w:t>m</w:t>
            </w:r>
            <w:r w:rsidRPr="009E7CA3">
              <w:rPr>
                <w:rFonts w:ascii="Riojana" w:eastAsia="Arial" w:hAnsi="Riojana"/>
                <w:spacing w:val="-1"/>
                <w:lang w:val="es-ES_tradnl"/>
              </w:rPr>
              <w:t>i</w:t>
            </w:r>
            <w:r w:rsidRPr="009E7CA3">
              <w:rPr>
                <w:rFonts w:ascii="Riojana" w:eastAsia="Arial" w:hAnsi="Riojana"/>
                <w:spacing w:val="1"/>
                <w:lang w:val="es-ES_tradnl"/>
              </w:rPr>
              <w:t>c</w:t>
            </w:r>
            <w:r w:rsidRPr="009E7CA3">
              <w:rPr>
                <w:rFonts w:ascii="Riojana" w:eastAsia="Arial" w:hAnsi="Riojana"/>
                <w:lang w:val="es-ES_tradnl"/>
              </w:rPr>
              <w:t>o</w:t>
            </w:r>
            <w:r w:rsidRPr="009E7CA3">
              <w:rPr>
                <w:rFonts w:ascii="Riojana" w:eastAsia="Arial" w:hAnsi="Riojana"/>
                <w:spacing w:val="7"/>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lang w:val="es-ES_tradnl"/>
              </w:rPr>
              <w:t>La</w:t>
            </w:r>
            <w:r w:rsidRPr="009E7CA3">
              <w:rPr>
                <w:rFonts w:ascii="Riojana" w:eastAsia="Arial" w:hAnsi="Riojana"/>
                <w:spacing w:val="-7"/>
                <w:lang w:val="es-ES_tradnl"/>
              </w:rPr>
              <w:t xml:space="preserve"> </w:t>
            </w:r>
            <w:r w:rsidRPr="009E7CA3">
              <w:rPr>
                <w:rFonts w:ascii="Riojana" w:eastAsia="Arial" w:hAnsi="Riojana"/>
                <w:spacing w:val="3"/>
                <w:lang w:val="es-ES_tradnl"/>
              </w:rPr>
              <w:t>R</w:t>
            </w:r>
            <w:r w:rsidRPr="009E7CA3">
              <w:rPr>
                <w:rFonts w:ascii="Riojana" w:eastAsia="Arial" w:hAnsi="Riojana"/>
                <w:spacing w:val="-1"/>
                <w:lang w:val="es-ES_tradnl"/>
              </w:rPr>
              <w:t>i</w:t>
            </w:r>
            <w:r w:rsidRPr="009E7CA3">
              <w:rPr>
                <w:rFonts w:ascii="Riojana" w:eastAsia="Arial" w:hAnsi="Riojana"/>
                <w:spacing w:val="1"/>
                <w:lang w:val="es-ES_tradnl"/>
              </w:rPr>
              <w:t>o</w:t>
            </w:r>
            <w:r w:rsidRPr="009E7CA3">
              <w:rPr>
                <w:rFonts w:ascii="Riojana" w:eastAsia="Arial" w:hAnsi="Riojana"/>
                <w:spacing w:val="-1"/>
                <w:lang w:val="es-ES_tradnl"/>
              </w:rPr>
              <w:t>j</w:t>
            </w:r>
            <w:r w:rsidRPr="009E7CA3">
              <w:rPr>
                <w:rFonts w:ascii="Riojana" w:eastAsia="Arial" w:hAnsi="Riojana"/>
                <w:lang w:val="es-ES_tradnl"/>
              </w:rPr>
              <w:t>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542.078</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1</w:t>
            </w:r>
            <w:r w:rsidRPr="009E7CA3">
              <w:rPr>
                <w:rFonts w:ascii="Riojana" w:eastAsia="Arial" w:hAnsi="Riojana"/>
                <w:spacing w:val="-1"/>
                <w:lang w:val="es-ES_tradnl"/>
              </w:rPr>
              <w:t>9</w:t>
            </w:r>
            <w:r w:rsidRPr="009E7CA3">
              <w:rPr>
                <w:rFonts w:ascii="Riojana" w:eastAsia="Arial" w:hAnsi="Riojana"/>
                <w:lang w:val="es-ES_tradnl"/>
              </w:rPr>
              <w:t>.</w:t>
            </w:r>
            <w:r w:rsidRPr="009E7CA3">
              <w:rPr>
                <w:rFonts w:ascii="Riojana" w:eastAsia="Arial" w:hAnsi="Riojana"/>
                <w:spacing w:val="2"/>
                <w:lang w:val="es-ES_tradnl"/>
              </w:rPr>
              <w:t>0</w:t>
            </w:r>
            <w:r w:rsidRPr="009E7CA3">
              <w:rPr>
                <w:rFonts w:ascii="Riojana" w:eastAsia="Arial" w:hAnsi="Riojana"/>
                <w:lang w:val="es-ES_tradnl"/>
              </w:rPr>
              <w:t>1.</w:t>
            </w:r>
            <w:r w:rsidRPr="009E7CA3">
              <w:rPr>
                <w:rFonts w:ascii="Riojana" w:eastAsia="Arial" w:hAnsi="Riojana"/>
                <w:spacing w:val="-1"/>
                <w:lang w:val="es-ES_tradnl"/>
              </w:rPr>
              <w:t>4</w:t>
            </w:r>
            <w:r w:rsidRPr="009E7CA3">
              <w:rPr>
                <w:rFonts w:ascii="Riojana" w:eastAsia="Arial" w:hAnsi="Riojana"/>
                <w:spacing w:val="2"/>
                <w:lang w:val="es-ES_tradnl"/>
              </w:rPr>
              <w:t>2</w:t>
            </w:r>
            <w:r w:rsidRPr="009E7CA3">
              <w:rPr>
                <w:rFonts w:ascii="Riojana" w:eastAsia="Arial" w:hAnsi="Riojana"/>
                <w:lang w:val="es-ES_tradnl"/>
              </w:rPr>
              <w:t>1</w:t>
            </w:r>
            <w:r w:rsidRPr="009E7CA3">
              <w:rPr>
                <w:rFonts w:ascii="Riojana" w:eastAsia="Arial" w:hAnsi="Riojana"/>
                <w:spacing w:val="-1"/>
                <w:lang w:val="es-ES_tradnl"/>
              </w:rPr>
              <w:t>1</w:t>
            </w:r>
            <w:r w:rsidRPr="009E7CA3">
              <w:rPr>
                <w:rFonts w:ascii="Riojana" w:eastAsia="Arial" w:hAnsi="Riojana"/>
                <w:spacing w:val="2"/>
                <w:lang w:val="es-ES_tradnl"/>
              </w:rPr>
              <w:t>.</w:t>
            </w:r>
            <w:r w:rsidRPr="009E7CA3">
              <w:rPr>
                <w:rFonts w:ascii="Riojana" w:eastAsia="Arial" w:hAnsi="Riojana"/>
                <w:lang w:val="es-ES_tradnl"/>
              </w:rPr>
              <w:t>7</w:t>
            </w:r>
            <w:r w:rsidRPr="009E7CA3">
              <w:rPr>
                <w:rFonts w:ascii="Riojana" w:eastAsia="Arial" w:hAnsi="Riojana"/>
                <w:spacing w:val="-1"/>
                <w:lang w:val="es-ES_tradnl"/>
              </w:rPr>
              <w:t>3</w:t>
            </w:r>
            <w:r w:rsidRPr="009E7CA3">
              <w:rPr>
                <w:rFonts w:ascii="Riojana" w:eastAsia="Arial" w:hAnsi="Riojana"/>
                <w:lang w:val="es-ES_tradnl"/>
              </w:rPr>
              <w:t>0</w:t>
            </w:r>
            <w:r w:rsidRPr="009E7CA3">
              <w:rPr>
                <w:rFonts w:ascii="Riojana" w:eastAsia="Arial" w:hAnsi="Riojana"/>
                <w:spacing w:val="2"/>
                <w:lang w:val="es-ES_tradnl"/>
              </w:rPr>
              <w:t>.</w:t>
            </w:r>
            <w:r w:rsidRPr="009E7CA3">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A</w:t>
            </w:r>
            <w:r w:rsidRPr="009E7CA3">
              <w:rPr>
                <w:rFonts w:ascii="Riojana" w:eastAsia="Arial" w:hAnsi="Riojana"/>
                <w:spacing w:val="1"/>
                <w:lang w:val="es-ES_tradnl"/>
              </w:rPr>
              <w:t>gen</w:t>
            </w:r>
            <w:r w:rsidRPr="009E7CA3">
              <w:rPr>
                <w:rFonts w:ascii="Riojana" w:eastAsia="Arial" w:hAnsi="Riojana"/>
                <w:lang w:val="es-ES_tradnl"/>
              </w:rPr>
              <w:t>c</w:t>
            </w:r>
            <w:r w:rsidRPr="009E7CA3">
              <w:rPr>
                <w:rFonts w:ascii="Riojana" w:eastAsia="Arial" w:hAnsi="Riojana"/>
                <w:spacing w:val="-1"/>
                <w:lang w:val="es-ES_tradnl"/>
              </w:rPr>
              <w:t>i</w:t>
            </w:r>
            <w:r w:rsidRPr="009E7CA3">
              <w:rPr>
                <w:rFonts w:ascii="Riojana" w:eastAsia="Arial" w:hAnsi="Riojana"/>
                <w:lang w:val="es-ES_tradnl"/>
              </w:rPr>
              <w:t>a</w:t>
            </w:r>
            <w:r w:rsidRPr="009E7CA3">
              <w:rPr>
                <w:rFonts w:ascii="Riojana" w:eastAsia="Arial" w:hAnsi="Riojana"/>
                <w:spacing w:val="-4"/>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spacing w:val="-1"/>
                <w:lang w:val="es-ES_tradnl"/>
              </w:rPr>
              <w:t>D</w:t>
            </w:r>
            <w:r w:rsidRPr="009E7CA3">
              <w:rPr>
                <w:rFonts w:ascii="Riojana" w:eastAsia="Arial" w:hAnsi="Riojana"/>
                <w:spacing w:val="3"/>
                <w:lang w:val="es-ES_tradnl"/>
              </w:rPr>
              <w:t>e</w:t>
            </w:r>
            <w:r w:rsidRPr="009E7CA3">
              <w:rPr>
                <w:rFonts w:ascii="Riojana" w:eastAsia="Arial" w:hAnsi="Riojana"/>
                <w:spacing w:val="-1"/>
                <w:lang w:val="es-ES_tradnl"/>
              </w:rPr>
              <w:t>s</w:t>
            </w:r>
            <w:r w:rsidRPr="009E7CA3">
              <w:rPr>
                <w:rFonts w:ascii="Riojana" w:eastAsia="Arial" w:hAnsi="Riojana"/>
                <w:spacing w:val="1"/>
                <w:lang w:val="es-ES_tradnl"/>
              </w:rPr>
              <w:t>arro</w:t>
            </w:r>
            <w:r w:rsidRPr="009E7CA3">
              <w:rPr>
                <w:rFonts w:ascii="Riojana" w:eastAsia="Arial" w:hAnsi="Riojana"/>
                <w:spacing w:val="-1"/>
                <w:lang w:val="es-ES_tradnl"/>
              </w:rPr>
              <w:t>ll</w:t>
            </w:r>
            <w:r w:rsidRPr="009E7CA3">
              <w:rPr>
                <w:rFonts w:ascii="Riojana" w:eastAsia="Arial" w:hAnsi="Riojana"/>
                <w:lang w:val="es-ES_tradnl"/>
              </w:rPr>
              <w:t>o</w:t>
            </w:r>
            <w:r w:rsidRPr="009E7CA3">
              <w:rPr>
                <w:rFonts w:ascii="Riojana" w:eastAsia="Arial" w:hAnsi="Riojana"/>
                <w:spacing w:val="-12"/>
                <w:lang w:val="es-ES_tradnl"/>
              </w:rPr>
              <w:t xml:space="preserve"> </w:t>
            </w:r>
            <w:r w:rsidRPr="009E7CA3">
              <w:rPr>
                <w:rFonts w:ascii="Riojana" w:eastAsia="Arial" w:hAnsi="Riojana"/>
                <w:lang w:val="es-ES_tradnl"/>
              </w:rPr>
              <w:t>E</w:t>
            </w:r>
            <w:r w:rsidRPr="009E7CA3">
              <w:rPr>
                <w:rFonts w:ascii="Riojana" w:eastAsia="Arial" w:hAnsi="Riojana"/>
                <w:spacing w:val="1"/>
                <w:lang w:val="es-ES_tradnl"/>
              </w:rPr>
              <w:t>co</w:t>
            </w:r>
            <w:r w:rsidRPr="009E7CA3">
              <w:rPr>
                <w:rFonts w:ascii="Riojana" w:eastAsia="Arial" w:hAnsi="Riojana"/>
                <w:lang w:val="es-ES_tradnl"/>
              </w:rPr>
              <w:t>nó</w:t>
            </w:r>
            <w:r w:rsidRPr="009E7CA3">
              <w:rPr>
                <w:rFonts w:ascii="Riojana" w:eastAsia="Arial" w:hAnsi="Riojana"/>
                <w:spacing w:val="1"/>
                <w:lang w:val="es-ES_tradnl"/>
              </w:rPr>
              <w:t>m</w:t>
            </w:r>
            <w:r w:rsidRPr="009E7CA3">
              <w:rPr>
                <w:rFonts w:ascii="Riojana" w:eastAsia="Arial" w:hAnsi="Riojana"/>
                <w:spacing w:val="-1"/>
                <w:lang w:val="es-ES_tradnl"/>
              </w:rPr>
              <w:t>i</w:t>
            </w:r>
            <w:r w:rsidRPr="009E7CA3">
              <w:rPr>
                <w:rFonts w:ascii="Riojana" w:eastAsia="Arial" w:hAnsi="Riojana"/>
                <w:spacing w:val="1"/>
                <w:lang w:val="es-ES_tradnl"/>
              </w:rPr>
              <w:t>c</w:t>
            </w:r>
            <w:r w:rsidRPr="009E7CA3">
              <w:rPr>
                <w:rFonts w:ascii="Riojana" w:eastAsia="Arial" w:hAnsi="Riojana"/>
                <w:lang w:val="es-ES_tradnl"/>
              </w:rPr>
              <w:t>o</w:t>
            </w:r>
            <w:r w:rsidRPr="009E7CA3">
              <w:rPr>
                <w:rFonts w:ascii="Riojana" w:eastAsia="Arial" w:hAnsi="Riojana"/>
                <w:spacing w:val="7"/>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lang w:val="es-ES_tradnl"/>
              </w:rPr>
              <w:t>La</w:t>
            </w:r>
            <w:r w:rsidRPr="009E7CA3">
              <w:rPr>
                <w:rFonts w:ascii="Riojana" w:eastAsia="Arial" w:hAnsi="Riojana"/>
                <w:spacing w:val="-7"/>
                <w:lang w:val="es-ES_tradnl"/>
              </w:rPr>
              <w:t xml:space="preserve"> </w:t>
            </w:r>
            <w:r w:rsidRPr="009E7CA3">
              <w:rPr>
                <w:rFonts w:ascii="Riojana" w:eastAsia="Arial" w:hAnsi="Riojana"/>
                <w:spacing w:val="3"/>
                <w:lang w:val="es-ES_tradnl"/>
              </w:rPr>
              <w:t>R</w:t>
            </w:r>
            <w:r w:rsidRPr="009E7CA3">
              <w:rPr>
                <w:rFonts w:ascii="Riojana" w:eastAsia="Arial" w:hAnsi="Riojana"/>
                <w:spacing w:val="-1"/>
                <w:lang w:val="es-ES_tradnl"/>
              </w:rPr>
              <w:t>i</w:t>
            </w:r>
            <w:r w:rsidRPr="009E7CA3">
              <w:rPr>
                <w:rFonts w:ascii="Riojana" w:eastAsia="Arial" w:hAnsi="Riojana"/>
                <w:spacing w:val="1"/>
                <w:lang w:val="es-ES_tradnl"/>
              </w:rPr>
              <w:t>o</w:t>
            </w:r>
            <w:r w:rsidRPr="009E7CA3">
              <w:rPr>
                <w:rFonts w:ascii="Riojana" w:eastAsia="Arial" w:hAnsi="Riojana"/>
                <w:spacing w:val="-1"/>
                <w:lang w:val="es-ES_tradnl"/>
              </w:rPr>
              <w:t>j</w:t>
            </w:r>
            <w:r w:rsidRPr="009E7CA3">
              <w:rPr>
                <w:rFonts w:ascii="Riojana" w:eastAsia="Arial" w:hAnsi="Riojana"/>
                <w:lang w:val="es-ES_tradnl"/>
              </w:rPr>
              <w:t>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22.259.750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1</w:t>
            </w:r>
            <w:r w:rsidRPr="009E7CA3">
              <w:rPr>
                <w:rFonts w:ascii="Riojana" w:eastAsia="Arial" w:hAnsi="Riojana"/>
                <w:spacing w:val="-1"/>
                <w:lang w:val="es-ES_tradnl"/>
              </w:rPr>
              <w:t>9</w:t>
            </w:r>
            <w:r w:rsidRPr="009E7CA3">
              <w:rPr>
                <w:rFonts w:ascii="Riojana" w:eastAsia="Arial" w:hAnsi="Riojana"/>
                <w:lang w:val="es-ES_tradnl"/>
              </w:rPr>
              <w:t>.</w:t>
            </w:r>
            <w:r w:rsidRPr="009E7CA3">
              <w:rPr>
                <w:rFonts w:ascii="Riojana" w:eastAsia="Arial" w:hAnsi="Riojana"/>
                <w:spacing w:val="2"/>
                <w:lang w:val="es-ES_tradnl"/>
              </w:rPr>
              <w:t>0</w:t>
            </w:r>
            <w:r w:rsidRPr="009E7CA3">
              <w:rPr>
                <w:rFonts w:ascii="Riojana" w:eastAsia="Arial" w:hAnsi="Riojana"/>
                <w:lang w:val="es-ES_tradnl"/>
              </w:rPr>
              <w:t>1.</w:t>
            </w:r>
            <w:r w:rsidRPr="009E7CA3">
              <w:rPr>
                <w:rFonts w:ascii="Riojana" w:eastAsia="Arial" w:hAnsi="Riojana"/>
                <w:spacing w:val="-1"/>
                <w:lang w:val="es-ES_tradnl"/>
              </w:rPr>
              <w:t>4</w:t>
            </w:r>
            <w:r w:rsidRPr="009E7CA3">
              <w:rPr>
                <w:rFonts w:ascii="Riojana" w:eastAsia="Arial" w:hAnsi="Riojana"/>
                <w:spacing w:val="2"/>
                <w:lang w:val="es-ES_tradnl"/>
              </w:rPr>
              <w:t>2</w:t>
            </w:r>
            <w:r w:rsidRPr="009E7CA3">
              <w:rPr>
                <w:rFonts w:ascii="Riojana" w:eastAsia="Arial" w:hAnsi="Riojana"/>
                <w:lang w:val="es-ES_tradnl"/>
              </w:rPr>
              <w:t>1</w:t>
            </w:r>
            <w:r w:rsidRPr="009E7CA3">
              <w:rPr>
                <w:rFonts w:ascii="Riojana" w:eastAsia="Arial" w:hAnsi="Riojana"/>
                <w:spacing w:val="-1"/>
                <w:lang w:val="es-ES_tradnl"/>
              </w:rPr>
              <w:t>2</w:t>
            </w:r>
            <w:r w:rsidRPr="009E7CA3">
              <w:rPr>
                <w:rFonts w:ascii="Riojana" w:eastAsia="Arial" w:hAnsi="Riojana"/>
                <w:spacing w:val="2"/>
                <w:lang w:val="es-ES_tradnl"/>
              </w:rPr>
              <w:t>.</w:t>
            </w:r>
            <w:r w:rsidRPr="009E7CA3">
              <w:rPr>
                <w:rFonts w:ascii="Riojana" w:eastAsia="Arial" w:hAnsi="Riojana"/>
                <w:lang w:val="es-ES_tradnl"/>
              </w:rPr>
              <w:t>7</w:t>
            </w:r>
            <w:r w:rsidRPr="009E7CA3">
              <w:rPr>
                <w:rFonts w:ascii="Riojana" w:eastAsia="Arial" w:hAnsi="Riojana"/>
                <w:spacing w:val="-1"/>
                <w:lang w:val="es-ES_tradnl"/>
              </w:rPr>
              <w:t>3</w:t>
            </w:r>
            <w:r w:rsidRPr="009E7CA3">
              <w:rPr>
                <w:rFonts w:ascii="Riojana" w:eastAsia="Arial" w:hAnsi="Riojana"/>
                <w:lang w:val="es-ES_tradnl"/>
              </w:rPr>
              <w:t>0</w:t>
            </w:r>
            <w:r w:rsidRPr="009E7CA3">
              <w:rPr>
                <w:rFonts w:ascii="Riojana" w:eastAsia="Arial" w:hAnsi="Riojana"/>
                <w:spacing w:val="2"/>
                <w:lang w:val="es-ES_tradnl"/>
              </w:rPr>
              <w:t>.</w:t>
            </w:r>
            <w:r w:rsidRPr="009E7CA3">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A</w:t>
            </w:r>
            <w:r w:rsidRPr="009E7CA3">
              <w:rPr>
                <w:rFonts w:ascii="Riojana" w:eastAsia="Arial" w:hAnsi="Riojana"/>
                <w:spacing w:val="1"/>
                <w:lang w:val="es-ES_tradnl"/>
              </w:rPr>
              <w:t>ge</w:t>
            </w:r>
            <w:r w:rsidRPr="009E7CA3">
              <w:rPr>
                <w:rFonts w:ascii="Riojana" w:eastAsia="Arial" w:hAnsi="Riojana"/>
                <w:lang w:val="es-ES_tradnl"/>
              </w:rPr>
              <w:t>nc</w:t>
            </w:r>
            <w:r w:rsidRPr="009E7CA3">
              <w:rPr>
                <w:rFonts w:ascii="Riojana" w:eastAsia="Arial" w:hAnsi="Riojana"/>
                <w:spacing w:val="-1"/>
                <w:lang w:val="es-ES_tradnl"/>
              </w:rPr>
              <w:t>i</w:t>
            </w:r>
            <w:r w:rsidRPr="009E7CA3">
              <w:rPr>
                <w:rFonts w:ascii="Riojana" w:eastAsia="Arial" w:hAnsi="Riojana"/>
                <w:lang w:val="es-ES_tradnl"/>
              </w:rPr>
              <w:t>a</w:t>
            </w:r>
            <w:r w:rsidRPr="009E7CA3">
              <w:rPr>
                <w:rFonts w:ascii="Riojana" w:eastAsia="Arial" w:hAnsi="Riojana"/>
                <w:spacing w:val="-4"/>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spacing w:val="-1"/>
                <w:lang w:val="es-ES_tradnl"/>
              </w:rPr>
              <w:t>D</w:t>
            </w:r>
            <w:r w:rsidRPr="009E7CA3">
              <w:rPr>
                <w:rFonts w:ascii="Riojana" w:eastAsia="Arial" w:hAnsi="Riojana"/>
                <w:spacing w:val="3"/>
                <w:lang w:val="es-ES_tradnl"/>
              </w:rPr>
              <w:t>e</w:t>
            </w:r>
            <w:r w:rsidRPr="009E7CA3">
              <w:rPr>
                <w:rFonts w:ascii="Riojana" w:eastAsia="Arial" w:hAnsi="Riojana"/>
                <w:spacing w:val="-1"/>
                <w:lang w:val="es-ES_tradnl"/>
              </w:rPr>
              <w:t>s</w:t>
            </w:r>
            <w:r w:rsidRPr="009E7CA3">
              <w:rPr>
                <w:rFonts w:ascii="Riojana" w:eastAsia="Arial" w:hAnsi="Riojana"/>
                <w:spacing w:val="1"/>
                <w:lang w:val="es-ES_tradnl"/>
              </w:rPr>
              <w:t>arro</w:t>
            </w:r>
            <w:r w:rsidRPr="009E7CA3">
              <w:rPr>
                <w:rFonts w:ascii="Riojana" w:eastAsia="Arial" w:hAnsi="Riojana"/>
                <w:spacing w:val="-1"/>
                <w:lang w:val="es-ES_tradnl"/>
              </w:rPr>
              <w:t>ll</w:t>
            </w:r>
            <w:r w:rsidRPr="009E7CA3">
              <w:rPr>
                <w:rFonts w:ascii="Riojana" w:eastAsia="Arial" w:hAnsi="Riojana"/>
                <w:lang w:val="es-ES_tradnl"/>
              </w:rPr>
              <w:t>o</w:t>
            </w:r>
            <w:r w:rsidRPr="009E7CA3">
              <w:rPr>
                <w:rFonts w:ascii="Riojana" w:eastAsia="Arial" w:hAnsi="Riojana"/>
                <w:spacing w:val="-12"/>
                <w:lang w:val="es-ES_tradnl"/>
              </w:rPr>
              <w:t xml:space="preserve"> </w:t>
            </w:r>
            <w:r w:rsidRPr="009E7CA3">
              <w:rPr>
                <w:rFonts w:ascii="Riojana" w:eastAsia="Arial" w:hAnsi="Riojana"/>
                <w:lang w:val="es-ES_tradnl"/>
              </w:rPr>
              <w:t>E</w:t>
            </w:r>
            <w:r w:rsidRPr="009E7CA3">
              <w:rPr>
                <w:rFonts w:ascii="Riojana" w:eastAsia="Arial" w:hAnsi="Riojana"/>
                <w:spacing w:val="1"/>
                <w:lang w:val="es-ES_tradnl"/>
              </w:rPr>
              <w:t>co</w:t>
            </w:r>
            <w:r w:rsidRPr="009E7CA3">
              <w:rPr>
                <w:rFonts w:ascii="Riojana" w:eastAsia="Arial" w:hAnsi="Riojana"/>
                <w:lang w:val="es-ES_tradnl"/>
              </w:rPr>
              <w:t>nó</w:t>
            </w:r>
            <w:r w:rsidRPr="009E7CA3">
              <w:rPr>
                <w:rFonts w:ascii="Riojana" w:eastAsia="Arial" w:hAnsi="Riojana"/>
                <w:spacing w:val="1"/>
                <w:lang w:val="es-ES_tradnl"/>
              </w:rPr>
              <w:t>m</w:t>
            </w:r>
            <w:r w:rsidRPr="009E7CA3">
              <w:rPr>
                <w:rFonts w:ascii="Riojana" w:eastAsia="Arial" w:hAnsi="Riojana"/>
                <w:spacing w:val="-1"/>
                <w:lang w:val="es-ES_tradnl"/>
              </w:rPr>
              <w:t>i</w:t>
            </w:r>
            <w:r w:rsidRPr="009E7CA3">
              <w:rPr>
                <w:rFonts w:ascii="Riojana" w:eastAsia="Arial" w:hAnsi="Riojana"/>
                <w:spacing w:val="1"/>
                <w:lang w:val="es-ES_tradnl"/>
              </w:rPr>
              <w:t>c</w:t>
            </w:r>
            <w:r w:rsidRPr="009E7CA3">
              <w:rPr>
                <w:rFonts w:ascii="Riojana" w:eastAsia="Arial" w:hAnsi="Riojana"/>
                <w:lang w:val="es-ES_tradnl"/>
              </w:rPr>
              <w:t>o</w:t>
            </w:r>
            <w:r w:rsidRPr="009E7CA3">
              <w:rPr>
                <w:rFonts w:ascii="Riojana" w:eastAsia="Arial" w:hAnsi="Riojana"/>
                <w:spacing w:val="7"/>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lang w:val="es-ES_tradnl"/>
              </w:rPr>
              <w:t>La</w:t>
            </w:r>
            <w:r w:rsidRPr="009E7CA3">
              <w:rPr>
                <w:rFonts w:ascii="Riojana" w:eastAsia="Arial" w:hAnsi="Riojana"/>
                <w:spacing w:val="-7"/>
                <w:lang w:val="es-ES_tradnl"/>
              </w:rPr>
              <w:t xml:space="preserve"> </w:t>
            </w:r>
            <w:r w:rsidRPr="009E7CA3">
              <w:rPr>
                <w:rFonts w:ascii="Riojana" w:eastAsia="Arial" w:hAnsi="Riojana"/>
                <w:spacing w:val="3"/>
                <w:lang w:val="es-ES_tradnl"/>
              </w:rPr>
              <w:t>R</w:t>
            </w:r>
            <w:r w:rsidRPr="009E7CA3">
              <w:rPr>
                <w:rFonts w:ascii="Riojana" w:eastAsia="Arial" w:hAnsi="Riojana"/>
                <w:spacing w:val="-1"/>
                <w:lang w:val="es-ES_tradnl"/>
              </w:rPr>
              <w:t>i</w:t>
            </w:r>
            <w:r w:rsidRPr="009E7CA3">
              <w:rPr>
                <w:rFonts w:ascii="Riojana" w:eastAsia="Arial" w:hAnsi="Riojana"/>
                <w:spacing w:val="1"/>
                <w:lang w:val="es-ES_tradnl"/>
              </w:rPr>
              <w:t>o</w:t>
            </w:r>
            <w:r w:rsidRPr="009E7CA3">
              <w:rPr>
                <w:rFonts w:ascii="Riojana" w:eastAsia="Arial" w:hAnsi="Riojana"/>
                <w:spacing w:val="-1"/>
                <w:lang w:val="es-ES_tradnl"/>
              </w:rPr>
              <w:t>j</w:t>
            </w:r>
            <w:r w:rsidRPr="009E7CA3">
              <w:rPr>
                <w:rFonts w:ascii="Riojana" w:eastAsia="Arial" w:hAnsi="Riojana"/>
                <w:lang w:val="es-ES_tradnl"/>
              </w:rPr>
              <w:t>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1.948.125</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1</w:t>
            </w:r>
            <w:r w:rsidRPr="009E7CA3">
              <w:rPr>
                <w:rFonts w:ascii="Riojana" w:eastAsia="Arial" w:hAnsi="Riojana"/>
                <w:spacing w:val="-1"/>
                <w:lang w:val="es-ES_tradnl"/>
              </w:rPr>
              <w:t>9</w:t>
            </w:r>
            <w:r w:rsidRPr="009E7CA3">
              <w:rPr>
                <w:rFonts w:ascii="Riojana" w:eastAsia="Arial" w:hAnsi="Riojana"/>
                <w:lang w:val="es-ES_tradnl"/>
              </w:rPr>
              <w:t>.</w:t>
            </w:r>
            <w:r w:rsidRPr="009E7CA3">
              <w:rPr>
                <w:rFonts w:ascii="Riojana" w:eastAsia="Arial" w:hAnsi="Riojana"/>
                <w:spacing w:val="2"/>
                <w:lang w:val="es-ES_tradnl"/>
              </w:rPr>
              <w:t>0</w:t>
            </w:r>
            <w:r w:rsidRPr="009E7CA3">
              <w:rPr>
                <w:rFonts w:ascii="Riojana" w:eastAsia="Arial" w:hAnsi="Riojana"/>
                <w:lang w:val="es-ES_tradnl"/>
              </w:rPr>
              <w:t>1.</w:t>
            </w:r>
            <w:r w:rsidRPr="009E7CA3">
              <w:rPr>
                <w:rFonts w:ascii="Riojana" w:eastAsia="Arial" w:hAnsi="Riojana"/>
                <w:spacing w:val="-1"/>
                <w:lang w:val="es-ES_tradnl"/>
              </w:rPr>
              <w:t>4</w:t>
            </w:r>
            <w:r w:rsidRPr="009E7CA3">
              <w:rPr>
                <w:rFonts w:ascii="Riojana" w:eastAsia="Arial" w:hAnsi="Riojana"/>
                <w:spacing w:val="2"/>
                <w:lang w:val="es-ES_tradnl"/>
              </w:rPr>
              <w:t>2</w:t>
            </w:r>
            <w:r w:rsidRPr="009E7CA3">
              <w:rPr>
                <w:rFonts w:ascii="Riojana" w:eastAsia="Arial" w:hAnsi="Riojana"/>
                <w:lang w:val="es-ES_tradnl"/>
              </w:rPr>
              <w:t>1</w:t>
            </w:r>
            <w:r w:rsidRPr="009E7CA3">
              <w:rPr>
                <w:rFonts w:ascii="Riojana" w:eastAsia="Arial" w:hAnsi="Riojana"/>
                <w:spacing w:val="-1"/>
                <w:lang w:val="es-ES_tradnl"/>
              </w:rPr>
              <w:t>3</w:t>
            </w:r>
            <w:r w:rsidRPr="009E7CA3">
              <w:rPr>
                <w:rFonts w:ascii="Riojana" w:eastAsia="Arial" w:hAnsi="Riojana"/>
                <w:spacing w:val="2"/>
                <w:lang w:val="es-ES_tradnl"/>
              </w:rPr>
              <w:t>.</w:t>
            </w:r>
            <w:r w:rsidRPr="009E7CA3">
              <w:rPr>
                <w:rFonts w:ascii="Riojana" w:eastAsia="Arial" w:hAnsi="Riojana"/>
                <w:lang w:val="es-ES_tradnl"/>
              </w:rPr>
              <w:t>7</w:t>
            </w:r>
            <w:r w:rsidRPr="009E7CA3">
              <w:rPr>
                <w:rFonts w:ascii="Riojana" w:eastAsia="Arial" w:hAnsi="Riojana"/>
                <w:spacing w:val="-1"/>
                <w:lang w:val="es-ES_tradnl"/>
              </w:rPr>
              <w:t>3</w:t>
            </w:r>
            <w:r w:rsidRPr="009E7CA3">
              <w:rPr>
                <w:rFonts w:ascii="Riojana" w:eastAsia="Arial" w:hAnsi="Riojana"/>
                <w:lang w:val="es-ES_tradnl"/>
              </w:rPr>
              <w:t>0</w:t>
            </w:r>
            <w:r w:rsidRPr="009E7CA3">
              <w:rPr>
                <w:rFonts w:ascii="Riojana" w:eastAsia="Arial" w:hAnsi="Riojana"/>
                <w:spacing w:val="2"/>
                <w:lang w:val="es-ES_tradnl"/>
              </w:rPr>
              <w:t>.</w:t>
            </w:r>
            <w:r w:rsidRPr="009E7CA3">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A</w:t>
            </w:r>
            <w:r w:rsidRPr="009E7CA3">
              <w:rPr>
                <w:rFonts w:ascii="Riojana" w:eastAsia="Arial" w:hAnsi="Riojana"/>
                <w:spacing w:val="1"/>
                <w:lang w:val="es-ES_tradnl"/>
              </w:rPr>
              <w:t>ge</w:t>
            </w:r>
            <w:r w:rsidRPr="009E7CA3">
              <w:rPr>
                <w:rFonts w:ascii="Riojana" w:eastAsia="Arial" w:hAnsi="Riojana"/>
                <w:lang w:val="es-ES_tradnl"/>
              </w:rPr>
              <w:t>nc</w:t>
            </w:r>
            <w:r w:rsidRPr="009E7CA3">
              <w:rPr>
                <w:rFonts w:ascii="Riojana" w:eastAsia="Arial" w:hAnsi="Riojana"/>
                <w:spacing w:val="-1"/>
                <w:lang w:val="es-ES_tradnl"/>
              </w:rPr>
              <w:t>i</w:t>
            </w:r>
            <w:r w:rsidRPr="009E7CA3">
              <w:rPr>
                <w:rFonts w:ascii="Riojana" w:eastAsia="Arial" w:hAnsi="Riojana"/>
                <w:lang w:val="es-ES_tradnl"/>
              </w:rPr>
              <w:t>a</w:t>
            </w:r>
            <w:r w:rsidRPr="009E7CA3">
              <w:rPr>
                <w:rFonts w:ascii="Riojana" w:eastAsia="Arial" w:hAnsi="Riojana"/>
                <w:spacing w:val="-4"/>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spacing w:val="-1"/>
                <w:lang w:val="es-ES_tradnl"/>
              </w:rPr>
              <w:t>D</w:t>
            </w:r>
            <w:r w:rsidRPr="009E7CA3">
              <w:rPr>
                <w:rFonts w:ascii="Riojana" w:eastAsia="Arial" w:hAnsi="Riojana"/>
                <w:spacing w:val="3"/>
                <w:lang w:val="es-ES_tradnl"/>
              </w:rPr>
              <w:t>e</w:t>
            </w:r>
            <w:r w:rsidRPr="009E7CA3">
              <w:rPr>
                <w:rFonts w:ascii="Riojana" w:eastAsia="Arial" w:hAnsi="Riojana"/>
                <w:spacing w:val="-1"/>
                <w:lang w:val="es-ES_tradnl"/>
              </w:rPr>
              <w:t>s</w:t>
            </w:r>
            <w:r w:rsidRPr="009E7CA3">
              <w:rPr>
                <w:rFonts w:ascii="Riojana" w:eastAsia="Arial" w:hAnsi="Riojana"/>
                <w:spacing w:val="1"/>
                <w:lang w:val="es-ES_tradnl"/>
              </w:rPr>
              <w:t>arro</w:t>
            </w:r>
            <w:r w:rsidRPr="009E7CA3">
              <w:rPr>
                <w:rFonts w:ascii="Riojana" w:eastAsia="Arial" w:hAnsi="Riojana"/>
                <w:spacing w:val="-1"/>
                <w:lang w:val="es-ES_tradnl"/>
              </w:rPr>
              <w:t>ll</w:t>
            </w:r>
            <w:r w:rsidRPr="009E7CA3">
              <w:rPr>
                <w:rFonts w:ascii="Riojana" w:eastAsia="Arial" w:hAnsi="Riojana"/>
                <w:lang w:val="es-ES_tradnl"/>
              </w:rPr>
              <w:t>o</w:t>
            </w:r>
            <w:r w:rsidRPr="009E7CA3">
              <w:rPr>
                <w:rFonts w:ascii="Riojana" w:eastAsia="Arial" w:hAnsi="Riojana"/>
                <w:spacing w:val="-12"/>
                <w:lang w:val="es-ES_tradnl"/>
              </w:rPr>
              <w:t xml:space="preserve"> </w:t>
            </w:r>
            <w:r w:rsidRPr="009E7CA3">
              <w:rPr>
                <w:rFonts w:ascii="Riojana" w:eastAsia="Arial" w:hAnsi="Riojana"/>
                <w:lang w:val="es-ES_tradnl"/>
              </w:rPr>
              <w:t>E</w:t>
            </w:r>
            <w:r w:rsidRPr="009E7CA3">
              <w:rPr>
                <w:rFonts w:ascii="Riojana" w:eastAsia="Arial" w:hAnsi="Riojana"/>
                <w:spacing w:val="1"/>
                <w:lang w:val="es-ES_tradnl"/>
              </w:rPr>
              <w:t>co</w:t>
            </w:r>
            <w:r w:rsidRPr="009E7CA3">
              <w:rPr>
                <w:rFonts w:ascii="Riojana" w:eastAsia="Arial" w:hAnsi="Riojana"/>
                <w:lang w:val="es-ES_tradnl"/>
              </w:rPr>
              <w:t>nó</w:t>
            </w:r>
            <w:r w:rsidRPr="009E7CA3">
              <w:rPr>
                <w:rFonts w:ascii="Riojana" w:eastAsia="Arial" w:hAnsi="Riojana"/>
                <w:spacing w:val="1"/>
                <w:lang w:val="es-ES_tradnl"/>
              </w:rPr>
              <w:t>m</w:t>
            </w:r>
            <w:r w:rsidRPr="009E7CA3">
              <w:rPr>
                <w:rFonts w:ascii="Riojana" w:eastAsia="Arial" w:hAnsi="Riojana"/>
                <w:spacing w:val="-1"/>
                <w:lang w:val="es-ES_tradnl"/>
              </w:rPr>
              <w:t>i</w:t>
            </w:r>
            <w:r w:rsidRPr="009E7CA3">
              <w:rPr>
                <w:rFonts w:ascii="Riojana" w:eastAsia="Arial" w:hAnsi="Riojana"/>
                <w:spacing w:val="1"/>
                <w:lang w:val="es-ES_tradnl"/>
              </w:rPr>
              <w:t>c</w:t>
            </w:r>
            <w:r w:rsidRPr="009E7CA3">
              <w:rPr>
                <w:rFonts w:ascii="Riojana" w:eastAsia="Arial" w:hAnsi="Riojana"/>
                <w:lang w:val="es-ES_tradnl"/>
              </w:rPr>
              <w:t>o</w:t>
            </w:r>
            <w:r w:rsidRPr="009E7CA3">
              <w:rPr>
                <w:rFonts w:ascii="Riojana" w:eastAsia="Arial" w:hAnsi="Riojana"/>
                <w:spacing w:val="7"/>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lang w:val="es-ES_tradnl"/>
              </w:rPr>
              <w:t>La</w:t>
            </w:r>
            <w:r w:rsidRPr="009E7CA3">
              <w:rPr>
                <w:rFonts w:ascii="Riojana" w:eastAsia="Arial" w:hAnsi="Riojana"/>
                <w:spacing w:val="-7"/>
                <w:lang w:val="es-ES_tradnl"/>
              </w:rPr>
              <w:t xml:space="preserve"> </w:t>
            </w:r>
            <w:r w:rsidRPr="009E7CA3">
              <w:rPr>
                <w:rFonts w:ascii="Riojana" w:eastAsia="Arial" w:hAnsi="Riojana"/>
                <w:spacing w:val="3"/>
                <w:lang w:val="es-ES_tradnl"/>
              </w:rPr>
              <w:t>R</w:t>
            </w:r>
            <w:r w:rsidRPr="009E7CA3">
              <w:rPr>
                <w:rFonts w:ascii="Riojana" w:eastAsia="Arial" w:hAnsi="Riojana"/>
                <w:spacing w:val="-1"/>
                <w:lang w:val="es-ES_tradnl"/>
              </w:rPr>
              <w:t>i</w:t>
            </w:r>
            <w:r w:rsidRPr="009E7CA3">
              <w:rPr>
                <w:rFonts w:ascii="Riojana" w:eastAsia="Arial" w:hAnsi="Riojana"/>
                <w:spacing w:val="1"/>
                <w:lang w:val="es-ES_tradnl"/>
              </w:rPr>
              <w:t>o</w:t>
            </w:r>
            <w:r w:rsidRPr="009E7CA3">
              <w:rPr>
                <w:rFonts w:ascii="Riojana" w:eastAsia="Arial" w:hAnsi="Riojana"/>
                <w:spacing w:val="-1"/>
                <w:lang w:val="es-ES_tradnl"/>
              </w:rPr>
              <w:t>j</w:t>
            </w:r>
            <w:r w:rsidRPr="009E7CA3">
              <w:rPr>
                <w:rFonts w:ascii="Riojana" w:eastAsia="Arial" w:hAnsi="Riojana"/>
                <w:lang w:val="es-ES_tradnl"/>
              </w:rPr>
              <w:t>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1.272.500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1</w:t>
            </w:r>
            <w:r w:rsidRPr="009E7CA3">
              <w:rPr>
                <w:rFonts w:ascii="Riojana" w:eastAsia="Arial" w:hAnsi="Riojana"/>
                <w:spacing w:val="-1"/>
                <w:lang w:val="es-ES_tradnl"/>
              </w:rPr>
              <w:t>9</w:t>
            </w:r>
            <w:r w:rsidRPr="009E7CA3">
              <w:rPr>
                <w:rFonts w:ascii="Riojana" w:eastAsia="Arial" w:hAnsi="Riojana"/>
                <w:lang w:val="es-ES_tradnl"/>
              </w:rPr>
              <w:t>.</w:t>
            </w:r>
            <w:r w:rsidRPr="009E7CA3">
              <w:rPr>
                <w:rFonts w:ascii="Riojana" w:eastAsia="Arial" w:hAnsi="Riojana"/>
                <w:spacing w:val="2"/>
                <w:lang w:val="es-ES_tradnl"/>
              </w:rPr>
              <w:t>0</w:t>
            </w:r>
            <w:r w:rsidRPr="009E7CA3">
              <w:rPr>
                <w:rFonts w:ascii="Riojana" w:eastAsia="Arial" w:hAnsi="Riojana"/>
                <w:lang w:val="es-ES_tradnl"/>
              </w:rPr>
              <w:t>1.</w:t>
            </w:r>
            <w:r w:rsidRPr="009E7CA3">
              <w:rPr>
                <w:rFonts w:ascii="Riojana" w:eastAsia="Arial" w:hAnsi="Riojana"/>
                <w:spacing w:val="-1"/>
                <w:lang w:val="es-ES_tradnl"/>
              </w:rPr>
              <w:t>4</w:t>
            </w:r>
            <w:r w:rsidRPr="009E7CA3">
              <w:rPr>
                <w:rFonts w:ascii="Riojana" w:eastAsia="Arial" w:hAnsi="Riojana"/>
                <w:spacing w:val="2"/>
                <w:lang w:val="es-ES_tradnl"/>
              </w:rPr>
              <w:t>2</w:t>
            </w:r>
            <w:r w:rsidRPr="009E7CA3">
              <w:rPr>
                <w:rFonts w:ascii="Riojana" w:eastAsia="Arial" w:hAnsi="Riojana"/>
                <w:lang w:val="es-ES_tradnl"/>
              </w:rPr>
              <w:t>1</w:t>
            </w:r>
            <w:r w:rsidRPr="009E7CA3">
              <w:rPr>
                <w:rFonts w:ascii="Riojana" w:eastAsia="Arial" w:hAnsi="Riojana"/>
                <w:spacing w:val="-1"/>
                <w:lang w:val="es-ES_tradnl"/>
              </w:rPr>
              <w:t>5</w:t>
            </w:r>
            <w:r w:rsidRPr="009E7CA3">
              <w:rPr>
                <w:rFonts w:ascii="Riojana" w:eastAsia="Arial" w:hAnsi="Riojana"/>
                <w:spacing w:val="2"/>
                <w:lang w:val="es-ES_tradnl"/>
              </w:rPr>
              <w:t>.</w:t>
            </w:r>
            <w:r w:rsidRPr="009E7CA3">
              <w:rPr>
                <w:rFonts w:ascii="Riojana" w:eastAsia="Arial" w:hAnsi="Riojana"/>
                <w:lang w:val="es-ES_tradnl"/>
              </w:rPr>
              <w:t>4</w:t>
            </w:r>
            <w:r w:rsidRPr="009E7CA3">
              <w:rPr>
                <w:rFonts w:ascii="Riojana" w:eastAsia="Arial" w:hAnsi="Riojana"/>
                <w:spacing w:val="-1"/>
                <w:lang w:val="es-ES_tradnl"/>
              </w:rPr>
              <w:t>3</w:t>
            </w:r>
            <w:r w:rsidRPr="009E7CA3">
              <w:rPr>
                <w:rFonts w:ascii="Riojana" w:eastAsia="Arial" w:hAnsi="Riojana"/>
                <w:lang w:val="es-ES_tradnl"/>
              </w:rPr>
              <w:t>0</w:t>
            </w:r>
            <w:r w:rsidRPr="009E7CA3">
              <w:rPr>
                <w:rFonts w:ascii="Riojana" w:eastAsia="Arial" w:hAnsi="Riojana"/>
                <w:spacing w:val="2"/>
                <w:lang w:val="es-ES_tradnl"/>
              </w:rPr>
              <w:t>.</w:t>
            </w:r>
            <w:r w:rsidRPr="009E7CA3">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60" w:after="0"/>
              <w:rPr>
                <w:rFonts w:ascii="Riojana" w:eastAsia="Arial" w:hAnsi="Riojana" w:cs="Arial"/>
                <w:lang w:val="es-ES_tradnl"/>
              </w:rPr>
            </w:pPr>
            <w:r w:rsidRPr="009E7CA3">
              <w:rPr>
                <w:rFonts w:ascii="Riojana" w:eastAsia="Arial" w:hAnsi="Riojana"/>
                <w:lang w:val="es-ES_tradnl"/>
              </w:rPr>
              <w:t>A</w:t>
            </w:r>
            <w:r w:rsidRPr="009E7CA3">
              <w:rPr>
                <w:rFonts w:ascii="Riojana" w:eastAsia="Arial" w:hAnsi="Riojana"/>
                <w:spacing w:val="1"/>
                <w:lang w:val="es-ES_tradnl"/>
              </w:rPr>
              <w:t>ge</w:t>
            </w:r>
            <w:r w:rsidRPr="009E7CA3">
              <w:rPr>
                <w:rFonts w:ascii="Riojana" w:eastAsia="Arial" w:hAnsi="Riojana"/>
                <w:lang w:val="es-ES_tradnl"/>
              </w:rPr>
              <w:t>nc</w:t>
            </w:r>
            <w:r w:rsidRPr="009E7CA3">
              <w:rPr>
                <w:rFonts w:ascii="Riojana" w:eastAsia="Arial" w:hAnsi="Riojana"/>
                <w:spacing w:val="-1"/>
                <w:lang w:val="es-ES_tradnl"/>
              </w:rPr>
              <w:t>i</w:t>
            </w:r>
            <w:r w:rsidRPr="009E7CA3">
              <w:rPr>
                <w:rFonts w:ascii="Riojana" w:eastAsia="Arial" w:hAnsi="Riojana"/>
                <w:lang w:val="es-ES_tradnl"/>
              </w:rPr>
              <w:t>a</w:t>
            </w:r>
            <w:r w:rsidRPr="009E7CA3">
              <w:rPr>
                <w:rFonts w:ascii="Riojana" w:eastAsia="Arial" w:hAnsi="Riojana"/>
                <w:spacing w:val="-4"/>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spacing w:val="-1"/>
                <w:lang w:val="es-ES_tradnl"/>
              </w:rPr>
              <w:t>D</w:t>
            </w:r>
            <w:r w:rsidRPr="009E7CA3">
              <w:rPr>
                <w:rFonts w:ascii="Riojana" w:eastAsia="Arial" w:hAnsi="Riojana"/>
                <w:spacing w:val="3"/>
                <w:lang w:val="es-ES_tradnl"/>
              </w:rPr>
              <w:t>e</w:t>
            </w:r>
            <w:r w:rsidRPr="009E7CA3">
              <w:rPr>
                <w:rFonts w:ascii="Riojana" w:eastAsia="Arial" w:hAnsi="Riojana"/>
                <w:spacing w:val="-1"/>
                <w:lang w:val="es-ES_tradnl"/>
              </w:rPr>
              <w:t>s</w:t>
            </w:r>
            <w:r w:rsidRPr="009E7CA3">
              <w:rPr>
                <w:rFonts w:ascii="Riojana" w:eastAsia="Arial" w:hAnsi="Riojana"/>
                <w:spacing w:val="1"/>
                <w:lang w:val="es-ES_tradnl"/>
              </w:rPr>
              <w:t>arro</w:t>
            </w:r>
            <w:r w:rsidRPr="009E7CA3">
              <w:rPr>
                <w:rFonts w:ascii="Riojana" w:eastAsia="Arial" w:hAnsi="Riojana"/>
                <w:spacing w:val="-1"/>
                <w:lang w:val="es-ES_tradnl"/>
              </w:rPr>
              <w:t>ll</w:t>
            </w:r>
            <w:r w:rsidRPr="009E7CA3">
              <w:rPr>
                <w:rFonts w:ascii="Riojana" w:eastAsia="Arial" w:hAnsi="Riojana"/>
                <w:lang w:val="es-ES_tradnl"/>
              </w:rPr>
              <w:t>o</w:t>
            </w:r>
            <w:r w:rsidRPr="009E7CA3">
              <w:rPr>
                <w:rFonts w:ascii="Riojana" w:eastAsia="Arial" w:hAnsi="Riojana"/>
                <w:spacing w:val="-12"/>
                <w:lang w:val="es-ES_tradnl"/>
              </w:rPr>
              <w:t xml:space="preserve"> </w:t>
            </w:r>
            <w:r w:rsidRPr="009E7CA3">
              <w:rPr>
                <w:rFonts w:ascii="Riojana" w:eastAsia="Arial" w:hAnsi="Riojana"/>
                <w:lang w:val="es-ES_tradnl"/>
              </w:rPr>
              <w:t>E</w:t>
            </w:r>
            <w:r w:rsidRPr="009E7CA3">
              <w:rPr>
                <w:rFonts w:ascii="Riojana" w:eastAsia="Arial" w:hAnsi="Riojana"/>
                <w:spacing w:val="1"/>
                <w:lang w:val="es-ES_tradnl"/>
              </w:rPr>
              <w:t>co</w:t>
            </w:r>
            <w:r w:rsidRPr="009E7CA3">
              <w:rPr>
                <w:rFonts w:ascii="Riojana" w:eastAsia="Arial" w:hAnsi="Riojana"/>
                <w:lang w:val="es-ES_tradnl"/>
              </w:rPr>
              <w:t>nó</w:t>
            </w:r>
            <w:r w:rsidRPr="009E7CA3">
              <w:rPr>
                <w:rFonts w:ascii="Riojana" w:eastAsia="Arial" w:hAnsi="Riojana"/>
                <w:spacing w:val="1"/>
                <w:lang w:val="es-ES_tradnl"/>
              </w:rPr>
              <w:t>m</w:t>
            </w:r>
            <w:r w:rsidRPr="009E7CA3">
              <w:rPr>
                <w:rFonts w:ascii="Riojana" w:eastAsia="Arial" w:hAnsi="Riojana"/>
                <w:spacing w:val="-1"/>
                <w:lang w:val="es-ES_tradnl"/>
              </w:rPr>
              <w:t>i</w:t>
            </w:r>
            <w:r w:rsidRPr="009E7CA3">
              <w:rPr>
                <w:rFonts w:ascii="Riojana" w:eastAsia="Arial" w:hAnsi="Riojana"/>
                <w:spacing w:val="1"/>
                <w:lang w:val="es-ES_tradnl"/>
              </w:rPr>
              <w:t>c</w:t>
            </w:r>
            <w:r w:rsidRPr="009E7CA3">
              <w:rPr>
                <w:rFonts w:ascii="Riojana" w:eastAsia="Arial" w:hAnsi="Riojana"/>
                <w:lang w:val="es-ES_tradnl"/>
              </w:rPr>
              <w:t>o</w:t>
            </w:r>
            <w:r w:rsidRPr="009E7CA3">
              <w:rPr>
                <w:rFonts w:ascii="Riojana" w:eastAsia="Arial" w:hAnsi="Riojana"/>
                <w:spacing w:val="7"/>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lang w:val="es-ES_tradnl"/>
              </w:rPr>
              <w:t>La</w:t>
            </w:r>
            <w:r w:rsidRPr="009E7CA3">
              <w:rPr>
                <w:rFonts w:ascii="Riojana" w:eastAsia="Arial" w:hAnsi="Riojana"/>
                <w:spacing w:val="-7"/>
                <w:lang w:val="es-ES_tradnl"/>
              </w:rPr>
              <w:t xml:space="preserve"> </w:t>
            </w:r>
            <w:r w:rsidRPr="009E7CA3">
              <w:rPr>
                <w:rFonts w:ascii="Riojana" w:eastAsia="Arial" w:hAnsi="Riojana"/>
                <w:spacing w:val="3"/>
                <w:lang w:val="es-ES_tradnl"/>
              </w:rPr>
              <w:t>R</w:t>
            </w:r>
            <w:r w:rsidRPr="009E7CA3">
              <w:rPr>
                <w:rFonts w:ascii="Riojana" w:eastAsia="Arial" w:hAnsi="Riojana"/>
                <w:spacing w:val="-1"/>
                <w:lang w:val="es-ES_tradnl"/>
              </w:rPr>
              <w:t>i</w:t>
            </w:r>
            <w:r w:rsidRPr="009E7CA3">
              <w:rPr>
                <w:rFonts w:ascii="Riojana" w:eastAsia="Arial" w:hAnsi="Riojana"/>
                <w:spacing w:val="1"/>
                <w:lang w:val="es-ES_tradnl"/>
              </w:rPr>
              <w:t>o</w:t>
            </w:r>
            <w:r w:rsidRPr="009E7CA3">
              <w:rPr>
                <w:rFonts w:ascii="Riojana" w:eastAsia="Arial" w:hAnsi="Riojana"/>
                <w:spacing w:val="-1"/>
                <w:lang w:val="es-ES_tradnl"/>
              </w:rPr>
              <w:t>j</w:t>
            </w:r>
            <w:r w:rsidRPr="009E7CA3">
              <w:rPr>
                <w:rFonts w:ascii="Riojana" w:eastAsia="Arial" w:hAnsi="Riojana"/>
                <w:lang w:val="es-ES_tradnl"/>
              </w:rPr>
              <w:t>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812.647</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lastRenderedPageBreak/>
              <w:t>1</w:t>
            </w:r>
            <w:r w:rsidRPr="009E7CA3">
              <w:rPr>
                <w:rFonts w:ascii="Riojana" w:eastAsia="Arial" w:hAnsi="Riojana"/>
                <w:spacing w:val="-1"/>
                <w:lang w:val="es-ES_tradnl"/>
              </w:rPr>
              <w:t>9</w:t>
            </w:r>
            <w:r w:rsidRPr="009E7CA3">
              <w:rPr>
                <w:rFonts w:ascii="Riojana" w:eastAsia="Arial" w:hAnsi="Riojana"/>
                <w:lang w:val="es-ES_tradnl"/>
              </w:rPr>
              <w:t>.</w:t>
            </w:r>
            <w:r w:rsidRPr="009E7CA3">
              <w:rPr>
                <w:rFonts w:ascii="Riojana" w:eastAsia="Arial" w:hAnsi="Riojana"/>
                <w:spacing w:val="2"/>
                <w:lang w:val="es-ES_tradnl"/>
              </w:rPr>
              <w:t>0</w:t>
            </w:r>
            <w:r w:rsidRPr="009E7CA3">
              <w:rPr>
                <w:rFonts w:ascii="Riojana" w:eastAsia="Arial" w:hAnsi="Riojana"/>
                <w:lang w:val="es-ES_tradnl"/>
              </w:rPr>
              <w:t>1.</w:t>
            </w:r>
            <w:r w:rsidRPr="009E7CA3">
              <w:rPr>
                <w:rFonts w:ascii="Riojana" w:eastAsia="Arial" w:hAnsi="Riojana"/>
                <w:spacing w:val="-1"/>
                <w:lang w:val="es-ES_tradnl"/>
              </w:rPr>
              <w:t>4</w:t>
            </w:r>
            <w:r w:rsidRPr="009E7CA3">
              <w:rPr>
                <w:rFonts w:ascii="Riojana" w:eastAsia="Arial" w:hAnsi="Riojana"/>
                <w:spacing w:val="2"/>
                <w:lang w:val="es-ES_tradnl"/>
              </w:rPr>
              <w:t>2</w:t>
            </w:r>
            <w:r w:rsidRPr="009E7CA3">
              <w:rPr>
                <w:rFonts w:ascii="Riojana" w:eastAsia="Arial" w:hAnsi="Riojana"/>
                <w:lang w:val="es-ES_tradnl"/>
              </w:rPr>
              <w:t>1</w:t>
            </w:r>
            <w:r w:rsidRPr="009E7CA3">
              <w:rPr>
                <w:rFonts w:ascii="Riojana" w:eastAsia="Arial" w:hAnsi="Riojana"/>
                <w:spacing w:val="-1"/>
                <w:lang w:val="es-ES_tradnl"/>
              </w:rPr>
              <w:t>5</w:t>
            </w:r>
            <w:r w:rsidRPr="009E7CA3">
              <w:rPr>
                <w:rFonts w:ascii="Riojana" w:eastAsia="Arial" w:hAnsi="Riojana"/>
                <w:spacing w:val="2"/>
                <w:lang w:val="es-ES_tradnl"/>
              </w:rPr>
              <w:t>.</w:t>
            </w:r>
            <w:r w:rsidRPr="009E7CA3">
              <w:rPr>
                <w:rFonts w:ascii="Riojana" w:eastAsia="Arial" w:hAnsi="Riojana"/>
                <w:lang w:val="es-ES_tradnl"/>
              </w:rPr>
              <w:t>7</w:t>
            </w:r>
            <w:r w:rsidRPr="009E7CA3">
              <w:rPr>
                <w:rFonts w:ascii="Riojana" w:eastAsia="Arial" w:hAnsi="Riojana"/>
                <w:spacing w:val="-1"/>
                <w:lang w:val="es-ES_tradnl"/>
              </w:rPr>
              <w:t>3</w:t>
            </w:r>
            <w:r w:rsidRPr="009E7CA3">
              <w:rPr>
                <w:rFonts w:ascii="Riojana" w:eastAsia="Arial" w:hAnsi="Riojana"/>
                <w:lang w:val="es-ES_tradnl"/>
              </w:rPr>
              <w:t>0</w:t>
            </w:r>
            <w:r w:rsidRPr="009E7CA3">
              <w:rPr>
                <w:rFonts w:ascii="Riojana" w:eastAsia="Arial" w:hAnsi="Riojana"/>
                <w:spacing w:val="2"/>
                <w:lang w:val="es-ES_tradnl"/>
              </w:rPr>
              <w:t>.</w:t>
            </w:r>
            <w:r w:rsidRPr="009E7CA3">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A</w:t>
            </w:r>
            <w:r w:rsidRPr="009E7CA3">
              <w:rPr>
                <w:rFonts w:ascii="Riojana" w:eastAsia="Arial" w:hAnsi="Riojana"/>
                <w:spacing w:val="1"/>
                <w:lang w:val="es-ES_tradnl"/>
              </w:rPr>
              <w:t>ge</w:t>
            </w:r>
            <w:r w:rsidRPr="009E7CA3">
              <w:rPr>
                <w:rFonts w:ascii="Riojana" w:eastAsia="Arial" w:hAnsi="Riojana"/>
                <w:lang w:val="es-ES_tradnl"/>
              </w:rPr>
              <w:t>nc</w:t>
            </w:r>
            <w:r w:rsidRPr="009E7CA3">
              <w:rPr>
                <w:rFonts w:ascii="Riojana" w:eastAsia="Arial" w:hAnsi="Riojana"/>
                <w:spacing w:val="-1"/>
                <w:lang w:val="es-ES_tradnl"/>
              </w:rPr>
              <w:t>i</w:t>
            </w:r>
            <w:r w:rsidRPr="009E7CA3">
              <w:rPr>
                <w:rFonts w:ascii="Riojana" w:eastAsia="Arial" w:hAnsi="Riojana"/>
                <w:lang w:val="es-ES_tradnl"/>
              </w:rPr>
              <w:t>a</w:t>
            </w:r>
            <w:r w:rsidRPr="009E7CA3">
              <w:rPr>
                <w:rFonts w:ascii="Riojana" w:eastAsia="Arial" w:hAnsi="Riojana"/>
                <w:spacing w:val="-4"/>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spacing w:val="-1"/>
                <w:lang w:val="es-ES_tradnl"/>
              </w:rPr>
              <w:t>D</w:t>
            </w:r>
            <w:r w:rsidRPr="009E7CA3">
              <w:rPr>
                <w:rFonts w:ascii="Riojana" w:eastAsia="Arial" w:hAnsi="Riojana"/>
                <w:spacing w:val="3"/>
                <w:lang w:val="es-ES_tradnl"/>
              </w:rPr>
              <w:t>e</w:t>
            </w:r>
            <w:r w:rsidRPr="009E7CA3">
              <w:rPr>
                <w:rFonts w:ascii="Riojana" w:eastAsia="Arial" w:hAnsi="Riojana"/>
                <w:spacing w:val="-1"/>
                <w:lang w:val="es-ES_tradnl"/>
              </w:rPr>
              <w:t>s</w:t>
            </w:r>
            <w:r w:rsidRPr="009E7CA3">
              <w:rPr>
                <w:rFonts w:ascii="Riojana" w:eastAsia="Arial" w:hAnsi="Riojana"/>
                <w:spacing w:val="1"/>
                <w:lang w:val="es-ES_tradnl"/>
              </w:rPr>
              <w:t>arro</w:t>
            </w:r>
            <w:r w:rsidRPr="009E7CA3">
              <w:rPr>
                <w:rFonts w:ascii="Riojana" w:eastAsia="Arial" w:hAnsi="Riojana"/>
                <w:spacing w:val="-1"/>
                <w:lang w:val="es-ES_tradnl"/>
              </w:rPr>
              <w:t>ll</w:t>
            </w:r>
            <w:r w:rsidRPr="009E7CA3">
              <w:rPr>
                <w:rFonts w:ascii="Riojana" w:eastAsia="Arial" w:hAnsi="Riojana"/>
                <w:lang w:val="es-ES_tradnl"/>
              </w:rPr>
              <w:t>o</w:t>
            </w:r>
            <w:r w:rsidRPr="009E7CA3">
              <w:rPr>
                <w:rFonts w:ascii="Riojana" w:eastAsia="Arial" w:hAnsi="Riojana"/>
                <w:spacing w:val="-12"/>
                <w:lang w:val="es-ES_tradnl"/>
              </w:rPr>
              <w:t xml:space="preserve"> </w:t>
            </w:r>
            <w:r w:rsidRPr="009E7CA3">
              <w:rPr>
                <w:rFonts w:ascii="Riojana" w:eastAsia="Arial" w:hAnsi="Riojana"/>
                <w:lang w:val="es-ES_tradnl"/>
              </w:rPr>
              <w:t>E</w:t>
            </w:r>
            <w:r w:rsidRPr="009E7CA3">
              <w:rPr>
                <w:rFonts w:ascii="Riojana" w:eastAsia="Arial" w:hAnsi="Riojana"/>
                <w:spacing w:val="1"/>
                <w:lang w:val="es-ES_tradnl"/>
              </w:rPr>
              <w:t>co</w:t>
            </w:r>
            <w:r w:rsidRPr="009E7CA3">
              <w:rPr>
                <w:rFonts w:ascii="Riojana" w:eastAsia="Arial" w:hAnsi="Riojana"/>
                <w:lang w:val="es-ES_tradnl"/>
              </w:rPr>
              <w:t>nó</w:t>
            </w:r>
            <w:r w:rsidRPr="009E7CA3">
              <w:rPr>
                <w:rFonts w:ascii="Riojana" w:eastAsia="Arial" w:hAnsi="Riojana"/>
                <w:spacing w:val="1"/>
                <w:lang w:val="es-ES_tradnl"/>
              </w:rPr>
              <w:t>m</w:t>
            </w:r>
            <w:r w:rsidRPr="009E7CA3">
              <w:rPr>
                <w:rFonts w:ascii="Riojana" w:eastAsia="Arial" w:hAnsi="Riojana"/>
                <w:spacing w:val="-1"/>
                <w:lang w:val="es-ES_tradnl"/>
              </w:rPr>
              <w:t>i</w:t>
            </w:r>
            <w:r w:rsidRPr="009E7CA3">
              <w:rPr>
                <w:rFonts w:ascii="Riojana" w:eastAsia="Arial" w:hAnsi="Riojana"/>
                <w:spacing w:val="1"/>
                <w:lang w:val="es-ES_tradnl"/>
              </w:rPr>
              <w:t>c</w:t>
            </w:r>
            <w:r w:rsidRPr="009E7CA3">
              <w:rPr>
                <w:rFonts w:ascii="Riojana" w:eastAsia="Arial" w:hAnsi="Riojana"/>
                <w:lang w:val="es-ES_tradnl"/>
              </w:rPr>
              <w:t>o</w:t>
            </w:r>
            <w:r w:rsidRPr="009E7CA3">
              <w:rPr>
                <w:rFonts w:ascii="Riojana" w:eastAsia="Arial" w:hAnsi="Riojana"/>
                <w:spacing w:val="7"/>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lang w:val="es-ES_tradnl"/>
              </w:rPr>
              <w:t>La</w:t>
            </w:r>
            <w:r w:rsidRPr="009E7CA3">
              <w:rPr>
                <w:rFonts w:ascii="Riojana" w:eastAsia="Arial" w:hAnsi="Riojana"/>
                <w:spacing w:val="-7"/>
                <w:lang w:val="es-ES_tradnl"/>
              </w:rPr>
              <w:t xml:space="preserve"> </w:t>
            </w:r>
            <w:r w:rsidRPr="009E7CA3">
              <w:rPr>
                <w:rFonts w:ascii="Riojana" w:eastAsia="Arial" w:hAnsi="Riojana"/>
                <w:spacing w:val="3"/>
                <w:lang w:val="es-ES_tradnl"/>
              </w:rPr>
              <w:t>R</w:t>
            </w:r>
            <w:r w:rsidRPr="009E7CA3">
              <w:rPr>
                <w:rFonts w:ascii="Riojana" w:eastAsia="Arial" w:hAnsi="Riojana"/>
                <w:spacing w:val="-1"/>
                <w:lang w:val="es-ES_tradnl"/>
              </w:rPr>
              <w:t>i</w:t>
            </w:r>
            <w:r w:rsidRPr="009E7CA3">
              <w:rPr>
                <w:rFonts w:ascii="Riojana" w:eastAsia="Arial" w:hAnsi="Riojana"/>
                <w:spacing w:val="1"/>
                <w:lang w:val="es-ES_tradnl"/>
              </w:rPr>
              <w:t>o</w:t>
            </w:r>
            <w:r w:rsidRPr="009E7CA3">
              <w:rPr>
                <w:rFonts w:ascii="Riojana" w:eastAsia="Arial" w:hAnsi="Riojana"/>
                <w:spacing w:val="-1"/>
                <w:lang w:val="es-ES_tradnl"/>
              </w:rPr>
              <w:t>j</w:t>
            </w:r>
            <w:r w:rsidRPr="009E7CA3">
              <w:rPr>
                <w:rFonts w:ascii="Riojana" w:eastAsia="Arial" w:hAnsi="Riojana"/>
                <w:lang w:val="es-ES_tradnl"/>
              </w:rPr>
              <w:t>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697.500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1</w:t>
            </w:r>
            <w:r w:rsidRPr="009E7CA3">
              <w:rPr>
                <w:rFonts w:ascii="Riojana" w:eastAsia="Arial" w:hAnsi="Riojana"/>
                <w:spacing w:val="-1"/>
                <w:lang w:val="es-ES_tradnl"/>
              </w:rPr>
              <w:t>9</w:t>
            </w:r>
            <w:r w:rsidRPr="009E7CA3">
              <w:rPr>
                <w:rFonts w:ascii="Riojana" w:eastAsia="Arial" w:hAnsi="Riojana"/>
                <w:lang w:val="es-ES_tradnl"/>
              </w:rPr>
              <w:t>.</w:t>
            </w:r>
            <w:r w:rsidRPr="009E7CA3">
              <w:rPr>
                <w:rFonts w:ascii="Riojana" w:eastAsia="Arial" w:hAnsi="Riojana"/>
                <w:spacing w:val="2"/>
                <w:lang w:val="es-ES_tradnl"/>
              </w:rPr>
              <w:t>0</w:t>
            </w:r>
            <w:r w:rsidRPr="009E7CA3">
              <w:rPr>
                <w:rFonts w:ascii="Riojana" w:eastAsia="Arial" w:hAnsi="Riojana"/>
                <w:lang w:val="es-ES_tradnl"/>
              </w:rPr>
              <w:t>1.</w:t>
            </w:r>
            <w:r w:rsidRPr="009E7CA3">
              <w:rPr>
                <w:rFonts w:ascii="Riojana" w:eastAsia="Arial" w:hAnsi="Riojana"/>
                <w:spacing w:val="-1"/>
                <w:lang w:val="es-ES_tradnl"/>
              </w:rPr>
              <w:t>4</w:t>
            </w:r>
            <w:r w:rsidRPr="009E7CA3">
              <w:rPr>
                <w:rFonts w:ascii="Riojana" w:eastAsia="Arial" w:hAnsi="Riojana"/>
                <w:spacing w:val="2"/>
                <w:lang w:val="es-ES_tradnl"/>
              </w:rPr>
              <w:t>2</w:t>
            </w:r>
            <w:r w:rsidRPr="009E7CA3">
              <w:rPr>
                <w:rFonts w:ascii="Riojana" w:eastAsia="Arial" w:hAnsi="Riojana"/>
                <w:lang w:val="es-ES_tradnl"/>
              </w:rPr>
              <w:t>1</w:t>
            </w:r>
            <w:r w:rsidRPr="009E7CA3">
              <w:rPr>
                <w:rFonts w:ascii="Riojana" w:eastAsia="Arial" w:hAnsi="Riojana"/>
                <w:spacing w:val="-1"/>
                <w:lang w:val="es-ES_tradnl"/>
              </w:rPr>
              <w:t>6</w:t>
            </w:r>
            <w:r w:rsidRPr="009E7CA3">
              <w:rPr>
                <w:rFonts w:ascii="Riojana" w:eastAsia="Arial" w:hAnsi="Riojana"/>
                <w:spacing w:val="2"/>
                <w:lang w:val="es-ES_tradnl"/>
              </w:rPr>
              <w:t>.</w:t>
            </w:r>
            <w:r w:rsidRPr="009E7CA3">
              <w:rPr>
                <w:rFonts w:ascii="Riojana" w:eastAsia="Arial" w:hAnsi="Riojana"/>
                <w:lang w:val="es-ES_tradnl"/>
              </w:rPr>
              <w:t>4</w:t>
            </w:r>
            <w:r w:rsidRPr="009E7CA3">
              <w:rPr>
                <w:rFonts w:ascii="Riojana" w:eastAsia="Arial" w:hAnsi="Riojana"/>
                <w:spacing w:val="-1"/>
                <w:lang w:val="es-ES_tradnl"/>
              </w:rPr>
              <w:t>3</w:t>
            </w:r>
            <w:r w:rsidRPr="009E7CA3">
              <w:rPr>
                <w:rFonts w:ascii="Riojana" w:eastAsia="Arial" w:hAnsi="Riojana"/>
                <w:lang w:val="es-ES_tradnl"/>
              </w:rPr>
              <w:t>0</w:t>
            </w:r>
            <w:r w:rsidRPr="009E7CA3">
              <w:rPr>
                <w:rFonts w:ascii="Riojana" w:eastAsia="Arial" w:hAnsi="Riojana"/>
                <w:spacing w:val="2"/>
                <w:lang w:val="es-ES_tradnl"/>
              </w:rPr>
              <w:t>.</w:t>
            </w:r>
            <w:r w:rsidRPr="009E7CA3">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A</w:t>
            </w:r>
            <w:r w:rsidRPr="009E7CA3">
              <w:rPr>
                <w:rFonts w:ascii="Riojana" w:eastAsia="Arial" w:hAnsi="Riojana"/>
                <w:spacing w:val="1"/>
                <w:lang w:val="es-ES_tradnl"/>
              </w:rPr>
              <w:t>ge</w:t>
            </w:r>
            <w:r w:rsidRPr="009E7CA3">
              <w:rPr>
                <w:rFonts w:ascii="Riojana" w:eastAsia="Arial" w:hAnsi="Riojana"/>
                <w:lang w:val="es-ES_tradnl"/>
              </w:rPr>
              <w:t>nc</w:t>
            </w:r>
            <w:r w:rsidRPr="009E7CA3">
              <w:rPr>
                <w:rFonts w:ascii="Riojana" w:eastAsia="Arial" w:hAnsi="Riojana"/>
                <w:spacing w:val="-1"/>
                <w:lang w:val="es-ES_tradnl"/>
              </w:rPr>
              <w:t>i</w:t>
            </w:r>
            <w:r w:rsidRPr="009E7CA3">
              <w:rPr>
                <w:rFonts w:ascii="Riojana" w:eastAsia="Arial" w:hAnsi="Riojana"/>
                <w:lang w:val="es-ES_tradnl"/>
              </w:rPr>
              <w:t>a</w:t>
            </w:r>
            <w:r w:rsidRPr="009E7CA3">
              <w:rPr>
                <w:rFonts w:ascii="Riojana" w:eastAsia="Arial" w:hAnsi="Riojana"/>
                <w:spacing w:val="-4"/>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spacing w:val="-1"/>
                <w:lang w:val="es-ES_tradnl"/>
              </w:rPr>
              <w:t>D</w:t>
            </w:r>
            <w:r w:rsidRPr="009E7CA3">
              <w:rPr>
                <w:rFonts w:ascii="Riojana" w:eastAsia="Arial" w:hAnsi="Riojana"/>
                <w:spacing w:val="3"/>
                <w:lang w:val="es-ES_tradnl"/>
              </w:rPr>
              <w:t>e</w:t>
            </w:r>
            <w:r w:rsidRPr="009E7CA3">
              <w:rPr>
                <w:rFonts w:ascii="Riojana" w:eastAsia="Arial" w:hAnsi="Riojana"/>
                <w:spacing w:val="-1"/>
                <w:lang w:val="es-ES_tradnl"/>
              </w:rPr>
              <w:t>s</w:t>
            </w:r>
            <w:r w:rsidRPr="009E7CA3">
              <w:rPr>
                <w:rFonts w:ascii="Riojana" w:eastAsia="Arial" w:hAnsi="Riojana"/>
                <w:spacing w:val="1"/>
                <w:lang w:val="es-ES_tradnl"/>
              </w:rPr>
              <w:t>arro</w:t>
            </w:r>
            <w:r w:rsidRPr="009E7CA3">
              <w:rPr>
                <w:rFonts w:ascii="Riojana" w:eastAsia="Arial" w:hAnsi="Riojana"/>
                <w:spacing w:val="-1"/>
                <w:lang w:val="es-ES_tradnl"/>
              </w:rPr>
              <w:t>ll</w:t>
            </w:r>
            <w:r w:rsidRPr="009E7CA3">
              <w:rPr>
                <w:rFonts w:ascii="Riojana" w:eastAsia="Arial" w:hAnsi="Riojana"/>
                <w:lang w:val="es-ES_tradnl"/>
              </w:rPr>
              <w:t>o</w:t>
            </w:r>
            <w:r w:rsidRPr="009E7CA3">
              <w:rPr>
                <w:rFonts w:ascii="Riojana" w:eastAsia="Arial" w:hAnsi="Riojana"/>
                <w:spacing w:val="-12"/>
                <w:lang w:val="es-ES_tradnl"/>
              </w:rPr>
              <w:t xml:space="preserve"> </w:t>
            </w:r>
            <w:r w:rsidRPr="009E7CA3">
              <w:rPr>
                <w:rFonts w:ascii="Riojana" w:eastAsia="Arial" w:hAnsi="Riojana"/>
                <w:lang w:val="es-ES_tradnl"/>
              </w:rPr>
              <w:t>E</w:t>
            </w:r>
            <w:r w:rsidRPr="009E7CA3">
              <w:rPr>
                <w:rFonts w:ascii="Riojana" w:eastAsia="Arial" w:hAnsi="Riojana"/>
                <w:spacing w:val="1"/>
                <w:lang w:val="es-ES_tradnl"/>
              </w:rPr>
              <w:t>co</w:t>
            </w:r>
            <w:r w:rsidRPr="009E7CA3">
              <w:rPr>
                <w:rFonts w:ascii="Riojana" w:eastAsia="Arial" w:hAnsi="Riojana"/>
                <w:lang w:val="es-ES_tradnl"/>
              </w:rPr>
              <w:t>nó</w:t>
            </w:r>
            <w:r w:rsidRPr="009E7CA3">
              <w:rPr>
                <w:rFonts w:ascii="Riojana" w:eastAsia="Arial" w:hAnsi="Riojana"/>
                <w:spacing w:val="1"/>
                <w:lang w:val="es-ES_tradnl"/>
              </w:rPr>
              <w:t>m</w:t>
            </w:r>
            <w:r w:rsidRPr="009E7CA3">
              <w:rPr>
                <w:rFonts w:ascii="Riojana" w:eastAsia="Arial" w:hAnsi="Riojana"/>
                <w:spacing w:val="-1"/>
                <w:lang w:val="es-ES_tradnl"/>
              </w:rPr>
              <w:t>i</w:t>
            </w:r>
            <w:r w:rsidRPr="009E7CA3">
              <w:rPr>
                <w:rFonts w:ascii="Riojana" w:eastAsia="Arial" w:hAnsi="Riojana"/>
                <w:spacing w:val="1"/>
                <w:lang w:val="es-ES_tradnl"/>
              </w:rPr>
              <w:t>c</w:t>
            </w:r>
            <w:r w:rsidRPr="009E7CA3">
              <w:rPr>
                <w:rFonts w:ascii="Riojana" w:eastAsia="Arial" w:hAnsi="Riojana"/>
                <w:lang w:val="es-ES_tradnl"/>
              </w:rPr>
              <w:t>o</w:t>
            </w:r>
            <w:r w:rsidRPr="009E7CA3">
              <w:rPr>
                <w:rFonts w:ascii="Riojana" w:eastAsia="Arial" w:hAnsi="Riojana"/>
                <w:spacing w:val="7"/>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lang w:val="es-ES_tradnl"/>
              </w:rPr>
              <w:t>La</w:t>
            </w:r>
            <w:r w:rsidRPr="009E7CA3">
              <w:rPr>
                <w:rFonts w:ascii="Riojana" w:eastAsia="Arial" w:hAnsi="Riojana"/>
                <w:spacing w:val="-7"/>
                <w:lang w:val="es-ES_tradnl"/>
              </w:rPr>
              <w:t xml:space="preserve"> </w:t>
            </w:r>
            <w:r w:rsidRPr="009E7CA3">
              <w:rPr>
                <w:rFonts w:ascii="Riojana" w:eastAsia="Arial" w:hAnsi="Riojana"/>
                <w:spacing w:val="3"/>
                <w:lang w:val="es-ES_tradnl"/>
              </w:rPr>
              <w:t>R</w:t>
            </w:r>
            <w:r w:rsidRPr="009E7CA3">
              <w:rPr>
                <w:rFonts w:ascii="Riojana" w:eastAsia="Arial" w:hAnsi="Riojana"/>
                <w:spacing w:val="-1"/>
                <w:lang w:val="es-ES_tradnl"/>
              </w:rPr>
              <w:t>i</w:t>
            </w:r>
            <w:r w:rsidRPr="009E7CA3">
              <w:rPr>
                <w:rFonts w:ascii="Riojana" w:eastAsia="Arial" w:hAnsi="Riojana"/>
                <w:spacing w:val="1"/>
                <w:lang w:val="es-ES_tradnl"/>
              </w:rPr>
              <w:t>o</w:t>
            </w:r>
            <w:r w:rsidRPr="009E7CA3">
              <w:rPr>
                <w:rFonts w:ascii="Riojana" w:eastAsia="Arial" w:hAnsi="Riojana"/>
                <w:spacing w:val="-1"/>
                <w:lang w:val="es-ES_tradnl"/>
              </w:rPr>
              <w:t>j</w:t>
            </w:r>
            <w:r w:rsidRPr="009E7CA3">
              <w:rPr>
                <w:rFonts w:ascii="Riojana" w:eastAsia="Arial" w:hAnsi="Riojana"/>
                <w:lang w:val="es-ES_tradnl"/>
              </w:rPr>
              <w:t>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241.500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1</w:t>
            </w:r>
            <w:r w:rsidRPr="009E7CA3">
              <w:rPr>
                <w:rFonts w:ascii="Riojana" w:eastAsia="Arial" w:hAnsi="Riojana"/>
                <w:spacing w:val="-1"/>
                <w:lang w:val="es-ES_tradnl"/>
              </w:rPr>
              <w:t>9</w:t>
            </w:r>
            <w:r w:rsidRPr="009E7CA3">
              <w:rPr>
                <w:rFonts w:ascii="Riojana" w:eastAsia="Arial" w:hAnsi="Riojana"/>
                <w:lang w:val="es-ES_tradnl"/>
              </w:rPr>
              <w:t>.</w:t>
            </w:r>
            <w:r w:rsidRPr="009E7CA3">
              <w:rPr>
                <w:rFonts w:ascii="Riojana" w:eastAsia="Arial" w:hAnsi="Riojana"/>
                <w:spacing w:val="2"/>
                <w:lang w:val="es-ES_tradnl"/>
              </w:rPr>
              <w:t>0</w:t>
            </w:r>
            <w:r w:rsidRPr="009E7CA3">
              <w:rPr>
                <w:rFonts w:ascii="Riojana" w:eastAsia="Arial" w:hAnsi="Riojana"/>
                <w:lang w:val="es-ES_tradnl"/>
              </w:rPr>
              <w:t>1.</w:t>
            </w:r>
            <w:r w:rsidRPr="009E7CA3">
              <w:rPr>
                <w:rFonts w:ascii="Riojana" w:eastAsia="Arial" w:hAnsi="Riojana"/>
                <w:spacing w:val="-1"/>
                <w:lang w:val="es-ES_tradnl"/>
              </w:rPr>
              <w:t>4</w:t>
            </w:r>
            <w:r w:rsidRPr="009E7CA3">
              <w:rPr>
                <w:rFonts w:ascii="Riojana" w:eastAsia="Arial" w:hAnsi="Riojana"/>
                <w:spacing w:val="2"/>
                <w:lang w:val="es-ES_tradnl"/>
              </w:rPr>
              <w:t>2</w:t>
            </w:r>
            <w:r w:rsidRPr="009E7CA3">
              <w:rPr>
                <w:rFonts w:ascii="Riojana" w:eastAsia="Arial" w:hAnsi="Riojana"/>
                <w:lang w:val="es-ES_tradnl"/>
              </w:rPr>
              <w:t>1</w:t>
            </w:r>
            <w:r w:rsidRPr="009E7CA3">
              <w:rPr>
                <w:rFonts w:ascii="Riojana" w:eastAsia="Arial" w:hAnsi="Riojana"/>
                <w:spacing w:val="-1"/>
                <w:lang w:val="es-ES_tradnl"/>
              </w:rPr>
              <w:t>6</w:t>
            </w:r>
            <w:r w:rsidRPr="009E7CA3">
              <w:rPr>
                <w:rFonts w:ascii="Riojana" w:eastAsia="Arial" w:hAnsi="Riojana"/>
                <w:spacing w:val="2"/>
                <w:lang w:val="es-ES_tradnl"/>
              </w:rPr>
              <w:t>.</w:t>
            </w:r>
            <w:r w:rsidRPr="009E7CA3">
              <w:rPr>
                <w:rFonts w:ascii="Riojana" w:eastAsia="Arial" w:hAnsi="Riojana"/>
                <w:lang w:val="es-ES_tradnl"/>
              </w:rPr>
              <w:t>7</w:t>
            </w:r>
            <w:r w:rsidRPr="009E7CA3">
              <w:rPr>
                <w:rFonts w:ascii="Riojana" w:eastAsia="Arial" w:hAnsi="Riojana"/>
                <w:spacing w:val="-1"/>
                <w:lang w:val="es-ES_tradnl"/>
              </w:rPr>
              <w:t>3</w:t>
            </w:r>
            <w:r w:rsidRPr="009E7CA3">
              <w:rPr>
                <w:rFonts w:ascii="Riojana" w:eastAsia="Arial" w:hAnsi="Riojana"/>
                <w:lang w:val="es-ES_tradnl"/>
              </w:rPr>
              <w:t>0</w:t>
            </w:r>
            <w:r w:rsidRPr="009E7CA3">
              <w:rPr>
                <w:rFonts w:ascii="Riojana" w:eastAsia="Arial" w:hAnsi="Riojana"/>
                <w:spacing w:val="2"/>
                <w:lang w:val="es-ES_tradnl"/>
              </w:rPr>
              <w:t>.</w:t>
            </w:r>
            <w:r w:rsidRPr="009E7CA3">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60" w:after="0"/>
              <w:rPr>
                <w:rFonts w:ascii="Riojana" w:eastAsia="Arial" w:hAnsi="Riojana" w:cs="Arial"/>
                <w:lang w:val="es-ES_tradnl"/>
              </w:rPr>
            </w:pPr>
            <w:r w:rsidRPr="009E7CA3">
              <w:rPr>
                <w:rFonts w:ascii="Riojana" w:eastAsia="Arial" w:hAnsi="Riojana"/>
                <w:lang w:val="es-ES_tradnl"/>
              </w:rPr>
              <w:t>A</w:t>
            </w:r>
            <w:r w:rsidRPr="009E7CA3">
              <w:rPr>
                <w:rFonts w:ascii="Riojana" w:eastAsia="Arial" w:hAnsi="Riojana"/>
                <w:spacing w:val="1"/>
                <w:lang w:val="es-ES_tradnl"/>
              </w:rPr>
              <w:t>ge</w:t>
            </w:r>
            <w:r w:rsidRPr="009E7CA3">
              <w:rPr>
                <w:rFonts w:ascii="Riojana" w:eastAsia="Arial" w:hAnsi="Riojana"/>
                <w:lang w:val="es-ES_tradnl"/>
              </w:rPr>
              <w:t>nc</w:t>
            </w:r>
            <w:r w:rsidRPr="009E7CA3">
              <w:rPr>
                <w:rFonts w:ascii="Riojana" w:eastAsia="Arial" w:hAnsi="Riojana"/>
                <w:spacing w:val="-1"/>
                <w:lang w:val="es-ES_tradnl"/>
              </w:rPr>
              <w:t>i</w:t>
            </w:r>
            <w:r w:rsidRPr="009E7CA3">
              <w:rPr>
                <w:rFonts w:ascii="Riojana" w:eastAsia="Arial" w:hAnsi="Riojana"/>
                <w:lang w:val="es-ES_tradnl"/>
              </w:rPr>
              <w:t xml:space="preserve">a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4"/>
                <w:lang w:val="es-ES_tradnl"/>
              </w:rPr>
              <w:t xml:space="preserve"> </w:t>
            </w:r>
            <w:r w:rsidRPr="009E7CA3">
              <w:rPr>
                <w:rFonts w:ascii="Riojana" w:eastAsia="Arial" w:hAnsi="Riojana"/>
                <w:spacing w:val="-1"/>
                <w:lang w:val="es-ES_tradnl"/>
              </w:rPr>
              <w:t>D</w:t>
            </w:r>
            <w:r w:rsidRPr="009E7CA3">
              <w:rPr>
                <w:rFonts w:ascii="Riojana" w:eastAsia="Arial" w:hAnsi="Riojana"/>
                <w:spacing w:val="3"/>
                <w:lang w:val="es-ES_tradnl"/>
              </w:rPr>
              <w:t>e</w:t>
            </w:r>
            <w:r w:rsidRPr="009E7CA3">
              <w:rPr>
                <w:rFonts w:ascii="Riojana" w:eastAsia="Arial" w:hAnsi="Riojana"/>
                <w:spacing w:val="-1"/>
                <w:lang w:val="es-ES_tradnl"/>
              </w:rPr>
              <w:t>s</w:t>
            </w:r>
            <w:r w:rsidRPr="009E7CA3">
              <w:rPr>
                <w:rFonts w:ascii="Riojana" w:eastAsia="Arial" w:hAnsi="Riojana"/>
                <w:spacing w:val="1"/>
                <w:lang w:val="es-ES_tradnl"/>
              </w:rPr>
              <w:t>arro</w:t>
            </w:r>
            <w:r w:rsidRPr="009E7CA3">
              <w:rPr>
                <w:rFonts w:ascii="Riojana" w:eastAsia="Arial" w:hAnsi="Riojana"/>
                <w:spacing w:val="-1"/>
                <w:lang w:val="es-ES_tradnl"/>
              </w:rPr>
              <w:t>ll</w:t>
            </w:r>
            <w:r w:rsidRPr="009E7CA3">
              <w:rPr>
                <w:rFonts w:ascii="Riojana" w:eastAsia="Arial" w:hAnsi="Riojana"/>
                <w:lang w:val="es-ES_tradnl"/>
              </w:rPr>
              <w:t>o</w:t>
            </w:r>
            <w:r w:rsidRPr="009E7CA3">
              <w:rPr>
                <w:rFonts w:ascii="Riojana" w:eastAsia="Arial" w:hAnsi="Riojana"/>
                <w:spacing w:val="-12"/>
                <w:lang w:val="es-ES_tradnl"/>
              </w:rPr>
              <w:t xml:space="preserve"> </w:t>
            </w:r>
            <w:r w:rsidRPr="009E7CA3">
              <w:rPr>
                <w:rFonts w:ascii="Riojana" w:eastAsia="Arial" w:hAnsi="Riojana"/>
                <w:lang w:val="es-ES_tradnl"/>
              </w:rPr>
              <w:t>E</w:t>
            </w:r>
            <w:r w:rsidRPr="009E7CA3">
              <w:rPr>
                <w:rFonts w:ascii="Riojana" w:eastAsia="Arial" w:hAnsi="Riojana"/>
                <w:spacing w:val="1"/>
                <w:lang w:val="es-ES_tradnl"/>
              </w:rPr>
              <w:t>co</w:t>
            </w:r>
            <w:r w:rsidRPr="009E7CA3">
              <w:rPr>
                <w:rFonts w:ascii="Riojana" w:eastAsia="Arial" w:hAnsi="Riojana"/>
                <w:lang w:val="es-ES_tradnl"/>
              </w:rPr>
              <w:t>nó</w:t>
            </w:r>
            <w:r w:rsidRPr="009E7CA3">
              <w:rPr>
                <w:rFonts w:ascii="Riojana" w:eastAsia="Arial" w:hAnsi="Riojana"/>
                <w:spacing w:val="1"/>
                <w:lang w:val="es-ES_tradnl"/>
              </w:rPr>
              <w:t>m</w:t>
            </w:r>
            <w:r w:rsidRPr="009E7CA3">
              <w:rPr>
                <w:rFonts w:ascii="Riojana" w:eastAsia="Arial" w:hAnsi="Riojana"/>
                <w:spacing w:val="-1"/>
                <w:lang w:val="es-ES_tradnl"/>
              </w:rPr>
              <w:t>i</w:t>
            </w:r>
            <w:r w:rsidRPr="009E7CA3">
              <w:rPr>
                <w:rFonts w:ascii="Riojana" w:eastAsia="Arial" w:hAnsi="Riojana"/>
                <w:spacing w:val="1"/>
                <w:lang w:val="es-ES_tradnl"/>
              </w:rPr>
              <w:t>c</w:t>
            </w:r>
            <w:r w:rsidRPr="009E7CA3">
              <w:rPr>
                <w:rFonts w:ascii="Riojana" w:eastAsia="Arial" w:hAnsi="Riojana"/>
                <w:lang w:val="es-ES_tradnl"/>
              </w:rPr>
              <w:t>o</w:t>
            </w:r>
            <w:r w:rsidRPr="009E7CA3">
              <w:rPr>
                <w:rFonts w:ascii="Riojana" w:eastAsia="Arial" w:hAnsi="Riojana"/>
                <w:spacing w:val="7"/>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lang w:val="es-ES_tradnl"/>
              </w:rPr>
              <w:t>La</w:t>
            </w:r>
            <w:r w:rsidRPr="009E7CA3">
              <w:rPr>
                <w:rFonts w:ascii="Riojana" w:eastAsia="Arial" w:hAnsi="Riojana"/>
                <w:spacing w:val="-7"/>
                <w:lang w:val="es-ES_tradnl"/>
              </w:rPr>
              <w:t xml:space="preserve"> </w:t>
            </w:r>
            <w:r w:rsidRPr="009E7CA3">
              <w:rPr>
                <w:rFonts w:ascii="Riojana" w:eastAsia="Arial" w:hAnsi="Riojana"/>
                <w:spacing w:val="3"/>
                <w:lang w:val="es-ES_tradnl"/>
              </w:rPr>
              <w:t>R</w:t>
            </w:r>
            <w:r w:rsidRPr="009E7CA3">
              <w:rPr>
                <w:rFonts w:ascii="Riojana" w:eastAsia="Arial" w:hAnsi="Riojana"/>
                <w:spacing w:val="-1"/>
                <w:lang w:val="es-ES_tradnl"/>
              </w:rPr>
              <w:t>i</w:t>
            </w:r>
            <w:r w:rsidRPr="009E7CA3">
              <w:rPr>
                <w:rFonts w:ascii="Riojana" w:eastAsia="Arial" w:hAnsi="Riojana"/>
                <w:spacing w:val="1"/>
                <w:lang w:val="es-ES_tradnl"/>
              </w:rPr>
              <w:t>o</w:t>
            </w:r>
            <w:r w:rsidRPr="009E7CA3">
              <w:rPr>
                <w:rFonts w:ascii="Riojana" w:eastAsia="Arial" w:hAnsi="Riojana"/>
                <w:spacing w:val="-1"/>
                <w:lang w:val="es-ES_tradnl"/>
              </w:rPr>
              <w:t>j</w:t>
            </w:r>
            <w:r w:rsidRPr="009E7CA3">
              <w:rPr>
                <w:rFonts w:ascii="Riojana" w:eastAsia="Arial" w:hAnsi="Riojana"/>
                <w:lang w:val="es-ES_tradnl"/>
              </w:rPr>
              <w:t>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50.000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1</w:t>
            </w:r>
            <w:r w:rsidRPr="009E7CA3">
              <w:rPr>
                <w:rFonts w:ascii="Riojana" w:eastAsia="Arial" w:hAnsi="Riojana"/>
                <w:spacing w:val="-1"/>
                <w:lang w:val="es-ES_tradnl"/>
              </w:rPr>
              <w:t>9</w:t>
            </w:r>
            <w:r w:rsidRPr="009E7CA3">
              <w:rPr>
                <w:rFonts w:ascii="Riojana" w:eastAsia="Arial" w:hAnsi="Riojana"/>
                <w:lang w:val="es-ES_tradnl"/>
              </w:rPr>
              <w:t>.</w:t>
            </w:r>
            <w:r w:rsidRPr="009E7CA3">
              <w:rPr>
                <w:rFonts w:ascii="Riojana" w:eastAsia="Arial" w:hAnsi="Riojana"/>
                <w:spacing w:val="2"/>
                <w:lang w:val="es-ES_tradnl"/>
              </w:rPr>
              <w:t>0</w:t>
            </w:r>
            <w:r w:rsidRPr="009E7CA3">
              <w:rPr>
                <w:rFonts w:ascii="Riojana" w:eastAsia="Arial" w:hAnsi="Riojana"/>
                <w:lang w:val="es-ES_tradnl"/>
              </w:rPr>
              <w:t>1.</w:t>
            </w:r>
            <w:r w:rsidRPr="009E7CA3">
              <w:rPr>
                <w:rFonts w:ascii="Riojana" w:eastAsia="Arial" w:hAnsi="Riojana"/>
                <w:spacing w:val="-1"/>
                <w:lang w:val="es-ES_tradnl"/>
              </w:rPr>
              <w:t>4</w:t>
            </w:r>
            <w:r w:rsidRPr="009E7CA3">
              <w:rPr>
                <w:rFonts w:ascii="Riojana" w:eastAsia="Arial" w:hAnsi="Riojana"/>
                <w:spacing w:val="2"/>
                <w:lang w:val="es-ES_tradnl"/>
              </w:rPr>
              <w:t>6</w:t>
            </w:r>
            <w:r w:rsidRPr="009E7CA3">
              <w:rPr>
                <w:rFonts w:ascii="Riojana" w:eastAsia="Arial" w:hAnsi="Riojana"/>
                <w:lang w:val="es-ES_tradnl"/>
              </w:rPr>
              <w:t>1</w:t>
            </w:r>
            <w:r w:rsidRPr="009E7CA3">
              <w:rPr>
                <w:rFonts w:ascii="Riojana" w:eastAsia="Arial" w:hAnsi="Riojana"/>
                <w:spacing w:val="-1"/>
                <w:lang w:val="es-ES_tradnl"/>
              </w:rPr>
              <w:t>1</w:t>
            </w:r>
            <w:r w:rsidRPr="009E7CA3">
              <w:rPr>
                <w:rFonts w:ascii="Riojana" w:eastAsia="Arial" w:hAnsi="Riojana"/>
                <w:spacing w:val="2"/>
                <w:lang w:val="es-ES_tradnl"/>
              </w:rPr>
              <w:t>.</w:t>
            </w:r>
            <w:r w:rsidRPr="009E7CA3">
              <w:rPr>
                <w:rFonts w:ascii="Riojana" w:eastAsia="Arial" w:hAnsi="Riojana"/>
                <w:lang w:val="es-ES_tradnl"/>
              </w:rPr>
              <w:t>4</w:t>
            </w:r>
            <w:r w:rsidRPr="009E7CA3">
              <w:rPr>
                <w:rFonts w:ascii="Riojana" w:eastAsia="Arial" w:hAnsi="Riojana"/>
                <w:spacing w:val="-1"/>
                <w:lang w:val="es-ES_tradnl"/>
              </w:rPr>
              <w:t>3</w:t>
            </w:r>
            <w:r w:rsidRPr="009E7CA3">
              <w:rPr>
                <w:rFonts w:ascii="Riojana" w:eastAsia="Arial" w:hAnsi="Riojana"/>
                <w:lang w:val="es-ES_tradnl"/>
              </w:rPr>
              <w:t>0</w:t>
            </w:r>
            <w:r w:rsidRPr="009E7CA3">
              <w:rPr>
                <w:rFonts w:ascii="Riojana" w:eastAsia="Arial" w:hAnsi="Riojana"/>
                <w:spacing w:val="2"/>
                <w:lang w:val="es-ES_tradnl"/>
              </w:rPr>
              <w:t>.</w:t>
            </w:r>
            <w:r w:rsidRPr="009E7CA3">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A</w:t>
            </w:r>
            <w:r w:rsidRPr="009E7CA3">
              <w:rPr>
                <w:rFonts w:ascii="Riojana" w:eastAsia="Arial" w:hAnsi="Riojana"/>
                <w:spacing w:val="1"/>
                <w:lang w:val="es-ES_tradnl"/>
              </w:rPr>
              <w:t>ge</w:t>
            </w:r>
            <w:r w:rsidRPr="009E7CA3">
              <w:rPr>
                <w:rFonts w:ascii="Riojana" w:eastAsia="Arial" w:hAnsi="Riojana"/>
                <w:lang w:val="es-ES_tradnl"/>
              </w:rPr>
              <w:t>nc</w:t>
            </w:r>
            <w:r w:rsidRPr="009E7CA3">
              <w:rPr>
                <w:rFonts w:ascii="Riojana" w:eastAsia="Arial" w:hAnsi="Riojana"/>
                <w:spacing w:val="-1"/>
                <w:lang w:val="es-ES_tradnl"/>
              </w:rPr>
              <w:t>i</w:t>
            </w:r>
            <w:r w:rsidRPr="009E7CA3">
              <w:rPr>
                <w:rFonts w:ascii="Riojana" w:eastAsia="Arial" w:hAnsi="Riojana"/>
                <w:lang w:val="es-ES_tradnl"/>
              </w:rPr>
              <w:t>a</w:t>
            </w:r>
            <w:r w:rsidRPr="009E7CA3">
              <w:rPr>
                <w:rFonts w:ascii="Riojana" w:eastAsia="Arial" w:hAnsi="Riojana"/>
                <w:spacing w:val="-4"/>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spacing w:val="-1"/>
                <w:lang w:val="es-ES_tradnl"/>
              </w:rPr>
              <w:t>D</w:t>
            </w:r>
            <w:r w:rsidRPr="009E7CA3">
              <w:rPr>
                <w:rFonts w:ascii="Riojana" w:eastAsia="Arial" w:hAnsi="Riojana"/>
                <w:spacing w:val="3"/>
                <w:lang w:val="es-ES_tradnl"/>
              </w:rPr>
              <w:t>e</w:t>
            </w:r>
            <w:r w:rsidRPr="009E7CA3">
              <w:rPr>
                <w:rFonts w:ascii="Riojana" w:eastAsia="Arial" w:hAnsi="Riojana"/>
                <w:spacing w:val="-1"/>
                <w:lang w:val="es-ES_tradnl"/>
              </w:rPr>
              <w:t>s</w:t>
            </w:r>
            <w:r w:rsidRPr="009E7CA3">
              <w:rPr>
                <w:rFonts w:ascii="Riojana" w:eastAsia="Arial" w:hAnsi="Riojana"/>
                <w:spacing w:val="1"/>
                <w:lang w:val="es-ES_tradnl"/>
              </w:rPr>
              <w:t>arro</w:t>
            </w:r>
            <w:r w:rsidRPr="009E7CA3">
              <w:rPr>
                <w:rFonts w:ascii="Riojana" w:eastAsia="Arial" w:hAnsi="Riojana"/>
                <w:spacing w:val="-1"/>
                <w:lang w:val="es-ES_tradnl"/>
              </w:rPr>
              <w:t>ll</w:t>
            </w:r>
            <w:r w:rsidRPr="009E7CA3">
              <w:rPr>
                <w:rFonts w:ascii="Riojana" w:eastAsia="Arial" w:hAnsi="Riojana"/>
                <w:lang w:val="es-ES_tradnl"/>
              </w:rPr>
              <w:t>o</w:t>
            </w:r>
            <w:r w:rsidRPr="009E7CA3">
              <w:rPr>
                <w:rFonts w:ascii="Riojana" w:eastAsia="Arial" w:hAnsi="Riojana"/>
                <w:spacing w:val="-12"/>
                <w:lang w:val="es-ES_tradnl"/>
              </w:rPr>
              <w:t xml:space="preserve"> </w:t>
            </w:r>
            <w:r w:rsidRPr="009E7CA3">
              <w:rPr>
                <w:rFonts w:ascii="Riojana" w:eastAsia="Arial" w:hAnsi="Riojana"/>
                <w:lang w:val="es-ES_tradnl"/>
              </w:rPr>
              <w:t>E</w:t>
            </w:r>
            <w:r w:rsidRPr="009E7CA3">
              <w:rPr>
                <w:rFonts w:ascii="Riojana" w:eastAsia="Arial" w:hAnsi="Riojana"/>
                <w:spacing w:val="1"/>
                <w:lang w:val="es-ES_tradnl"/>
              </w:rPr>
              <w:t>co</w:t>
            </w:r>
            <w:r w:rsidRPr="009E7CA3">
              <w:rPr>
                <w:rFonts w:ascii="Riojana" w:eastAsia="Arial" w:hAnsi="Riojana"/>
                <w:lang w:val="es-ES_tradnl"/>
              </w:rPr>
              <w:t>nó</w:t>
            </w:r>
            <w:r w:rsidRPr="009E7CA3">
              <w:rPr>
                <w:rFonts w:ascii="Riojana" w:eastAsia="Arial" w:hAnsi="Riojana"/>
                <w:spacing w:val="1"/>
                <w:lang w:val="es-ES_tradnl"/>
              </w:rPr>
              <w:t>m</w:t>
            </w:r>
            <w:r w:rsidRPr="009E7CA3">
              <w:rPr>
                <w:rFonts w:ascii="Riojana" w:eastAsia="Arial" w:hAnsi="Riojana"/>
                <w:spacing w:val="-1"/>
                <w:lang w:val="es-ES_tradnl"/>
              </w:rPr>
              <w:t>i</w:t>
            </w:r>
            <w:r w:rsidRPr="009E7CA3">
              <w:rPr>
                <w:rFonts w:ascii="Riojana" w:eastAsia="Arial" w:hAnsi="Riojana"/>
                <w:spacing w:val="1"/>
                <w:lang w:val="es-ES_tradnl"/>
              </w:rPr>
              <w:t>c</w:t>
            </w:r>
            <w:r w:rsidRPr="009E7CA3">
              <w:rPr>
                <w:rFonts w:ascii="Riojana" w:eastAsia="Arial" w:hAnsi="Riojana"/>
                <w:lang w:val="es-ES_tradnl"/>
              </w:rPr>
              <w:t>o</w:t>
            </w:r>
            <w:r w:rsidRPr="009E7CA3">
              <w:rPr>
                <w:rFonts w:ascii="Riojana" w:eastAsia="Arial" w:hAnsi="Riojana"/>
                <w:spacing w:val="7"/>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lang w:val="es-ES_tradnl"/>
              </w:rPr>
              <w:t>La</w:t>
            </w:r>
            <w:r w:rsidRPr="009E7CA3">
              <w:rPr>
                <w:rFonts w:ascii="Riojana" w:eastAsia="Arial" w:hAnsi="Riojana"/>
                <w:spacing w:val="-7"/>
                <w:lang w:val="es-ES_tradnl"/>
              </w:rPr>
              <w:t xml:space="preserve"> </w:t>
            </w:r>
            <w:r w:rsidRPr="009E7CA3">
              <w:rPr>
                <w:rFonts w:ascii="Riojana" w:eastAsia="Arial" w:hAnsi="Riojana"/>
                <w:spacing w:val="3"/>
                <w:lang w:val="es-ES_tradnl"/>
              </w:rPr>
              <w:t>R</w:t>
            </w:r>
            <w:r w:rsidRPr="009E7CA3">
              <w:rPr>
                <w:rFonts w:ascii="Riojana" w:eastAsia="Arial" w:hAnsi="Riojana"/>
                <w:spacing w:val="-1"/>
                <w:lang w:val="es-ES_tradnl"/>
              </w:rPr>
              <w:t>i</w:t>
            </w:r>
            <w:r w:rsidRPr="009E7CA3">
              <w:rPr>
                <w:rFonts w:ascii="Riojana" w:eastAsia="Arial" w:hAnsi="Riojana"/>
                <w:spacing w:val="1"/>
                <w:lang w:val="es-ES_tradnl"/>
              </w:rPr>
              <w:t>o</w:t>
            </w:r>
            <w:r w:rsidRPr="009E7CA3">
              <w:rPr>
                <w:rFonts w:ascii="Riojana" w:eastAsia="Arial" w:hAnsi="Riojana"/>
                <w:spacing w:val="-1"/>
                <w:lang w:val="es-ES_tradnl"/>
              </w:rPr>
              <w:t>j</w:t>
            </w:r>
            <w:r w:rsidRPr="009E7CA3">
              <w:rPr>
                <w:rFonts w:ascii="Riojana" w:eastAsia="Arial" w:hAnsi="Riojana"/>
                <w:lang w:val="es-ES_tradnl"/>
              </w:rPr>
              <w:t>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600.875</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1</w:t>
            </w:r>
            <w:r w:rsidRPr="009E7CA3">
              <w:rPr>
                <w:rFonts w:ascii="Riojana" w:eastAsia="Arial" w:hAnsi="Riojana"/>
                <w:spacing w:val="-1"/>
                <w:lang w:val="es-ES_tradnl"/>
              </w:rPr>
              <w:t>9</w:t>
            </w:r>
            <w:r w:rsidRPr="009E7CA3">
              <w:rPr>
                <w:rFonts w:ascii="Riojana" w:eastAsia="Arial" w:hAnsi="Riojana"/>
                <w:lang w:val="es-ES_tradnl"/>
              </w:rPr>
              <w:t>.</w:t>
            </w:r>
            <w:r w:rsidRPr="009E7CA3">
              <w:rPr>
                <w:rFonts w:ascii="Riojana" w:eastAsia="Arial" w:hAnsi="Riojana"/>
                <w:spacing w:val="2"/>
                <w:lang w:val="es-ES_tradnl"/>
              </w:rPr>
              <w:t>0</w:t>
            </w:r>
            <w:r w:rsidRPr="009E7CA3">
              <w:rPr>
                <w:rFonts w:ascii="Riojana" w:eastAsia="Arial" w:hAnsi="Riojana"/>
                <w:lang w:val="es-ES_tradnl"/>
              </w:rPr>
              <w:t>1.</w:t>
            </w:r>
            <w:r w:rsidRPr="009E7CA3">
              <w:rPr>
                <w:rFonts w:ascii="Riojana" w:eastAsia="Arial" w:hAnsi="Riojana"/>
                <w:spacing w:val="-1"/>
                <w:lang w:val="es-ES_tradnl"/>
              </w:rPr>
              <w:t>4</w:t>
            </w:r>
            <w:r w:rsidRPr="009E7CA3">
              <w:rPr>
                <w:rFonts w:ascii="Riojana" w:eastAsia="Arial" w:hAnsi="Riojana"/>
                <w:spacing w:val="2"/>
                <w:lang w:val="es-ES_tradnl"/>
              </w:rPr>
              <w:t>6</w:t>
            </w:r>
            <w:r w:rsidRPr="009E7CA3">
              <w:rPr>
                <w:rFonts w:ascii="Riojana" w:eastAsia="Arial" w:hAnsi="Riojana"/>
                <w:lang w:val="es-ES_tradnl"/>
              </w:rPr>
              <w:t>1</w:t>
            </w:r>
            <w:r w:rsidRPr="009E7CA3">
              <w:rPr>
                <w:rFonts w:ascii="Riojana" w:eastAsia="Arial" w:hAnsi="Riojana"/>
                <w:spacing w:val="-1"/>
                <w:lang w:val="es-ES_tradnl"/>
              </w:rPr>
              <w:t>1</w:t>
            </w:r>
            <w:r w:rsidRPr="009E7CA3">
              <w:rPr>
                <w:rFonts w:ascii="Riojana" w:eastAsia="Arial" w:hAnsi="Riojana"/>
                <w:spacing w:val="2"/>
                <w:lang w:val="es-ES_tradnl"/>
              </w:rPr>
              <w:t>.</w:t>
            </w:r>
            <w:r w:rsidRPr="009E7CA3">
              <w:rPr>
                <w:rFonts w:ascii="Riojana" w:eastAsia="Arial" w:hAnsi="Riojana"/>
                <w:lang w:val="es-ES_tradnl"/>
              </w:rPr>
              <w:t>7</w:t>
            </w:r>
            <w:r w:rsidRPr="009E7CA3">
              <w:rPr>
                <w:rFonts w:ascii="Riojana" w:eastAsia="Arial" w:hAnsi="Riojana"/>
                <w:spacing w:val="-1"/>
                <w:lang w:val="es-ES_tradnl"/>
              </w:rPr>
              <w:t>3</w:t>
            </w:r>
            <w:r w:rsidRPr="009E7CA3">
              <w:rPr>
                <w:rFonts w:ascii="Riojana" w:eastAsia="Arial" w:hAnsi="Riojana"/>
                <w:lang w:val="es-ES_tradnl"/>
              </w:rPr>
              <w:t>0</w:t>
            </w:r>
            <w:r w:rsidRPr="009E7CA3">
              <w:rPr>
                <w:rFonts w:ascii="Riojana" w:eastAsia="Arial" w:hAnsi="Riojana"/>
                <w:spacing w:val="2"/>
                <w:lang w:val="es-ES_tradnl"/>
              </w:rPr>
              <w:t>.</w:t>
            </w:r>
            <w:r w:rsidRPr="009E7CA3">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A</w:t>
            </w:r>
            <w:r w:rsidRPr="009E7CA3">
              <w:rPr>
                <w:rFonts w:ascii="Riojana" w:eastAsia="Arial" w:hAnsi="Riojana"/>
                <w:spacing w:val="1"/>
                <w:lang w:val="es-ES_tradnl"/>
              </w:rPr>
              <w:t>ge</w:t>
            </w:r>
            <w:r w:rsidRPr="009E7CA3">
              <w:rPr>
                <w:rFonts w:ascii="Riojana" w:eastAsia="Arial" w:hAnsi="Riojana"/>
                <w:lang w:val="es-ES_tradnl"/>
              </w:rPr>
              <w:t>nc</w:t>
            </w:r>
            <w:r w:rsidRPr="009E7CA3">
              <w:rPr>
                <w:rFonts w:ascii="Riojana" w:eastAsia="Arial" w:hAnsi="Riojana"/>
                <w:spacing w:val="-1"/>
                <w:lang w:val="es-ES_tradnl"/>
              </w:rPr>
              <w:t>i</w:t>
            </w:r>
            <w:r w:rsidRPr="009E7CA3">
              <w:rPr>
                <w:rFonts w:ascii="Riojana" w:eastAsia="Arial" w:hAnsi="Riojana"/>
                <w:lang w:val="es-ES_tradnl"/>
              </w:rPr>
              <w:t>a</w:t>
            </w:r>
            <w:r w:rsidRPr="009E7CA3">
              <w:rPr>
                <w:rFonts w:ascii="Riojana" w:eastAsia="Arial" w:hAnsi="Riojana"/>
                <w:spacing w:val="-4"/>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spacing w:val="-1"/>
                <w:lang w:val="es-ES_tradnl"/>
              </w:rPr>
              <w:t>D</w:t>
            </w:r>
            <w:r w:rsidRPr="009E7CA3">
              <w:rPr>
                <w:rFonts w:ascii="Riojana" w:eastAsia="Arial" w:hAnsi="Riojana"/>
                <w:spacing w:val="3"/>
                <w:lang w:val="es-ES_tradnl"/>
              </w:rPr>
              <w:t>e</w:t>
            </w:r>
            <w:r w:rsidRPr="009E7CA3">
              <w:rPr>
                <w:rFonts w:ascii="Riojana" w:eastAsia="Arial" w:hAnsi="Riojana"/>
                <w:spacing w:val="-1"/>
                <w:lang w:val="es-ES_tradnl"/>
              </w:rPr>
              <w:t>s</w:t>
            </w:r>
            <w:r w:rsidRPr="009E7CA3">
              <w:rPr>
                <w:rFonts w:ascii="Riojana" w:eastAsia="Arial" w:hAnsi="Riojana"/>
                <w:spacing w:val="1"/>
                <w:lang w:val="es-ES_tradnl"/>
              </w:rPr>
              <w:t>arro</w:t>
            </w:r>
            <w:r w:rsidRPr="009E7CA3">
              <w:rPr>
                <w:rFonts w:ascii="Riojana" w:eastAsia="Arial" w:hAnsi="Riojana"/>
                <w:spacing w:val="-1"/>
                <w:lang w:val="es-ES_tradnl"/>
              </w:rPr>
              <w:t>ll</w:t>
            </w:r>
            <w:r w:rsidRPr="009E7CA3">
              <w:rPr>
                <w:rFonts w:ascii="Riojana" w:eastAsia="Arial" w:hAnsi="Riojana"/>
                <w:lang w:val="es-ES_tradnl"/>
              </w:rPr>
              <w:t>o</w:t>
            </w:r>
            <w:r w:rsidRPr="009E7CA3">
              <w:rPr>
                <w:rFonts w:ascii="Riojana" w:eastAsia="Arial" w:hAnsi="Riojana"/>
                <w:spacing w:val="-12"/>
                <w:lang w:val="es-ES_tradnl"/>
              </w:rPr>
              <w:t xml:space="preserve"> </w:t>
            </w:r>
            <w:r w:rsidRPr="009E7CA3">
              <w:rPr>
                <w:rFonts w:ascii="Riojana" w:eastAsia="Arial" w:hAnsi="Riojana"/>
                <w:lang w:val="es-ES_tradnl"/>
              </w:rPr>
              <w:t>E</w:t>
            </w:r>
            <w:r w:rsidRPr="009E7CA3">
              <w:rPr>
                <w:rFonts w:ascii="Riojana" w:eastAsia="Arial" w:hAnsi="Riojana"/>
                <w:spacing w:val="1"/>
                <w:lang w:val="es-ES_tradnl"/>
              </w:rPr>
              <w:t>co</w:t>
            </w:r>
            <w:r w:rsidRPr="009E7CA3">
              <w:rPr>
                <w:rFonts w:ascii="Riojana" w:eastAsia="Arial" w:hAnsi="Riojana"/>
                <w:lang w:val="es-ES_tradnl"/>
              </w:rPr>
              <w:t>nó</w:t>
            </w:r>
            <w:r w:rsidRPr="009E7CA3">
              <w:rPr>
                <w:rFonts w:ascii="Riojana" w:eastAsia="Arial" w:hAnsi="Riojana"/>
                <w:spacing w:val="1"/>
                <w:lang w:val="es-ES_tradnl"/>
              </w:rPr>
              <w:t>m</w:t>
            </w:r>
            <w:r w:rsidRPr="009E7CA3">
              <w:rPr>
                <w:rFonts w:ascii="Riojana" w:eastAsia="Arial" w:hAnsi="Riojana"/>
                <w:spacing w:val="-1"/>
                <w:lang w:val="es-ES_tradnl"/>
              </w:rPr>
              <w:t>i</w:t>
            </w:r>
            <w:r w:rsidRPr="009E7CA3">
              <w:rPr>
                <w:rFonts w:ascii="Riojana" w:eastAsia="Arial" w:hAnsi="Riojana"/>
                <w:spacing w:val="1"/>
                <w:lang w:val="es-ES_tradnl"/>
              </w:rPr>
              <w:t>c</w:t>
            </w:r>
            <w:r w:rsidRPr="009E7CA3">
              <w:rPr>
                <w:rFonts w:ascii="Riojana" w:eastAsia="Arial" w:hAnsi="Riojana"/>
                <w:lang w:val="es-ES_tradnl"/>
              </w:rPr>
              <w:t>o</w:t>
            </w:r>
            <w:r w:rsidRPr="009E7CA3">
              <w:rPr>
                <w:rFonts w:ascii="Riojana" w:eastAsia="Arial" w:hAnsi="Riojana"/>
                <w:spacing w:val="7"/>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lang w:val="es-ES_tradnl"/>
              </w:rPr>
              <w:t>La</w:t>
            </w:r>
            <w:r w:rsidRPr="009E7CA3">
              <w:rPr>
                <w:rFonts w:ascii="Riojana" w:eastAsia="Arial" w:hAnsi="Riojana"/>
                <w:spacing w:val="-7"/>
                <w:lang w:val="es-ES_tradnl"/>
              </w:rPr>
              <w:t xml:space="preserve"> </w:t>
            </w:r>
            <w:r w:rsidRPr="009E7CA3">
              <w:rPr>
                <w:rFonts w:ascii="Riojana" w:eastAsia="Arial" w:hAnsi="Riojana"/>
                <w:spacing w:val="3"/>
                <w:lang w:val="es-ES_tradnl"/>
              </w:rPr>
              <w:t>R</w:t>
            </w:r>
            <w:r w:rsidRPr="009E7CA3">
              <w:rPr>
                <w:rFonts w:ascii="Riojana" w:eastAsia="Arial" w:hAnsi="Riojana"/>
                <w:spacing w:val="-1"/>
                <w:lang w:val="es-ES_tradnl"/>
              </w:rPr>
              <w:t>i</w:t>
            </w:r>
            <w:r w:rsidRPr="009E7CA3">
              <w:rPr>
                <w:rFonts w:ascii="Riojana" w:eastAsia="Arial" w:hAnsi="Riojana"/>
                <w:spacing w:val="1"/>
                <w:lang w:val="es-ES_tradnl"/>
              </w:rPr>
              <w:t>o</w:t>
            </w:r>
            <w:r w:rsidRPr="009E7CA3">
              <w:rPr>
                <w:rFonts w:ascii="Riojana" w:eastAsia="Arial" w:hAnsi="Riojana"/>
                <w:spacing w:val="-1"/>
                <w:lang w:val="es-ES_tradnl"/>
              </w:rPr>
              <w:t>j</w:t>
            </w:r>
            <w:r w:rsidRPr="009E7CA3">
              <w:rPr>
                <w:rFonts w:ascii="Riojana" w:eastAsia="Arial" w:hAnsi="Riojana"/>
                <w:lang w:val="es-ES_tradnl"/>
              </w:rPr>
              <w:t>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5.982.099</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1</w:t>
            </w:r>
            <w:r w:rsidRPr="009E7CA3">
              <w:rPr>
                <w:rFonts w:ascii="Riojana" w:eastAsia="Arial" w:hAnsi="Riojana"/>
                <w:spacing w:val="-1"/>
                <w:lang w:val="es-ES_tradnl"/>
              </w:rPr>
              <w:t>9</w:t>
            </w:r>
            <w:r w:rsidRPr="009E7CA3">
              <w:rPr>
                <w:rFonts w:ascii="Riojana" w:eastAsia="Arial" w:hAnsi="Riojana"/>
                <w:lang w:val="es-ES_tradnl"/>
              </w:rPr>
              <w:t>.</w:t>
            </w:r>
            <w:r w:rsidRPr="009E7CA3">
              <w:rPr>
                <w:rFonts w:ascii="Riojana" w:eastAsia="Arial" w:hAnsi="Riojana"/>
                <w:spacing w:val="2"/>
                <w:lang w:val="es-ES_tradnl"/>
              </w:rPr>
              <w:t>0</w:t>
            </w:r>
            <w:r w:rsidRPr="009E7CA3">
              <w:rPr>
                <w:rFonts w:ascii="Riojana" w:eastAsia="Arial" w:hAnsi="Riojana"/>
                <w:lang w:val="es-ES_tradnl"/>
              </w:rPr>
              <w:t>1.</w:t>
            </w:r>
            <w:r w:rsidRPr="009E7CA3">
              <w:rPr>
                <w:rFonts w:ascii="Riojana" w:eastAsia="Arial" w:hAnsi="Riojana"/>
                <w:spacing w:val="-1"/>
                <w:lang w:val="es-ES_tradnl"/>
              </w:rPr>
              <w:t>4</w:t>
            </w:r>
            <w:r w:rsidRPr="009E7CA3">
              <w:rPr>
                <w:rFonts w:ascii="Riojana" w:eastAsia="Arial" w:hAnsi="Riojana"/>
                <w:spacing w:val="2"/>
                <w:lang w:val="es-ES_tradnl"/>
              </w:rPr>
              <w:t>6</w:t>
            </w:r>
            <w:r w:rsidRPr="009E7CA3">
              <w:rPr>
                <w:rFonts w:ascii="Riojana" w:eastAsia="Arial" w:hAnsi="Riojana"/>
                <w:lang w:val="es-ES_tradnl"/>
              </w:rPr>
              <w:t>1</w:t>
            </w:r>
            <w:r w:rsidRPr="009E7CA3">
              <w:rPr>
                <w:rFonts w:ascii="Riojana" w:eastAsia="Arial" w:hAnsi="Riojana"/>
                <w:spacing w:val="-1"/>
                <w:lang w:val="es-ES_tradnl"/>
              </w:rPr>
              <w:t>2</w:t>
            </w:r>
            <w:r w:rsidRPr="009E7CA3">
              <w:rPr>
                <w:rFonts w:ascii="Riojana" w:eastAsia="Arial" w:hAnsi="Riojana"/>
                <w:spacing w:val="2"/>
                <w:lang w:val="es-ES_tradnl"/>
              </w:rPr>
              <w:t>.</w:t>
            </w:r>
            <w:r w:rsidRPr="009E7CA3">
              <w:rPr>
                <w:rFonts w:ascii="Riojana" w:eastAsia="Arial" w:hAnsi="Riojana"/>
                <w:lang w:val="es-ES_tradnl"/>
              </w:rPr>
              <w:t>4</w:t>
            </w:r>
            <w:r w:rsidRPr="009E7CA3">
              <w:rPr>
                <w:rFonts w:ascii="Riojana" w:eastAsia="Arial" w:hAnsi="Riojana"/>
                <w:spacing w:val="-1"/>
                <w:lang w:val="es-ES_tradnl"/>
              </w:rPr>
              <w:t>3</w:t>
            </w:r>
            <w:r w:rsidRPr="009E7CA3">
              <w:rPr>
                <w:rFonts w:ascii="Riojana" w:eastAsia="Arial" w:hAnsi="Riojana"/>
                <w:lang w:val="es-ES_tradnl"/>
              </w:rPr>
              <w:t>0</w:t>
            </w:r>
            <w:r w:rsidRPr="009E7CA3">
              <w:rPr>
                <w:rFonts w:ascii="Riojana" w:eastAsia="Arial" w:hAnsi="Riojana"/>
                <w:spacing w:val="2"/>
                <w:lang w:val="es-ES_tradnl"/>
              </w:rPr>
              <w:t>.</w:t>
            </w:r>
            <w:r w:rsidRPr="009E7CA3">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A</w:t>
            </w:r>
            <w:r w:rsidRPr="009E7CA3">
              <w:rPr>
                <w:rFonts w:ascii="Riojana" w:eastAsia="Arial" w:hAnsi="Riojana"/>
                <w:spacing w:val="1"/>
                <w:lang w:val="es-ES_tradnl"/>
              </w:rPr>
              <w:t>ge</w:t>
            </w:r>
            <w:r w:rsidRPr="009E7CA3">
              <w:rPr>
                <w:rFonts w:ascii="Riojana" w:eastAsia="Arial" w:hAnsi="Riojana"/>
                <w:lang w:val="es-ES_tradnl"/>
              </w:rPr>
              <w:t>nc</w:t>
            </w:r>
            <w:r w:rsidRPr="009E7CA3">
              <w:rPr>
                <w:rFonts w:ascii="Riojana" w:eastAsia="Arial" w:hAnsi="Riojana"/>
                <w:spacing w:val="-1"/>
                <w:lang w:val="es-ES_tradnl"/>
              </w:rPr>
              <w:t>i</w:t>
            </w:r>
            <w:r w:rsidRPr="009E7CA3">
              <w:rPr>
                <w:rFonts w:ascii="Riojana" w:eastAsia="Arial" w:hAnsi="Riojana"/>
                <w:lang w:val="es-ES_tradnl"/>
              </w:rPr>
              <w:t>a</w:t>
            </w:r>
            <w:r w:rsidRPr="009E7CA3">
              <w:rPr>
                <w:rFonts w:ascii="Riojana" w:eastAsia="Arial" w:hAnsi="Riojana"/>
                <w:spacing w:val="-4"/>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spacing w:val="-1"/>
                <w:lang w:val="es-ES_tradnl"/>
              </w:rPr>
              <w:t>D</w:t>
            </w:r>
            <w:r w:rsidRPr="009E7CA3">
              <w:rPr>
                <w:rFonts w:ascii="Riojana" w:eastAsia="Arial" w:hAnsi="Riojana"/>
                <w:spacing w:val="3"/>
                <w:lang w:val="es-ES_tradnl"/>
              </w:rPr>
              <w:t>e</w:t>
            </w:r>
            <w:r w:rsidRPr="009E7CA3">
              <w:rPr>
                <w:rFonts w:ascii="Riojana" w:eastAsia="Arial" w:hAnsi="Riojana"/>
                <w:spacing w:val="-1"/>
                <w:lang w:val="es-ES_tradnl"/>
              </w:rPr>
              <w:t>s</w:t>
            </w:r>
            <w:r w:rsidRPr="009E7CA3">
              <w:rPr>
                <w:rFonts w:ascii="Riojana" w:eastAsia="Arial" w:hAnsi="Riojana"/>
                <w:spacing w:val="1"/>
                <w:lang w:val="es-ES_tradnl"/>
              </w:rPr>
              <w:t>arro</w:t>
            </w:r>
            <w:r w:rsidRPr="009E7CA3">
              <w:rPr>
                <w:rFonts w:ascii="Riojana" w:eastAsia="Arial" w:hAnsi="Riojana"/>
                <w:spacing w:val="-1"/>
                <w:lang w:val="es-ES_tradnl"/>
              </w:rPr>
              <w:t>ll</w:t>
            </w:r>
            <w:r w:rsidRPr="009E7CA3">
              <w:rPr>
                <w:rFonts w:ascii="Riojana" w:eastAsia="Arial" w:hAnsi="Riojana"/>
                <w:lang w:val="es-ES_tradnl"/>
              </w:rPr>
              <w:t>o</w:t>
            </w:r>
            <w:r w:rsidRPr="009E7CA3">
              <w:rPr>
                <w:rFonts w:ascii="Riojana" w:eastAsia="Arial" w:hAnsi="Riojana"/>
                <w:spacing w:val="-12"/>
                <w:lang w:val="es-ES_tradnl"/>
              </w:rPr>
              <w:t xml:space="preserve"> </w:t>
            </w:r>
            <w:r w:rsidRPr="009E7CA3">
              <w:rPr>
                <w:rFonts w:ascii="Riojana" w:eastAsia="Arial" w:hAnsi="Riojana"/>
                <w:lang w:val="es-ES_tradnl"/>
              </w:rPr>
              <w:t>E</w:t>
            </w:r>
            <w:r w:rsidRPr="009E7CA3">
              <w:rPr>
                <w:rFonts w:ascii="Riojana" w:eastAsia="Arial" w:hAnsi="Riojana"/>
                <w:spacing w:val="1"/>
                <w:lang w:val="es-ES_tradnl"/>
              </w:rPr>
              <w:t>co</w:t>
            </w:r>
            <w:r w:rsidRPr="009E7CA3">
              <w:rPr>
                <w:rFonts w:ascii="Riojana" w:eastAsia="Arial" w:hAnsi="Riojana"/>
                <w:lang w:val="es-ES_tradnl"/>
              </w:rPr>
              <w:t>nó</w:t>
            </w:r>
            <w:r w:rsidRPr="009E7CA3">
              <w:rPr>
                <w:rFonts w:ascii="Riojana" w:eastAsia="Arial" w:hAnsi="Riojana"/>
                <w:spacing w:val="1"/>
                <w:lang w:val="es-ES_tradnl"/>
              </w:rPr>
              <w:t>m</w:t>
            </w:r>
            <w:r w:rsidRPr="009E7CA3">
              <w:rPr>
                <w:rFonts w:ascii="Riojana" w:eastAsia="Arial" w:hAnsi="Riojana"/>
                <w:spacing w:val="-1"/>
                <w:lang w:val="es-ES_tradnl"/>
              </w:rPr>
              <w:t>i</w:t>
            </w:r>
            <w:r w:rsidRPr="009E7CA3">
              <w:rPr>
                <w:rFonts w:ascii="Riojana" w:eastAsia="Arial" w:hAnsi="Riojana"/>
                <w:spacing w:val="1"/>
                <w:lang w:val="es-ES_tradnl"/>
              </w:rPr>
              <w:t>c</w:t>
            </w:r>
            <w:r w:rsidRPr="009E7CA3">
              <w:rPr>
                <w:rFonts w:ascii="Riojana" w:eastAsia="Arial" w:hAnsi="Riojana"/>
                <w:lang w:val="es-ES_tradnl"/>
              </w:rPr>
              <w:t>o</w:t>
            </w:r>
            <w:r w:rsidRPr="009E7CA3">
              <w:rPr>
                <w:rFonts w:ascii="Riojana" w:eastAsia="Arial" w:hAnsi="Riojana"/>
                <w:spacing w:val="7"/>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lang w:val="es-ES_tradnl"/>
              </w:rPr>
              <w:t>La</w:t>
            </w:r>
            <w:r w:rsidRPr="009E7CA3">
              <w:rPr>
                <w:rFonts w:ascii="Riojana" w:eastAsia="Arial" w:hAnsi="Riojana"/>
                <w:spacing w:val="-7"/>
                <w:lang w:val="es-ES_tradnl"/>
              </w:rPr>
              <w:t xml:space="preserve"> </w:t>
            </w:r>
            <w:r w:rsidRPr="009E7CA3">
              <w:rPr>
                <w:rFonts w:ascii="Riojana" w:eastAsia="Arial" w:hAnsi="Riojana"/>
                <w:spacing w:val="3"/>
                <w:lang w:val="es-ES_tradnl"/>
              </w:rPr>
              <w:t>R</w:t>
            </w:r>
            <w:r w:rsidRPr="009E7CA3">
              <w:rPr>
                <w:rFonts w:ascii="Riojana" w:eastAsia="Arial" w:hAnsi="Riojana"/>
                <w:spacing w:val="-1"/>
                <w:lang w:val="es-ES_tradnl"/>
              </w:rPr>
              <w:t>i</w:t>
            </w:r>
            <w:r w:rsidRPr="009E7CA3">
              <w:rPr>
                <w:rFonts w:ascii="Riojana" w:eastAsia="Arial" w:hAnsi="Riojana"/>
                <w:spacing w:val="1"/>
                <w:lang w:val="es-ES_tradnl"/>
              </w:rPr>
              <w:t>o</w:t>
            </w:r>
            <w:r w:rsidRPr="009E7CA3">
              <w:rPr>
                <w:rFonts w:ascii="Riojana" w:eastAsia="Arial" w:hAnsi="Riojana"/>
                <w:spacing w:val="-1"/>
                <w:lang w:val="es-ES_tradnl"/>
              </w:rPr>
              <w:t>j</w:t>
            </w:r>
            <w:r w:rsidRPr="009E7CA3">
              <w:rPr>
                <w:rFonts w:ascii="Riojana" w:eastAsia="Arial" w:hAnsi="Riojana"/>
                <w:lang w:val="es-ES_tradnl"/>
              </w:rPr>
              <w:t>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384.434</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1</w:t>
            </w:r>
            <w:r w:rsidRPr="009E7CA3">
              <w:rPr>
                <w:rFonts w:ascii="Riojana" w:eastAsia="Arial" w:hAnsi="Riojana"/>
                <w:spacing w:val="-1"/>
                <w:lang w:val="es-ES_tradnl"/>
              </w:rPr>
              <w:t>9</w:t>
            </w:r>
            <w:r w:rsidRPr="009E7CA3">
              <w:rPr>
                <w:rFonts w:ascii="Riojana" w:eastAsia="Arial" w:hAnsi="Riojana"/>
                <w:lang w:val="es-ES_tradnl"/>
              </w:rPr>
              <w:t>.</w:t>
            </w:r>
            <w:r w:rsidRPr="009E7CA3">
              <w:rPr>
                <w:rFonts w:ascii="Riojana" w:eastAsia="Arial" w:hAnsi="Riojana"/>
                <w:spacing w:val="2"/>
                <w:lang w:val="es-ES_tradnl"/>
              </w:rPr>
              <w:t>0</w:t>
            </w:r>
            <w:r w:rsidRPr="009E7CA3">
              <w:rPr>
                <w:rFonts w:ascii="Riojana" w:eastAsia="Arial" w:hAnsi="Riojana"/>
                <w:lang w:val="es-ES_tradnl"/>
              </w:rPr>
              <w:t>1.</w:t>
            </w:r>
            <w:r w:rsidRPr="009E7CA3">
              <w:rPr>
                <w:rFonts w:ascii="Riojana" w:eastAsia="Arial" w:hAnsi="Riojana"/>
                <w:spacing w:val="-1"/>
                <w:lang w:val="es-ES_tradnl"/>
              </w:rPr>
              <w:t>4</w:t>
            </w:r>
            <w:r w:rsidRPr="009E7CA3">
              <w:rPr>
                <w:rFonts w:ascii="Riojana" w:eastAsia="Arial" w:hAnsi="Riojana"/>
                <w:spacing w:val="2"/>
                <w:lang w:val="es-ES_tradnl"/>
              </w:rPr>
              <w:t>6</w:t>
            </w:r>
            <w:r w:rsidRPr="009E7CA3">
              <w:rPr>
                <w:rFonts w:ascii="Riojana" w:eastAsia="Arial" w:hAnsi="Riojana"/>
                <w:lang w:val="es-ES_tradnl"/>
              </w:rPr>
              <w:t>1</w:t>
            </w:r>
            <w:r w:rsidRPr="009E7CA3">
              <w:rPr>
                <w:rFonts w:ascii="Riojana" w:eastAsia="Arial" w:hAnsi="Riojana"/>
                <w:spacing w:val="-1"/>
                <w:lang w:val="es-ES_tradnl"/>
              </w:rPr>
              <w:t>2</w:t>
            </w:r>
            <w:r w:rsidRPr="009E7CA3">
              <w:rPr>
                <w:rFonts w:ascii="Riojana" w:eastAsia="Arial" w:hAnsi="Riojana"/>
                <w:spacing w:val="2"/>
                <w:lang w:val="es-ES_tradnl"/>
              </w:rPr>
              <w:t>.</w:t>
            </w:r>
            <w:r w:rsidRPr="009E7CA3">
              <w:rPr>
                <w:rFonts w:ascii="Riojana" w:eastAsia="Arial" w:hAnsi="Riojana"/>
                <w:lang w:val="es-ES_tradnl"/>
              </w:rPr>
              <w:t>4</w:t>
            </w:r>
            <w:r w:rsidRPr="009E7CA3">
              <w:rPr>
                <w:rFonts w:ascii="Riojana" w:eastAsia="Arial" w:hAnsi="Riojana"/>
                <w:spacing w:val="-1"/>
                <w:lang w:val="es-ES_tradnl"/>
              </w:rPr>
              <w:t>8</w:t>
            </w:r>
            <w:r w:rsidRPr="009E7CA3">
              <w:rPr>
                <w:rFonts w:ascii="Riojana" w:eastAsia="Arial" w:hAnsi="Riojana"/>
                <w:lang w:val="es-ES_tradnl"/>
              </w:rPr>
              <w:t>0</w:t>
            </w:r>
            <w:r w:rsidRPr="009E7CA3">
              <w:rPr>
                <w:rFonts w:ascii="Riojana" w:eastAsia="Arial" w:hAnsi="Riojana"/>
                <w:spacing w:val="2"/>
                <w:lang w:val="es-ES_tradnl"/>
              </w:rPr>
              <w:t>.</w:t>
            </w:r>
            <w:r w:rsidRPr="009E7CA3">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spacing w:val="-1"/>
                <w:lang w:val="es-ES_tradnl"/>
              </w:rPr>
              <w:t>Di</w:t>
            </w:r>
            <w:r w:rsidRPr="009E7CA3">
              <w:rPr>
                <w:rFonts w:ascii="Riojana" w:eastAsia="Arial" w:hAnsi="Riojana"/>
                <w:spacing w:val="3"/>
                <w:lang w:val="es-ES_tradnl"/>
              </w:rPr>
              <w:t>g</w:t>
            </w:r>
            <w:r w:rsidRPr="009E7CA3">
              <w:rPr>
                <w:rFonts w:ascii="Riojana" w:eastAsia="Arial" w:hAnsi="Riojana"/>
                <w:spacing w:val="-1"/>
                <w:lang w:val="es-ES_tradnl"/>
              </w:rPr>
              <w:t>i</w:t>
            </w:r>
            <w:r w:rsidRPr="009E7CA3">
              <w:rPr>
                <w:rFonts w:ascii="Riojana" w:eastAsia="Arial" w:hAnsi="Riojana"/>
                <w:lang w:val="es-ES_tradnl"/>
              </w:rPr>
              <w:t>tal</w:t>
            </w:r>
            <w:r w:rsidRPr="009E7CA3">
              <w:rPr>
                <w:rFonts w:ascii="Riojana" w:eastAsia="Arial" w:hAnsi="Riojana"/>
                <w:spacing w:val="-1"/>
                <w:lang w:val="es-ES_tradnl"/>
              </w:rPr>
              <w:t xml:space="preserve"> I</w:t>
            </w:r>
            <w:r w:rsidRPr="009E7CA3">
              <w:rPr>
                <w:rFonts w:ascii="Riojana" w:eastAsia="Arial" w:hAnsi="Riojana"/>
                <w:lang w:val="es-ES_tradnl"/>
              </w:rPr>
              <w:t>n</w:t>
            </w:r>
            <w:r w:rsidRPr="009E7CA3">
              <w:rPr>
                <w:rFonts w:ascii="Riojana" w:eastAsia="Arial" w:hAnsi="Riojana"/>
                <w:spacing w:val="-1"/>
                <w:lang w:val="es-ES_tradnl"/>
              </w:rPr>
              <w:t>n</w:t>
            </w:r>
            <w:r w:rsidRPr="009E7CA3">
              <w:rPr>
                <w:rFonts w:ascii="Riojana" w:eastAsia="Arial" w:hAnsi="Riojana"/>
                <w:spacing w:val="3"/>
                <w:lang w:val="es-ES_tradnl"/>
              </w:rPr>
              <w:t>o</w:t>
            </w:r>
            <w:r w:rsidRPr="009E7CA3">
              <w:rPr>
                <w:rFonts w:ascii="Riojana" w:eastAsia="Arial" w:hAnsi="Riojana"/>
                <w:spacing w:val="-1"/>
                <w:lang w:val="es-ES_tradnl"/>
              </w:rPr>
              <w:t>v</w:t>
            </w:r>
            <w:r w:rsidRPr="009E7CA3">
              <w:rPr>
                <w:rFonts w:ascii="Riojana" w:eastAsia="Arial" w:hAnsi="Riojana"/>
                <w:spacing w:val="1"/>
                <w:lang w:val="es-ES_tradnl"/>
              </w:rPr>
              <w:t>a</w:t>
            </w:r>
            <w:r w:rsidRPr="009E7CA3">
              <w:rPr>
                <w:rFonts w:ascii="Riojana" w:eastAsia="Arial" w:hAnsi="Riojana"/>
                <w:lang w:val="es-ES_tradnl"/>
              </w:rPr>
              <w:t>t</w:t>
            </w:r>
            <w:r w:rsidRPr="009E7CA3">
              <w:rPr>
                <w:rFonts w:ascii="Riojana" w:eastAsia="Arial" w:hAnsi="Riojana"/>
                <w:spacing w:val="-1"/>
                <w:lang w:val="es-ES_tradnl"/>
              </w:rPr>
              <w:t>i</w:t>
            </w:r>
            <w:r w:rsidRPr="009E7CA3">
              <w:rPr>
                <w:rFonts w:ascii="Riojana" w:eastAsia="Arial" w:hAnsi="Riojana"/>
                <w:spacing w:val="3"/>
                <w:lang w:val="es-ES_tradnl"/>
              </w:rPr>
              <w:t>o</w:t>
            </w:r>
            <w:r w:rsidRPr="009E7CA3">
              <w:rPr>
                <w:rFonts w:ascii="Riojana" w:eastAsia="Arial" w:hAnsi="Riojana"/>
                <w:lang w:val="es-ES_tradnl"/>
              </w:rPr>
              <w:t>n</w:t>
            </w:r>
            <w:r w:rsidRPr="009E7CA3">
              <w:rPr>
                <w:rFonts w:ascii="Riojana" w:eastAsia="Arial" w:hAnsi="Riojana"/>
                <w:spacing w:val="-3"/>
                <w:lang w:val="es-ES_tradnl"/>
              </w:rPr>
              <w:t xml:space="preserve"> </w:t>
            </w:r>
            <w:r w:rsidRPr="009E7CA3">
              <w:rPr>
                <w:rFonts w:ascii="Riojana" w:eastAsia="Arial" w:hAnsi="Riojana"/>
                <w:w w:val="99"/>
                <w:lang w:val="es-ES_tradnl"/>
              </w:rPr>
              <w:t>H</w:t>
            </w:r>
            <w:r w:rsidRPr="009E7CA3">
              <w:rPr>
                <w:rFonts w:ascii="Riojana" w:eastAsia="Arial" w:hAnsi="Riojana"/>
                <w:spacing w:val="1"/>
                <w:w w:val="99"/>
                <w:lang w:val="es-ES_tradnl"/>
              </w:rPr>
              <w:t>u</w:t>
            </w:r>
            <w:r w:rsidRPr="009E7CA3">
              <w:rPr>
                <w:rFonts w:ascii="Riojana" w:eastAsia="Arial" w:hAnsi="Riojana"/>
                <w:w w:val="106"/>
                <w:lang w:val="es-ES_tradnl"/>
              </w:rPr>
              <w:t>b</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300.000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1</w:t>
            </w:r>
            <w:r w:rsidRPr="009E7CA3">
              <w:rPr>
                <w:rFonts w:ascii="Riojana" w:eastAsia="Arial" w:hAnsi="Riojana"/>
                <w:spacing w:val="-1"/>
                <w:lang w:val="es-ES_tradnl"/>
              </w:rPr>
              <w:t>9</w:t>
            </w:r>
            <w:r w:rsidRPr="009E7CA3">
              <w:rPr>
                <w:rFonts w:ascii="Riojana" w:eastAsia="Arial" w:hAnsi="Riojana"/>
                <w:lang w:val="es-ES_tradnl"/>
              </w:rPr>
              <w:t>.</w:t>
            </w:r>
            <w:r w:rsidRPr="009E7CA3">
              <w:rPr>
                <w:rFonts w:ascii="Riojana" w:eastAsia="Arial" w:hAnsi="Riojana"/>
                <w:spacing w:val="2"/>
                <w:lang w:val="es-ES_tradnl"/>
              </w:rPr>
              <w:t>0</w:t>
            </w:r>
            <w:r w:rsidRPr="009E7CA3">
              <w:rPr>
                <w:rFonts w:ascii="Riojana" w:eastAsia="Arial" w:hAnsi="Riojana"/>
                <w:lang w:val="es-ES_tradnl"/>
              </w:rPr>
              <w:t>1.</w:t>
            </w:r>
            <w:r w:rsidRPr="009E7CA3">
              <w:rPr>
                <w:rFonts w:ascii="Riojana" w:eastAsia="Arial" w:hAnsi="Riojana"/>
                <w:spacing w:val="-1"/>
                <w:lang w:val="es-ES_tradnl"/>
              </w:rPr>
              <w:t>4</w:t>
            </w:r>
            <w:r w:rsidRPr="009E7CA3">
              <w:rPr>
                <w:rFonts w:ascii="Riojana" w:eastAsia="Arial" w:hAnsi="Riojana"/>
                <w:spacing w:val="2"/>
                <w:lang w:val="es-ES_tradnl"/>
              </w:rPr>
              <w:t>6</w:t>
            </w:r>
            <w:r w:rsidRPr="009E7CA3">
              <w:rPr>
                <w:rFonts w:ascii="Riojana" w:eastAsia="Arial" w:hAnsi="Riojana"/>
                <w:lang w:val="es-ES_tradnl"/>
              </w:rPr>
              <w:t>1</w:t>
            </w:r>
            <w:r w:rsidRPr="009E7CA3">
              <w:rPr>
                <w:rFonts w:ascii="Riojana" w:eastAsia="Arial" w:hAnsi="Riojana"/>
                <w:spacing w:val="-1"/>
                <w:lang w:val="es-ES_tradnl"/>
              </w:rPr>
              <w:t>2</w:t>
            </w:r>
            <w:r w:rsidRPr="009E7CA3">
              <w:rPr>
                <w:rFonts w:ascii="Riojana" w:eastAsia="Arial" w:hAnsi="Riojana"/>
                <w:spacing w:val="2"/>
                <w:lang w:val="es-ES_tradnl"/>
              </w:rPr>
              <w:t>.</w:t>
            </w:r>
            <w:r w:rsidRPr="009E7CA3">
              <w:rPr>
                <w:rFonts w:ascii="Riojana" w:eastAsia="Arial" w:hAnsi="Riojana"/>
                <w:lang w:val="es-ES_tradnl"/>
              </w:rPr>
              <w:t>7</w:t>
            </w:r>
            <w:r w:rsidRPr="009E7CA3">
              <w:rPr>
                <w:rFonts w:ascii="Riojana" w:eastAsia="Arial" w:hAnsi="Riojana"/>
                <w:spacing w:val="-1"/>
                <w:lang w:val="es-ES_tradnl"/>
              </w:rPr>
              <w:t>3</w:t>
            </w:r>
            <w:r w:rsidRPr="009E7CA3">
              <w:rPr>
                <w:rFonts w:ascii="Riojana" w:eastAsia="Arial" w:hAnsi="Riojana"/>
                <w:lang w:val="es-ES_tradnl"/>
              </w:rPr>
              <w:t>0</w:t>
            </w:r>
            <w:r w:rsidRPr="009E7CA3">
              <w:rPr>
                <w:rFonts w:ascii="Riojana" w:eastAsia="Arial" w:hAnsi="Riojana"/>
                <w:spacing w:val="2"/>
                <w:lang w:val="es-ES_tradnl"/>
              </w:rPr>
              <w:t>.</w:t>
            </w:r>
            <w:r w:rsidRPr="009E7CA3">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A</w:t>
            </w:r>
            <w:r w:rsidRPr="009E7CA3">
              <w:rPr>
                <w:rFonts w:ascii="Riojana" w:eastAsia="Arial" w:hAnsi="Riojana"/>
                <w:spacing w:val="1"/>
                <w:lang w:val="es-ES_tradnl"/>
              </w:rPr>
              <w:t>ge</w:t>
            </w:r>
            <w:r w:rsidRPr="009E7CA3">
              <w:rPr>
                <w:rFonts w:ascii="Riojana" w:eastAsia="Arial" w:hAnsi="Riojana"/>
                <w:lang w:val="es-ES_tradnl"/>
              </w:rPr>
              <w:t>nc</w:t>
            </w:r>
            <w:r w:rsidRPr="009E7CA3">
              <w:rPr>
                <w:rFonts w:ascii="Riojana" w:eastAsia="Arial" w:hAnsi="Riojana"/>
                <w:spacing w:val="-1"/>
                <w:lang w:val="es-ES_tradnl"/>
              </w:rPr>
              <w:t>i</w:t>
            </w:r>
            <w:r w:rsidRPr="009E7CA3">
              <w:rPr>
                <w:rFonts w:ascii="Riojana" w:eastAsia="Arial" w:hAnsi="Riojana"/>
                <w:lang w:val="es-ES_tradnl"/>
              </w:rPr>
              <w:t>a</w:t>
            </w:r>
            <w:r w:rsidRPr="009E7CA3">
              <w:rPr>
                <w:rFonts w:ascii="Riojana" w:eastAsia="Arial" w:hAnsi="Riojana"/>
                <w:spacing w:val="-4"/>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spacing w:val="-1"/>
                <w:lang w:val="es-ES_tradnl"/>
              </w:rPr>
              <w:t>D</w:t>
            </w:r>
            <w:r w:rsidRPr="009E7CA3">
              <w:rPr>
                <w:rFonts w:ascii="Riojana" w:eastAsia="Arial" w:hAnsi="Riojana"/>
                <w:spacing w:val="3"/>
                <w:lang w:val="es-ES_tradnl"/>
              </w:rPr>
              <w:t>e</w:t>
            </w:r>
            <w:r w:rsidRPr="009E7CA3">
              <w:rPr>
                <w:rFonts w:ascii="Riojana" w:eastAsia="Arial" w:hAnsi="Riojana"/>
                <w:spacing w:val="-1"/>
                <w:lang w:val="es-ES_tradnl"/>
              </w:rPr>
              <w:t>s</w:t>
            </w:r>
            <w:r w:rsidRPr="009E7CA3">
              <w:rPr>
                <w:rFonts w:ascii="Riojana" w:eastAsia="Arial" w:hAnsi="Riojana"/>
                <w:spacing w:val="1"/>
                <w:lang w:val="es-ES_tradnl"/>
              </w:rPr>
              <w:t>arro</w:t>
            </w:r>
            <w:r w:rsidRPr="009E7CA3">
              <w:rPr>
                <w:rFonts w:ascii="Riojana" w:eastAsia="Arial" w:hAnsi="Riojana"/>
                <w:spacing w:val="-1"/>
                <w:lang w:val="es-ES_tradnl"/>
              </w:rPr>
              <w:t>ll</w:t>
            </w:r>
            <w:r w:rsidRPr="009E7CA3">
              <w:rPr>
                <w:rFonts w:ascii="Riojana" w:eastAsia="Arial" w:hAnsi="Riojana"/>
                <w:lang w:val="es-ES_tradnl"/>
              </w:rPr>
              <w:t>o</w:t>
            </w:r>
            <w:r w:rsidRPr="009E7CA3">
              <w:rPr>
                <w:rFonts w:ascii="Riojana" w:eastAsia="Arial" w:hAnsi="Riojana"/>
                <w:spacing w:val="-12"/>
                <w:lang w:val="es-ES_tradnl"/>
              </w:rPr>
              <w:t xml:space="preserve"> </w:t>
            </w:r>
            <w:r w:rsidRPr="009E7CA3">
              <w:rPr>
                <w:rFonts w:ascii="Riojana" w:eastAsia="Arial" w:hAnsi="Riojana"/>
                <w:lang w:val="es-ES_tradnl"/>
              </w:rPr>
              <w:t>E</w:t>
            </w:r>
            <w:r w:rsidRPr="009E7CA3">
              <w:rPr>
                <w:rFonts w:ascii="Riojana" w:eastAsia="Arial" w:hAnsi="Riojana"/>
                <w:spacing w:val="1"/>
                <w:lang w:val="es-ES_tradnl"/>
              </w:rPr>
              <w:t>co</w:t>
            </w:r>
            <w:r w:rsidRPr="009E7CA3">
              <w:rPr>
                <w:rFonts w:ascii="Riojana" w:eastAsia="Arial" w:hAnsi="Riojana"/>
                <w:lang w:val="es-ES_tradnl"/>
              </w:rPr>
              <w:t>nó</w:t>
            </w:r>
            <w:r w:rsidRPr="009E7CA3">
              <w:rPr>
                <w:rFonts w:ascii="Riojana" w:eastAsia="Arial" w:hAnsi="Riojana"/>
                <w:spacing w:val="1"/>
                <w:lang w:val="es-ES_tradnl"/>
              </w:rPr>
              <w:t>m</w:t>
            </w:r>
            <w:r w:rsidRPr="009E7CA3">
              <w:rPr>
                <w:rFonts w:ascii="Riojana" w:eastAsia="Arial" w:hAnsi="Riojana"/>
                <w:spacing w:val="-1"/>
                <w:lang w:val="es-ES_tradnl"/>
              </w:rPr>
              <w:t>i</w:t>
            </w:r>
            <w:r w:rsidRPr="009E7CA3">
              <w:rPr>
                <w:rFonts w:ascii="Riojana" w:eastAsia="Arial" w:hAnsi="Riojana"/>
                <w:spacing w:val="1"/>
                <w:lang w:val="es-ES_tradnl"/>
              </w:rPr>
              <w:t>c</w:t>
            </w:r>
            <w:r w:rsidRPr="009E7CA3">
              <w:rPr>
                <w:rFonts w:ascii="Riojana" w:eastAsia="Arial" w:hAnsi="Riojana"/>
                <w:lang w:val="es-ES_tradnl"/>
              </w:rPr>
              <w:t>o</w:t>
            </w:r>
            <w:r w:rsidRPr="009E7CA3">
              <w:rPr>
                <w:rFonts w:ascii="Riojana" w:eastAsia="Arial" w:hAnsi="Riojana"/>
                <w:spacing w:val="7"/>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lang w:val="es-ES_tradnl"/>
              </w:rPr>
              <w:t>La</w:t>
            </w:r>
            <w:r w:rsidRPr="009E7CA3">
              <w:rPr>
                <w:rFonts w:ascii="Riojana" w:eastAsia="Arial" w:hAnsi="Riojana"/>
                <w:spacing w:val="-7"/>
                <w:lang w:val="es-ES_tradnl"/>
              </w:rPr>
              <w:t xml:space="preserve"> </w:t>
            </w:r>
            <w:r w:rsidRPr="009E7CA3">
              <w:rPr>
                <w:rFonts w:ascii="Riojana" w:eastAsia="Arial" w:hAnsi="Riojana"/>
                <w:spacing w:val="3"/>
                <w:lang w:val="es-ES_tradnl"/>
              </w:rPr>
              <w:t>R</w:t>
            </w:r>
            <w:r w:rsidRPr="009E7CA3">
              <w:rPr>
                <w:rFonts w:ascii="Riojana" w:eastAsia="Arial" w:hAnsi="Riojana"/>
                <w:spacing w:val="-1"/>
                <w:lang w:val="es-ES_tradnl"/>
              </w:rPr>
              <w:t>i</w:t>
            </w:r>
            <w:r w:rsidRPr="009E7CA3">
              <w:rPr>
                <w:rFonts w:ascii="Riojana" w:eastAsia="Arial" w:hAnsi="Riojana"/>
                <w:spacing w:val="1"/>
                <w:lang w:val="es-ES_tradnl"/>
              </w:rPr>
              <w:t>o</w:t>
            </w:r>
            <w:r w:rsidRPr="009E7CA3">
              <w:rPr>
                <w:rFonts w:ascii="Riojana" w:eastAsia="Arial" w:hAnsi="Riojana"/>
                <w:spacing w:val="-1"/>
                <w:lang w:val="es-ES_tradnl"/>
              </w:rPr>
              <w:t>j</w:t>
            </w:r>
            <w:r w:rsidRPr="009E7CA3">
              <w:rPr>
                <w:rFonts w:ascii="Riojana" w:eastAsia="Arial" w:hAnsi="Riojana"/>
                <w:lang w:val="es-ES_tradnl"/>
              </w:rPr>
              <w:t>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5.502.908</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1</w:t>
            </w:r>
            <w:r w:rsidRPr="009E7CA3">
              <w:rPr>
                <w:rFonts w:ascii="Riojana" w:eastAsia="Arial" w:hAnsi="Riojana"/>
                <w:spacing w:val="-1"/>
                <w:lang w:val="es-ES_tradnl"/>
              </w:rPr>
              <w:t>9</w:t>
            </w:r>
            <w:r w:rsidRPr="009E7CA3">
              <w:rPr>
                <w:rFonts w:ascii="Riojana" w:eastAsia="Arial" w:hAnsi="Riojana"/>
                <w:lang w:val="es-ES_tradnl"/>
              </w:rPr>
              <w:t>.</w:t>
            </w:r>
            <w:r w:rsidRPr="009E7CA3">
              <w:rPr>
                <w:rFonts w:ascii="Riojana" w:eastAsia="Arial" w:hAnsi="Riojana"/>
                <w:spacing w:val="2"/>
                <w:lang w:val="es-ES_tradnl"/>
              </w:rPr>
              <w:t>0</w:t>
            </w:r>
            <w:r w:rsidRPr="009E7CA3">
              <w:rPr>
                <w:rFonts w:ascii="Riojana" w:eastAsia="Arial" w:hAnsi="Riojana"/>
                <w:lang w:val="es-ES_tradnl"/>
              </w:rPr>
              <w:t>1.</w:t>
            </w:r>
            <w:r w:rsidRPr="009E7CA3">
              <w:rPr>
                <w:rFonts w:ascii="Riojana" w:eastAsia="Arial" w:hAnsi="Riojana"/>
                <w:spacing w:val="-1"/>
                <w:lang w:val="es-ES_tradnl"/>
              </w:rPr>
              <w:t>4</w:t>
            </w:r>
            <w:r w:rsidRPr="009E7CA3">
              <w:rPr>
                <w:rFonts w:ascii="Riojana" w:eastAsia="Arial" w:hAnsi="Riojana"/>
                <w:spacing w:val="2"/>
                <w:lang w:val="es-ES_tradnl"/>
              </w:rPr>
              <w:t>7</w:t>
            </w:r>
            <w:r w:rsidRPr="009E7CA3">
              <w:rPr>
                <w:rFonts w:ascii="Riojana" w:eastAsia="Arial" w:hAnsi="Riojana"/>
                <w:lang w:val="es-ES_tradnl"/>
              </w:rPr>
              <w:t>1</w:t>
            </w:r>
            <w:r w:rsidRPr="009E7CA3">
              <w:rPr>
                <w:rFonts w:ascii="Riojana" w:eastAsia="Arial" w:hAnsi="Riojana"/>
                <w:spacing w:val="-1"/>
                <w:lang w:val="es-ES_tradnl"/>
              </w:rPr>
              <w:t>3</w:t>
            </w:r>
            <w:r w:rsidRPr="009E7CA3">
              <w:rPr>
                <w:rFonts w:ascii="Riojana" w:eastAsia="Arial" w:hAnsi="Riojana"/>
                <w:spacing w:val="2"/>
                <w:lang w:val="es-ES_tradnl"/>
              </w:rPr>
              <w:t>.</w:t>
            </w:r>
            <w:r w:rsidRPr="009E7CA3">
              <w:rPr>
                <w:rFonts w:ascii="Riojana" w:eastAsia="Arial" w:hAnsi="Riojana"/>
                <w:lang w:val="es-ES_tradnl"/>
              </w:rPr>
              <w:t>7</w:t>
            </w:r>
            <w:r w:rsidRPr="009E7CA3">
              <w:rPr>
                <w:rFonts w:ascii="Riojana" w:eastAsia="Arial" w:hAnsi="Riojana"/>
                <w:spacing w:val="-1"/>
                <w:lang w:val="es-ES_tradnl"/>
              </w:rPr>
              <w:t>3</w:t>
            </w:r>
            <w:r w:rsidRPr="009E7CA3">
              <w:rPr>
                <w:rFonts w:ascii="Riojana" w:eastAsia="Arial" w:hAnsi="Riojana"/>
                <w:lang w:val="es-ES_tradnl"/>
              </w:rPr>
              <w:t>0</w:t>
            </w:r>
            <w:r w:rsidRPr="009E7CA3">
              <w:rPr>
                <w:rFonts w:ascii="Riojana" w:eastAsia="Arial" w:hAnsi="Riojana"/>
                <w:spacing w:val="2"/>
                <w:lang w:val="es-ES_tradnl"/>
              </w:rPr>
              <w:t>.</w:t>
            </w:r>
            <w:r w:rsidRPr="009E7CA3">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A</w:t>
            </w:r>
            <w:r w:rsidRPr="009E7CA3">
              <w:rPr>
                <w:rFonts w:ascii="Riojana" w:eastAsia="Arial" w:hAnsi="Riojana"/>
                <w:spacing w:val="1"/>
                <w:lang w:val="es-ES_tradnl"/>
              </w:rPr>
              <w:t>ge</w:t>
            </w:r>
            <w:r w:rsidRPr="009E7CA3">
              <w:rPr>
                <w:rFonts w:ascii="Riojana" w:eastAsia="Arial" w:hAnsi="Riojana"/>
                <w:lang w:val="es-ES_tradnl"/>
              </w:rPr>
              <w:t>nc</w:t>
            </w:r>
            <w:r w:rsidRPr="009E7CA3">
              <w:rPr>
                <w:rFonts w:ascii="Riojana" w:eastAsia="Arial" w:hAnsi="Riojana"/>
                <w:spacing w:val="-1"/>
                <w:lang w:val="es-ES_tradnl"/>
              </w:rPr>
              <w:t>i</w:t>
            </w:r>
            <w:r w:rsidRPr="009E7CA3">
              <w:rPr>
                <w:rFonts w:ascii="Riojana" w:eastAsia="Arial" w:hAnsi="Riojana"/>
                <w:lang w:val="es-ES_tradnl"/>
              </w:rPr>
              <w:t>a</w:t>
            </w:r>
            <w:r w:rsidRPr="009E7CA3">
              <w:rPr>
                <w:rFonts w:ascii="Riojana" w:eastAsia="Arial" w:hAnsi="Riojana"/>
                <w:spacing w:val="-4"/>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spacing w:val="-1"/>
                <w:lang w:val="es-ES_tradnl"/>
              </w:rPr>
              <w:t>D</w:t>
            </w:r>
            <w:r w:rsidRPr="009E7CA3">
              <w:rPr>
                <w:rFonts w:ascii="Riojana" w:eastAsia="Arial" w:hAnsi="Riojana"/>
                <w:spacing w:val="3"/>
                <w:lang w:val="es-ES_tradnl"/>
              </w:rPr>
              <w:t>e</w:t>
            </w:r>
            <w:r w:rsidRPr="009E7CA3">
              <w:rPr>
                <w:rFonts w:ascii="Riojana" w:eastAsia="Arial" w:hAnsi="Riojana"/>
                <w:spacing w:val="-1"/>
                <w:lang w:val="es-ES_tradnl"/>
              </w:rPr>
              <w:t>s</w:t>
            </w:r>
            <w:r w:rsidRPr="009E7CA3">
              <w:rPr>
                <w:rFonts w:ascii="Riojana" w:eastAsia="Arial" w:hAnsi="Riojana"/>
                <w:spacing w:val="1"/>
                <w:lang w:val="es-ES_tradnl"/>
              </w:rPr>
              <w:t>arro</w:t>
            </w:r>
            <w:r w:rsidRPr="009E7CA3">
              <w:rPr>
                <w:rFonts w:ascii="Riojana" w:eastAsia="Arial" w:hAnsi="Riojana"/>
                <w:spacing w:val="-1"/>
                <w:lang w:val="es-ES_tradnl"/>
              </w:rPr>
              <w:t>ll</w:t>
            </w:r>
            <w:r w:rsidRPr="009E7CA3">
              <w:rPr>
                <w:rFonts w:ascii="Riojana" w:eastAsia="Arial" w:hAnsi="Riojana"/>
                <w:lang w:val="es-ES_tradnl"/>
              </w:rPr>
              <w:t>o</w:t>
            </w:r>
            <w:r w:rsidRPr="009E7CA3">
              <w:rPr>
                <w:rFonts w:ascii="Riojana" w:eastAsia="Arial" w:hAnsi="Riojana"/>
                <w:spacing w:val="-12"/>
                <w:lang w:val="es-ES_tradnl"/>
              </w:rPr>
              <w:t xml:space="preserve"> </w:t>
            </w:r>
            <w:r w:rsidRPr="009E7CA3">
              <w:rPr>
                <w:rFonts w:ascii="Riojana" w:eastAsia="Arial" w:hAnsi="Riojana"/>
                <w:lang w:val="es-ES_tradnl"/>
              </w:rPr>
              <w:t>E</w:t>
            </w:r>
            <w:r w:rsidRPr="009E7CA3">
              <w:rPr>
                <w:rFonts w:ascii="Riojana" w:eastAsia="Arial" w:hAnsi="Riojana"/>
                <w:spacing w:val="1"/>
                <w:lang w:val="es-ES_tradnl"/>
              </w:rPr>
              <w:t>co</w:t>
            </w:r>
            <w:r w:rsidRPr="009E7CA3">
              <w:rPr>
                <w:rFonts w:ascii="Riojana" w:eastAsia="Arial" w:hAnsi="Riojana"/>
                <w:lang w:val="es-ES_tradnl"/>
              </w:rPr>
              <w:t>nó</w:t>
            </w:r>
            <w:r w:rsidRPr="009E7CA3">
              <w:rPr>
                <w:rFonts w:ascii="Riojana" w:eastAsia="Arial" w:hAnsi="Riojana"/>
                <w:spacing w:val="1"/>
                <w:lang w:val="es-ES_tradnl"/>
              </w:rPr>
              <w:t>m</w:t>
            </w:r>
            <w:r w:rsidRPr="009E7CA3">
              <w:rPr>
                <w:rFonts w:ascii="Riojana" w:eastAsia="Arial" w:hAnsi="Riojana"/>
                <w:spacing w:val="-1"/>
                <w:lang w:val="es-ES_tradnl"/>
              </w:rPr>
              <w:t>i</w:t>
            </w:r>
            <w:r w:rsidRPr="009E7CA3">
              <w:rPr>
                <w:rFonts w:ascii="Riojana" w:eastAsia="Arial" w:hAnsi="Riojana"/>
                <w:spacing w:val="1"/>
                <w:lang w:val="es-ES_tradnl"/>
              </w:rPr>
              <w:t>c</w:t>
            </w:r>
            <w:r w:rsidRPr="009E7CA3">
              <w:rPr>
                <w:rFonts w:ascii="Riojana" w:eastAsia="Arial" w:hAnsi="Riojana"/>
                <w:lang w:val="es-ES_tradnl"/>
              </w:rPr>
              <w:t>o</w:t>
            </w:r>
            <w:r w:rsidRPr="009E7CA3">
              <w:rPr>
                <w:rFonts w:ascii="Riojana" w:eastAsia="Arial" w:hAnsi="Riojana"/>
                <w:spacing w:val="7"/>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lang w:val="es-ES_tradnl"/>
              </w:rPr>
              <w:t>La</w:t>
            </w:r>
            <w:r w:rsidRPr="009E7CA3">
              <w:rPr>
                <w:rFonts w:ascii="Riojana" w:eastAsia="Arial" w:hAnsi="Riojana"/>
                <w:spacing w:val="-7"/>
                <w:lang w:val="es-ES_tradnl"/>
              </w:rPr>
              <w:t xml:space="preserve"> </w:t>
            </w:r>
            <w:r w:rsidRPr="009E7CA3">
              <w:rPr>
                <w:rFonts w:ascii="Riojana" w:eastAsia="Arial" w:hAnsi="Riojana"/>
                <w:spacing w:val="3"/>
                <w:lang w:val="es-ES_tradnl"/>
              </w:rPr>
              <w:t>R</w:t>
            </w:r>
            <w:r w:rsidRPr="009E7CA3">
              <w:rPr>
                <w:rFonts w:ascii="Riojana" w:eastAsia="Arial" w:hAnsi="Riojana"/>
                <w:spacing w:val="-1"/>
                <w:lang w:val="es-ES_tradnl"/>
              </w:rPr>
              <w:t>i</w:t>
            </w:r>
            <w:r w:rsidRPr="009E7CA3">
              <w:rPr>
                <w:rFonts w:ascii="Riojana" w:eastAsia="Arial" w:hAnsi="Riojana"/>
                <w:spacing w:val="1"/>
                <w:lang w:val="es-ES_tradnl"/>
              </w:rPr>
              <w:t>o</w:t>
            </w:r>
            <w:r w:rsidRPr="009E7CA3">
              <w:rPr>
                <w:rFonts w:ascii="Riojana" w:eastAsia="Arial" w:hAnsi="Riojana"/>
                <w:spacing w:val="-1"/>
                <w:lang w:val="es-ES_tradnl"/>
              </w:rPr>
              <w:t>j</w:t>
            </w:r>
            <w:r w:rsidRPr="009E7CA3">
              <w:rPr>
                <w:rFonts w:ascii="Riojana" w:eastAsia="Arial" w:hAnsi="Riojana"/>
                <w:lang w:val="es-ES_tradnl"/>
              </w:rPr>
              <w:t>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345.000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1</w:t>
            </w:r>
            <w:r w:rsidRPr="009E7CA3">
              <w:rPr>
                <w:rFonts w:ascii="Riojana" w:eastAsia="Arial" w:hAnsi="Riojana"/>
                <w:spacing w:val="-1"/>
                <w:lang w:val="es-ES_tradnl"/>
              </w:rPr>
              <w:t>9</w:t>
            </w:r>
            <w:r w:rsidRPr="009E7CA3">
              <w:rPr>
                <w:rFonts w:ascii="Riojana" w:eastAsia="Arial" w:hAnsi="Riojana"/>
                <w:lang w:val="es-ES_tradnl"/>
              </w:rPr>
              <w:t>.</w:t>
            </w:r>
            <w:r w:rsidRPr="009E7CA3">
              <w:rPr>
                <w:rFonts w:ascii="Riojana" w:eastAsia="Arial" w:hAnsi="Riojana"/>
                <w:spacing w:val="2"/>
                <w:lang w:val="es-ES_tradnl"/>
              </w:rPr>
              <w:t>0</w:t>
            </w:r>
            <w:r w:rsidRPr="009E7CA3">
              <w:rPr>
                <w:rFonts w:ascii="Riojana" w:eastAsia="Arial" w:hAnsi="Riojana"/>
                <w:lang w:val="es-ES_tradnl"/>
              </w:rPr>
              <w:t>1.</w:t>
            </w:r>
            <w:r w:rsidRPr="009E7CA3">
              <w:rPr>
                <w:rFonts w:ascii="Riojana" w:eastAsia="Arial" w:hAnsi="Riojana"/>
                <w:spacing w:val="-1"/>
                <w:lang w:val="es-ES_tradnl"/>
              </w:rPr>
              <w:t>4</w:t>
            </w:r>
            <w:r w:rsidRPr="009E7CA3">
              <w:rPr>
                <w:rFonts w:ascii="Riojana" w:eastAsia="Arial" w:hAnsi="Riojana"/>
                <w:spacing w:val="2"/>
                <w:lang w:val="es-ES_tradnl"/>
              </w:rPr>
              <w:t>7</w:t>
            </w:r>
            <w:r w:rsidRPr="009E7CA3">
              <w:rPr>
                <w:rFonts w:ascii="Riojana" w:eastAsia="Arial" w:hAnsi="Riojana"/>
                <w:lang w:val="es-ES_tradnl"/>
              </w:rPr>
              <w:t>1</w:t>
            </w:r>
            <w:r w:rsidRPr="009E7CA3">
              <w:rPr>
                <w:rFonts w:ascii="Riojana" w:eastAsia="Arial" w:hAnsi="Riojana"/>
                <w:spacing w:val="-1"/>
                <w:lang w:val="es-ES_tradnl"/>
              </w:rPr>
              <w:t>5</w:t>
            </w:r>
            <w:r w:rsidRPr="009E7CA3">
              <w:rPr>
                <w:rFonts w:ascii="Riojana" w:eastAsia="Arial" w:hAnsi="Riojana"/>
                <w:spacing w:val="2"/>
                <w:lang w:val="es-ES_tradnl"/>
              </w:rPr>
              <w:t>.</w:t>
            </w:r>
            <w:r w:rsidRPr="009E7CA3">
              <w:rPr>
                <w:rFonts w:ascii="Riojana" w:eastAsia="Arial" w:hAnsi="Riojana"/>
                <w:lang w:val="es-ES_tradnl"/>
              </w:rPr>
              <w:t>7</w:t>
            </w:r>
            <w:r w:rsidRPr="009E7CA3">
              <w:rPr>
                <w:rFonts w:ascii="Riojana" w:eastAsia="Arial" w:hAnsi="Riojana"/>
                <w:spacing w:val="-1"/>
                <w:lang w:val="es-ES_tradnl"/>
              </w:rPr>
              <w:t>3</w:t>
            </w:r>
            <w:r w:rsidRPr="009E7CA3">
              <w:rPr>
                <w:rFonts w:ascii="Riojana" w:eastAsia="Arial" w:hAnsi="Riojana"/>
                <w:lang w:val="es-ES_tradnl"/>
              </w:rPr>
              <w:t>0</w:t>
            </w:r>
            <w:r w:rsidRPr="009E7CA3">
              <w:rPr>
                <w:rFonts w:ascii="Riojana" w:eastAsia="Arial" w:hAnsi="Riojana"/>
                <w:spacing w:val="2"/>
                <w:lang w:val="es-ES_tradnl"/>
              </w:rPr>
              <w:t>.</w:t>
            </w:r>
            <w:r w:rsidRPr="009E7CA3">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A</w:t>
            </w:r>
            <w:r w:rsidRPr="009E7CA3">
              <w:rPr>
                <w:rFonts w:ascii="Riojana" w:eastAsia="Arial" w:hAnsi="Riojana"/>
                <w:spacing w:val="1"/>
                <w:lang w:val="es-ES_tradnl"/>
              </w:rPr>
              <w:t>ge</w:t>
            </w:r>
            <w:r w:rsidRPr="009E7CA3">
              <w:rPr>
                <w:rFonts w:ascii="Riojana" w:eastAsia="Arial" w:hAnsi="Riojana"/>
                <w:lang w:val="es-ES_tradnl"/>
              </w:rPr>
              <w:t>nc</w:t>
            </w:r>
            <w:r w:rsidRPr="009E7CA3">
              <w:rPr>
                <w:rFonts w:ascii="Riojana" w:eastAsia="Arial" w:hAnsi="Riojana"/>
                <w:spacing w:val="-1"/>
                <w:lang w:val="es-ES_tradnl"/>
              </w:rPr>
              <w:t>i</w:t>
            </w:r>
            <w:r w:rsidRPr="009E7CA3">
              <w:rPr>
                <w:rFonts w:ascii="Riojana" w:eastAsia="Arial" w:hAnsi="Riojana"/>
                <w:lang w:val="es-ES_tradnl"/>
              </w:rPr>
              <w:t>a</w:t>
            </w:r>
            <w:r w:rsidRPr="009E7CA3">
              <w:rPr>
                <w:rFonts w:ascii="Riojana" w:eastAsia="Arial" w:hAnsi="Riojana"/>
                <w:spacing w:val="-4"/>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spacing w:val="-1"/>
                <w:lang w:val="es-ES_tradnl"/>
              </w:rPr>
              <w:t>D</w:t>
            </w:r>
            <w:r w:rsidRPr="009E7CA3">
              <w:rPr>
                <w:rFonts w:ascii="Riojana" w:eastAsia="Arial" w:hAnsi="Riojana"/>
                <w:spacing w:val="3"/>
                <w:lang w:val="es-ES_tradnl"/>
              </w:rPr>
              <w:t>e</w:t>
            </w:r>
            <w:r w:rsidRPr="009E7CA3">
              <w:rPr>
                <w:rFonts w:ascii="Riojana" w:eastAsia="Arial" w:hAnsi="Riojana"/>
                <w:spacing w:val="-1"/>
                <w:lang w:val="es-ES_tradnl"/>
              </w:rPr>
              <w:t>s</w:t>
            </w:r>
            <w:r w:rsidRPr="009E7CA3">
              <w:rPr>
                <w:rFonts w:ascii="Riojana" w:eastAsia="Arial" w:hAnsi="Riojana"/>
                <w:spacing w:val="1"/>
                <w:lang w:val="es-ES_tradnl"/>
              </w:rPr>
              <w:t>arro</w:t>
            </w:r>
            <w:r w:rsidRPr="009E7CA3">
              <w:rPr>
                <w:rFonts w:ascii="Riojana" w:eastAsia="Arial" w:hAnsi="Riojana"/>
                <w:spacing w:val="-1"/>
                <w:lang w:val="es-ES_tradnl"/>
              </w:rPr>
              <w:t>ll</w:t>
            </w:r>
            <w:r w:rsidRPr="009E7CA3">
              <w:rPr>
                <w:rFonts w:ascii="Riojana" w:eastAsia="Arial" w:hAnsi="Riojana"/>
                <w:lang w:val="es-ES_tradnl"/>
              </w:rPr>
              <w:t>o</w:t>
            </w:r>
            <w:r w:rsidRPr="009E7CA3">
              <w:rPr>
                <w:rFonts w:ascii="Riojana" w:eastAsia="Arial" w:hAnsi="Riojana"/>
                <w:spacing w:val="-12"/>
                <w:lang w:val="es-ES_tradnl"/>
              </w:rPr>
              <w:t xml:space="preserve"> </w:t>
            </w:r>
            <w:r w:rsidRPr="009E7CA3">
              <w:rPr>
                <w:rFonts w:ascii="Riojana" w:eastAsia="Arial" w:hAnsi="Riojana"/>
                <w:lang w:val="es-ES_tradnl"/>
              </w:rPr>
              <w:t>E</w:t>
            </w:r>
            <w:r w:rsidRPr="009E7CA3">
              <w:rPr>
                <w:rFonts w:ascii="Riojana" w:eastAsia="Arial" w:hAnsi="Riojana"/>
                <w:spacing w:val="1"/>
                <w:lang w:val="es-ES_tradnl"/>
              </w:rPr>
              <w:t>co</w:t>
            </w:r>
            <w:r w:rsidRPr="009E7CA3">
              <w:rPr>
                <w:rFonts w:ascii="Riojana" w:eastAsia="Arial" w:hAnsi="Riojana"/>
                <w:lang w:val="es-ES_tradnl"/>
              </w:rPr>
              <w:t>nó</w:t>
            </w:r>
            <w:r w:rsidRPr="009E7CA3">
              <w:rPr>
                <w:rFonts w:ascii="Riojana" w:eastAsia="Arial" w:hAnsi="Riojana"/>
                <w:spacing w:val="1"/>
                <w:lang w:val="es-ES_tradnl"/>
              </w:rPr>
              <w:t>m</w:t>
            </w:r>
            <w:r w:rsidRPr="009E7CA3">
              <w:rPr>
                <w:rFonts w:ascii="Riojana" w:eastAsia="Arial" w:hAnsi="Riojana"/>
                <w:spacing w:val="-1"/>
                <w:lang w:val="es-ES_tradnl"/>
              </w:rPr>
              <w:t>i</w:t>
            </w:r>
            <w:r w:rsidRPr="009E7CA3">
              <w:rPr>
                <w:rFonts w:ascii="Riojana" w:eastAsia="Arial" w:hAnsi="Riojana"/>
                <w:spacing w:val="1"/>
                <w:lang w:val="es-ES_tradnl"/>
              </w:rPr>
              <w:t>c</w:t>
            </w:r>
            <w:r w:rsidRPr="009E7CA3">
              <w:rPr>
                <w:rFonts w:ascii="Riojana" w:eastAsia="Arial" w:hAnsi="Riojana"/>
                <w:lang w:val="es-ES_tradnl"/>
              </w:rPr>
              <w:t>o</w:t>
            </w:r>
            <w:r w:rsidRPr="009E7CA3">
              <w:rPr>
                <w:rFonts w:ascii="Riojana" w:eastAsia="Arial" w:hAnsi="Riojana"/>
                <w:spacing w:val="7"/>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7"/>
                <w:lang w:val="es-ES_tradnl"/>
              </w:rPr>
              <w:t xml:space="preserve"> </w:t>
            </w:r>
            <w:r w:rsidRPr="009E7CA3">
              <w:rPr>
                <w:rFonts w:ascii="Riojana" w:eastAsia="Arial" w:hAnsi="Riojana"/>
                <w:lang w:val="es-ES_tradnl"/>
              </w:rPr>
              <w:t>La</w:t>
            </w:r>
            <w:r w:rsidRPr="009E7CA3">
              <w:rPr>
                <w:rFonts w:ascii="Riojana" w:eastAsia="Arial" w:hAnsi="Riojana"/>
                <w:spacing w:val="-7"/>
                <w:lang w:val="es-ES_tradnl"/>
              </w:rPr>
              <w:t xml:space="preserve"> </w:t>
            </w:r>
            <w:r w:rsidRPr="009E7CA3">
              <w:rPr>
                <w:rFonts w:ascii="Riojana" w:eastAsia="Arial" w:hAnsi="Riojana"/>
                <w:spacing w:val="2"/>
                <w:lang w:val="es-ES_tradnl"/>
              </w:rPr>
              <w:t>R</w:t>
            </w:r>
            <w:r w:rsidRPr="009E7CA3">
              <w:rPr>
                <w:rFonts w:ascii="Riojana" w:eastAsia="Arial" w:hAnsi="Riojana"/>
                <w:spacing w:val="-1"/>
                <w:lang w:val="es-ES_tradnl"/>
              </w:rPr>
              <w:t>i</w:t>
            </w:r>
            <w:r w:rsidRPr="009E7CA3">
              <w:rPr>
                <w:rFonts w:ascii="Riojana" w:eastAsia="Arial" w:hAnsi="Riojana"/>
                <w:spacing w:val="1"/>
                <w:lang w:val="es-ES_tradnl"/>
              </w:rPr>
              <w:t>o</w:t>
            </w:r>
            <w:r w:rsidRPr="009E7CA3">
              <w:rPr>
                <w:rFonts w:ascii="Riojana" w:eastAsia="Arial" w:hAnsi="Riojana"/>
                <w:spacing w:val="-1"/>
                <w:lang w:val="es-ES_tradnl"/>
              </w:rPr>
              <w:t>j</w:t>
            </w:r>
            <w:r w:rsidRPr="009E7CA3">
              <w:rPr>
                <w:rFonts w:ascii="Riojana" w:eastAsia="Arial" w:hAnsi="Riojana"/>
                <w:lang w:val="es-ES_tradnl"/>
              </w:rPr>
              <w:t>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1.805.000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1</w:t>
            </w:r>
            <w:r w:rsidRPr="009E7CA3">
              <w:rPr>
                <w:rFonts w:ascii="Riojana" w:eastAsia="Arial" w:hAnsi="Riojana"/>
                <w:spacing w:val="-1"/>
                <w:lang w:val="es-ES_tradnl"/>
              </w:rPr>
              <w:t>9</w:t>
            </w:r>
            <w:r w:rsidRPr="009E7CA3">
              <w:rPr>
                <w:rFonts w:ascii="Riojana" w:eastAsia="Arial" w:hAnsi="Riojana"/>
                <w:lang w:val="es-ES_tradnl"/>
              </w:rPr>
              <w:t>.</w:t>
            </w:r>
            <w:r w:rsidRPr="009E7CA3">
              <w:rPr>
                <w:rFonts w:ascii="Riojana" w:eastAsia="Arial" w:hAnsi="Riojana"/>
                <w:spacing w:val="2"/>
                <w:lang w:val="es-ES_tradnl"/>
              </w:rPr>
              <w:t>0</w:t>
            </w:r>
            <w:r w:rsidRPr="009E7CA3">
              <w:rPr>
                <w:rFonts w:ascii="Riojana" w:eastAsia="Arial" w:hAnsi="Riojana"/>
                <w:lang w:val="es-ES_tradnl"/>
              </w:rPr>
              <w:t>1.</w:t>
            </w:r>
            <w:r w:rsidRPr="009E7CA3">
              <w:rPr>
                <w:rFonts w:ascii="Riojana" w:eastAsia="Arial" w:hAnsi="Riojana"/>
                <w:spacing w:val="-1"/>
                <w:lang w:val="es-ES_tradnl"/>
              </w:rPr>
              <w:t>9</w:t>
            </w:r>
            <w:r w:rsidRPr="009E7CA3">
              <w:rPr>
                <w:rFonts w:ascii="Riojana" w:eastAsia="Arial" w:hAnsi="Riojana"/>
                <w:spacing w:val="2"/>
                <w:lang w:val="es-ES_tradnl"/>
              </w:rPr>
              <w:t>5</w:t>
            </w:r>
            <w:r w:rsidRPr="009E7CA3">
              <w:rPr>
                <w:rFonts w:ascii="Riojana" w:eastAsia="Arial" w:hAnsi="Riojana"/>
                <w:lang w:val="es-ES_tradnl"/>
              </w:rPr>
              <w:t>1</w:t>
            </w:r>
            <w:r w:rsidRPr="009E7CA3">
              <w:rPr>
                <w:rFonts w:ascii="Riojana" w:eastAsia="Arial" w:hAnsi="Riojana"/>
                <w:spacing w:val="-1"/>
                <w:lang w:val="es-ES_tradnl"/>
              </w:rPr>
              <w:t>1</w:t>
            </w:r>
            <w:r w:rsidRPr="009E7CA3">
              <w:rPr>
                <w:rFonts w:ascii="Riojana" w:eastAsia="Arial" w:hAnsi="Riojana"/>
                <w:spacing w:val="2"/>
                <w:lang w:val="es-ES_tradnl"/>
              </w:rPr>
              <w:t>.</w:t>
            </w:r>
            <w:r w:rsidRPr="009E7CA3">
              <w:rPr>
                <w:rFonts w:ascii="Riojana" w:eastAsia="Arial" w:hAnsi="Riojana"/>
                <w:lang w:val="es-ES_tradnl"/>
              </w:rPr>
              <w:t>4</w:t>
            </w:r>
            <w:r w:rsidRPr="009E7CA3">
              <w:rPr>
                <w:rFonts w:ascii="Riojana" w:eastAsia="Arial" w:hAnsi="Riojana"/>
                <w:spacing w:val="-1"/>
                <w:lang w:val="es-ES_tradnl"/>
              </w:rPr>
              <w:t>3</w:t>
            </w:r>
            <w:r w:rsidRPr="009E7CA3">
              <w:rPr>
                <w:rFonts w:ascii="Riojana" w:eastAsia="Arial" w:hAnsi="Riojana"/>
                <w:lang w:val="es-ES_tradnl"/>
              </w:rPr>
              <w:t>0</w:t>
            </w:r>
            <w:r w:rsidRPr="009E7CA3">
              <w:rPr>
                <w:rFonts w:ascii="Riojana" w:eastAsia="Arial" w:hAnsi="Riojana"/>
                <w:spacing w:val="2"/>
                <w:lang w:val="es-ES_tradnl"/>
              </w:rPr>
              <w:t>.</w:t>
            </w:r>
            <w:r w:rsidRPr="009E7CA3">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A</w:t>
            </w:r>
            <w:r w:rsidRPr="009E7CA3">
              <w:rPr>
                <w:rFonts w:ascii="Riojana" w:eastAsia="Arial" w:hAnsi="Riojana"/>
                <w:spacing w:val="1"/>
                <w:lang w:val="es-ES_tradnl"/>
              </w:rPr>
              <w:t>ge</w:t>
            </w:r>
            <w:r w:rsidRPr="009E7CA3">
              <w:rPr>
                <w:rFonts w:ascii="Riojana" w:eastAsia="Arial" w:hAnsi="Riojana"/>
                <w:lang w:val="es-ES_tradnl"/>
              </w:rPr>
              <w:t>nc</w:t>
            </w:r>
            <w:r w:rsidRPr="009E7CA3">
              <w:rPr>
                <w:rFonts w:ascii="Riojana" w:eastAsia="Arial" w:hAnsi="Riojana"/>
                <w:spacing w:val="-1"/>
                <w:lang w:val="es-ES_tradnl"/>
              </w:rPr>
              <w:t>i</w:t>
            </w:r>
            <w:r w:rsidRPr="009E7CA3">
              <w:rPr>
                <w:rFonts w:ascii="Riojana" w:eastAsia="Arial" w:hAnsi="Riojana"/>
                <w:lang w:val="es-ES_tradnl"/>
              </w:rPr>
              <w:t>a</w:t>
            </w:r>
            <w:r w:rsidRPr="009E7CA3">
              <w:rPr>
                <w:rFonts w:ascii="Riojana" w:eastAsia="Arial" w:hAnsi="Riojana"/>
                <w:spacing w:val="-4"/>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spacing w:val="-1"/>
                <w:lang w:val="es-ES_tradnl"/>
              </w:rPr>
              <w:t>D</w:t>
            </w:r>
            <w:r w:rsidRPr="009E7CA3">
              <w:rPr>
                <w:rFonts w:ascii="Riojana" w:eastAsia="Arial" w:hAnsi="Riojana"/>
                <w:spacing w:val="3"/>
                <w:lang w:val="es-ES_tradnl"/>
              </w:rPr>
              <w:t>e</w:t>
            </w:r>
            <w:r w:rsidRPr="009E7CA3">
              <w:rPr>
                <w:rFonts w:ascii="Riojana" w:eastAsia="Arial" w:hAnsi="Riojana"/>
                <w:spacing w:val="-1"/>
                <w:lang w:val="es-ES_tradnl"/>
              </w:rPr>
              <w:t>s</w:t>
            </w:r>
            <w:r w:rsidRPr="009E7CA3">
              <w:rPr>
                <w:rFonts w:ascii="Riojana" w:eastAsia="Arial" w:hAnsi="Riojana"/>
                <w:spacing w:val="1"/>
                <w:lang w:val="es-ES_tradnl"/>
              </w:rPr>
              <w:t>arro</w:t>
            </w:r>
            <w:r w:rsidRPr="009E7CA3">
              <w:rPr>
                <w:rFonts w:ascii="Riojana" w:eastAsia="Arial" w:hAnsi="Riojana"/>
                <w:spacing w:val="-1"/>
                <w:lang w:val="es-ES_tradnl"/>
              </w:rPr>
              <w:t>ll</w:t>
            </w:r>
            <w:r w:rsidRPr="009E7CA3">
              <w:rPr>
                <w:rFonts w:ascii="Riojana" w:eastAsia="Arial" w:hAnsi="Riojana"/>
                <w:lang w:val="es-ES_tradnl"/>
              </w:rPr>
              <w:t>o</w:t>
            </w:r>
            <w:r w:rsidRPr="009E7CA3">
              <w:rPr>
                <w:rFonts w:ascii="Riojana" w:eastAsia="Arial" w:hAnsi="Riojana"/>
                <w:spacing w:val="-12"/>
                <w:lang w:val="es-ES_tradnl"/>
              </w:rPr>
              <w:t xml:space="preserve"> </w:t>
            </w:r>
            <w:r w:rsidRPr="009E7CA3">
              <w:rPr>
                <w:rFonts w:ascii="Riojana" w:eastAsia="Arial" w:hAnsi="Riojana"/>
                <w:lang w:val="es-ES_tradnl"/>
              </w:rPr>
              <w:t>E</w:t>
            </w:r>
            <w:r w:rsidRPr="009E7CA3">
              <w:rPr>
                <w:rFonts w:ascii="Riojana" w:eastAsia="Arial" w:hAnsi="Riojana"/>
                <w:spacing w:val="1"/>
                <w:lang w:val="es-ES_tradnl"/>
              </w:rPr>
              <w:t>co</w:t>
            </w:r>
            <w:r w:rsidRPr="009E7CA3">
              <w:rPr>
                <w:rFonts w:ascii="Riojana" w:eastAsia="Arial" w:hAnsi="Riojana"/>
                <w:lang w:val="es-ES_tradnl"/>
              </w:rPr>
              <w:t>nó</w:t>
            </w:r>
            <w:r w:rsidRPr="009E7CA3">
              <w:rPr>
                <w:rFonts w:ascii="Riojana" w:eastAsia="Arial" w:hAnsi="Riojana"/>
                <w:spacing w:val="1"/>
                <w:lang w:val="es-ES_tradnl"/>
              </w:rPr>
              <w:t>m</w:t>
            </w:r>
            <w:r w:rsidRPr="009E7CA3">
              <w:rPr>
                <w:rFonts w:ascii="Riojana" w:eastAsia="Arial" w:hAnsi="Riojana"/>
                <w:spacing w:val="-1"/>
                <w:lang w:val="es-ES_tradnl"/>
              </w:rPr>
              <w:t>i</w:t>
            </w:r>
            <w:r w:rsidRPr="009E7CA3">
              <w:rPr>
                <w:rFonts w:ascii="Riojana" w:eastAsia="Arial" w:hAnsi="Riojana"/>
                <w:spacing w:val="1"/>
                <w:lang w:val="es-ES_tradnl"/>
              </w:rPr>
              <w:t>c</w:t>
            </w:r>
            <w:r w:rsidRPr="009E7CA3">
              <w:rPr>
                <w:rFonts w:ascii="Riojana" w:eastAsia="Arial" w:hAnsi="Riojana"/>
                <w:lang w:val="es-ES_tradnl"/>
              </w:rPr>
              <w:t>o</w:t>
            </w:r>
            <w:r w:rsidRPr="009E7CA3">
              <w:rPr>
                <w:rFonts w:ascii="Riojana" w:eastAsia="Arial" w:hAnsi="Riojana"/>
                <w:spacing w:val="7"/>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lang w:val="es-ES_tradnl"/>
              </w:rPr>
              <w:t>La</w:t>
            </w:r>
            <w:r w:rsidRPr="009E7CA3">
              <w:rPr>
                <w:rFonts w:ascii="Riojana" w:eastAsia="Arial" w:hAnsi="Riojana"/>
                <w:spacing w:val="-7"/>
                <w:lang w:val="es-ES_tradnl"/>
              </w:rPr>
              <w:t xml:space="preserve"> </w:t>
            </w:r>
            <w:r w:rsidRPr="009E7CA3">
              <w:rPr>
                <w:rFonts w:ascii="Riojana" w:eastAsia="Arial" w:hAnsi="Riojana"/>
                <w:spacing w:val="3"/>
                <w:lang w:val="es-ES_tradnl"/>
              </w:rPr>
              <w:t>R</w:t>
            </w:r>
            <w:r w:rsidRPr="009E7CA3">
              <w:rPr>
                <w:rFonts w:ascii="Riojana" w:eastAsia="Arial" w:hAnsi="Riojana"/>
                <w:spacing w:val="-1"/>
                <w:lang w:val="es-ES_tradnl"/>
              </w:rPr>
              <w:t>i</w:t>
            </w:r>
            <w:r w:rsidRPr="009E7CA3">
              <w:rPr>
                <w:rFonts w:ascii="Riojana" w:eastAsia="Arial" w:hAnsi="Riojana"/>
                <w:spacing w:val="1"/>
                <w:lang w:val="es-ES_tradnl"/>
              </w:rPr>
              <w:t>o</w:t>
            </w:r>
            <w:r w:rsidRPr="009E7CA3">
              <w:rPr>
                <w:rFonts w:ascii="Riojana" w:eastAsia="Arial" w:hAnsi="Riojana"/>
                <w:spacing w:val="-1"/>
                <w:lang w:val="es-ES_tradnl"/>
              </w:rPr>
              <w:t>j</w:t>
            </w:r>
            <w:r w:rsidRPr="009E7CA3">
              <w:rPr>
                <w:rFonts w:ascii="Riojana" w:eastAsia="Arial" w:hAnsi="Riojana"/>
                <w:lang w:val="es-ES_tradnl"/>
              </w:rPr>
              <w:t>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32.000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1</w:t>
            </w:r>
            <w:r w:rsidRPr="009E7CA3">
              <w:rPr>
                <w:rFonts w:ascii="Riojana" w:eastAsia="Arial" w:hAnsi="Riojana"/>
                <w:spacing w:val="-1"/>
                <w:lang w:val="es-ES_tradnl"/>
              </w:rPr>
              <w:t>9</w:t>
            </w:r>
            <w:r w:rsidRPr="009E7CA3">
              <w:rPr>
                <w:rFonts w:ascii="Riojana" w:eastAsia="Arial" w:hAnsi="Riojana"/>
                <w:lang w:val="es-ES_tradnl"/>
              </w:rPr>
              <w:t>.</w:t>
            </w:r>
            <w:r w:rsidRPr="009E7CA3">
              <w:rPr>
                <w:rFonts w:ascii="Riojana" w:eastAsia="Arial" w:hAnsi="Riojana"/>
                <w:spacing w:val="2"/>
                <w:lang w:val="es-ES_tradnl"/>
              </w:rPr>
              <w:t>0</w:t>
            </w:r>
            <w:r w:rsidRPr="009E7CA3">
              <w:rPr>
                <w:rFonts w:ascii="Riojana" w:eastAsia="Arial" w:hAnsi="Riojana"/>
                <w:lang w:val="es-ES_tradnl"/>
              </w:rPr>
              <w:t>1.</w:t>
            </w:r>
            <w:r w:rsidRPr="009E7CA3">
              <w:rPr>
                <w:rFonts w:ascii="Riojana" w:eastAsia="Arial" w:hAnsi="Riojana"/>
                <w:spacing w:val="-1"/>
                <w:lang w:val="es-ES_tradnl"/>
              </w:rPr>
              <w:t>9</w:t>
            </w:r>
            <w:r w:rsidRPr="009E7CA3">
              <w:rPr>
                <w:rFonts w:ascii="Riojana" w:eastAsia="Arial" w:hAnsi="Riojana"/>
                <w:spacing w:val="2"/>
                <w:lang w:val="es-ES_tradnl"/>
              </w:rPr>
              <w:t>5</w:t>
            </w:r>
            <w:r w:rsidRPr="009E7CA3">
              <w:rPr>
                <w:rFonts w:ascii="Riojana" w:eastAsia="Arial" w:hAnsi="Riojana"/>
                <w:lang w:val="es-ES_tradnl"/>
              </w:rPr>
              <w:t>1</w:t>
            </w:r>
            <w:r w:rsidRPr="009E7CA3">
              <w:rPr>
                <w:rFonts w:ascii="Riojana" w:eastAsia="Arial" w:hAnsi="Riojana"/>
                <w:spacing w:val="-1"/>
                <w:lang w:val="es-ES_tradnl"/>
              </w:rPr>
              <w:t>1</w:t>
            </w:r>
            <w:r w:rsidRPr="009E7CA3">
              <w:rPr>
                <w:rFonts w:ascii="Riojana" w:eastAsia="Arial" w:hAnsi="Riojana"/>
                <w:spacing w:val="2"/>
                <w:lang w:val="es-ES_tradnl"/>
              </w:rPr>
              <w:t>.</w:t>
            </w:r>
            <w:r w:rsidRPr="009E7CA3">
              <w:rPr>
                <w:rFonts w:ascii="Riojana" w:eastAsia="Arial" w:hAnsi="Riojana"/>
                <w:lang w:val="es-ES_tradnl"/>
              </w:rPr>
              <w:t>7</w:t>
            </w:r>
            <w:r w:rsidRPr="009E7CA3">
              <w:rPr>
                <w:rFonts w:ascii="Riojana" w:eastAsia="Arial" w:hAnsi="Riojana"/>
                <w:spacing w:val="-1"/>
                <w:lang w:val="es-ES_tradnl"/>
              </w:rPr>
              <w:t>3</w:t>
            </w:r>
            <w:r w:rsidRPr="009E7CA3">
              <w:rPr>
                <w:rFonts w:ascii="Riojana" w:eastAsia="Arial" w:hAnsi="Riojana"/>
                <w:lang w:val="es-ES_tradnl"/>
              </w:rPr>
              <w:t>0</w:t>
            </w:r>
            <w:r w:rsidRPr="009E7CA3">
              <w:rPr>
                <w:rFonts w:ascii="Riojana" w:eastAsia="Arial" w:hAnsi="Riojana"/>
                <w:spacing w:val="2"/>
                <w:lang w:val="es-ES_tradnl"/>
              </w:rPr>
              <w:t>.</w:t>
            </w:r>
            <w:r w:rsidRPr="009E7CA3">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60" w:after="0"/>
              <w:rPr>
                <w:rFonts w:ascii="Riojana" w:eastAsia="Arial" w:hAnsi="Riojana" w:cs="Arial"/>
                <w:lang w:val="es-ES_tradnl"/>
              </w:rPr>
            </w:pPr>
            <w:r w:rsidRPr="009E7CA3">
              <w:rPr>
                <w:rFonts w:ascii="Riojana" w:eastAsia="Arial" w:hAnsi="Riojana"/>
                <w:lang w:val="es-ES_tradnl"/>
              </w:rPr>
              <w:t>A</w:t>
            </w:r>
            <w:r w:rsidRPr="009E7CA3">
              <w:rPr>
                <w:rFonts w:ascii="Riojana" w:eastAsia="Arial" w:hAnsi="Riojana"/>
                <w:spacing w:val="1"/>
                <w:lang w:val="es-ES_tradnl"/>
              </w:rPr>
              <w:t>ge</w:t>
            </w:r>
            <w:r w:rsidRPr="009E7CA3">
              <w:rPr>
                <w:rFonts w:ascii="Riojana" w:eastAsia="Arial" w:hAnsi="Riojana"/>
                <w:lang w:val="es-ES_tradnl"/>
              </w:rPr>
              <w:t>nc</w:t>
            </w:r>
            <w:r w:rsidRPr="009E7CA3">
              <w:rPr>
                <w:rFonts w:ascii="Riojana" w:eastAsia="Arial" w:hAnsi="Riojana"/>
                <w:spacing w:val="-1"/>
                <w:lang w:val="es-ES_tradnl"/>
              </w:rPr>
              <w:t>ia</w:t>
            </w:r>
            <w:r w:rsidRPr="009E7CA3">
              <w:rPr>
                <w:rFonts w:ascii="Riojana" w:eastAsia="Arial" w:hAnsi="Riojana"/>
                <w:spacing w:val="-4"/>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spacing w:val="-1"/>
                <w:lang w:val="es-ES_tradnl"/>
              </w:rPr>
              <w:t>D</w:t>
            </w:r>
            <w:r w:rsidRPr="009E7CA3">
              <w:rPr>
                <w:rFonts w:ascii="Riojana" w:eastAsia="Arial" w:hAnsi="Riojana"/>
                <w:spacing w:val="3"/>
                <w:lang w:val="es-ES_tradnl"/>
              </w:rPr>
              <w:t>e</w:t>
            </w:r>
            <w:r w:rsidRPr="009E7CA3">
              <w:rPr>
                <w:rFonts w:ascii="Riojana" w:eastAsia="Arial" w:hAnsi="Riojana"/>
                <w:spacing w:val="-1"/>
                <w:lang w:val="es-ES_tradnl"/>
              </w:rPr>
              <w:t>s</w:t>
            </w:r>
            <w:r w:rsidRPr="009E7CA3">
              <w:rPr>
                <w:rFonts w:ascii="Riojana" w:eastAsia="Arial" w:hAnsi="Riojana"/>
                <w:spacing w:val="1"/>
                <w:lang w:val="es-ES_tradnl"/>
              </w:rPr>
              <w:t>arro</w:t>
            </w:r>
            <w:r w:rsidRPr="009E7CA3">
              <w:rPr>
                <w:rFonts w:ascii="Riojana" w:eastAsia="Arial" w:hAnsi="Riojana"/>
                <w:spacing w:val="-1"/>
                <w:lang w:val="es-ES_tradnl"/>
              </w:rPr>
              <w:t>ll</w:t>
            </w:r>
            <w:r w:rsidRPr="009E7CA3">
              <w:rPr>
                <w:rFonts w:ascii="Riojana" w:eastAsia="Arial" w:hAnsi="Riojana"/>
                <w:lang w:val="es-ES_tradnl"/>
              </w:rPr>
              <w:t>o</w:t>
            </w:r>
            <w:r w:rsidRPr="009E7CA3">
              <w:rPr>
                <w:rFonts w:ascii="Riojana" w:eastAsia="Arial" w:hAnsi="Riojana"/>
                <w:spacing w:val="-12"/>
                <w:lang w:val="es-ES_tradnl"/>
              </w:rPr>
              <w:t xml:space="preserve"> </w:t>
            </w:r>
            <w:r w:rsidRPr="009E7CA3">
              <w:rPr>
                <w:rFonts w:ascii="Riojana" w:eastAsia="Arial" w:hAnsi="Riojana"/>
                <w:lang w:val="es-ES_tradnl"/>
              </w:rPr>
              <w:t>E</w:t>
            </w:r>
            <w:r w:rsidRPr="009E7CA3">
              <w:rPr>
                <w:rFonts w:ascii="Riojana" w:eastAsia="Arial" w:hAnsi="Riojana"/>
                <w:spacing w:val="1"/>
                <w:lang w:val="es-ES_tradnl"/>
              </w:rPr>
              <w:t>co</w:t>
            </w:r>
            <w:r w:rsidRPr="009E7CA3">
              <w:rPr>
                <w:rFonts w:ascii="Riojana" w:eastAsia="Arial" w:hAnsi="Riojana"/>
                <w:lang w:val="es-ES_tradnl"/>
              </w:rPr>
              <w:t>nó</w:t>
            </w:r>
            <w:r w:rsidRPr="009E7CA3">
              <w:rPr>
                <w:rFonts w:ascii="Riojana" w:eastAsia="Arial" w:hAnsi="Riojana"/>
                <w:spacing w:val="1"/>
                <w:lang w:val="es-ES_tradnl"/>
              </w:rPr>
              <w:t>m</w:t>
            </w:r>
            <w:r w:rsidRPr="009E7CA3">
              <w:rPr>
                <w:rFonts w:ascii="Riojana" w:eastAsia="Arial" w:hAnsi="Riojana"/>
                <w:spacing w:val="-1"/>
                <w:lang w:val="es-ES_tradnl"/>
              </w:rPr>
              <w:t>i</w:t>
            </w:r>
            <w:r w:rsidRPr="009E7CA3">
              <w:rPr>
                <w:rFonts w:ascii="Riojana" w:eastAsia="Arial" w:hAnsi="Riojana"/>
                <w:spacing w:val="1"/>
                <w:lang w:val="es-ES_tradnl"/>
              </w:rPr>
              <w:t>c</w:t>
            </w:r>
            <w:r w:rsidRPr="009E7CA3">
              <w:rPr>
                <w:rFonts w:ascii="Riojana" w:eastAsia="Arial" w:hAnsi="Riojana"/>
                <w:lang w:val="es-ES_tradnl"/>
              </w:rPr>
              <w:t>o</w:t>
            </w:r>
            <w:r w:rsidRPr="009E7CA3">
              <w:rPr>
                <w:rFonts w:ascii="Riojana" w:eastAsia="Arial" w:hAnsi="Riojana"/>
                <w:spacing w:val="7"/>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lang w:val="es-ES_tradnl"/>
              </w:rPr>
              <w:t>La</w:t>
            </w:r>
            <w:r w:rsidRPr="009E7CA3">
              <w:rPr>
                <w:rFonts w:ascii="Riojana" w:eastAsia="Arial" w:hAnsi="Riojana"/>
                <w:spacing w:val="-7"/>
                <w:lang w:val="es-ES_tradnl"/>
              </w:rPr>
              <w:t xml:space="preserve"> </w:t>
            </w:r>
            <w:r w:rsidRPr="009E7CA3">
              <w:rPr>
                <w:rFonts w:ascii="Riojana" w:eastAsia="Arial" w:hAnsi="Riojana"/>
                <w:spacing w:val="3"/>
                <w:lang w:val="es-ES_tradnl"/>
              </w:rPr>
              <w:t>R</w:t>
            </w:r>
            <w:r w:rsidRPr="009E7CA3">
              <w:rPr>
                <w:rFonts w:ascii="Riojana" w:eastAsia="Arial" w:hAnsi="Riojana"/>
                <w:spacing w:val="-1"/>
                <w:lang w:val="es-ES_tradnl"/>
              </w:rPr>
              <w:t>i</w:t>
            </w:r>
            <w:r w:rsidRPr="009E7CA3">
              <w:rPr>
                <w:rFonts w:ascii="Riojana" w:eastAsia="Arial" w:hAnsi="Riojana"/>
                <w:spacing w:val="1"/>
                <w:lang w:val="es-ES_tradnl"/>
              </w:rPr>
              <w:t>o</w:t>
            </w:r>
            <w:r w:rsidRPr="009E7CA3">
              <w:rPr>
                <w:rFonts w:ascii="Riojana" w:eastAsia="Arial" w:hAnsi="Riojana"/>
                <w:spacing w:val="-1"/>
                <w:lang w:val="es-ES_tradnl"/>
              </w:rPr>
              <w:t>j</w:t>
            </w:r>
            <w:r w:rsidRPr="009E7CA3">
              <w:rPr>
                <w:rFonts w:ascii="Riojana" w:eastAsia="Arial" w:hAnsi="Riojana"/>
                <w:lang w:val="es-ES_tradnl"/>
              </w:rPr>
              <w:t>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3.503.593</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19.03.01.4611.441.00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60" w:after="0"/>
              <w:rPr>
                <w:rFonts w:ascii="Riojana" w:eastAsia="Arial" w:hAnsi="Riojana" w:cs="Arial"/>
                <w:lang w:val="es-ES_tradnl"/>
              </w:rPr>
            </w:pPr>
            <w:r w:rsidRPr="009E7CA3">
              <w:rPr>
                <w:rFonts w:ascii="Riojana" w:eastAsia="Arial" w:hAnsi="Riojana"/>
                <w:lang w:val="es-ES_tradnl"/>
              </w:rPr>
              <w:t>Fundación Ciudad del Envase y el Embalaje</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3.000.000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19.03.01.4611.480.01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60" w:after="0"/>
              <w:rPr>
                <w:rFonts w:ascii="Riojana" w:eastAsia="Arial" w:hAnsi="Riojana" w:cs="Arial"/>
                <w:lang w:val="es-ES_tradnl"/>
              </w:rPr>
            </w:pPr>
            <w:r w:rsidRPr="009E7CA3">
              <w:rPr>
                <w:rFonts w:ascii="Riojana" w:eastAsia="Arial" w:hAnsi="Riojana"/>
                <w:lang w:val="es-ES_tradnl"/>
              </w:rPr>
              <w:t>INACER Asociación de Investigación de las Industrias de la Alfarería y la Cerámica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100.000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1</w:t>
            </w:r>
            <w:r w:rsidRPr="009E7CA3">
              <w:rPr>
                <w:rFonts w:ascii="Riojana" w:eastAsia="Arial" w:hAnsi="Riojana"/>
                <w:spacing w:val="-1"/>
                <w:lang w:val="es-ES_tradnl"/>
              </w:rPr>
              <w:t>9</w:t>
            </w:r>
            <w:r w:rsidRPr="009E7CA3">
              <w:rPr>
                <w:rFonts w:ascii="Riojana" w:eastAsia="Arial" w:hAnsi="Riojana"/>
                <w:lang w:val="es-ES_tradnl"/>
              </w:rPr>
              <w:t>.</w:t>
            </w:r>
            <w:r w:rsidRPr="009E7CA3">
              <w:rPr>
                <w:rFonts w:ascii="Riojana" w:eastAsia="Arial" w:hAnsi="Riojana"/>
                <w:spacing w:val="2"/>
                <w:lang w:val="es-ES_tradnl"/>
              </w:rPr>
              <w:t>0</w:t>
            </w:r>
            <w:r w:rsidRPr="009E7CA3">
              <w:rPr>
                <w:rFonts w:ascii="Riojana" w:eastAsia="Arial" w:hAnsi="Riojana"/>
                <w:lang w:val="es-ES_tradnl"/>
              </w:rPr>
              <w:t>4.</w:t>
            </w:r>
            <w:r w:rsidRPr="009E7CA3">
              <w:rPr>
                <w:rFonts w:ascii="Riojana" w:eastAsia="Arial" w:hAnsi="Riojana"/>
                <w:spacing w:val="-1"/>
                <w:lang w:val="es-ES_tradnl"/>
              </w:rPr>
              <w:t>3</w:t>
            </w:r>
            <w:r w:rsidRPr="009E7CA3">
              <w:rPr>
                <w:rFonts w:ascii="Riojana" w:eastAsia="Arial" w:hAnsi="Riojana"/>
                <w:spacing w:val="2"/>
                <w:lang w:val="es-ES_tradnl"/>
              </w:rPr>
              <w:t>2</w:t>
            </w:r>
            <w:r w:rsidRPr="009E7CA3">
              <w:rPr>
                <w:rFonts w:ascii="Riojana" w:eastAsia="Arial" w:hAnsi="Riojana"/>
                <w:lang w:val="es-ES_tradnl"/>
              </w:rPr>
              <w:t>2</w:t>
            </w:r>
            <w:r w:rsidRPr="009E7CA3">
              <w:rPr>
                <w:rFonts w:ascii="Riojana" w:eastAsia="Arial" w:hAnsi="Riojana"/>
                <w:spacing w:val="-1"/>
                <w:lang w:val="es-ES_tradnl"/>
              </w:rPr>
              <w:t>5</w:t>
            </w:r>
            <w:r w:rsidRPr="009E7CA3">
              <w:rPr>
                <w:rFonts w:ascii="Riojana" w:eastAsia="Arial" w:hAnsi="Riojana"/>
                <w:spacing w:val="2"/>
                <w:lang w:val="es-ES_tradnl"/>
              </w:rPr>
              <w:t>.</w:t>
            </w:r>
            <w:r w:rsidRPr="009E7CA3">
              <w:rPr>
                <w:rFonts w:ascii="Riojana" w:eastAsia="Arial" w:hAnsi="Riojana"/>
                <w:lang w:val="es-ES_tradnl"/>
              </w:rPr>
              <w:t>4</w:t>
            </w:r>
            <w:r w:rsidRPr="009E7CA3">
              <w:rPr>
                <w:rFonts w:ascii="Riojana" w:eastAsia="Arial" w:hAnsi="Riojana"/>
                <w:spacing w:val="-1"/>
                <w:lang w:val="es-ES_tradnl"/>
              </w:rPr>
              <w:t>4</w:t>
            </w:r>
            <w:r w:rsidRPr="009E7CA3">
              <w:rPr>
                <w:rFonts w:ascii="Riojana" w:eastAsia="Arial" w:hAnsi="Riojana"/>
                <w:lang w:val="es-ES_tradnl"/>
              </w:rPr>
              <w:t>9</w:t>
            </w:r>
            <w:r w:rsidRPr="009E7CA3">
              <w:rPr>
                <w:rFonts w:ascii="Riojana" w:eastAsia="Arial" w:hAnsi="Riojana"/>
                <w:spacing w:val="2"/>
                <w:lang w:val="es-ES_tradnl"/>
              </w:rPr>
              <w:t>.</w:t>
            </w:r>
            <w:r w:rsidRPr="009E7CA3">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Un</w:t>
            </w:r>
            <w:r w:rsidRPr="009E7CA3">
              <w:rPr>
                <w:rFonts w:ascii="Riojana" w:eastAsia="Arial" w:hAnsi="Riojana"/>
                <w:spacing w:val="1"/>
                <w:lang w:val="es-ES_tradnl"/>
              </w:rPr>
              <w:t>i</w:t>
            </w:r>
            <w:r w:rsidRPr="009E7CA3">
              <w:rPr>
                <w:rFonts w:ascii="Riojana" w:eastAsia="Arial" w:hAnsi="Riojana"/>
                <w:spacing w:val="-1"/>
                <w:lang w:val="es-ES_tradnl"/>
              </w:rPr>
              <w:t>v</w:t>
            </w:r>
            <w:r w:rsidRPr="009E7CA3">
              <w:rPr>
                <w:rFonts w:ascii="Riojana" w:eastAsia="Arial" w:hAnsi="Riojana"/>
                <w:spacing w:val="1"/>
                <w:lang w:val="es-ES_tradnl"/>
              </w:rPr>
              <w:t>er</w:t>
            </w:r>
            <w:r w:rsidRPr="009E7CA3">
              <w:rPr>
                <w:rFonts w:ascii="Riojana" w:eastAsia="Arial" w:hAnsi="Riojana"/>
                <w:spacing w:val="-1"/>
                <w:lang w:val="es-ES_tradnl"/>
              </w:rPr>
              <w:t>s</w:t>
            </w:r>
            <w:r w:rsidRPr="009E7CA3">
              <w:rPr>
                <w:rFonts w:ascii="Riojana" w:eastAsia="Arial" w:hAnsi="Riojana"/>
                <w:spacing w:val="1"/>
                <w:lang w:val="es-ES_tradnl"/>
              </w:rPr>
              <w:t>i</w:t>
            </w:r>
            <w:r w:rsidRPr="009E7CA3">
              <w:rPr>
                <w:rFonts w:ascii="Riojana" w:eastAsia="Arial" w:hAnsi="Riojana"/>
                <w:lang w:val="es-ES_tradnl"/>
              </w:rPr>
              <w:t>dad</w:t>
            </w:r>
            <w:r w:rsidRPr="009E7CA3">
              <w:rPr>
                <w:rFonts w:ascii="Riojana" w:eastAsia="Arial" w:hAnsi="Riojana"/>
                <w:spacing w:val="-2"/>
                <w:lang w:val="es-ES_tradnl"/>
              </w:rPr>
              <w:t xml:space="preserve"> </w:t>
            </w:r>
            <w:r w:rsidRPr="009E7CA3">
              <w:rPr>
                <w:rFonts w:ascii="Riojana" w:eastAsia="Arial" w:hAnsi="Riojana"/>
                <w:lang w:val="es-ES_tradnl"/>
              </w:rPr>
              <w:t>de</w:t>
            </w:r>
            <w:r w:rsidRPr="009E7CA3">
              <w:rPr>
                <w:rFonts w:ascii="Riojana" w:eastAsia="Arial" w:hAnsi="Riojana"/>
                <w:spacing w:val="2"/>
                <w:lang w:val="es-ES_tradnl"/>
              </w:rPr>
              <w:t xml:space="preserve"> </w:t>
            </w:r>
            <w:r w:rsidRPr="009E7CA3">
              <w:rPr>
                <w:rFonts w:ascii="Riojana" w:eastAsia="Arial" w:hAnsi="Riojana"/>
                <w:lang w:val="es-ES_tradnl"/>
              </w:rPr>
              <w:t>La</w:t>
            </w:r>
            <w:r w:rsidRPr="009E7CA3">
              <w:rPr>
                <w:rFonts w:ascii="Riojana" w:eastAsia="Arial" w:hAnsi="Riojana"/>
                <w:spacing w:val="-6"/>
                <w:lang w:val="es-ES_tradnl"/>
              </w:rPr>
              <w:t xml:space="preserve"> </w:t>
            </w:r>
            <w:r w:rsidRPr="009E7CA3">
              <w:rPr>
                <w:rFonts w:ascii="Riojana" w:eastAsia="Arial" w:hAnsi="Riojana"/>
                <w:lang w:val="es-ES_tradnl"/>
              </w:rPr>
              <w:t>R</w:t>
            </w:r>
            <w:r w:rsidRPr="009E7CA3">
              <w:rPr>
                <w:rFonts w:ascii="Riojana" w:eastAsia="Arial" w:hAnsi="Riojana"/>
                <w:spacing w:val="-1"/>
                <w:lang w:val="es-ES_tradnl"/>
              </w:rPr>
              <w:t>i</w:t>
            </w:r>
            <w:r w:rsidRPr="009E7CA3">
              <w:rPr>
                <w:rFonts w:ascii="Riojana" w:eastAsia="Arial" w:hAnsi="Riojana"/>
                <w:spacing w:val="3"/>
                <w:lang w:val="es-ES_tradnl"/>
              </w:rPr>
              <w:t>o</w:t>
            </w:r>
            <w:r w:rsidRPr="009E7CA3">
              <w:rPr>
                <w:rFonts w:ascii="Riojana" w:eastAsia="Arial" w:hAnsi="Riojana"/>
                <w:spacing w:val="-1"/>
                <w:lang w:val="es-ES_tradnl"/>
              </w:rPr>
              <w:t>j</w:t>
            </w:r>
            <w:r w:rsidRPr="009E7CA3">
              <w:rPr>
                <w:rFonts w:ascii="Riojana" w:eastAsia="Arial" w:hAnsi="Riojana"/>
                <w:spacing w:val="1"/>
                <w:lang w:val="es-ES_tradnl"/>
              </w:rPr>
              <w:t>a</w:t>
            </w:r>
            <w:r w:rsidRPr="009E7CA3">
              <w:rPr>
                <w:rFonts w:ascii="Riojana" w:eastAsia="Arial" w:hAnsi="Riojana"/>
                <w:lang w:val="es-ES_tradnl"/>
              </w:rPr>
              <w:t>.</w:t>
            </w:r>
            <w:r w:rsidRPr="009E7CA3">
              <w:rPr>
                <w:rFonts w:ascii="Riojana" w:eastAsia="Arial" w:hAnsi="Riojana"/>
                <w:spacing w:val="-11"/>
                <w:lang w:val="es-ES_tradnl"/>
              </w:rPr>
              <w:t xml:space="preserve"> </w:t>
            </w:r>
            <w:r w:rsidRPr="009E7CA3">
              <w:rPr>
                <w:rFonts w:ascii="Riojana" w:eastAsia="Arial" w:hAnsi="Riojana"/>
                <w:spacing w:val="1"/>
                <w:lang w:val="es-ES_tradnl"/>
              </w:rPr>
              <w:t>Fi</w:t>
            </w:r>
            <w:r w:rsidRPr="009E7CA3">
              <w:rPr>
                <w:rFonts w:ascii="Riojana" w:eastAsia="Arial" w:hAnsi="Riojana"/>
                <w:lang w:val="es-ES_tradnl"/>
              </w:rPr>
              <w:t>nanc</w:t>
            </w:r>
            <w:r w:rsidRPr="009E7CA3">
              <w:rPr>
                <w:rFonts w:ascii="Riojana" w:eastAsia="Arial" w:hAnsi="Riojana"/>
                <w:spacing w:val="-1"/>
                <w:lang w:val="es-ES_tradnl"/>
              </w:rPr>
              <w:t>i</w:t>
            </w:r>
            <w:r w:rsidRPr="009E7CA3">
              <w:rPr>
                <w:rFonts w:ascii="Riojana" w:eastAsia="Arial" w:hAnsi="Riojana"/>
                <w:spacing w:val="1"/>
                <w:lang w:val="es-ES_tradnl"/>
              </w:rPr>
              <w:t>ac</w:t>
            </w:r>
            <w:r w:rsidRPr="009E7CA3">
              <w:rPr>
                <w:rFonts w:ascii="Riojana" w:eastAsia="Arial" w:hAnsi="Riojana"/>
                <w:spacing w:val="-1"/>
                <w:lang w:val="es-ES_tradnl"/>
              </w:rPr>
              <w:t>i</w:t>
            </w:r>
            <w:r w:rsidRPr="009E7CA3">
              <w:rPr>
                <w:rFonts w:ascii="Riojana" w:eastAsia="Arial" w:hAnsi="Riojana"/>
                <w:spacing w:val="1"/>
                <w:lang w:val="es-ES_tradnl"/>
              </w:rPr>
              <w:t>ó</w:t>
            </w:r>
            <w:r w:rsidRPr="009E7CA3">
              <w:rPr>
                <w:rFonts w:ascii="Riojana" w:eastAsia="Arial" w:hAnsi="Riojana"/>
                <w:lang w:val="es-ES_tradnl"/>
              </w:rPr>
              <w:t>n</w:t>
            </w:r>
            <w:r w:rsidRPr="009E7CA3">
              <w:rPr>
                <w:rFonts w:ascii="Riojana" w:eastAsia="Arial" w:hAnsi="Riojana"/>
                <w:spacing w:val="-8"/>
                <w:lang w:val="es-ES_tradnl"/>
              </w:rPr>
              <w:t xml:space="preserve"> </w:t>
            </w:r>
            <w:r w:rsidRPr="009E7CA3">
              <w:rPr>
                <w:rFonts w:ascii="Riojana" w:eastAsia="Arial" w:hAnsi="Riojana"/>
                <w:w w:val="97"/>
                <w:lang w:val="es-ES_tradnl"/>
              </w:rPr>
              <w:t>e</w:t>
            </w:r>
            <w:r w:rsidRPr="009E7CA3">
              <w:rPr>
                <w:rFonts w:ascii="Riojana" w:eastAsia="Arial" w:hAnsi="Riojana"/>
                <w:spacing w:val="2"/>
                <w:w w:val="97"/>
                <w:lang w:val="es-ES_tradnl"/>
              </w:rPr>
              <w:t>s</w:t>
            </w:r>
            <w:r w:rsidRPr="009E7CA3">
              <w:rPr>
                <w:rFonts w:ascii="Riojana" w:eastAsia="Arial" w:hAnsi="Riojana"/>
                <w:w w:val="104"/>
                <w:lang w:val="es-ES_tradnl"/>
              </w:rPr>
              <w:t>tru</w:t>
            </w:r>
            <w:r w:rsidRPr="009E7CA3">
              <w:rPr>
                <w:rFonts w:ascii="Riojana" w:eastAsia="Arial" w:hAnsi="Riojana"/>
                <w:spacing w:val="1"/>
                <w:w w:val="104"/>
                <w:lang w:val="es-ES_tradnl"/>
              </w:rPr>
              <w:t>c</w:t>
            </w:r>
            <w:r w:rsidRPr="009E7CA3">
              <w:rPr>
                <w:rFonts w:ascii="Riojana" w:eastAsia="Arial" w:hAnsi="Riojana"/>
                <w:w w:val="104"/>
                <w:lang w:val="es-ES_tradnl"/>
              </w:rPr>
              <w:t>t</w:t>
            </w:r>
            <w:r w:rsidRPr="009E7CA3">
              <w:rPr>
                <w:rFonts w:ascii="Riojana" w:eastAsia="Arial" w:hAnsi="Riojana"/>
                <w:spacing w:val="-1"/>
                <w:w w:val="104"/>
                <w:lang w:val="es-ES_tradnl"/>
              </w:rPr>
              <w:t>u</w:t>
            </w:r>
            <w:r w:rsidRPr="009E7CA3">
              <w:rPr>
                <w:rFonts w:ascii="Riojana" w:eastAsia="Arial" w:hAnsi="Riojana"/>
                <w:spacing w:val="1"/>
                <w:w w:val="99"/>
                <w:lang w:val="es-ES_tradnl"/>
              </w:rPr>
              <w:t>r</w:t>
            </w:r>
            <w:r w:rsidRPr="009E7CA3">
              <w:rPr>
                <w:rFonts w:ascii="Riojana" w:eastAsia="Arial" w:hAnsi="Riojana"/>
                <w:spacing w:val="1"/>
                <w:w w:val="96"/>
                <w:lang w:val="es-ES_tradnl"/>
              </w:rPr>
              <w:t>a</w:t>
            </w:r>
            <w:r w:rsidRPr="009E7CA3">
              <w:rPr>
                <w:rFonts w:ascii="Riojana" w:eastAsia="Arial" w:hAnsi="Riojana"/>
                <w:w w:val="99"/>
                <w:lang w:val="es-ES_tradnl"/>
              </w:rPr>
              <w:t>l</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25.321.174</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1</w:t>
            </w:r>
            <w:r w:rsidRPr="009E7CA3">
              <w:rPr>
                <w:rFonts w:ascii="Riojana" w:eastAsia="Arial" w:hAnsi="Riojana"/>
                <w:spacing w:val="-1"/>
                <w:lang w:val="es-ES_tradnl"/>
              </w:rPr>
              <w:t>9</w:t>
            </w:r>
            <w:r w:rsidRPr="009E7CA3">
              <w:rPr>
                <w:rFonts w:ascii="Riojana" w:eastAsia="Arial" w:hAnsi="Riojana"/>
                <w:lang w:val="es-ES_tradnl"/>
              </w:rPr>
              <w:t>.</w:t>
            </w:r>
            <w:r w:rsidRPr="009E7CA3">
              <w:rPr>
                <w:rFonts w:ascii="Riojana" w:eastAsia="Arial" w:hAnsi="Riojana"/>
                <w:spacing w:val="2"/>
                <w:lang w:val="es-ES_tradnl"/>
              </w:rPr>
              <w:t>0</w:t>
            </w:r>
            <w:r w:rsidRPr="009E7CA3">
              <w:rPr>
                <w:rFonts w:ascii="Riojana" w:eastAsia="Arial" w:hAnsi="Riojana"/>
                <w:lang w:val="es-ES_tradnl"/>
              </w:rPr>
              <w:t>4.</w:t>
            </w:r>
            <w:r w:rsidRPr="009E7CA3">
              <w:rPr>
                <w:rFonts w:ascii="Riojana" w:eastAsia="Arial" w:hAnsi="Riojana"/>
                <w:spacing w:val="-1"/>
                <w:lang w:val="es-ES_tradnl"/>
              </w:rPr>
              <w:t>3</w:t>
            </w:r>
            <w:r w:rsidRPr="009E7CA3">
              <w:rPr>
                <w:rFonts w:ascii="Riojana" w:eastAsia="Arial" w:hAnsi="Riojana"/>
                <w:spacing w:val="2"/>
                <w:lang w:val="es-ES_tradnl"/>
              </w:rPr>
              <w:t>2</w:t>
            </w:r>
            <w:r w:rsidRPr="009E7CA3">
              <w:rPr>
                <w:rFonts w:ascii="Riojana" w:eastAsia="Arial" w:hAnsi="Riojana"/>
                <w:lang w:val="es-ES_tradnl"/>
              </w:rPr>
              <w:t>2</w:t>
            </w:r>
            <w:r w:rsidRPr="009E7CA3">
              <w:rPr>
                <w:rFonts w:ascii="Riojana" w:eastAsia="Arial" w:hAnsi="Riojana"/>
                <w:spacing w:val="-1"/>
                <w:lang w:val="es-ES_tradnl"/>
              </w:rPr>
              <w:t>5</w:t>
            </w:r>
            <w:r w:rsidRPr="009E7CA3">
              <w:rPr>
                <w:rFonts w:ascii="Riojana" w:eastAsia="Arial" w:hAnsi="Riojana"/>
                <w:spacing w:val="2"/>
                <w:lang w:val="es-ES_tradnl"/>
              </w:rPr>
              <w:t>.</w:t>
            </w:r>
            <w:r w:rsidRPr="009E7CA3">
              <w:rPr>
                <w:rFonts w:ascii="Riojana" w:eastAsia="Arial" w:hAnsi="Riojana"/>
                <w:lang w:val="es-ES_tradnl"/>
              </w:rPr>
              <w:t>4</w:t>
            </w:r>
            <w:r w:rsidRPr="009E7CA3">
              <w:rPr>
                <w:rFonts w:ascii="Riojana" w:eastAsia="Arial" w:hAnsi="Riojana"/>
                <w:spacing w:val="-1"/>
                <w:lang w:val="es-ES_tradnl"/>
              </w:rPr>
              <w:t>4</w:t>
            </w:r>
            <w:r w:rsidRPr="009E7CA3">
              <w:rPr>
                <w:rFonts w:ascii="Riojana" w:eastAsia="Arial" w:hAnsi="Riojana"/>
                <w:lang w:val="es-ES_tradnl"/>
              </w:rPr>
              <w:t>9</w:t>
            </w:r>
            <w:r w:rsidRPr="009E7CA3">
              <w:rPr>
                <w:rFonts w:ascii="Riojana" w:eastAsia="Arial" w:hAnsi="Riojana"/>
                <w:spacing w:val="2"/>
                <w:lang w:val="es-ES_tradnl"/>
              </w:rPr>
              <w:t>.</w:t>
            </w:r>
            <w:r w:rsidRPr="009E7CA3">
              <w:rPr>
                <w:rFonts w:ascii="Riojana" w:eastAsia="Arial" w:hAnsi="Riojana"/>
                <w:lang w:val="es-ES_tradnl"/>
              </w:rPr>
              <w:t>07</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Un</w:t>
            </w:r>
            <w:r w:rsidRPr="009E7CA3">
              <w:rPr>
                <w:rFonts w:ascii="Riojana" w:eastAsia="Arial" w:hAnsi="Riojana"/>
                <w:spacing w:val="1"/>
                <w:lang w:val="es-ES_tradnl"/>
              </w:rPr>
              <w:t>i</w:t>
            </w:r>
            <w:r w:rsidRPr="009E7CA3">
              <w:rPr>
                <w:rFonts w:ascii="Riojana" w:eastAsia="Arial" w:hAnsi="Riojana"/>
                <w:spacing w:val="-1"/>
                <w:lang w:val="es-ES_tradnl"/>
              </w:rPr>
              <w:t>v</w:t>
            </w:r>
            <w:r w:rsidRPr="009E7CA3">
              <w:rPr>
                <w:rFonts w:ascii="Riojana" w:eastAsia="Arial" w:hAnsi="Riojana"/>
                <w:spacing w:val="1"/>
                <w:lang w:val="es-ES_tradnl"/>
              </w:rPr>
              <w:t>er</w:t>
            </w:r>
            <w:r w:rsidRPr="009E7CA3">
              <w:rPr>
                <w:rFonts w:ascii="Riojana" w:eastAsia="Arial" w:hAnsi="Riojana"/>
                <w:spacing w:val="-1"/>
                <w:lang w:val="es-ES_tradnl"/>
              </w:rPr>
              <w:t>s</w:t>
            </w:r>
            <w:r w:rsidRPr="009E7CA3">
              <w:rPr>
                <w:rFonts w:ascii="Riojana" w:eastAsia="Arial" w:hAnsi="Riojana"/>
                <w:spacing w:val="1"/>
                <w:lang w:val="es-ES_tradnl"/>
              </w:rPr>
              <w:t>i</w:t>
            </w:r>
            <w:r w:rsidRPr="009E7CA3">
              <w:rPr>
                <w:rFonts w:ascii="Riojana" w:eastAsia="Arial" w:hAnsi="Riojana"/>
                <w:lang w:val="es-ES_tradnl"/>
              </w:rPr>
              <w:t>dad</w:t>
            </w:r>
            <w:r w:rsidRPr="009E7CA3">
              <w:rPr>
                <w:rFonts w:ascii="Riojana" w:eastAsia="Arial" w:hAnsi="Riojana"/>
                <w:spacing w:val="-2"/>
                <w:lang w:val="es-ES_tradnl"/>
              </w:rPr>
              <w:t xml:space="preserve"> </w:t>
            </w:r>
            <w:r w:rsidRPr="009E7CA3">
              <w:rPr>
                <w:rFonts w:ascii="Riojana" w:eastAsia="Arial" w:hAnsi="Riojana"/>
                <w:lang w:val="es-ES_tradnl"/>
              </w:rPr>
              <w:t>de</w:t>
            </w:r>
            <w:r w:rsidRPr="009E7CA3">
              <w:rPr>
                <w:rFonts w:ascii="Riojana" w:eastAsia="Arial" w:hAnsi="Riojana"/>
                <w:spacing w:val="2"/>
                <w:lang w:val="es-ES_tradnl"/>
              </w:rPr>
              <w:t xml:space="preserve"> </w:t>
            </w:r>
            <w:r w:rsidRPr="009E7CA3">
              <w:rPr>
                <w:rFonts w:ascii="Riojana" w:eastAsia="Arial" w:hAnsi="Riojana"/>
                <w:lang w:val="es-ES_tradnl"/>
              </w:rPr>
              <w:t>La</w:t>
            </w:r>
            <w:r w:rsidRPr="009E7CA3">
              <w:rPr>
                <w:rFonts w:ascii="Riojana" w:eastAsia="Arial" w:hAnsi="Riojana"/>
                <w:spacing w:val="-6"/>
                <w:lang w:val="es-ES_tradnl"/>
              </w:rPr>
              <w:t xml:space="preserve"> </w:t>
            </w:r>
            <w:r w:rsidRPr="009E7CA3">
              <w:rPr>
                <w:rFonts w:ascii="Riojana" w:eastAsia="Arial" w:hAnsi="Riojana"/>
                <w:lang w:val="es-ES_tradnl"/>
              </w:rPr>
              <w:t>R</w:t>
            </w:r>
            <w:r w:rsidRPr="009E7CA3">
              <w:rPr>
                <w:rFonts w:ascii="Riojana" w:eastAsia="Arial" w:hAnsi="Riojana"/>
                <w:spacing w:val="-1"/>
                <w:lang w:val="es-ES_tradnl"/>
              </w:rPr>
              <w:t>i</w:t>
            </w:r>
            <w:r w:rsidRPr="009E7CA3">
              <w:rPr>
                <w:rFonts w:ascii="Riojana" w:eastAsia="Arial" w:hAnsi="Riojana"/>
                <w:spacing w:val="3"/>
                <w:lang w:val="es-ES_tradnl"/>
              </w:rPr>
              <w:t>o</w:t>
            </w:r>
            <w:r w:rsidRPr="009E7CA3">
              <w:rPr>
                <w:rFonts w:ascii="Riojana" w:eastAsia="Arial" w:hAnsi="Riojana"/>
                <w:spacing w:val="-1"/>
                <w:lang w:val="es-ES_tradnl"/>
              </w:rPr>
              <w:t>j</w:t>
            </w:r>
            <w:r w:rsidRPr="009E7CA3">
              <w:rPr>
                <w:rFonts w:ascii="Riojana" w:eastAsia="Arial" w:hAnsi="Riojana"/>
                <w:spacing w:val="1"/>
                <w:lang w:val="es-ES_tradnl"/>
              </w:rPr>
              <w:t>a</w:t>
            </w:r>
            <w:r w:rsidRPr="009E7CA3">
              <w:rPr>
                <w:rFonts w:ascii="Riojana" w:eastAsia="Arial" w:hAnsi="Riojana"/>
                <w:lang w:val="es-ES_tradnl"/>
              </w:rPr>
              <w:t>.</w:t>
            </w:r>
            <w:r w:rsidRPr="009E7CA3">
              <w:rPr>
                <w:rFonts w:ascii="Riojana" w:eastAsia="Arial" w:hAnsi="Riojana"/>
                <w:spacing w:val="-13"/>
                <w:lang w:val="es-ES_tradnl"/>
              </w:rPr>
              <w:t xml:space="preserve"> </w:t>
            </w:r>
            <w:r w:rsidRPr="009E7CA3">
              <w:rPr>
                <w:rFonts w:ascii="Riojana" w:eastAsia="Arial" w:hAnsi="Riojana"/>
                <w:spacing w:val="2"/>
                <w:lang w:val="es-ES_tradnl"/>
              </w:rPr>
              <w:t>C</w:t>
            </w:r>
            <w:r w:rsidRPr="009E7CA3">
              <w:rPr>
                <w:rFonts w:ascii="Riojana" w:eastAsia="Arial" w:hAnsi="Riojana"/>
                <w:spacing w:val="1"/>
                <w:lang w:val="es-ES_tradnl"/>
              </w:rPr>
              <w:t>o</w:t>
            </w:r>
            <w:r w:rsidRPr="009E7CA3">
              <w:rPr>
                <w:rFonts w:ascii="Riojana" w:eastAsia="Arial" w:hAnsi="Riojana"/>
                <w:lang w:val="es-ES_tradnl"/>
              </w:rPr>
              <w:t>n</w:t>
            </w:r>
            <w:r w:rsidRPr="009E7CA3">
              <w:rPr>
                <w:rFonts w:ascii="Riojana" w:eastAsia="Arial" w:hAnsi="Riojana"/>
                <w:spacing w:val="-2"/>
                <w:lang w:val="es-ES_tradnl"/>
              </w:rPr>
              <w:t>s</w:t>
            </w:r>
            <w:r w:rsidRPr="009E7CA3">
              <w:rPr>
                <w:rFonts w:ascii="Riojana" w:eastAsia="Arial" w:hAnsi="Riojana"/>
                <w:spacing w:val="1"/>
                <w:lang w:val="es-ES_tradnl"/>
              </w:rPr>
              <w:t>e</w:t>
            </w:r>
            <w:r w:rsidRPr="009E7CA3">
              <w:rPr>
                <w:rFonts w:ascii="Riojana" w:eastAsia="Arial" w:hAnsi="Riojana"/>
                <w:spacing w:val="-1"/>
                <w:lang w:val="es-ES_tradnl"/>
              </w:rPr>
              <w:t>j</w:t>
            </w:r>
            <w:r w:rsidRPr="009E7CA3">
              <w:rPr>
                <w:rFonts w:ascii="Riojana" w:eastAsia="Arial" w:hAnsi="Riojana"/>
                <w:lang w:val="es-ES_tradnl"/>
              </w:rPr>
              <w:t>o</w:t>
            </w:r>
            <w:r w:rsidRPr="009E7CA3">
              <w:rPr>
                <w:rFonts w:ascii="Riojana" w:eastAsia="Arial" w:hAnsi="Riojana"/>
                <w:spacing w:val="-4"/>
                <w:lang w:val="es-ES_tradnl"/>
              </w:rPr>
              <w:t xml:space="preserve"> </w:t>
            </w:r>
            <w:r w:rsidRPr="009E7CA3">
              <w:rPr>
                <w:rFonts w:ascii="Riojana" w:eastAsia="Arial" w:hAnsi="Riojana"/>
                <w:lang w:val="es-ES_tradnl"/>
              </w:rPr>
              <w:t>S</w:t>
            </w:r>
            <w:r w:rsidRPr="009E7CA3">
              <w:rPr>
                <w:rFonts w:ascii="Riojana" w:eastAsia="Arial" w:hAnsi="Riojana"/>
                <w:spacing w:val="1"/>
                <w:lang w:val="es-ES_tradnl"/>
              </w:rPr>
              <w:t>oc</w:t>
            </w:r>
            <w:r w:rsidRPr="009E7CA3">
              <w:rPr>
                <w:rFonts w:ascii="Riojana" w:eastAsia="Arial" w:hAnsi="Riojana"/>
                <w:spacing w:val="-1"/>
                <w:lang w:val="es-ES_tradnl"/>
              </w:rPr>
              <w:t>i</w:t>
            </w:r>
            <w:r w:rsidRPr="009E7CA3">
              <w:rPr>
                <w:rFonts w:ascii="Riojana" w:eastAsia="Arial" w:hAnsi="Riojana"/>
                <w:spacing w:val="1"/>
                <w:lang w:val="es-ES_tradnl"/>
              </w:rPr>
              <w:t>a</w:t>
            </w:r>
            <w:r w:rsidRPr="009E7CA3">
              <w:rPr>
                <w:rFonts w:ascii="Riojana" w:eastAsia="Arial" w:hAnsi="Riojana"/>
                <w:lang w:val="es-ES_tradnl"/>
              </w:rPr>
              <w:t>l</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77.652</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1</w:t>
            </w:r>
            <w:r w:rsidRPr="009E7CA3">
              <w:rPr>
                <w:rFonts w:ascii="Riojana" w:eastAsia="Arial" w:hAnsi="Riojana"/>
                <w:spacing w:val="-1"/>
                <w:lang w:val="es-ES_tradnl"/>
              </w:rPr>
              <w:t>9</w:t>
            </w:r>
            <w:r w:rsidRPr="009E7CA3">
              <w:rPr>
                <w:rFonts w:ascii="Riojana" w:eastAsia="Arial" w:hAnsi="Riojana"/>
                <w:lang w:val="es-ES_tradnl"/>
              </w:rPr>
              <w:t>.</w:t>
            </w:r>
            <w:r w:rsidRPr="009E7CA3">
              <w:rPr>
                <w:rFonts w:ascii="Riojana" w:eastAsia="Arial" w:hAnsi="Riojana"/>
                <w:spacing w:val="2"/>
                <w:lang w:val="es-ES_tradnl"/>
              </w:rPr>
              <w:t>0</w:t>
            </w:r>
            <w:r w:rsidRPr="009E7CA3">
              <w:rPr>
                <w:rFonts w:ascii="Riojana" w:eastAsia="Arial" w:hAnsi="Riojana"/>
                <w:lang w:val="es-ES_tradnl"/>
              </w:rPr>
              <w:t>4.</w:t>
            </w:r>
            <w:r w:rsidRPr="009E7CA3">
              <w:rPr>
                <w:rFonts w:ascii="Riojana" w:eastAsia="Arial" w:hAnsi="Riojana"/>
                <w:spacing w:val="-1"/>
                <w:lang w:val="es-ES_tradnl"/>
              </w:rPr>
              <w:t>3</w:t>
            </w:r>
            <w:r w:rsidRPr="009E7CA3">
              <w:rPr>
                <w:rFonts w:ascii="Riojana" w:eastAsia="Arial" w:hAnsi="Riojana"/>
                <w:spacing w:val="2"/>
                <w:lang w:val="es-ES_tradnl"/>
              </w:rPr>
              <w:t>2</w:t>
            </w:r>
            <w:r w:rsidRPr="009E7CA3">
              <w:rPr>
                <w:rFonts w:ascii="Riojana" w:eastAsia="Arial" w:hAnsi="Riojana"/>
                <w:lang w:val="es-ES_tradnl"/>
              </w:rPr>
              <w:t>2</w:t>
            </w:r>
            <w:r w:rsidRPr="009E7CA3">
              <w:rPr>
                <w:rFonts w:ascii="Riojana" w:eastAsia="Arial" w:hAnsi="Riojana"/>
                <w:spacing w:val="-1"/>
                <w:lang w:val="es-ES_tradnl"/>
              </w:rPr>
              <w:t>5</w:t>
            </w:r>
            <w:r w:rsidRPr="009E7CA3">
              <w:rPr>
                <w:rFonts w:ascii="Riojana" w:eastAsia="Arial" w:hAnsi="Riojana"/>
                <w:spacing w:val="2"/>
                <w:lang w:val="es-ES_tradnl"/>
              </w:rPr>
              <w:t>.</w:t>
            </w:r>
            <w:r w:rsidRPr="009E7CA3">
              <w:rPr>
                <w:rFonts w:ascii="Riojana" w:eastAsia="Arial" w:hAnsi="Riojana"/>
                <w:lang w:val="es-ES_tradnl"/>
              </w:rPr>
              <w:t>4</w:t>
            </w:r>
            <w:r w:rsidRPr="009E7CA3">
              <w:rPr>
                <w:rFonts w:ascii="Riojana" w:eastAsia="Arial" w:hAnsi="Riojana"/>
                <w:spacing w:val="-1"/>
                <w:lang w:val="es-ES_tradnl"/>
              </w:rPr>
              <w:t>8</w:t>
            </w:r>
            <w:r w:rsidRPr="009E7CA3">
              <w:rPr>
                <w:rFonts w:ascii="Riojana" w:eastAsia="Arial" w:hAnsi="Riojana"/>
                <w:lang w:val="es-ES_tradnl"/>
              </w:rPr>
              <w:t>3</w:t>
            </w:r>
            <w:r w:rsidRPr="009E7CA3">
              <w:rPr>
                <w:rFonts w:ascii="Riojana" w:eastAsia="Arial" w:hAnsi="Riojana"/>
                <w:spacing w:val="2"/>
                <w:lang w:val="es-ES_tradnl"/>
              </w:rPr>
              <w:t>.</w:t>
            </w:r>
            <w:r w:rsidRPr="009E7CA3">
              <w:rPr>
                <w:rFonts w:ascii="Riojana" w:eastAsia="Arial" w:hAnsi="Riojana"/>
                <w:lang w:val="es-ES_tradnl"/>
              </w:rPr>
              <w:t>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C</w:t>
            </w:r>
            <w:r w:rsidRPr="009E7CA3">
              <w:rPr>
                <w:rFonts w:ascii="Riojana" w:eastAsia="Arial" w:hAnsi="Riojana"/>
                <w:spacing w:val="1"/>
                <w:lang w:val="es-ES_tradnl"/>
              </w:rPr>
              <w:t>o</w:t>
            </w:r>
            <w:r w:rsidRPr="009E7CA3">
              <w:rPr>
                <w:rFonts w:ascii="Riojana" w:eastAsia="Arial" w:hAnsi="Riojana"/>
                <w:lang w:val="es-ES_tradnl"/>
              </w:rPr>
              <w:t>n</w:t>
            </w:r>
            <w:r w:rsidRPr="009E7CA3">
              <w:rPr>
                <w:rFonts w:ascii="Riojana" w:eastAsia="Arial" w:hAnsi="Riojana"/>
                <w:spacing w:val="-2"/>
                <w:lang w:val="es-ES_tradnl"/>
              </w:rPr>
              <w:t>s</w:t>
            </w:r>
            <w:r w:rsidRPr="009E7CA3">
              <w:rPr>
                <w:rFonts w:ascii="Riojana" w:eastAsia="Arial" w:hAnsi="Riojana"/>
                <w:spacing w:val="1"/>
                <w:lang w:val="es-ES_tradnl"/>
              </w:rPr>
              <w:t>orc</w:t>
            </w:r>
            <w:r w:rsidRPr="009E7CA3">
              <w:rPr>
                <w:rFonts w:ascii="Riojana" w:eastAsia="Arial" w:hAnsi="Riojana"/>
                <w:spacing w:val="-1"/>
                <w:lang w:val="es-ES_tradnl"/>
              </w:rPr>
              <w:t>i</w:t>
            </w:r>
            <w:r w:rsidRPr="009E7CA3">
              <w:rPr>
                <w:rFonts w:ascii="Riojana" w:eastAsia="Arial" w:hAnsi="Riojana"/>
                <w:lang w:val="es-ES_tradnl"/>
              </w:rPr>
              <w:t>o</w:t>
            </w:r>
            <w:r w:rsidRPr="009E7CA3">
              <w:rPr>
                <w:rFonts w:ascii="Riojana" w:eastAsia="Arial" w:hAnsi="Riojana"/>
                <w:spacing w:val="12"/>
                <w:lang w:val="es-ES_tradnl"/>
              </w:rPr>
              <w:t xml:space="preserve"> </w:t>
            </w:r>
            <w:r w:rsidRPr="009E7CA3">
              <w:rPr>
                <w:rFonts w:ascii="Riojana" w:eastAsia="Arial" w:hAnsi="Riojana"/>
                <w:lang w:val="es-ES_tradnl"/>
              </w:rPr>
              <w:t>C</w:t>
            </w:r>
            <w:r w:rsidRPr="009E7CA3">
              <w:rPr>
                <w:rFonts w:ascii="Riojana" w:eastAsia="Arial" w:hAnsi="Riojana"/>
                <w:spacing w:val="1"/>
                <w:lang w:val="es-ES_tradnl"/>
              </w:rPr>
              <w:t>e</w:t>
            </w:r>
            <w:r w:rsidRPr="009E7CA3">
              <w:rPr>
                <w:rFonts w:ascii="Riojana" w:eastAsia="Arial" w:hAnsi="Riojana"/>
                <w:lang w:val="es-ES_tradnl"/>
              </w:rPr>
              <w:t>n</w:t>
            </w:r>
            <w:r w:rsidRPr="009E7CA3">
              <w:rPr>
                <w:rFonts w:ascii="Riojana" w:eastAsia="Arial" w:hAnsi="Riojana"/>
                <w:spacing w:val="-1"/>
                <w:lang w:val="es-ES_tradnl"/>
              </w:rPr>
              <w:t>t</w:t>
            </w:r>
            <w:r w:rsidRPr="009E7CA3">
              <w:rPr>
                <w:rFonts w:ascii="Riojana" w:eastAsia="Arial" w:hAnsi="Riojana"/>
                <w:spacing w:val="1"/>
                <w:lang w:val="es-ES_tradnl"/>
              </w:rPr>
              <w:t>r</w:t>
            </w:r>
            <w:r w:rsidRPr="009E7CA3">
              <w:rPr>
                <w:rFonts w:ascii="Riojana" w:eastAsia="Arial" w:hAnsi="Riojana"/>
                <w:lang w:val="es-ES_tradnl"/>
              </w:rPr>
              <w:t>o</w:t>
            </w:r>
            <w:r w:rsidRPr="009E7CA3">
              <w:rPr>
                <w:rFonts w:ascii="Riojana" w:eastAsia="Arial" w:hAnsi="Riojana"/>
                <w:spacing w:val="3"/>
                <w:lang w:val="es-ES_tradnl"/>
              </w:rPr>
              <w:t xml:space="preserve"> A</w:t>
            </w:r>
            <w:r w:rsidRPr="009E7CA3">
              <w:rPr>
                <w:rFonts w:ascii="Riojana" w:eastAsia="Arial" w:hAnsi="Riojana"/>
                <w:spacing w:val="-1"/>
                <w:lang w:val="es-ES_tradnl"/>
              </w:rPr>
              <w:t>s</w:t>
            </w:r>
            <w:r w:rsidRPr="009E7CA3">
              <w:rPr>
                <w:rFonts w:ascii="Riojana" w:eastAsia="Arial" w:hAnsi="Riojana"/>
                <w:spacing w:val="1"/>
                <w:lang w:val="es-ES_tradnl"/>
              </w:rPr>
              <w:t>oc</w:t>
            </w:r>
            <w:r w:rsidRPr="009E7CA3">
              <w:rPr>
                <w:rFonts w:ascii="Riojana" w:eastAsia="Arial" w:hAnsi="Riojana"/>
                <w:spacing w:val="-1"/>
                <w:lang w:val="es-ES_tradnl"/>
              </w:rPr>
              <w:t>i</w:t>
            </w:r>
            <w:r w:rsidRPr="009E7CA3">
              <w:rPr>
                <w:rFonts w:ascii="Riojana" w:eastAsia="Arial" w:hAnsi="Riojana"/>
                <w:spacing w:val="1"/>
                <w:lang w:val="es-ES_tradnl"/>
              </w:rPr>
              <w:t>a</w:t>
            </w:r>
            <w:r w:rsidRPr="009E7CA3">
              <w:rPr>
                <w:rFonts w:ascii="Riojana" w:eastAsia="Arial" w:hAnsi="Riojana"/>
                <w:spacing w:val="2"/>
                <w:lang w:val="es-ES_tradnl"/>
              </w:rPr>
              <w:t>d</w:t>
            </w:r>
            <w:r w:rsidRPr="009E7CA3">
              <w:rPr>
                <w:rFonts w:ascii="Riojana" w:eastAsia="Arial" w:hAnsi="Riojana"/>
                <w:lang w:val="es-ES_tradnl"/>
              </w:rPr>
              <w:t>o</w:t>
            </w:r>
            <w:r w:rsidRPr="009E7CA3">
              <w:rPr>
                <w:rFonts w:ascii="Riojana" w:eastAsia="Arial" w:hAnsi="Riojana"/>
                <w:spacing w:val="6"/>
                <w:lang w:val="es-ES_tradnl"/>
              </w:rPr>
              <w:t xml:space="preserve"> </w:t>
            </w:r>
            <w:r w:rsidRPr="009E7CA3">
              <w:rPr>
                <w:rFonts w:ascii="Riojana" w:eastAsia="Arial" w:hAnsi="Riojana"/>
              </w:rPr>
              <w:t>UNED</w:t>
            </w:r>
            <w:r w:rsidRPr="009E7CA3">
              <w:rPr>
                <w:rFonts w:ascii="Riojana" w:eastAsia="Arial" w:hAnsi="Riojana"/>
                <w:spacing w:val="3"/>
                <w:w w:val="97"/>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lang w:val="es-ES_tradnl"/>
              </w:rPr>
              <w:t>La</w:t>
            </w:r>
            <w:r w:rsidRPr="009E7CA3">
              <w:rPr>
                <w:rFonts w:ascii="Riojana" w:eastAsia="Arial" w:hAnsi="Riojana"/>
                <w:spacing w:val="-7"/>
                <w:lang w:val="es-ES_tradnl"/>
              </w:rPr>
              <w:t xml:space="preserve"> </w:t>
            </w:r>
            <w:r w:rsidRPr="009E7CA3">
              <w:rPr>
                <w:rFonts w:ascii="Riojana" w:eastAsia="Arial" w:hAnsi="Riojana"/>
                <w:spacing w:val="3"/>
                <w:lang w:val="es-ES_tradnl"/>
              </w:rPr>
              <w:t>R</w:t>
            </w:r>
            <w:r w:rsidRPr="009E7CA3">
              <w:rPr>
                <w:rFonts w:ascii="Riojana" w:eastAsia="Arial" w:hAnsi="Riojana"/>
                <w:spacing w:val="-1"/>
                <w:lang w:val="es-ES_tradnl"/>
              </w:rPr>
              <w:t>i</w:t>
            </w:r>
            <w:r w:rsidRPr="009E7CA3">
              <w:rPr>
                <w:rFonts w:ascii="Riojana" w:eastAsia="Arial" w:hAnsi="Riojana"/>
                <w:spacing w:val="1"/>
                <w:lang w:val="es-ES_tradnl"/>
              </w:rPr>
              <w:t>o</w:t>
            </w:r>
            <w:r w:rsidRPr="009E7CA3">
              <w:rPr>
                <w:rFonts w:ascii="Riojana" w:eastAsia="Arial" w:hAnsi="Riojana"/>
                <w:spacing w:val="-1"/>
                <w:lang w:val="es-ES_tradnl"/>
              </w:rPr>
              <w:t>j</w:t>
            </w:r>
            <w:r w:rsidRPr="009E7CA3">
              <w:rPr>
                <w:rFonts w:ascii="Riojana" w:eastAsia="Arial" w:hAnsi="Riojana"/>
                <w:lang w:val="es-ES_tradnl"/>
              </w:rPr>
              <w:t>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282.960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1</w:t>
            </w:r>
            <w:r w:rsidRPr="009E7CA3">
              <w:rPr>
                <w:rFonts w:ascii="Riojana" w:eastAsia="Arial" w:hAnsi="Riojana"/>
                <w:spacing w:val="-1"/>
                <w:lang w:val="es-ES_tradnl"/>
              </w:rPr>
              <w:t>9</w:t>
            </w:r>
            <w:r w:rsidRPr="009E7CA3">
              <w:rPr>
                <w:rFonts w:ascii="Riojana" w:eastAsia="Arial" w:hAnsi="Riojana"/>
                <w:lang w:val="es-ES_tradnl"/>
              </w:rPr>
              <w:t>.</w:t>
            </w:r>
            <w:r w:rsidRPr="009E7CA3">
              <w:rPr>
                <w:rFonts w:ascii="Riojana" w:eastAsia="Arial" w:hAnsi="Riojana"/>
                <w:spacing w:val="2"/>
                <w:lang w:val="es-ES_tradnl"/>
              </w:rPr>
              <w:t>0</w:t>
            </w:r>
            <w:r w:rsidRPr="009E7CA3">
              <w:rPr>
                <w:rFonts w:ascii="Riojana" w:eastAsia="Arial" w:hAnsi="Riojana"/>
                <w:lang w:val="es-ES_tradnl"/>
              </w:rPr>
              <w:t>4.</w:t>
            </w:r>
            <w:r w:rsidRPr="009E7CA3">
              <w:rPr>
                <w:rFonts w:ascii="Riojana" w:eastAsia="Arial" w:hAnsi="Riojana"/>
                <w:spacing w:val="-1"/>
                <w:lang w:val="es-ES_tradnl"/>
              </w:rPr>
              <w:t>4</w:t>
            </w:r>
            <w:r w:rsidRPr="009E7CA3">
              <w:rPr>
                <w:rFonts w:ascii="Riojana" w:eastAsia="Arial" w:hAnsi="Riojana"/>
                <w:spacing w:val="2"/>
                <w:lang w:val="es-ES_tradnl"/>
              </w:rPr>
              <w:t>6</w:t>
            </w:r>
            <w:r w:rsidRPr="009E7CA3">
              <w:rPr>
                <w:rFonts w:ascii="Riojana" w:eastAsia="Arial" w:hAnsi="Riojana"/>
                <w:lang w:val="es-ES_tradnl"/>
              </w:rPr>
              <w:t>1</w:t>
            </w:r>
            <w:r w:rsidRPr="009E7CA3">
              <w:rPr>
                <w:rFonts w:ascii="Riojana" w:eastAsia="Arial" w:hAnsi="Riojana"/>
                <w:spacing w:val="-1"/>
                <w:lang w:val="es-ES_tradnl"/>
              </w:rPr>
              <w:t>1</w:t>
            </w:r>
            <w:r w:rsidRPr="009E7CA3">
              <w:rPr>
                <w:rFonts w:ascii="Riojana" w:eastAsia="Arial" w:hAnsi="Riojana"/>
                <w:spacing w:val="2"/>
                <w:lang w:val="es-ES_tradnl"/>
              </w:rPr>
              <w:t>.</w:t>
            </w:r>
            <w:r w:rsidRPr="009E7CA3">
              <w:rPr>
                <w:rFonts w:ascii="Riojana" w:eastAsia="Arial" w:hAnsi="Riojana"/>
                <w:lang w:val="es-ES_tradnl"/>
              </w:rPr>
              <w:t>7</w:t>
            </w:r>
            <w:r w:rsidRPr="009E7CA3">
              <w:rPr>
                <w:rFonts w:ascii="Riojana" w:eastAsia="Arial" w:hAnsi="Riojana"/>
                <w:spacing w:val="-1"/>
                <w:lang w:val="es-ES_tradnl"/>
              </w:rPr>
              <w:t>4</w:t>
            </w:r>
            <w:r w:rsidRPr="009E7CA3">
              <w:rPr>
                <w:rFonts w:ascii="Riojana" w:eastAsia="Arial" w:hAnsi="Riojana"/>
                <w:lang w:val="es-ES_tradnl"/>
              </w:rPr>
              <w:t>9</w:t>
            </w:r>
            <w:r w:rsidRPr="009E7CA3">
              <w:rPr>
                <w:rFonts w:ascii="Riojana" w:eastAsia="Arial" w:hAnsi="Riojana"/>
                <w:spacing w:val="2"/>
                <w:lang w:val="es-ES_tradnl"/>
              </w:rPr>
              <w:t>.</w:t>
            </w:r>
            <w:r w:rsidRPr="009E7CA3">
              <w:rPr>
                <w:rFonts w:ascii="Riojana" w:eastAsia="Arial" w:hAnsi="Riojana"/>
                <w:lang w:val="es-ES_tradnl"/>
              </w:rPr>
              <w:t>03</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Un</w:t>
            </w:r>
            <w:r w:rsidRPr="009E7CA3">
              <w:rPr>
                <w:rFonts w:ascii="Riojana" w:eastAsia="Arial" w:hAnsi="Riojana"/>
                <w:spacing w:val="1"/>
                <w:lang w:val="es-ES_tradnl"/>
              </w:rPr>
              <w:t>i</w:t>
            </w:r>
            <w:r w:rsidRPr="009E7CA3">
              <w:rPr>
                <w:rFonts w:ascii="Riojana" w:eastAsia="Arial" w:hAnsi="Riojana"/>
                <w:spacing w:val="-1"/>
                <w:lang w:val="es-ES_tradnl"/>
              </w:rPr>
              <w:t>v</w:t>
            </w:r>
            <w:r w:rsidRPr="009E7CA3">
              <w:rPr>
                <w:rFonts w:ascii="Riojana" w:eastAsia="Arial" w:hAnsi="Riojana"/>
                <w:spacing w:val="1"/>
                <w:lang w:val="es-ES_tradnl"/>
              </w:rPr>
              <w:t>er</w:t>
            </w:r>
            <w:r w:rsidRPr="009E7CA3">
              <w:rPr>
                <w:rFonts w:ascii="Riojana" w:eastAsia="Arial" w:hAnsi="Riojana"/>
                <w:spacing w:val="-1"/>
                <w:lang w:val="es-ES_tradnl"/>
              </w:rPr>
              <w:t>s</w:t>
            </w:r>
            <w:r w:rsidRPr="009E7CA3">
              <w:rPr>
                <w:rFonts w:ascii="Riojana" w:eastAsia="Arial" w:hAnsi="Riojana"/>
                <w:spacing w:val="1"/>
                <w:lang w:val="es-ES_tradnl"/>
              </w:rPr>
              <w:t>i</w:t>
            </w:r>
            <w:r w:rsidRPr="009E7CA3">
              <w:rPr>
                <w:rFonts w:ascii="Riojana" w:eastAsia="Arial" w:hAnsi="Riojana"/>
                <w:lang w:val="es-ES_tradnl"/>
              </w:rPr>
              <w:t>dad</w:t>
            </w:r>
            <w:r w:rsidRPr="009E7CA3">
              <w:rPr>
                <w:rFonts w:ascii="Riojana" w:eastAsia="Arial" w:hAnsi="Riojana"/>
                <w:spacing w:val="-2"/>
                <w:lang w:val="es-ES_tradnl"/>
              </w:rPr>
              <w:t xml:space="preserve"> </w:t>
            </w:r>
            <w:r w:rsidRPr="009E7CA3">
              <w:rPr>
                <w:rFonts w:ascii="Riojana" w:eastAsia="Arial" w:hAnsi="Riojana"/>
                <w:lang w:val="es-ES_tradnl"/>
              </w:rPr>
              <w:t>de</w:t>
            </w:r>
            <w:r w:rsidRPr="009E7CA3">
              <w:rPr>
                <w:rFonts w:ascii="Riojana" w:eastAsia="Arial" w:hAnsi="Riojana"/>
                <w:spacing w:val="2"/>
                <w:lang w:val="es-ES_tradnl"/>
              </w:rPr>
              <w:t xml:space="preserve"> </w:t>
            </w:r>
            <w:r w:rsidRPr="009E7CA3">
              <w:rPr>
                <w:rFonts w:ascii="Riojana" w:eastAsia="Arial" w:hAnsi="Riojana"/>
                <w:lang w:val="es-ES_tradnl"/>
              </w:rPr>
              <w:t>La</w:t>
            </w:r>
            <w:r w:rsidRPr="009E7CA3">
              <w:rPr>
                <w:rFonts w:ascii="Riojana" w:eastAsia="Arial" w:hAnsi="Riojana"/>
                <w:spacing w:val="-6"/>
                <w:lang w:val="es-ES_tradnl"/>
              </w:rPr>
              <w:t xml:space="preserve"> </w:t>
            </w:r>
            <w:r w:rsidRPr="009E7CA3">
              <w:rPr>
                <w:rFonts w:ascii="Riojana" w:eastAsia="Arial" w:hAnsi="Riojana"/>
                <w:lang w:val="es-ES_tradnl"/>
              </w:rPr>
              <w:t>R</w:t>
            </w:r>
            <w:r w:rsidRPr="009E7CA3">
              <w:rPr>
                <w:rFonts w:ascii="Riojana" w:eastAsia="Arial" w:hAnsi="Riojana"/>
                <w:spacing w:val="-1"/>
                <w:lang w:val="es-ES_tradnl"/>
              </w:rPr>
              <w:t>i</w:t>
            </w:r>
            <w:r w:rsidRPr="009E7CA3">
              <w:rPr>
                <w:rFonts w:ascii="Riojana" w:eastAsia="Arial" w:hAnsi="Riojana"/>
                <w:spacing w:val="3"/>
                <w:lang w:val="es-ES_tradnl"/>
              </w:rPr>
              <w:t>o</w:t>
            </w:r>
            <w:r w:rsidRPr="009E7CA3">
              <w:rPr>
                <w:rFonts w:ascii="Riojana" w:eastAsia="Arial" w:hAnsi="Riojana"/>
                <w:spacing w:val="-1"/>
                <w:lang w:val="es-ES_tradnl"/>
              </w:rPr>
              <w:t>j</w:t>
            </w:r>
            <w:r w:rsidRPr="009E7CA3">
              <w:rPr>
                <w:rFonts w:ascii="Riojana" w:eastAsia="Arial" w:hAnsi="Riojana"/>
                <w:spacing w:val="1"/>
                <w:lang w:val="es-ES_tradnl"/>
              </w:rPr>
              <w:t>a</w:t>
            </w:r>
            <w:r w:rsidRPr="009E7CA3">
              <w:rPr>
                <w:rFonts w:ascii="Riojana" w:eastAsia="Arial" w:hAnsi="Riojana"/>
                <w:lang w:val="es-ES_tradnl"/>
              </w:rPr>
              <w:t>.</w:t>
            </w:r>
            <w:r w:rsidRPr="009E7CA3">
              <w:rPr>
                <w:rFonts w:ascii="Riojana" w:eastAsia="Arial" w:hAnsi="Riojana"/>
                <w:spacing w:val="-11"/>
                <w:lang w:val="es-ES_tradnl"/>
              </w:rPr>
              <w:t xml:space="preserve"> </w:t>
            </w:r>
            <w:r w:rsidRPr="009E7CA3">
              <w:rPr>
                <w:rFonts w:ascii="Riojana" w:eastAsia="Arial" w:hAnsi="Riojana"/>
                <w:spacing w:val="1"/>
                <w:lang w:val="es-ES_tradnl"/>
              </w:rPr>
              <w:t>Fi</w:t>
            </w:r>
            <w:r w:rsidRPr="009E7CA3">
              <w:rPr>
                <w:rFonts w:ascii="Riojana" w:eastAsia="Arial" w:hAnsi="Riojana"/>
                <w:lang w:val="es-ES_tradnl"/>
              </w:rPr>
              <w:t>nanc</w:t>
            </w:r>
            <w:r w:rsidRPr="009E7CA3">
              <w:rPr>
                <w:rFonts w:ascii="Riojana" w:eastAsia="Arial" w:hAnsi="Riojana"/>
                <w:spacing w:val="-1"/>
                <w:lang w:val="es-ES_tradnl"/>
              </w:rPr>
              <w:t>i</w:t>
            </w:r>
            <w:r w:rsidRPr="009E7CA3">
              <w:rPr>
                <w:rFonts w:ascii="Riojana" w:eastAsia="Arial" w:hAnsi="Riojana"/>
                <w:spacing w:val="1"/>
                <w:lang w:val="es-ES_tradnl"/>
              </w:rPr>
              <w:t>ac</w:t>
            </w:r>
            <w:r w:rsidRPr="009E7CA3">
              <w:rPr>
                <w:rFonts w:ascii="Riojana" w:eastAsia="Arial" w:hAnsi="Riojana"/>
                <w:spacing w:val="-1"/>
                <w:lang w:val="es-ES_tradnl"/>
              </w:rPr>
              <w:t>i</w:t>
            </w:r>
            <w:r w:rsidRPr="009E7CA3">
              <w:rPr>
                <w:rFonts w:ascii="Riojana" w:eastAsia="Arial" w:hAnsi="Riojana"/>
                <w:spacing w:val="1"/>
                <w:lang w:val="es-ES_tradnl"/>
              </w:rPr>
              <w:t>ó</w:t>
            </w:r>
            <w:r w:rsidRPr="009E7CA3">
              <w:rPr>
                <w:rFonts w:ascii="Riojana" w:eastAsia="Arial" w:hAnsi="Riojana"/>
                <w:lang w:val="es-ES_tradnl"/>
              </w:rPr>
              <w:t>n</w:t>
            </w:r>
            <w:r w:rsidRPr="009E7CA3">
              <w:rPr>
                <w:rFonts w:ascii="Riojana" w:eastAsia="Arial" w:hAnsi="Riojana"/>
                <w:spacing w:val="-8"/>
                <w:lang w:val="es-ES_tradnl"/>
              </w:rPr>
              <w:t xml:space="preserve"> </w:t>
            </w:r>
            <w:r w:rsidRPr="009E7CA3">
              <w:rPr>
                <w:rFonts w:ascii="Riojana" w:eastAsia="Arial" w:hAnsi="Riojana"/>
                <w:w w:val="97"/>
                <w:lang w:val="es-ES_tradnl"/>
              </w:rPr>
              <w:t>e</w:t>
            </w:r>
            <w:r w:rsidRPr="009E7CA3">
              <w:rPr>
                <w:rFonts w:ascii="Riojana" w:eastAsia="Arial" w:hAnsi="Riojana"/>
                <w:spacing w:val="2"/>
                <w:w w:val="97"/>
                <w:lang w:val="es-ES_tradnl"/>
              </w:rPr>
              <w:t>s</w:t>
            </w:r>
            <w:r w:rsidRPr="009E7CA3">
              <w:rPr>
                <w:rFonts w:ascii="Riojana" w:eastAsia="Arial" w:hAnsi="Riojana"/>
                <w:w w:val="104"/>
                <w:lang w:val="es-ES_tradnl"/>
              </w:rPr>
              <w:t>tru</w:t>
            </w:r>
            <w:r w:rsidRPr="009E7CA3">
              <w:rPr>
                <w:rFonts w:ascii="Riojana" w:eastAsia="Arial" w:hAnsi="Riojana"/>
                <w:spacing w:val="1"/>
                <w:w w:val="104"/>
                <w:lang w:val="es-ES_tradnl"/>
              </w:rPr>
              <w:t>c</w:t>
            </w:r>
            <w:r w:rsidRPr="009E7CA3">
              <w:rPr>
                <w:rFonts w:ascii="Riojana" w:eastAsia="Arial" w:hAnsi="Riojana"/>
                <w:w w:val="104"/>
                <w:lang w:val="es-ES_tradnl"/>
              </w:rPr>
              <w:t>t</w:t>
            </w:r>
            <w:r w:rsidRPr="009E7CA3">
              <w:rPr>
                <w:rFonts w:ascii="Riojana" w:eastAsia="Arial" w:hAnsi="Riojana"/>
                <w:spacing w:val="-1"/>
                <w:w w:val="104"/>
                <w:lang w:val="es-ES_tradnl"/>
              </w:rPr>
              <w:t>u</w:t>
            </w:r>
            <w:r w:rsidRPr="009E7CA3">
              <w:rPr>
                <w:rFonts w:ascii="Riojana" w:eastAsia="Arial" w:hAnsi="Riojana"/>
                <w:spacing w:val="1"/>
                <w:w w:val="99"/>
                <w:lang w:val="es-ES_tradnl"/>
              </w:rPr>
              <w:t>r</w:t>
            </w:r>
            <w:r w:rsidRPr="009E7CA3">
              <w:rPr>
                <w:rFonts w:ascii="Riojana" w:eastAsia="Arial" w:hAnsi="Riojana"/>
                <w:spacing w:val="1"/>
                <w:w w:val="96"/>
                <w:lang w:val="es-ES_tradnl"/>
              </w:rPr>
              <w:t>a</w:t>
            </w:r>
            <w:r w:rsidRPr="009E7CA3">
              <w:rPr>
                <w:rFonts w:ascii="Riojana" w:eastAsia="Arial" w:hAnsi="Riojana"/>
                <w:w w:val="99"/>
                <w:lang w:val="es-ES_tradnl"/>
              </w:rPr>
              <w:t>l</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15.938.504</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1</w:t>
            </w:r>
            <w:r w:rsidRPr="009E7CA3">
              <w:rPr>
                <w:rFonts w:ascii="Riojana" w:eastAsia="Arial" w:hAnsi="Riojana"/>
                <w:spacing w:val="-1"/>
                <w:lang w:val="es-ES_tradnl"/>
              </w:rPr>
              <w:t>9</w:t>
            </w:r>
            <w:r w:rsidRPr="009E7CA3">
              <w:rPr>
                <w:rFonts w:ascii="Riojana" w:eastAsia="Arial" w:hAnsi="Riojana"/>
                <w:lang w:val="es-ES_tradnl"/>
              </w:rPr>
              <w:t>.</w:t>
            </w:r>
            <w:r w:rsidRPr="009E7CA3">
              <w:rPr>
                <w:rFonts w:ascii="Riojana" w:eastAsia="Arial" w:hAnsi="Riojana"/>
                <w:spacing w:val="2"/>
                <w:lang w:val="es-ES_tradnl"/>
              </w:rPr>
              <w:t>0</w:t>
            </w:r>
            <w:r w:rsidRPr="009E7CA3">
              <w:rPr>
                <w:rFonts w:ascii="Riojana" w:eastAsia="Arial" w:hAnsi="Riojana"/>
                <w:lang w:val="es-ES_tradnl"/>
              </w:rPr>
              <w:t>7.</w:t>
            </w:r>
            <w:r w:rsidRPr="009E7CA3">
              <w:rPr>
                <w:rFonts w:ascii="Riojana" w:eastAsia="Arial" w:hAnsi="Riojana"/>
                <w:spacing w:val="-1"/>
                <w:lang w:val="es-ES_tradnl"/>
              </w:rPr>
              <w:t>4</w:t>
            </w:r>
            <w:r w:rsidRPr="009E7CA3">
              <w:rPr>
                <w:rFonts w:ascii="Riojana" w:eastAsia="Arial" w:hAnsi="Riojana"/>
                <w:spacing w:val="2"/>
                <w:lang w:val="es-ES_tradnl"/>
              </w:rPr>
              <w:t>3</w:t>
            </w:r>
            <w:r w:rsidRPr="009E7CA3">
              <w:rPr>
                <w:rFonts w:ascii="Riojana" w:eastAsia="Arial" w:hAnsi="Riojana"/>
                <w:lang w:val="es-ES_tradnl"/>
              </w:rPr>
              <w:t>1</w:t>
            </w:r>
            <w:r w:rsidRPr="009E7CA3">
              <w:rPr>
                <w:rFonts w:ascii="Riojana" w:eastAsia="Arial" w:hAnsi="Riojana"/>
                <w:spacing w:val="-1"/>
                <w:lang w:val="es-ES_tradnl"/>
              </w:rPr>
              <w:t>1</w:t>
            </w:r>
            <w:r w:rsidRPr="009E7CA3">
              <w:rPr>
                <w:rFonts w:ascii="Riojana" w:eastAsia="Arial" w:hAnsi="Riojana"/>
                <w:spacing w:val="3"/>
                <w:lang w:val="es-ES_tradnl"/>
              </w:rPr>
              <w:t>.</w:t>
            </w:r>
            <w:r w:rsidRPr="009E7CA3">
              <w:rPr>
                <w:rFonts w:ascii="Riojana" w:eastAsia="Arial" w:hAnsi="Riojana"/>
                <w:lang w:val="es-ES_tradnl"/>
              </w:rPr>
              <w:t>4</w:t>
            </w:r>
            <w:r w:rsidRPr="009E7CA3">
              <w:rPr>
                <w:rFonts w:ascii="Riojana" w:eastAsia="Arial" w:hAnsi="Riojana"/>
                <w:spacing w:val="-1"/>
                <w:lang w:val="es-ES_tradnl"/>
              </w:rPr>
              <w:t>4</w:t>
            </w:r>
            <w:r w:rsidRPr="009E7CA3">
              <w:rPr>
                <w:rFonts w:ascii="Riojana" w:eastAsia="Arial" w:hAnsi="Riojana"/>
                <w:lang w:val="es-ES_tradnl"/>
              </w:rPr>
              <w:t>0</w:t>
            </w:r>
            <w:r w:rsidRPr="009E7CA3">
              <w:rPr>
                <w:rFonts w:ascii="Riojana" w:eastAsia="Arial" w:hAnsi="Riojana"/>
                <w:spacing w:val="2"/>
                <w:lang w:val="es-ES_tradnl"/>
              </w:rPr>
              <w:t>.</w:t>
            </w:r>
            <w:r w:rsidRPr="009E7CA3">
              <w:rPr>
                <w:rFonts w:ascii="Riojana" w:eastAsia="Arial" w:hAnsi="Riojana"/>
                <w:lang w:val="es-ES_tradnl"/>
              </w:rPr>
              <w:t>01</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La</w:t>
            </w:r>
            <w:r w:rsidRPr="009E7CA3">
              <w:rPr>
                <w:rFonts w:ascii="Riojana" w:eastAsia="Arial" w:hAnsi="Riojana"/>
                <w:spacing w:val="-7"/>
                <w:lang w:val="es-ES_tradnl"/>
              </w:rPr>
              <w:t xml:space="preserve"> </w:t>
            </w:r>
            <w:r w:rsidRPr="009E7CA3">
              <w:rPr>
                <w:rFonts w:ascii="Riojana" w:eastAsia="Arial" w:hAnsi="Riojana"/>
                <w:lang w:val="es-ES_tradnl"/>
              </w:rPr>
              <w:t>R</w:t>
            </w:r>
            <w:r w:rsidRPr="009E7CA3">
              <w:rPr>
                <w:rFonts w:ascii="Riojana" w:eastAsia="Arial" w:hAnsi="Riojana"/>
                <w:spacing w:val="-1"/>
                <w:lang w:val="es-ES_tradnl"/>
              </w:rPr>
              <w:t>i</w:t>
            </w:r>
            <w:r w:rsidRPr="009E7CA3">
              <w:rPr>
                <w:rFonts w:ascii="Riojana" w:eastAsia="Arial" w:hAnsi="Riojana"/>
                <w:spacing w:val="1"/>
                <w:lang w:val="es-ES_tradnl"/>
              </w:rPr>
              <w:t>o</w:t>
            </w:r>
            <w:r w:rsidRPr="009E7CA3">
              <w:rPr>
                <w:rFonts w:ascii="Riojana" w:eastAsia="Arial" w:hAnsi="Riojana"/>
                <w:spacing w:val="-1"/>
                <w:lang w:val="es-ES_tradnl"/>
              </w:rPr>
              <w:t>j</w:t>
            </w:r>
            <w:r w:rsidRPr="009E7CA3">
              <w:rPr>
                <w:rFonts w:ascii="Riojana" w:eastAsia="Arial" w:hAnsi="Riojana"/>
                <w:lang w:val="es-ES_tradnl"/>
              </w:rPr>
              <w:t>a</w:t>
            </w:r>
            <w:r w:rsidRPr="009E7CA3">
              <w:rPr>
                <w:rFonts w:ascii="Riojana" w:eastAsia="Arial" w:hAnsi="Riojana"/>
                <w:spacing w:val="-11"/>
                <w:lang w:val="es-ES_tradnl"/>
              </w:rPr>
              <w:t xml:space="preserve"> </w:t>
            </w:r>
            <w:r w:rsidRPr="009E7CA3">
              <w:rPr>
                <w:rFonts w:ascii="Riojana" w:eastAsia="Arial" w:hAnsi="Riojana"/>
                <w:spacing w:val="2"/>
                <w:lang w:val="es-ES_tradnl"/>
              </w:rPr>
              <w:t>3</w:t>
            </w:r>
            <w:r w:rsidRPr="009E7CA3">
              <w:rPr>
                <w:rFonts w:ascii="Riojana" w:eastAsia="Arial" w:hAnsi="Riojana"/>
                <w:lang w:val="es-ES_tradnl"/>
              </w:rPr>
              <w:t>6</w:t>
            </w:r>
            <w:r w:rsidRPr="009E7CA3">
              <w:rPr>
                <w:rFonts w:ascii="Riojana" w:eastAsia="Arial" w:hAnsi="Riojana"/>
                <w:spacing w:val="-1"/>
                <w:lang w:val="es-ES_tradnl"/>
              </w:rPr>
              <w:t>0</w:t>
            </w:r>
            <w:r w:rsidRPr="009E7CA3">
              <w:rPr>
                <w:rFonts w:ascii="Riojana" w:eastAsia="Arial" w:hAnsi="Riojana"/>
                <w:lang w:val="es-ES_tradnl"/>
              </w:rPr>
              <w:t xml:space="preserve"> Grados </w:t>
            </w:r>
            <w:r w:rsidRPr="009E7CA3">
              <w:rPr>
                <w:rFonts w:ascii="Riojana" w:eastAsia="Arial" w:hAnsi="Riojana"/>
                <w:spacing w:val="3"/>
                <w:lang w:val="es-ES_tradnl"/>
              </w:rPr>
              <w:t>A</w:t>
            </w:r>
            <w:r w:rsidRPr="009E7CA3">
              <w:rPr>
                <w:rFonts w:ascii="Riojana" w:eastAsia="Arial" w:hAnsi="Riojana"/>
                <w:spacing w:val="-1"/>
                <w:lang w:val="es-ES_tradnl"/>
              </w:rPr>
              <w:t>v</w:t>
            </w:r>
            <w:r w:rsidRPr="009E7CA3">
              <w:rPr>
                <w:rFonts w:ascii="Riojana" w:eastAsia="Arial" w:hAnsi="Riojana"/>
                <w:spacing w:val="1"/>
                <w:lang w:val="es-ES_tradnl"/>
              </w:rPr>
              <w:t>a</w:t>
            </w:r>
            <w:r w:rsidRPr="009E7CA3">
              <w:rPr>
                <w:rFonts w:ascii="Riojana" w:eastAsia="Arial" w:hAnsi="Riojana"/>
                <w:lang w:val="es-ES_tradnl"/>
              </w:rPr>
              <w:t>nz</w:t>
            </w:r>
            <w:r w:rsidRPr="009E7CA3">
              <w:rPr>
                <w:rFonts w:ascii="Riojana" w:eastAsia="Arial" w:hAnsi="Riojana"/>
                <w:spacing w:val="3"/>
                <w:lang w:val="es-ES_tradnl"/>
              </w:rPr>
              <w:t>a</w:t>
            </w:r>
            <w:r w:rsidRPr="009E7CA3">
              <w:rPr>
                <w:rFonts w:ascii="Riojana" w:eastAsia="Arial" w:hAnsi="Riojana"/>
                <w:lang w:val="es-ES_tradnl"/>
              </w:rPr>
              <w:t>,</w:t>
            </w:r>
            <w:r w:rsidRPr="009E7CA3">
              <w:rPr>
                <w:rFonts w:ascii="Riojana" w:eastAsia="Arial" w:hAnsi="Riojana"/>
                <w:spacing w:val="-21"/>
                <w:lang w:val="es-ES_tradnl"/>
              </w:rPr>
              <w:t xml:space="preserve"> </w:t>
            </w:r>
            <w:r w:rsidRPr="009E7CA3">
              <w:rPr>
                <w:rFonts w:ascii="Riojana" w:eastAsia="Arial" w:hAnsi="Riojana"/>
                <w:lang w:val="es-ES_tradnl"/>
              </w:rPr>
              <w:t>S</w:t>
            </w:r>
            <w:r w:rsidRPr="009E7CA3">
              <w:rPr>
                <w:rFonts w:ascii="Riojana" w:eastAsia="Arial" w:hAnsi="Riojana"/>
                <w:spacing w:val="1"/>
                <w:lang w:val="es-ES_tradnl"/>
              </w:rPr>
              <w:t>ocie</w:t>
            </w:r>
            <w:r w:rsidRPr="009E7CA3">
              <w:rPr>
                <w:rFonts w:ascii="Riojana" w:eastAsia="Arial" w:hAnsi="Riojana"/>
                <w:lang w:val="es-ES_tradnl"/>
              </w:rPr>
              <w:t>dad</w:t>
            </w:r>
            <w:r w:rsidRPr="009E7CA3">
              <w:rPr>
                <w:rFonts w:ascii="Riojana" w:eastAsia="Arial" w:hAnsi="Riojana"/>
                <w:spacing w:val="5"/>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3"/>
                <w:lang w:val="es-ES_tradnl"/>
              </w:rPr>
              <w:t xml:space="preserve"> </w:t>
            </w:r>
            <w:r w:rsidRPr="009E7CA3">
              <w:rPr>
                <w:rFonts w:ascii="Riojana" w:eastAsia="Arial" w:hAnsi="Riojana"/>
                <w:lang w:val="es-ES_tradnl"/>
              </w:rPr>
              <w:t>P</w:t>
            </w:r>
            <w:r w:rsidRPr="009E7CA3">
              <w:rPr>
                <w:rFonts w:ascii="Riojana" w:eastAsia="Arial" w:hAnsi="Riojana"/>
                <w:spacing w:val="1"/>
                <w:lang w:val="es-ES_tradnl"/>
              </w:rPr>
              <w:t>ro</w:t>
            </w:r>
            <w:r w:rsidRPr="009E7CA3">
              <w:rPr>
                <w:rFonts w:ascii="Riojana" w:eastAsia="Arial" w:hAnsi="Riojana"/>
                <w:lang w:val="es-ES_tradnl"/>
              </w:rPr>
              <w:t>m</w:t>
            </w:r>
            <w:r w:rsidRPr="009E7CA3">
              <w:rPr>
                <w:rFonts w:ascii="Riojana" w:eastAsia="Arial" w:hAnsi="Riojana"/>
                <w:spacing w:val="1"/>
                <w:lang w:val="es-ES_tradnl"/>
              </w:rPr>
              <w:t>oc</w:t>
            </w:r>
            <w:r w:rsidRPr="009E7CA3">
              <w:rPr>
                <w:rFonts w:ascii="Riojana" w:eastAsia="Arial" w:hAnsi="Riojana"/>
                <w:spacing w:val="-1"/>
                <w:lang w:val="es-ES_tradnl"/>
              </w:rPr>
              <w:t>i</w:t>
            </w:r>
            <w:r w:rsidRPr="009E7CA3">
              <w:rPr>
                <w:rFonts w:ascii="Riojana" w:eastAsia="Arial" w:hAnsi="Riojana"/>
                <w:spacing w:val="1"/>
                <w:lang w:val="es-ES_tradnl"/>
              </w:rPr>
              <w:t>ó</w:t>
            </w:r>
            <w:r w:rsidRPr="009E7CA3">
              <w:rPr>
                <w:rFonts w:ascii="Riojana" w:eastAsia="Arial" w:hAnsi="Riojana"/>
                <w:lang w:val="es-ES_tradnl"/>
              </w:rPr>
              <w:t>n</w:t>
            </w:r>
            <w:r w:rsidRPr="009E7CA3">
              <w:rPr>
                <w:rFonts w:ascii="Riojana" w:eastAsia="Arial" w:hAnsi="Riojana"/>
                <w:spacing w:val="8"/>
                <w:lang w:val="es-ES_tradnl"/>
              </w:rPr>
              <w:t xml:space="preserve"> </w:t>
            </w:r>
            <w:r w:rsidRPr="009E7CA3">
              <w:rPr>
                <w:rFonts w:ascii="Riojana" w:eastAsia="Arial" w:hAnsi="Riojana"/>
                <w:spacing w:val="-1"/>
                <w:lang w:val="es-ES_tradnl"/>
              </w:rPr>
              <w:t>d</w:t>
            </w:r>
            <w:r w:rsidRPr="009E7CA3">
              <w:rPr>
                <w:rFonts w:ascii="Riojana" w:eastAsia="Arial" w:hAnsi="Riojana"/>
                <w:lang w:val="es-ES_tradnl"/>
              </w:rPr>
              <w:t>e</w:t>
            </w:r>
            <w:r w:rsidRPr="009E7CA3">
              <w:rPr>
                <w:rFonts w:ascii="Riojana" w:eastAsia="Arial" w:hAnsi="Riojana"/>
                <w:spacing w:val="5"/>
                <w:lang w:val="es-ES_tradnl"/>
              </w:rPr>
              <w:t xml:space="preserve"> </w:t>
            </w:r>
            <w:r w:rsidRPr="009E7CA3">
              <w:rPr>
                <w:rFonts w:ascii="Riojana" w:eastAsia="Arial" w:hAnsi="Riojana"/>
                <w:lang w:val="es-ES_tradnl"/>
              </w:rPr>
              <w:t>La</w:t>
            </w:r>
            <w:r w:rsidRPr="009E7CA3">
              <w:rPr>
                <w:rFonts w:ascii="Riojana" w:eastAsia="Arial" w:hAnsi="Riojana"/>
                <w:spacing w:val="-5"/>
                <w:lang w:val="es-ES_tradnl"/>
              </w:rPr>
              <w:t xml:space="preserve"> </w:t>
            </w:r>
            <w:r w:rsidRPr="009E7CA3">
              <w:rPr>
                <w:rFonts w:ascii="Riojana" w:eastAsia="Arial" w:hAnsi="Riojana"/>
                <w:lang w:val="es-ES_tradnl"/>
              </w:rPr>
              <w:t>R</w:t>
            </w:r>
            <w:r w:rsidRPr="009E7CA3">
              <w:rPr>
                <w:rFonts w:ascii="Riojana" w:eastAsia="Arial" w:hAnsi="Riojana"/>
                <w:spacing w:val="-1"/>
                <w:lang w:val="es-ES_tradnl"/>
              </w:rPr>
              <w:t>i</w:t>
            </w:r>
            <w:r w:rsidRPr="009E7CA3">
              <w:rPr>
                <w:rFonts w:ascii="Riojana" w:eastAsia="Arial" w:hAnsi="Riojana"/>
                <w:spacing w:val="1"/>
                <w:lang w:val="es-ES_tradnl"/>
              </w:rPr>
              <w:t>o</w:t>
            </w:r>
            <w:r w:rsidRPr="009E7CA3">
              <w:rPr>
                <w:rFonts w:ascii="Riojana" w:eastAsia="Arial" w:hAnsi="Riojana"/>
                <w:spacing w:val="-1"/>
                <w:lang w:val="es-ES_tradnl"/>
              </w:rPr>
              <w:t>j</w:t>
            </w:r>
            <w:r w:rsidRPr="009E7CA3">
              <w:rPr>
                <w:rFonts w:ascii="Riojana" w:eastAsia="Arial" w:hAnsi="Riojana"/>
                <w:lang w:val="es-ES_tradnl"/>
              </w:rPr>
              <w:t>a</w:t>
            </w:r>
            <w:r w:rsidRPr="009E7CA3">
              <w:rPr>
                <w:rFonts w:ascii="Riojana" w:eastAsia="Arial" w:hAnsi="Riojana"/>
                <w:spacing w:val="-11"/>
                <w:lang w:val="es-ES_tradnl"/>
              </w:rPr>
              <w:t xml:space="preserve"> </w:t>
            </w:r>
            <w:r w:rsidRPr="009E7CA3">
              <w:rPr>
                <w:rFonts w:ascii="Riojana" w:eastAsia="Arial" w:hAnsi="Riojana"/>
                <w:lang w:val="es-ES_tradnl"/>
              </w:rPr>
              <w:t>S</w:t>
            </w:r>
            <w:r w:rsidRPr="009E7CA3">
              <w:rPr>
                <w:rFonts w:ascii="Riojana" w:eastAsia="Arial" w:hAnsi="Riojana"/>
                <w:spacing w:val="5"/>
                <w:lang w:val="es-ES_tradnl"/>
              </w:rPr>
              <w:t>A</w:t>
            </w:r>
            <w:r w:rsidRPr="009E7CA3">
              <w:rPr>
                <w:rFonts w:ascii="Riojana" w:eastAsia="Arial" w:hAnsi="Riojana"/>
                <w:lang w:val="es-ES_tradnl"/>
              </w:rPr>
              <w:t>U</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5.000.000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19.07.4312.440.00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Valdezcaray, S.A.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400.000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19.07.4312.740.00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Valdezcaray, S.A.</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Arial" w:hAnsi="Riojana" w:cs="Arial"/>
                <w:lang w:val="es-ES_tradnl"/>
              </w:rPr>
            </w:pPr>
            <w:r w:rsidRPr="009E7CA3">
              <w:rPr>
                <w:rFonts w:ascii="Riojana" w:eastAsia="Arial" w:hAnsi="Riojana"/>
                <w:lang w:val="es-ES_tradnl"/>
              </w:rPr>
              <w:t>600.000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autoSpaceDE w:val="0"/>
              <w:autoSpaceDN w:val="0"/>
              <w:adjustRightInd w:val="0"/>
              <w:spacing w:before="0" w:after="0"/>
              <w:jc w:val="left"/>
              <w:rPr>
                <w:rFonts w:ascii="Riojana" w:eastAsia="Arial" w:hAnsi="Riojana" w:cs="Arial"/>
                <w:lang w:val="es-ES_tradnl"/>
              </w:rPr>
            </w:pPr>
            <w:r w:rsidRPr="009E7CA3">
              <w:rPr>
                <w:rFonts w:ascii="Riojana" w:eastAsia="Arial" w:hAnsi="Riojana"/>
                <w:lang w:val="es-ES_tradnl"/>
              </w:rPr>
              <w:t>19.50.4611.485.00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autoSpaceDE w:val="0"/>
              <w:autoSpaceDN w:val="0"/>
              <w:adjustRightInd w:val="0"/>
              <w:spacing w:before="0" w:after="0"/>
              <w:jc w:val="left"/>
              <w:rPr>
                <w:rFonts w:ascii="Riojana" w:eastAsia="Arial" w:hAnsi="Riojana" w:cs="Arial"/>
                <w:spacing w:val="1"/>
                <w:lang w:val="es-ES_tradnl"/>
              </w:rPr>
            </w:pPr>
            <w:r w:rsidRPr="009E7CA3">
              <w:rPr>
                <w:rFonts w:ascii="Riojana" w:eastAsia="Arial" w:hAnsi="Riojana"/>
                <w:spacing w:val="1"/>
                <w:lang w:val="es-ES_tradnl"/>
              </w:rPr>
              <w:t>APIDIT. Asociación para la Promoción, Investigación y Desarrollo e Innovación Tecnológica de la Industria del calzado y Conexas de La Rioja.</w:t>
            </w:r>
          </w:p>
          <w:p w:rsidR="00011E90" w:rsidRPr="009E7CA3" w:rsidRDefault="00011E90">
            <w:pPr>
              <w:autoSpaceDE w:val="0"/>
              <w:autoSpaceDN w:val="0"/>
              <w:adjustRightInd w:val="0"/>
              <w:spacing w:before="0" w:after="0"/>
              <w:jc w:val="left"/>
              <w:rPr>
                <w:rFonts w:ascii="Riojana" w:eastAsia="Arial" w:hAnsi="Riojana" w:cs="Arial"/>
                <w:spacing w:val="1"/>
                <w:lang w:val="es-ES_tradnl"/>
              </w:rPr>
            </w:pPr>
            <w:r w:rsidRPr="009E7CA3">
              <w:rPr>
                <w:rFonts w:ascii="Riojana" w:eastAsia="Arial" w:hAnsi="Riojana"/>
                <w:spacing w:val="1"/>
                <w:lang w:val="es-ES_tradnl"/>
              </w:rPr>
              <w:t>Funcionamiento y actividades de la asociación</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autoSpaceDE w:val="0"/>
              <w:autoSpaceDN w:val="0"/>
              <w:adjustRightInd w:val="0"/>
              <w:spacing w:before="0" w:after="0"/>
              <w:jc w:val="left"/>
              <w:rPr>
                <w:rFonts w:ascii="Riojana" w:eastAsia="Times" w:hAnsi="Riojana" w:cs="Arial"/>
                <w:lang w:val="es-ES_tradnl"/>
              </w:rPr>
            </w:pPr>
            <w:r w:rsidRPr="009E7CA3">
              <w:rPr>
                <w:rFonts w:ascii="Riojana" w:eastAsia="Times" w:hAnsi="Riojana"/>
                <w:lang w:val="es-ES_tradnl"/>
              </w:rPr>
              <w:t>300.000</w:t>
            </w:r>
          </w:p>
        </w:tc>
      </w:tr>
    </w:tbl>
    <w:p w:rsidR="00011E90" w:rsidRPr="009E7CA3" w:rsidRDefault="00011E90" w:rsidP="00011E90">
      <w:pPr>
        <w:pStyle w:val="Ttulo4"/>
        <w:rPr>
          <w:rFonts w:ascii="Riojana Bold" w:hAnsi="Riojana Bold" w:cs="Arial"/>
          <w:b w:val="0"/>
          <w:i w:val="0"/>
          <w:color w:val="auto"/>
          <w:sz w:val="22"/>
          <w:szCs w:val="22"/>
        </w:rPr>
      </w:pPr>
      <w:r w:rsidRPr="009E7CA3">
        <w:rPr>
          <w:rFonts w:ascii="Riojana Bold" w:hAnsi="Riojana Bold"/>
          <w:b w:val="0"/>
          <w:i w:val="0"/>
          <w:color w:val="auto"/>
          <w:sz w:val="22"/>
          <w:szCs w:val="22"/>
        </w:rPr>
        <w:lastRenderedPageBreak/>
        <w:t>SECCIÓN 20. SERVICIOS SOCIALES Y GOBERNANZA PÚBLICA</w:t>
      </w:r>
    </w:p>
    <w:tbl>
      <w:tblPr>
        <w:tblW w:w="9924"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5"/>
        <w:gridCol w:w="6475"/>
        <w:gridCol w:w="1164"/>
      </w:tblGrid>
      <w:tr w:rsidR="00011E90" w:rsidRPr="009E7CA3" w:rsidTr="00011E90">
        <w:trPr>
          <w:cantSplit/>
          <w:trHeight w:val="20"/>
          <w:tblHeader/>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keepNext/>
              <w:spacing w:before="0" w:after="0"/>
              <w:jc w:val="left"/>
              <w:rPr>
                <w:rFonts w:ascii="Riojana" w:hAnsi="Riojana" w:cs="Arial"/>
                <w:b/>
              </w:rPr>
            </w:pPr>
            <w:r w:rsidRPr="009E7CA3">
              <w:rPr>
                <w:rFonts w:ascii="Riojana" w:hAnsi="Riojana"/>
                <w:b/>
              </w:rPr>
              <w:t>Partida</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keepNext/>
              <w:spacing w:before="0" w:after="0"/>
              <w:jc w:val="left"/>
              <w:rPr>
                <w:rFonts w:ascii="Riojana" w:hAnsi="Riojana" w:cs="Arial"/>
                <w:b/>
              </w:rPr>
            </w:pPr>
            <w:r w:rsidRPr="009E7CA3">
              <w:rPr>
                <w:rFonts w:ascii="Riojana" w:hAnsi="Riojana"/>
                <w:b/>
              </w:rPr>
              <w:t>Descripción</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keepNext/>
              <w:spacing w:before="0" w:after="0"/>
              <w:jc w:val="left"/>
              <w:rPr>
                <w:rFonts w:ascii="Riojana" w:hAnsi="Riojana" w:cs="Arial"/>
                <w:b/>
              </w:rPr>
            </w:pPr>
            <w:r w:rsidRPr="009E7CA3">
              <w:rPr>
                <w:rFonts w:ascii="Riojana" w:hAnsi="Riojana"/>
                <w:b/>
              </w:rPr>
              <w:t>Crédito</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Times" w:hAnsi="Riojana" w:cs="Arial"/>
                <w:lang w:val="es-ES_tradnl"/>
              </w:rPr>
            </w:pPr>
            <w:r w:rsidRPr="009E7CA3">
              <w:rPr>
                <w:rFonts w:ascii="Riojana" w:eastAsia="Times" w:hAnsi="Riojana"/>
                <w:lang w:val="es-ES_tradnl"/>
              </w:rPr>
              <w:t>20.04.01.2311.441.00</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Times" w:hAnsi="Riojana" w:cs="Arial"/>
                <w:lang w:val="es-ES_tradnl"/>
              </w:rPr>
            </w:pPr>
            <w:r w:rsidRPr="009E7CA3">
              <w:rPr>
                <w:rFonts w:ascii="Riojana" w:eastAsia="Times" w:hAnsi="Riojana"/>
                <w:lang w:val="es-ES_tradnl"/>
              </w:rPr>
              <w:t>Fundación Riojana de Apoyo a la Discapacidad</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Times" w:hAnsi="Riojana" w:cs="Arial"/>
                <w:lang w:val="es-ES_tradnl"/>
              </w:rPr>
            </w:pPr>
            <w:r w:rsidRPr="009E7CA3">
              <w:rPr>
                <w:rFonts w:ascii="Riojana" w:eastAsia="Times" w:hAnsi="Riojana"/>
                <w:lang w:val="es-ES_tradnl"/>
              </w:rPr>
              <w:t>1.094.000</w:t>
            </w:r>
          </w:p>
        </w:tc>
      </w:tr>
      <w:tr w:rsidR="00011E90" w:rsidRPr="009E7CA3" w:rsidTr="00011E90">
        <w:trPr>
          <w:cantSplit/>
          <w:trHeight w:val="20"/>
          <w:tblCellSpacing w:w="14" w:type="dxa"/>
        </w:trPr>
        <w:tc>
          <w:tcPr>
            <w:tcW w:w="2243"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Times" w:hAnsi="Riojana" w:cs="Arial"/>
                <w:lang w:val="es-ES_tradnl"/>
              </w:rPr>
            </w:pPr>
            <w:r w:rsidRPr="009E7CA3">
              <w:rPr>
                <w:rFonts w:ascii="Riojana" w:eastAsia="Times" w:hAnsi="Riojana"/>
                <w:lang w:val="es-ES_tradnl"/>
              </w:rPr>
              <w:t>20.06.4513.461.03</w:t>
            </w:r>
          </w:p>
        </w:tc>
        <w:tc>
          <w:tcPr>
            <w:tcW w:w="6446"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Times" w:hAnsi="Riojana" w:cs="Arial"/>
                <w:lang w:val="es-ES_tradnl"/>
              </w:rPr>
            </w:pPr>
            <w:r w:rsidRPr="009E7CA3">
              <w:rPr>
                <w:rFonts w:ascii="Riojana" w:eastAsia="Times" w:hAnsi="Riojana"/>
                <w:lang w:val="es-ES_tradnl"/>
              </w:rPr>
              <w:t>Ayuntamiento de Logroño. Capitalidad</w:t>
            </w:r>
          </w:p>
        </w:tc>
        <w:tc>
          <w:tcPr>
            <w:tcW w:w="1122" w:type="dxa"/>
            <w:tcBorders>
              <w:top w:val="outset" w:sz="6" w:space="0" w:color="auto"/>
              <w:left w:val="outset" w:sz="6" w:space="0" w:color="auto"/>
              <w:bottom w:val="outset" w:sz="6" w:space="0" w:color="auto"/>
              <w:right w:val="outset" w:sz="6" w:space="0" w:color="auto"/>
            </w:tcBorders>
            <w:noWrap/>
            <w:hideMark/>
          </w:tcPr>
          <w:p w:rsidR="00011E90" w:rsidRPr="009E7CA3" w:rsidRDefault="00011E90">
            <w:pPr>
              <w:spacing w:before="0" w:after="0"/>
              <w:jc w:val="left"/>
              <w:rPr>
                <w:rFonts w:ascii="Riojana" w:eastAsia="Times" w:hAnsi="Riojana" w:cs="Arial"/>
                <w:lang w:val="es-ES_tradnl"/>
              </w:rPr>
            </w:pPr>
            <w:r w:rsidRPr="009E7CA3">
              <w:rPr>
                <w:rFonts w:ascii="Riojana" w:eastAsia="Times" w:hAnsi="Riojana"/>
                <w:lang w:val="es-ES_tradnl"/>
              </w:rPr>
              <w:t>2.912.840</w:t>
            </w:r>
          </w:p>
        </w:tc>
      </w:tr>
    </w:tbl>
    <w:p w:rsidR="00011E90" w:rsidRDefault="00011E90" w:rsidP="00011E90">
      <w:pPr>
        <w:pStyle w:val="Ttulo3"/>
        <w:rPr>
          <w:rFonts w:eastAsia="Times"/>
          <w:sz w:val="20"/>
          <w:u w:val="single"/>
        </w:rPr>
      </w:pPr>
    </w:p>
    <w:p w:rsidR="00011E90" w:rsidRPr="009E7CA3" w:rsidRDefault="00011E90" w:rsidP="00011E90">
      <w:pPr>
        <w:pStyle w:val="Ttulo3"/>
        <w:rPr>
          <w:rFonts w:ascii="Riojana Bold" w:eastAsia="Times" w:hAnsi="Riojana Bold"/>
          <w:b w:val="0"/>
          <w:sz w:val="24"/>
          <w:szCs w:val="24"/>
        </w:rPr>
      </w:pPr>
      <w:r>
        <w:rPr>
          <w:rFonts w:eastAsia="Times"/>
          <w:b w:val="0"/>
          <w:bCs w:val="0"/>
          <w:u w:val="single"/>
        </w:rPr>
        <w:br w:type="page"/>
      </w:r>
      <w:r w:rsidRPr="009E7CA3">
        <w:rPr>
          <w:rFonts w:ascii="Riojana Bold" w:eastAsia="Times" w:hAnsi="Riojana Bold"/>
          <w:b w:val="0"/>
          <w:sz w:val="24"/>
          <w:szCs w:val="24"/>
        </w:rPr>
        <w:lastRenderedPageBreak/>
        <w:t xml:space="preserve">ANEXO V: PROYECTOS O SUBPROYECTOS DE GASTO VINCULANTES </w:t>
      </w:r>
    </w:p>
    <w:p w:rsidR="00011E90" w:rsidRPr="009E7CA3" w:rsidRDefault="00011E90" w:rsidP="00011E90">
      <w:pPr>
        <w:pStyle w:val="Ttulo3"/>
        <w:rPr>
          <w:rFonts w:ascii="Riojana" w:eastAsia="Times" w:hAnsi="Riojana"/>
          <w:b w:val="0"/>
        </w:rPr>
      </w:pPr>
      <w:r w:rsidRPr="009E7CA3">
        <w:rPr>
          <w:rFonts w:ascii="Riojana" w:eastAsia="Times" w:hAnsi="Riojana"/>
          <w:b w:val="0"/>
        </w:rPr>
        <w:t>(Código de proyecto y denominación)</w:t>
      </w:r>
    </w:p>
    <w:p w:rsidR="00011E90" w:rsidRDefault="00011E90" w:rsidP="00011E90">
      <w:pPr>
        <w:rPr>
          <w:rFonts w:eastAsia="Times"/>
        </w:rPr>
      </w:pPr>
    </w:p>
    <w:p w:rsidR="00011E90" w:rsidRPr="009E7CA3" w:rsidRDefault="00011E90" w:rsidP="00204CB1">
      <w:pPr>
        <w:numPr>
          <w:ilvl w:val="0"/>
          <w:numId w:val="55"/>
        </w:numPr>
        <w:spacing w:before="100" w:after="100"/>
        <w:rPr>
          <w:rFonts w:ascii="Riojana" w:eastAsia="Times" w:hAnsi="Riojana"/>
        </w:rPr>
      </w:pPr>
      <w:r w:rsidRPr="009E7CA3">
        <w:rPr>
          <w:rFonts w:ascii="Riojana" w:eastAsia="Times" w:hAnsi="Riojana"/>
        </w:rPr>
        <w:t>60005: Agenda de la Población</w:t>
      </w:r>
    </w:p>
    <w:p w:rsidR="00011E90" w:rsidRPr="009E7CA3" w:rsidRDefault="00011E90" w:rsidP="00204CB1">
      <w:pPr>
        <w:numPr>
          <w:ilvl w:val="0"/>
          <w:numId w:val="55"/>
        </w:numPr>
        <w:spacing w:before="100" w:after="100"/>
        <w:rPr>
          <w:rFonts w:ascii="Riojana" w:eastAsia="Times" w:hAnsi="Riojana"/>
        </w:rPr>
      </w:pPr>
      <w:r w:rsidRPr="009E7CA3">
        <w:rPr>
          <w:rFonts w:ascii="Riojana" w:eastAsia="Times" w:hAnsi="Riojana"/>
        </w:rPr>
        <w:t>70002.1: Ayuda Oficial al Desarrollo y Agenda 2030</w:t>
      </w:r>
    </w:p>
    <w:p w:rsidR="00011E90" w:rsidRPr="009E7CA3" w:rsidRDefault="00011E90" w:rsidP="00204CB1">
      <w:pPr>
        <w:numPr>
          <w:ilvl w:val="0"/>
          <w:numId w:val="55"/>
        </w:numPr>
        <w:spacing w:before="100" w:after="100"/>
        <w:rPr>
          <w:rFonts w:ascii="Riojana" w:eastAsia="Times" w:hAnsi="Riojana"/>
        </w:rPr>
      </w:pPr>
      <w:r w:rsidRPr="009E7CA3">
        <w:rPr>
          <w:rFonts w:ascii="Riojana" w:eastAsia="Times" w:hAnsi="Riojana"/>
        </w:rPr>
        <w:t>70005: Centros Riojanos</w:t>
      </w:r>
    </w:p>
    <w:p w:rsidR="00011E90" w:rsidRPr="009E7CA3" w:rsidRDefault="00011E90" w:rsidP="00204CB1">
      <w:pPr>
        <w:numPr>
          <w:ilvl w:val="0"/>
          <w:numId w:val="55"/>
        </w:numPr>
        <w:spacing w:before="100" w:after="100"/>
        <w:rPr>
          <w:rFonts w:ascii="Riojana" w:eastAsia="Times" w:hAnsi="Riojana"/>
        </w:rPr>
      </w:pPr>
      <w:r w:rsidRPr="009E7CA3">
        <w:rPr>
          <w:rFonts w:ascii="Riojana" w:eastAsia="Times" w:hAnsi="Riojana"/>
        </w:rPr>
        <w:t>70007.1: Fomento del talento científico e innovador</w:t>
      </w:r>
    </w:p>
    <w:p w:rsidR="00011E90" w:rsidRPr="009E7CA3" w:rsidRDefault="00011E90" w:rsidP="00204CB1">
      <w:pPr>
        <w:numPr>
          <w:ilvl w:val="0"/>
          <w:numId w:val="55"/>
        </w:numPr>
        <w:spacing w:before="100" w:after="100"/>
        <w:rPr>
          <w:rFonts w:ascii="Riojana" w:eastAsia="Times" w:hAnsi="Riojana"/>
        </w:rPr>
      </w:pPr>
      <w:r w:rsidRPr="009E7CA3">
        <w:rPr>
          <w:rFonts w:ascii="Riojana" w:eastAsia="Times" w:hAnsi="Riojana"/>
        </w:rPr>
        <w:t>80005.3: Investigación Agraria</w:t>
      </w:r>
    </w:p>
    <w:p w:rsidR="00011E90" w:rsidRPr="009E7CA3" w:rsidRDefault="00011E90" w:rsidP="00204CB1">
      <w:pPr>
        <w:numPr>
          <w:ilvl w:val="0"/>
          <w:numId w:val="55"/>
        </w:numPr>
        <w:spacing w:before="100" w:after="100"/>
        <w:rPr>
          <w:rFonts w:ascii="Riojana" w:eastAsia="Times" w:hAnsi="Riojana"/>
        </w:rPr>
      </w:pPr>
      <w:r w:rsidRPr="009E7CA3">
        <w:rPr>
          <w:rFonts w:ascii="Riojana" w:eastAsia="Times" w:hAnsi="Riojana"/>
        </w:rPr>
        <w:t>80005.5: E. Administración, Salud y Educación</w:t>
      </w:r>
    </w:p>
    <w:p w:rsidR="00011E90" w:rsidRPr="009E7CA3" w:rsidRDefault="00011E90" w:rsidP="00204CB1">
      <w:pPr>
        <w:numPr>
          <w:ilvl w:val="0"/>
          <w:numId w:val="55"/>
        </w:numPr>
        <w:spacing w:before="100" w:after="100"/>
        <w:rPr>
          <w:rFonts w:ascii="Riojana" w:eastAsia="Times" w:hAnsi="Riojana"/>
        </w:rPr>
      </w:pPr>
      <w:r w:rsidRPr="009E7CA3">
        <w:rPr>
          <w:rFonts w:ascii="Riojana" w:eastAsia="Times" w:hAnsi="Riojana"/>
        </w:rPr>
        <w:t>80008.1: PDR Medio Natural</w:t>
      </w:r>
    </w:p>
    <w:p w:rsidR="00011E90" w:rsidRPr="009E7CA3" w:rsidRDefault="00011E90" w:rsidP="00204CB1">
      <w:pPr>
        <w:numPr>
          <w:ilvl w:val="0"/>
          <w:numId w:val="55"/>
        </w:numPr>
        <w:spacing w:before="100" w:after="100"/>
        <w:rPr>
          <w:rFonts w:ascii="Riojana" w:eastAsia="Times" w:hAnsi="Riojana"/>
        </w:rPr>
      </w:pPr>
      <w:r w:rsidRPr="009E7CA3">
        <w:rPr>
          <w:rFonts w:ascii="Riojana" w:eastAsia="Times" w:hAnsi="Riojana"/>
        </w:rPr>
        <w:t>80500.2: PDR Agricultura</w:t>
      </w:r>
    </w:p>
    <w:p w:rsidR="00011E90" w:rsidRPr="009E7CA3" w:rsidRDefault="00011E90" w:rsidP="00204CB1">
      <w:pPr>
        <w:numPr>
          <w:ilvl w:val="0"/>
          <w:numId w:val="55"/>
        </w:numPr>
        <w:spacing w:before="100" w:after="100"/>
        <w:rPr>
          <w:rFonts w:ascii="Riojana" w:eastAsia="Times" w:hAnsi="Riojana"/>
        </w:rPr>
      </w:pPr>
      <w:r w:rsidRPr="009E7CA3">
        <w:rPr>
          <w:rFonts w:ascii="Riojana" w:eastAsia="Times" w:hAnsi="Riojana"/>
        </w:rPr>
        <w:t>80500.3: PDR Desarrollo Rural</w:t>
      </w:r>
    </w:p>
    <w:p w:rsidR="00011E90" w:rsidRPr="009E7CA3" w:rsidRDefault="00011E90" w:rsidP="00204CB1">
      <w:pPr>
        <w:numPr>
          <w:ilvl w:val="0"/>
          <w:numId w:val="55"/>
        </w:numPr>
        <w:spacing w:before="100" w:after="100"/>
        <w:rPr>
          <w:rFonts w:ascii="Riojana" w:eastAsia="Times" w:hAnsi="Riojana"/>
        </w:rPr>
      </w:pPr>
      <w:r w:rsidRPr="009E7CA3">
        <w:rPr>
          <w:rFonts w:ascii="Riojana" w:eastAsia="Times" w:hAnsi="Riojana"/>
        </w:rPr>
        <w:t>80510.1: Medio natural – FEDER</w:t>
      </w:r>
    </w:p>
    <w:p w:rsidR="00011E90" w:rsidRPr="009E7CA3" w:rsidRDefault="00011E90" w:rsidP="00204CB1">
      <w:pPr>
        <w:numPr>
          <w:ilvl w:val="0"/>
          <w:numId w:val="55"/>
        </w:numPr>
        <w:spacing w:before="100" w:after="100"/>
        <w:rPr>
          <w:rFonts w:ascii="Riojana" w:eastAsia="Times" w:hAnsi="Riojana"/>
        </w:rPr>
      </w:pPr>
      <w:r w:rsidRPr="009E7CA3">
        <w:rPr>
          <w:rFonts w:ascii="Riojana" w:eastAsia="Times" w:hAnsi="Riojana"/>
        </w:rPr>
        <w:t>80520.2: FEAGA</w:t>
      </w:r>
    </w:p>
    <w:p w:rsidR="00011E90" w:rsidRPr="009E7CA3" w:rsidRDefault="00011E90" w:rsidP="00204CB1">
      <w:pPr>
        <w:numPr>
          <w:ilvl w:val="0"/>
          <w:numId w:val="55"/>
        </w:numPr>
        <w:spacing w:before="100" w:after="100"/>
        <w:rPr>
          <w:rFonts w:ascii="Riojana" w:eastAsia="Times" w:hAnsi="Riojana"/>
        </w:rPr>
      </w:pPr>
      <w:r w:rsidRPr="009E7CA3">
        <w:rPr>
          <w:rFonts w:ascii="Riojana" w:eastAsia="Times" w:hAnsi="Riojana"/>
        </w:rPr>
        <w:t>80590: Fondos Nacionales</w:t>
      </w:r>
    </w:p>
    <w:p w:rsidR="00011E90" w:rsidRPr="009E7CA3" w:rsidRDefault="00011E90" w:rsidP="00204CB1">
      <w:pPr>
        <w:numPr>
          <w:ilvl w:val="0"/>
          <w:numId w:val="55"/>
        </w:numPr>
        <w:spacing w:before="100" w:after="100"/>
        <w:rPr>
          <w:rFonts w:ascii="Riojana" w:eastAsia="Times" w:hAnsi="Riojana"/>
        </w:rPr>
      </w:pPr>
      <w:r w:rsidRPr="009E7CA3">
        <w:rPr>
          <w:rFonts w:ascii="Riojana" w:eastAsia="Times" w:hAnsi="Riojana"/>
        </w:rPr>
        <w:t>80610.1: Fondo Europeo de Desarrollo Regional</w:t>
      </w:r>
    </w:p>
    <w:p w:rsidR="00011E90" w:rsidRPr="009E7CA3" w:rsidRDefault="00011E90" w:rsidP="00204CB1">
      <w:pPr>
        <w:numPr>
          <w:ilvl w:val="0"/>
          <w:numId w:val="55"/>
        </w:numPr>
        <w:spacing w:before="100" w:after="100"/>
        <w:rPr>
          <w:rFonts w:ascii="Riojana" w:eastAsia="Times" w:hAnsi="Riojana"/>
        </w:rPr>
      </w:pPr>
      <w:r w:rsidRPr="009E7CA3">
        <w:rPr>
          <w:rFonts w:ascii="Riojana" w:eastAsia="Times" w:hAnsi="Riojana"/>
        </w:rPr>
        <w:t>80702: Protección Medio Natural</w:t>
      </w:r>
    </w:p>
    <w:p w:rsidR="00011E90" w:rsidRPr="009E7CA3" w:rsidRDefault="00011E90" w:rsidP="00204CB1">
      <w:pPr>
        <w:numPr>
          <w:ilvl w:val="0"/>
          <w:numId w:val="55"/>
        </w:numPr>
        <w:spacing w:before="100" w:after="100"/>
        <w:rPr>
          <w:rFonts w:ascii="Riojana" w:eastAsia="Times" w:hAnsi="Riojana"/>
        </w:rPr>
      </w:pPr>
      <w:r w:rsidRPr="009E7CA3">
        <w:rPr>
          <w:rFonts w:ascii="Riojana" w:eastAsia="Times" w:hAnsi="Riojana"/>
        </w:rPr>
        <w:t>80810.1: Fondo Europeo de Desarrollo Regional</w:t>
      </w:r>
    </w:p>
    <w:p w:rsidR="00011E90" w:rsidRPr="009E7CA3" w:rsidRDefault="00011E90" w:rsidP="00204CB1">
      <w:pPr>
        <w:numPr>
          <w:ilvl w:val="0"/>
          <w:numId w:val="55"/>
        </w:numPr>
        <w:spacing w:before="100" w:after="100"/>
        <w:rPr>
          <w:rFonts w:ascii="Riojana" w:eastAsia="Times" w:hAnsi="Riojana"/>
        </w:rPr>
      </w:pPr>
      <w:r w:rsidRPr="009E7CA3">
        <w:rPr>
          <w:rFonts w:ascii="Riojana" w:eastAsia="Times" w:hAnsi="Riojana"/>
        </w:rPr>
        <w:t>80006: Plan de Vivienda y Suelo</w:t>
      </w:r>
    </w:p>
    <w:p w:rsidR="00011E90" w:rsidRPr="009E7CA3" w:rsidRDefault="00011E90" w:rsidP="00204CB1">
      <w:pPr>
        <w:numPr>
          <w:ilvl w:val="0"/>
          <w:numId w:val="55"/>
        </w:numPr>
        <w:spacing w:before="100" w:after="100"/>
        <w:rPr>
          <w:rFonts w:ascii="Riojana" w:eastAsia="Times" w:hAnsi="Riojana"/>
        </w:rPr>
      </w:pPr>
      <w:r w:rsidRPr="009E7CA3">
        <w:rPr>
          <w:rFonts w:ascii="Riojana" w:eastAsia="Times" w:hAnsi="Riojana"/>
        </w:rPr>
        <w:t>80910.1: Fondo Europeo de Desarrollo Regional</w:t>
      </w:r>
    </w:p>
    <w:p w:rsidR="00011E90" w:rsidRPr="009E7CA3" w:rsidRDefault="00011E90" w:rsidP="00204CB1">
      <w:pPr>
        <w:numPr>
          <w:ilvl w:val="0"/>
          <w:numId w:val="55"/>
        </w:numPr>
        <w:spacing w:before="100" w:after="100"/>
        <w:rPr>
          <w:rFonts w:ascii="Riojana" w:eastAsia="Times" w:hAnsi="Riojana"/>
        </w:rPr>
      </w:pPr>
      <w:r w:rsidRPr="009E7CA3">
        <w:rPr>
          <w:rFonts w:ascii="Riojana" w:eastAsia="Times" w:hAnsi="Riojana"/>
        </w:rPr>
        <w:t>81210.1: Fondo Europeo de Desarrollo Regional</w:t>
      </w:r>
    </w:p>
    <w:p w:rsidR="00011E90" w:rsidRPr="009E7CA3" w:rsidRDefault="00011E90" w:rsidP="00204CB1">
      <w:pPr>
        <w:numPr>
          <w:ilvl w:val="0"/>
          <w:numId w:val="55"/>
        </w:numPr>
        <w:spacing w:before="100" w:after="100"/>
        <w:rPr>
          <w:rFonts w:ascii="Riojana" w:eastAsia="Times" w:hAnsi="Riojana"/>
        </w:rPr>
      </w:pPr>
      <w:r w:rsidRPr="009E7CA3">
        <w:rPr>
          <w:rFonts w:ascii="Riojana" w:eastAsia="Times" w:hAnsi="Riojana"/>
        </w:rPr>
        <w:t>81510.1: Fondo Europeo de Desarrollo Regional</w:t>
      </w:r>
    </w:p>
    <w:p w:rsidR="00011E90" w:rsidRPr="009E7CA3" w:rsidRDefault="00011E90" w:rsidP="00204CB1">
      <w:pPr>
        <w:numPr>
          <w:ilvl w:val="0"/>
          <w:numId w:val="55"/>
        </w:numPr>
        <w:spacing w:before="100" w:after="100"/>
        <w:rPr>
          <w:rFonts w:ascii="Riojana" w:eastAsia="Times" w:hAnsi="Riojana"/>
        </w:rPr>
      </w:pPr>
      <w:r w:rsidRPr="009E7CA3">
        <w:rPr>
          <w:rFonts w:ascii="Riojana" w:eastAsia="Times" w:hAnsi="Riojana"/>
        </w:rPr>
        <w:t>81910.1: Fondo Europeo de Desarrollo Regional</w:t>
      </w:r>
    </w:p>
    <w:p w:rsidR="00011E90" w:rsidRPr="009E7CA3" w:rsidRDefault="00011E90" w:rsidP="00204CB1">
      <w:pPr>
        <w:numPr>
          <w:ilvl w:val="0"/>
          <w:numId w:val="55"/>
        </w:numPr>
        <w:spacing w:before="100" w:after="100"/>
        <w:rPr>
          <w:rFonts w:ascii="Riojana" w:eastAsia="Times" w:hAnsi="Riojana"/>
        </w:rPr>
      </w:pPr>
      <w:r w:rsidRPr="009E7CA3">
        <w:rPr>
          <w:rFonts w:ascii="Riojana" w:eastAsia="Times" w:hAnsi="Riojana"/>
        </w:rPr>
        <w:t>90005: Fomento de las acciones juveniles</w:t>
      </w:r>
    </w:p>
    <w:p w:rsidR="00011E90" w:rsidRPr="009E7CA3" w:rsidRDefault="00011E90" w:rsidP="00204CB1">
      <w:pPr>
        <w:numPr>
          <w:ilvl w:val="0"/>
          <w:numId w:val="55"/>
        </w:numPr>
        <w:spacing w:before="100" w:after="100"/>
        <w:rPr>
          <w:rFonts w:ascii="Riojana" w:eastAsia="Times" w:hAnsi="Riojana"/>
        </w:rPr>
      </w:pPr>
      <w:r w:rsidRPr="009E7CA3">
        <w:rPr>
          <w:rFonts w:ascii="Riojana" w:eastAsia="Times" w:hAnsi="Riojana"/>
        </w:rPr>
        <w:t>90801: Infraestructuras educativas</w:t>
      </w:r>
    </w:p>
    <w:p w:rsidR="00011E90" w:rsidRPr="009E7CA3" w:rsidRDefault="00011E90" w:rsidP="00204CB1">
      <w:pPr>
        <w:numPr>
          <w:ilvl w:val="0"/>
          <w:numId w:val="55"/>
        </w:numPr>
        <w:spacing w:before="100" w:after="100"/>
        <w:rPr>
          <w:rFonts w:ascii="Riojana" w:eastAsia="Times" w:hAnsi="Riojana"/>
        </w:rPr>
      </w:pPr>
      <w:r w:rsidRPr="009E7CA3">
        <w:rPr>
          <w:rFonts w:ascii="Riojana" w:eastAsia="Times" w:hAnsi="Riojana"/>
        </w:rPr>
        <w:t>90901: Plan de Carreteras de La Rioja.</w:t>
      </w:r>
    </w:p>
    <w:p w:rsidR="00011E90" w:rsidRPr="009E7CA3" w:rsidRDefault="00011E90" w:rsidP="00204CB1">
      <w:pPr>
        <w:numPr>
          <w:ilvl w:val="0"/>
          <w:numId w:val="55"/>
        </w:numPr>
        <w:spacing w:before="100" w:after="100"/>
        <w:rPr>
          <w:rFonts w:ascii="Riojana" w:eastAsia="Times" w:hAnsi="Riojana"/>
        </w:rPr>
      </w:pPr>
      <w:r w:rsidRPr="009E7CA3">
        <w:rPr>
          <w:rFonts w:ascii="Riojana" w:eastAsia="Times" w:hAnsi="Riojana"/>
        </w:rPr>
        <w:t>Proyecto financiados en el marco del Mecanismo de Recuperación y Resiliencia.</w:t>
      </w:r>
    </w:p>
    <w:p w:rsidR="00011E90" w:rsidRPr="009E7CA3" w:rsidRDefault="00011E90" w:rsidP="00204CB1">
      <w:pPr>
        <w:numPr>
          <w:ilvl w:val="0"/>
          <w:numId w:val="55"/>
        </w:numPr>
        <w:spacing w:before="100" w:after="100"/>
        <w:rPr>
          <w:rFonts w:ascii="Riojana" w:eastAsia="Times" w:hAnsi="Riojana"/>
        </w:rPr>
      </w:pPr>
      <w:r w:rsidRPr="009E7CA3">
        <w:rPr>
          <w:rFonts w:ascii="Riojana" w:eastAsia="Times" w:hAnsi="Riojana"/>
        </w:rPr>
        <w:t>Proyectos en desarrollo del Plan de Transformación de La Rioja</w:t>
      </w:r>
    </w:p>
    <w:p w:rsidR="00011E90" w:rsidRPr="009E7CA3" w:rsidRDefault="00011E90" w:rsidP="00011E90">
      <w:pPr>
        <w:pStyle w:val="Ttulo3"/>
        <w:rPr>
          <w:rFonts w:ascii="Riojana Bold" w:eastAsia="Times" w:hAnsi="Riojana Bold"/>
          <w:b w:val="0"/>
          <w:lang w:val="es-ES_tradnl"/>
        </w:rPr>
      </w:pPr>
      <w:r w:rsidRPr="009E7CA3">
        <w:rPr>
          <w:rFonts w:ascii="Riojana" w:eastAsia="Times" w:hAnsi="Riojana"/>
          <w:b w:val="0"/>
          <w:bCs w:val="0"/>
        </w:rPr>
        <w:br w:type="page"/>
      </w:r>
      <w:r w:rsidRPr="009E7CA3">
        <w:rPr>
          <w:rFonts w:ascii="Riojana Bold" w:eastAsia="Times" w:hAnsi="Riojana Bold"/>
          <w:b w:val="0"/>
          <w:lang w:val="es-ES_tradnl"/>
        </w:rPr>
        <w:lastRenderedPageBreak/>
        <w:t>ANEXO VI: CRÉDITOS SUSCEPTIBLES DE INCORPORACIÓN COMO REMANENTES</w:t>
      </w:r>
    </w:p>
    <w:p w:rsidR="00011E90" w:rsidRPr="009E7CA3" w:rsidRDefault="00011E90" w:rsidP="00204CB1">
      <w:pPr>
        <w:numPr>
          <w:ilvl w:val="0"/>
          <w:numId w:val="56"/>
        </w:numPr>
        <w:spacing w:before="100" w:after="100"/>
        <w:rPr>
          <w:rFonts w:ascii="Riojana" w:eastAsia="Times" w:hAnsi="Riojana"/>
        </w:rPr>
      </w:pPr>
      <w:r w:rsidRPr="009E7CA3">
        <w:rPr>
          <w:rFonts w:ascii="Riojana" w:eastAsia="Times" w:hAnsi="Riojana"/>
        </w:rPr>
        <w:t>Subvenciones de capital a favor de Entidades Locales</w:t>
      </w:r>
    </w:p>
    <w:p w:rsidR="00011E90" w:rsidRPr="009E7CA3" w:rsidRDefault="00011E90" w:rsidP="00204CB1">
      <w:pPr>
        <w:numPr>
          <w:ilvl w:val="0"/>
          <w:numId w:val="56"/>
        </w:numPr>
        <w:spacing w:before="100" w:after="100"/>
        <w:rPr>
          <w:rFonts w:ascii="Riojana" w:eastAsia="Times" w:hAnsi="Riojana"/>
        </w:rPr>
      </w:pPr>
      <w:r w:rsidRPr="009E7CA3">
        <w:rPr>
          <w:rFonts w:ascii="Riojana" w:eastAsia="Times" w:hAnsi="Riojana"/>
        </w:rPr>
        <w:t xml:space="preserve">Inversiones y subvenciones de carácter sanitario y medioambiental. </w:t>
      </w:r>
    </w:p>
    <w:p w:rsidR="00011E90" w:rsidRPr="009E7CA3" w:rsidRDefault="00011E90" w:rsidP="00204CB1">
      <w:pPr>
        <w:numPr>
          <w:ilvl w:val="0"/>
          <w:numId w:val="56"/>
        </w:numPr>
        <w:spacing w:before="100" w:after="100"/>
        <w:rPr>
          <w:rFonts w:ascii="Riojana" w:eastAsia="Times" w:hAnsi="Riojana"/>
        </w:rPr>
      </w:pPr>
      <w:r w:rsidRPr="009E7CA3">
        <w:rPr>
          <w:rFonts w:ascii="Riojana" w:eastAsia="Times" w:hAnsi="Riojana"/>
        </w:rPr>
        <w:t xml:space="preserve">Otros créditos para operaciones corrientes o de capital. </w:t>
      </w:r>
    </w:p>
    <w:p w:rsidR="00011E90" w:rsidRPr="009E7CA3" w:rsidRDefault="00011E90" w:rsidP="00204CB1">
      <w:pPr>
        <w:numPr>
          <w:ilvl w:val="0"/>
          <w:numId w:val="56"/>
        </w:numPr>
        <w:spacing w:before="100" w:after="100"/>
        <w:rPr>
          <w:rFonts w:ascii="Riojana" w:eastAsia="Times" w:hAnsi="Riojana"/>
        </w:rPr>
      </w:pPr>
      <w:r w:rsidRPr="009E7CA3">
        <w:rPr>
          <w:rFonts w:ascii="Riojana" w:eastAsia="Times" w:hAnsi="Riojana"/>
        </w:rPr>
        <w:t>Subvenciones de servicios sociales</w:t>
      </w:r>
    </w:p>
    <w:p w:rsidR="00011E90" w:rsidRPr="009E7CA3" w:rsidRDefault="00011E90" w:rsidP="00204CB1">
      <w:pPr>
        <w:numPr>
          <w:ilvl w:val="0"/>
          <w:numId w:val="56"/>
        </w:numPr>
        <w:spacing w:before="100" w:after="100"/>
        <w:rPr>
          <w:rFonts w:ascii="Riojana" w:eastAsia="Times" w:hAnsi="Riojana"/>
        </w:rPr>
      </w:pPr>
      <w:r w:rsidRPr="009E7CA3">
        <w:rPr>
          <w:rFonts w:ascii="Riojana" w:eastAsia="Times" w:hAnsi="Riojana"/>
        </w:rPr>
        <w:t>Los créditos procedentes de los recursos transferidos con cargo al Fondo COVID-19, así como otros recursos adicionales con la misma finalidad</w:t>
      </w:r>
    </w:p>
    <w:p w:rsidR="00011E90" w:rsidRPr="009E7CA3" w:rsidRDefault="00011E90" w:rsidP="00204CB1">
      <w:pPr>
        <w:numPr>
          <w:ilvl w:val="0"/>
          <w:numId w:val="56"/>
        </w:numPr>
        <w:spacing w:before="100" w:after="100"/>
        <w:rPr>
          <w:rFonts w:ascii="Riojana" w:eastAsia="Times" w:hAnsi="Riojana"/>
        </w:rPr>
      </w:pPr>
      <w:r w:rsidRPr="009E7CA3">
        <w:rPr>
          <w:rFonts w:ascii="Riojana" w:eastAsia="Times" w:hAnsi="Riojana"/>
        </w:rPr>
        <w:t>Los créditos financiados con el Mecanismo de Recuperación y Resiliencia (MRR), así como otros que</w:t>
      </w:r>
      <w:r>
        <w:rPr>
          <w:rFonts w:eastAsia="Times"/>
        </w:rPr>
        <w:t xml:space="preserve"> tengan la </w:t>
      </w:r>
      <w:r w:rsidRPr="009E7CA3">
        <w:rPr>
          <w:rFonts w:ascii="Riojana" w:eastAsia="Times" w:hAnsi="Riojana"/>
        </w:rPr>
        <w:t>consideración de gastos de financiación afectada.</w:t>
      </w:r>
    </w:p>
    <w:p w:rsidR="00011E90" w:rsidRPr="009E7CA3" w:rsidRDefault="00011E90" w:rsidP="00011E90">
      <w:pPr>
        <w:pStyle w:val="Ttulo3"/>
        <w:rPr>
          <w:rFonts w:ascii="Riojana Bold" w:eastAsia="Times" w:hAnsi="Riojana Bold"/>
          <w:b w:val="0"/>
          <w:lang w:val="es-ES_tradnl"/>
        </w:rPr>
      </w:pPr>
      <w:r w:rsidRPr="009E7CA3">
        <w:rPr>
          <w:rFonts w:ascii="Riojana Bold" w:eastAsia="Times" w:hAnsi="Riojana Bold"/>
          <w:b w:val="0"/>
          <w:lang w:val="es-ES_tradnl"/>
        </w:rPr>
        <w:t>ANEXO VII: FONDO DE COOPERACIÓN LOCAL DE LA RIOJA</w:t>
      </w:r>
    </w:p>
    <w:p w:rsidR="00011E90" w:rsidRPr="009E7CA3" w:rsidRDefault="00011E90" w:rsidP="00011E90">
      <w:pPr>
        <w:pStyle w:val="Ttulo4"/>
        <w:rPr>
          <w:rFonts w:ascii="Riojana" w:eastAsia="Times New Roman" w:hAnsi="Riojana"/>
          <w:color w:val="auto"/>
          <w:lang w:val="es-ES_tradnl"/>
        </w:rPr>
      </w:pPr>
      <w:r w:rsidRPr="009E7CA3">
        <w:rPr>
          <w:rFonts w:ascii="Riojana" w:hAnsi="Riojana"/>
          <w:color w:val="auto"/>
          <w:lang w:val="es-ES_tradnl"/>
        </w:rPr>
        <w:t>A. Relación de municipios cabeceras de comarca y cuota fija</w:t>
      </w:r>
    </w:p>
    <w:p w:rsidR="00011E90" w:rsidRPr="009E7CA3" w:rsidRDefault="00011E90" w:rsidP="00011E90">
      <w:pPr>
        <w:pStyle w:val="Ttulo5"/>
        <w:rPr>
          <w:rFonts w:ascii="Riojana" w:hAnsi="Riojana"/>
          <w:color w:val="auto"/>
        </w:rPr>
      </w:pPr>
      <w:r w:rsidRPr="009E7CA3">
        <w:rPr>
          <w:rFonts w:ascii="Riojana" w:hAnsi="Riojana"/>
          <w:color w:val="auto"/>
        </w:rPr>
        <w:t>I. SECCIÓN CABECERAS DE COMARCA</w:t>
      </w:r>
    </w:p>
    <w:p w:rsidR="00011E90" w:rsidRPr="009E7CA3" w:rsidRDefault="00011E90" w:rsidP="00011E90">
      <w:pPr>
        <w:spacing w:before="60" w:after="60"/>
        <w:rPr>
          <w:rFonts w:ascii="Riojana" w:eastAsia="Times" w:hAnsi="Riojana"/>
          <w:lang w:val="es-ES_tradnl"/>
        </w:rPr>
      </w:pPr>
      <w:r w:rsidRPr="009E7CA3">
        <w:rPr>
          <w:rFonts w:ascii="Riojana" w:eastAsia="Times" w:hAnsi="Riojana"/>
          <w:lang w:val="es-ES_tradnl"/>
        </w:rPr>
        <w:t>Relación de municipios y cuota fija (en euros):</w:t>
      </w:r>
    </w:p>
    <w:p w:rsidR="00011E90" w:rsidRPr="009E7CA3" w:rsidRDefault="00011E90" w:rsidP="00204CB1">
      <w:pPr>
        <w:numPr>
          <w:ilvl w:val="0"/>
          <w:numId w:val="57"/>
        </w:numPr>
        <w:spacing w:before="100" w:after="100"/>
        <w:rPr>
          <w:rFonts w:ascii="Riojana" w:eastAsia="Times" w:hAnsi="Riojana" w:cs="Arial"/>
        </w:rPr>
      </w:pPr>
      <w:r w:rsidRPr="009E7CA3">
        <w:rPr>
          <w:rFonts w:ascii="Riojana" w:eastAsia="Times" w:hAnsi="Riojana"/>
        </w:rPr>
        <w:t>Alfaro: 120.000</w:t>
      </w:r>
    </w:p>
    <w:p w:rsidR="00011E90" w:rsidRPr="009E7CA3" w:rsidRDefault="00011E90" w:rsidP="00204CB1">
      <w:pPr>
        <w:numPr>
          <w:ilvl w:val="0"/>
          <w:numId w:val="57"/>
        </w:numPr>
        <w:spacing w:before="100" w:after="100"/>
        <w:rPr>
          <w:rFonts w:ascii="Riojana" w:eastAsia="Times" w:hAnsi="Riojana"/>
        </w:rPr>
      </w:pPr>
      <w:r w:rsidRPr="009E7CA3">
        <w:rPr>
          <w:rFonts w:ascii="Riojana" w:eastAsia="Times" w:hAnsi="Riojana"/>
        </w:rPr>
        <w:t>Arnedo: 150.000</w:t>
      </w:r>
    </w:p>
    <w:p w:rsidR="00011E90" w:rsidRPr="009E7CA3" w:rsidRDefault="00011E90" w:rsidP="00204CB1">
      <w:pPr>
        <w:numPr>
          <w:ilvl w:val="0"/>
          <w:numId w:val="57"/>
        </w:numPr>
        <w:spacing w:before="100" w:after="100"/>
        <w:rPr>
          <w:rFonts w:ascii="Riojana" w:eastAsia="Times" w:hAnsi="Riojana"/>
        </w:rPr>
      </w:pPr>
      <w:r w:rsidRPr="009E7CA3">
        <w:rPr>
          <w:rFonts w:ascii="Riojana" w:eastAsia="Times" w:hAnsi="Riojana"/>
        </w:rPr>
        <w:t>Calahorra: 200.000</w:t>
      </w:r>
    </w:p>
    <w:p w:rsidR="00011E90" w:rsidRPr="009E7CA3" w:rsidRDefault="00011E90" w:rsidP="00204CB1">
      <w:pPr>
        <w:numPr>
          <w:ilvl w:val="0"/>
          <w:numId w:val="57"/>
        </w:numPr>
        <w:spacing w:before="100" w:after="100"/>
        <w:rPr>
          <w:rFonts w:ascii="Riojana" w:eastAsia="Times" w:hAnsi="Riojana"/>
        </w:rPr>
      </w:pPr>
      <w:r w:rsidRPr="009E7CA3">
        <w:rPr>
          <w:rFonts w:ascii="Riojana" w:eastAsia="Times" w:hAnsi="Riojana"/>
        </w:rPr>
        <w:t>Cervera de Río Alhama: 70.000</w:t>
      </w:r>
    </w:p>
    <w:p w:rsidR="00011E90" w:rsidRPr="009E7CA3" w:rsidRDefault="00011E90" w:rsidP="00204CB1">
      <w:pPr>
        <w:numPr>
          <w:ilvl w:val="0"/>
          <w:numId w:val="57"/>
        </w:numPr>
        <w:spacing w:before="100" w:after="100"/>
        <w:rPr>
          <w:rFonts w:ascii="Riojana" w:eastAsia="Times" w:hAnsi="Riojana"/>
        </w:rPr>
      </w:pPr>
      <w:r w:rsidRPr="009E7CA3">
        <w:rPr>
          <w:rFonts w:ascii="Riojana" w:eastAsia="Times" w:hAnsi="Riojana"/>
        </w:rPr>
        <w:t>Haro: 150.000</w:t>
      </w:r>
    </w:p>
    <w:p w:rsidR="00011E90" w:rsidRPr="009E7CA3" w:rsidRDefault="00011E90" w:rsidP="00204CB1">
      <w:pPr>
        <w:numPr>
          <w:ilvl w:val="0"/>
          <w:numId w:val="57"/>
        </w:numPr>
        <w:spacing w:before="100" w:after="100"/>
        <w:rPr>
          <w:rFonts w:ascii="Riojana" w:eastAsia="Times" w:hAnsi="Riojana"/>
        </w:rPr>
      </w:pPr>
      <w:r w:rsidRPr="009E7CA3">
        <w:rPr>
          <w:rFonts w:ascii="Riojana" w:eastAsia="Times" w:hAnsi="Riojana"/>
        </w:rPr>
        <w:t>Nájera: 120.000</w:t>
      </w:r>
    </w:p>
    <w:p w:rsidR="00011E90" w:rsidRPr="009E7CA3" w:rsidRDefault="00011E90" w:rsidP="00204CB1">
      <w:pPr>
        <w:numPr>
          <w:ilvl w:val="0"/>
          <w:numId w:val="57"/>
        </w:numPr>
        <w:spacing w:before="100" w:after="100"/>
        <w:rPr>
          <w:rFonts w:ascii="Riojana" w:eastAsia="Times" w:hAnsi="Riojana"/>
        </w:rPr>
      </w:pPr>
      <w:r w:rsidRPr="009E7CA3">
        <w:rPr>
          <w:rFonts w:ascii="Riojana" w:eastAsia="Times" w:hAnsi="Riojana"/>
        </w:rPr>
        <w:t>Santo Domingo de la Calzada: 105.000</w:t>
      </w:r>
    </w:p>
    <w:p w:rsidR="00011E90" w:rsidRPr="009E7CA3" w:rsidRDefault="00011E90" w:rsidP="00204CB1">
      <w:pPr>
        <w:numPr>
          <w:ilvl w:val="0"/>
          <w:numId w:val="57"/>
        </w:numPr>
        <w:spacing w:before="100" w:after="100"/>
        <w:rPr>
          <w:rFonts w:ascii="Riojana" w:eastAsia="Times" w:hAnsi="Riojana"/>
        </w:rPr>
      </w:pPr>
      <w:r w:rsidRPr="009E7CA3">
        <w:rPr>
          <w:rFonts w:ascii="Riojana" w:eastAsia="Times" w:hAnsi="Riojana"/>
        </w:rPr>
        <w:t>Torrecilla en Cameros: 40.000</w:t>
      </w:r>
    </w:p>
    <w:p w:rsidR="00011E90" w:rsidRPr="009E7CA3" w:rsidRDefault="00011E90" w:rsidP="00011E90">
      <w:pPr>
        <w:pStyle w:val="Ttulo5"/>
        <w:rPr>
          <w:rFonts w:ascii="Riojana" w:eastAsia="Times New Roman" w:hAnsi="Riojana"/>
          <w:color w:val="auto"/>
        </w:rPr>
      </w:pPr>
      <w:r w:rsidRPr="009E7CA3">
        <w:rPr>
          <w:rFonts w:ascii="Riojana" w:hAnsi="Riojana"/>
          <w:color w:val="auto"/>
        </w:rPr>
        <w:t>II. SECCIÓN MUNICIPIOS CON POBLACIÓN SUPERIOR A 5.000 HABITANTES</w:t>
      </w:r>
    </w:p>
    <w:p w:rsidR="00011E90" w:rsidRPr="009E7CA3" w:rsidRDefault="00011E90" w:rsidP="00011E90">
      <w:pPr>
        <w:rPr>
          <w:rFonts w:ascii="Riojana" w:eastAsia="Times" w:hAnsi="Riojana"/>
          <w:lang w:val="es-ES_tradnl"/>
        </w:rPr>
      </w:pPr>
      <w:r w:rsidRPr="009E7CA3">
        <w:rPr>
          <w:rFonts w:ascii="Riojana" w:eastAsia="Times" w:hAnsi="Riojana"/>
          <w:lang w:val="es-ES_tradnl"/>
        </w:rPr>
        <w:t>Cuota fija, en euros: 120.000</w:t>
      </w:r>
    </w:p>
    <w:p w:rsidR="00011E90" w:rsidRPr="009E7CA3" w:rsidRDefault="00011E90" w:rsidP="00011E90">
      <w:pPr>
        <w:pStyle w:val="Ttulo5"/>
        <w:rPr>
          <w:rFonts w:ascii="Riojana" w:eastAsia="Times New Roman" w:hAnsi="Riojana"/>
          <w:color w:val="auto"/>
        </w:rPr>
      </w:pPr>
      <w:r w:rsidRPr="009E7CA3">
        <w:rPr>
          <w:rFonts w:ascii="Riojana" w:hAnsi="Riojana"/>
          <w:color w:val="auto"/>
        </w:rPr>
        <w:t>III. SECCIÓN MUNICIPIOS CON POBLACIÓN SUPERIOR A 2.000 HABITANTES</w:t>
      </w:r>
    </w:p>
    <w:p w:rsidR="00011E90" w:rsidRPr="009E7CA3" w:rsidRDefault="00011E90" w:rsidP="00011E90">
      <w:pPr>
        <w:rPr>
          <w:rFonts w:ascii="Riojana" w:eastAsia="Times" w:hAnsi="Riojana"/>
          <w:lang w:val="es-ES_tradnl"/>
        </w:rPr>
      </w:pPr>
      <w:r w:rsidRPr="009E7CA3">
        <w:rPr>
          <w:rFonts w:ascii="Riojana" w:eastAsia="Times" w:hAnsi="Riojana"/>
          <w:lang w:val="es-ES_tradnl"/>
        </w:rPr>
        <w:t>Cuota fija, en euros: 15.000</w:t>
      </w:r>
    </w:p>
    <w:p w:rsidR="00011E90" w:rsidRPr="009E7CA3" w:rsidRDefault="00011E90" w:rsidP="00011E90">
      <w:pPr>
        <w:pStyle w:val="Ttulo4"/>
        <w:rPr>
          <w:rFonts w:ascii="Riojana" w:eastAsia="Times New Roman" w:hAnsi="Riojana"/>
          <w:color w:val="auto"/>
          <w:lang w:val="es-ES_tradnl"/>
        </w:rPr>
      </w:pPr>
      <w:r w:rsidRPr="009E7CA3">
        <w:rPr>
          <w:rFonts w:ascii="Riojana" w:hAnsi="Riojana"/>
          <w:color w:val="auto"/>
          <w:lang w:val="es-ES_tradnl"/>
        </w:rPr>
        <w:t>B. Fórmula para la determinación de la cuantía del Fondo correspondiente a cada uno de los beneficiarios</w:t>
      </w:r>
    </w:p>
    <w:p w:rsidR="00011E90" w:rsidRPr="009E7CA3" w:rsidRDefault="00011E90" w:rsidP="00011E90">
      <w:pPr>
        <w:spacing w:before="80" w:after="80"/>
        <w:rPr>
          <w:rFonts w:ascii="Riojana" w:eastAsia="Times" w:hAnsi="Riojana"/>
          <w:lang w:val="en-US"/>
        </w:rPr>
      </w:pPr>
      <w:r w:rsidRPr="009E7CA3">
        <w:rPr>
          <w:rFonts w:ascii="Riojana" w:eastAsia="Times" w:hAnsi="Riojana"/>
          <w:lang w:val="en-US"/>
        </w:rPr>
        <w:t xml:space="preserve">S = </w:t>
      </w:r>
      <w:proofErr w:type="spellStart"/>
      <w:r w:rsidRPr="009E7CA3">
        <w:rPr>
          <w:rFonts w:ascii="Riojana" w:eastAsia="Times" w:hAnsi="Riojana"/>
          <w:lang w:val="en-US"/>
        </w:rPr>
        <w:t>Cf</w:t>
      </w:r>
      <w:proofErr w:type="spellEnd"/>
      <w:r w:rsidRPr="009E7CA3">
        <w:rPr>
          <w:rFonts w:ascii="Riojana" w:eastAsia="Times" w:hAnsi="Riojana"/>
          <w:lang w:val="en-US"/>
        </w:rPr>
        <w:t xml:space="preserve"> + [(S - ∑</w:t>
      </w:r>
      <w:proofErr w:type="spellStart"/>
      <w:r w:rsidRPr="009E7CA3">
        <w:rPr>
          <w:rFonts w:ascii="Riojana" w:eastAsia="Times" w:hAnsi="Riojana"/>
          <w:lang w:val="en-US"/>
        </w:rPr>
        <w:t>Cf</w:t>
      </w:r>
      <w:proofErr w:type="spellEnd"/>
      <w:r w:rsidRPr="009E7CA3">
        <w:rPr>
          <w:rFonts w:ascii="Riojana" w:eastAsia="Times" w:hAnsi="Riojana"/>
          <w:lang w:val="en-US"/>
        </w:rPr>
        <w:t>) x p / ∑p]</w:t>
      </w:r>
    </w:p>
    <w:p w:rsidR="00011E90" w:rsidRPr="009E7CA3" w:rsidRDefault="00011E90" w:rsidP="00011E90">
      <w:pPr>
        <w:keepNext/>
        <w:spacing w:before="80" w:after="80"/>
        <w:rPr>
          <w:rFonts w:ascii="Riojana" w:eastAsia="Times" w:hAnsi="Riojana"/>
          <w:lang w:val="en-US"/>
        </w:rPr>
      </w:pPr>
      <w:proofErr w:type="spellStart"/>
      <w:r w:rsidRPr="009E7CA3">
        <w:rPr>
          <w:rFonts w:ascii="Riojana" w:eastAsia="Times" w:hAnsi="Riojana"/>
          <w:lang w:val="en-US"/>
        </w:rPr>
        <w:lastRenderedPageBreak/>
        <w:t>Dónde</w:t>
      </w:r>
      <w:proofErr w:type="spellEnd"/>
      <w:r w:rsidRPr="009E7CA3">
        <w:rPr>
          <w:rFonts w:ascii="Riojana" w:eastAsia="Times" w:hAnsi="Riojana"/>
          <w:lang w:val="en-US"/>
        </w:rPr>
        <w:t>:</w:t>
      </w:r>
    </w:p>
    <w:p w:rsidR="00011E90" w:rsidRPr="009E7CA3" w:rsidRDefault="00011E90" w:rsidP="00204CB1">
      <w:pPr>
        <w:numPr>
          <w:ilvl w:val="0"/>
          <w:numId w:val="58"/>
        </w:numPr>
        <w:spacing w:before="100" w:after="100"/>
        <w:rPr>
          <w:rFonts w:ascii="Riojana" w:eastAsia="Times" w:hAnsi="Riojana" w:cs="Arial"/>
        </w:rPr>
      </w:pPr>
      <w:r w:rsidRPr="009E7CA3">
        <w:rPr>
          <w:rFonts w:ascii="Riojana" w:eastAsia="Times" w:hAnsi="Riojana"/>
        </w:rPr>
        <w:t>S = Sección correspondiente a cada beneficiario</w:t>
      </w:r>
    </w:p>
    <w:p w:rsidR="00011E90" w:rsidRPr="009E7CA3" w:rsidRDefault="00011E90" w:rsidP="00204CB1">
      <w:pPr>
        <w:numPr>
          <w:ilvl w:val="0"/>
          <w:numId w:val="58"/>
        </w:numPr>
        <w:spacing w:before="100" w:after="100"/>
        <w:rPr>
          <w:rFonts w:ascii="Riojana" w:eastAsia="Times" w:hAnsi="Riojana"/>
        </w:rPr>
      </w:pPr>
      <w:r w:rsidRPr="009E7CA3">
        <w:rPr>
          <w:rFonts w:ascii="Riojana" w:eastAsia="Times" w:hAnsi="Riojana"/>
        </w:rPr>
        <w:t>Cf = Cuota Fija</w:t>
      </w:r>
    </w:p>
    <w:p w:rsidR="00011E90" w:rsidRPr="009E7CA3" w:rsidRDefault="00011E90" w:rsidP="00204CB1">
      <w:pPr>
        <w:numPr>
          <w:ilvl w:val="0"/>
          <w:numId w:val="58"/>
        </w:numPr>
        <w:spacing w:before="100" w:after="100"/>
        <w:rPr>
          <w:rFonts w:ascii="Riojana" w:eastAsia="Times" w:hAnsi="Riojana"/>
        </w:rPr>
      </w:pPr>
      <w:r w:rsidRPr="009E7CA3">
        <w:rPr>
          <w:rFonts w:ascii="Riojana" w:eastAsia="Times" w:hAnsi="Riojana"/>
        </w:rPr>
        <w:t>S = Dotación total de la Sección</w:t>
      </w:r>
    </w:p>
    <w:p w:rsidR="00011E90" w:rsidRPr="009E7CA3" w:rsidRDefault="00011E90" w:rsidP="00204CB1">
      <w:pPr>
        <w:numPr>
          <w:ilvl w:val="0"/>
          <w:numId w:val="58"/>
        </w:numPr>
        <w:spacing w:before="100" w:after="100"/>
        <w:rPr>
          <w:rFonts w:ascii="Riojana" w:eastAsia="Times" w:hAnsi="Riojana"/>
        </w:rPr>
      </w:pPr>
      <w:r w:rsidRPr="009E7CA3">
        <w:rPr>
          <w:rFonts w:ascii="Riojana" w:eastAsia="Times" w:hAnsi="Riojana"/>
        </w:rPr>
        <w:t>∑Cf = Sumatorio cuotas fijas</w:t>
      </w:r>
    </w:p>
    <w:p w:rsidR="00011E90" w:rsidRPr="009E7CA3" w:rsidRDefault="00011E90" w:rsidP="00204CB1">
      <w:pPr>
        <w:numPr>
          <w:ilvl w:val="0"/>
          <w:numId w:val="58"/>
        </w:numPr>
        <w:spacing w:before="100" w:after="100"/>
        <w:rPr>
          <w:rFonts w:ascii="Riojana" w:eastAsia="Times" w:hAnsi="Riojana"/>
        </w:rPr>
      </w:pPr>
      <w:r w:rsidRPr="009E7CA3">
        <w:rPr>
          <w:rFonts w:ascii="Riojana" w:eastAsia="Times" w:hAnsi="Riojana"/>
        </w:rPr>
        <w:t>p = Población de la entidad beneficiaria</w:t>
      </w:r>
    </w:p>
    <w:p w:rsidR="00011E90" w:rsidRDefault="00011E90" w:rsidP="00204CB1">
      <w:pPr>
        <w:numPr>
          <w:ilvl w:val="0"/>
          <w:numId w:val="58"/>
        </w:numPr>
        <w:spacing w:before="100" w:after="100"/>
        <w:rPr>
          <w:rFonts w:ascii="Riojana" w:eastAsia="Times" w:hAnsi="Riojana"/>
        </w:rPr>
      </w:pPr>
      <w:r w:rsidRPr="009E7CA3">
        <w:rPr>
          <w:rFonts w:ascii="Riojana" w:eastAsia="Times" w:hAnsi="Riojana"/>
        </w:rPr>
        <w:t>∑p = Sumatorio de la población total de los municipios perceptores de la Sección</w:t>
      </w:r>
    </w:p>
    <w:p w:rsidR="009E7CA3" w:rsidRPr="009E7CA3" w:rsidRDefault="009E7CA3" w:rsidP="00204CB1">
      <w:pPr>
        <w:numPr>
          <w:ilvl w:val="0"/>
          <w:numId w:val="58"/>
        </w:numPr>
        <w:spacing w:before="100" w:after="100"/>
        <w:rPr>
          <w:rFonts w:ascii="Riojana" w:eastAsia="Times" w:hAnsi="Riojana"/>
        </w:rPr>
      </w:pPr>
    </w:p>
    <w:p w:rsidR="00011E90" w:rsidRPr="009E7CA3" w:rsidRDefault="00011E90" w:rsidP="00011E90">
      <w:pPr>
        <w:pStyle w:val="Ttulo3"/>
        <w:rPr>
          <w:rFonts w:ascii="Riojana Bold" w:eastAsia="Times" w:hAnsi="Riojana Bold"/>
          <w:b w:val="0"/>
          <w:lang w:val="es-ES_tradnl"/>
        </w:rPr>
      </w:pPr>
      <w:r w:rsidRPr="009E7CA3">
        <w:rPr>
          <w:rFonts w:ascii="Riojana Bold" w:eastAsia="Times" w:hAnsi="Riojana Bold"/>
          <w:b w:val="0"/>
          <w:lang w:val="es-ES_tradnl"/>
        </w:rPr>
        <w:t>ANEXO VIII: CRÉDITOS AMPLIABLES</w:t>
      </w:r>
    </w:p>
    <w:p w:rsidR="00011E90" w:rsidRPr="009E7CA3" w:rsidRDefault="00011E90" w:rsidP="00011E90">
      <w:pPr>
        <w:spacing w:after="240"/>
        <w:rPr>
          <w:rFonts w:ascii="Riojana" w:eastAsia="Times" w:hAnsi="Riojana"/>
          <w:lang w:val="es-ES_tradnl"/>
        </w:rPr>
      </w:pPr>
      <w:r w:rsidRPr="009E7CA3">
        <w:rPr>
          <w:rFonts w:ascii="Riojana" w:eastAsia="Times" w:hAnsi="Riojana"/>
          <w:lang w:val="es-ES_tradnl"/>
        </w:rPr>
        <w:t>Se considerarán ampliables hasta una suma igual a las obligaciones que se reconozcan, previo el cumplimiento de las formalidades legalmente establecidas o de las que se establezcan, los créditos que se detallan a continuación:</w:t>
      </w:r>
    </w:p>
    <w:p w:rsidR="00011E90" w:rsidRPr="009E7CA3" w:rsidRDefault="00011E90" w:rsidP="00011E90">
      <w:pPr>
        <w:rPr>
          <w:rFonts w:ascii="Riojana" w:eastAsia="Times" w:hAnsi="Riojana"/>
        </w:rPr>
      </w:pPr>
      <w:r w:rsidRPr="009E7CA3">
        <w:rPr>
          <w:rFonts w:ascii="Riojana" w:eastAsia="Times" w:hAnsi="Riojana"/>
        </w:rPr>
        <w:t>SECCIÓN 20. SERVICIOS SOCIALES Y A LA CIUDADANÍA</w:t>
      </w:r>
    </w:p>
    <w:p w:rsidR="00011E90" w:rsidRPr="009E7CA3" w:rsidRDefault="00011E90" w:rsidP="00011E90">
      <w:pPr>
        <w:rPr>
          <w:rFonts w:ascii="Riojana" w:eastAsia="Times" w:hAnsi="Riojana"/>
        </w:rPr>
      </w:pPr>
      <w:r w:rsidRPr="009E7CA3">
        <w:rPr>
          <w:rFonts w:ascii="Riojana" w:eastAsia="Times" w:hAnsi="Riojana"/>
        </w:rPr>
        <w:t>20.05.01.2321.483.01: Ayudas de inclusión social</w:t>
      </w:r>
    </w:p>
    <w:p w:rsidR="00011E90" w:rsidRPr="009E7CA3" w:rsidRDefault="00011E90" w:rsidP="00011E90">
      <w:pPr>
        <w:rPr>
          <w:rFonts w:ascii="Riojana" w:eastAsia="Times" w:hAnsi="Riojana"/>
          <w:lang w:val="es-ES_tradnl"/>
        </w:rPr>
      </w:pPr>
      <w:r w:rsidRPr="009E7CA3">
        <w:rPr>
          <w:rFonts w:ascii="Riojana" w:eastAsia="Times" w:hAnsi="Riojana"/>
          <w:lang w:val="es-ES_tradnl"/>
        </w:rPr>
        <w:t>Las prestaciones de servicios sociales recogidas en el Catálogo de servicios y prestaciones del Sistema Público Riojano de Servicios Sociales.</w:t>
      </w:r>
    </w:p>
    <w:bookmarkEnd w:id="0"/>
    <w:bookmarkEnd w:id="1"/>
    <w:p w:rsidR="00A85EA4" w:rsidRPr="00011E90" w:rsidRDefault="00A85EA4" w:rsidP="00A85EA4">
      <w:pPr>
        <w:spacing w:line="280" w:lineRule="exact"/>
        <w:rPr>
          <w:rFonts w:ascii="Riojana" w:hAnsi="Riojana" w:cs="Arial"/>
          <w:bCs/>
          <w:iCs/>
          <w:lang w:val="es-ES_tradnl"/>
        </w:rPr>
      </w:pPr>
    </w:p>
    <w:sectPr w:rsidR="00A85EA4" w:rsidRPr="00011E90" w:rsidSect="00D23A71">
      <w:headerReference w:type="default" r:id="rId15"/>
      <w:headerReference w:type="first" r:id="rId16"/>
      <w:pgSz w:w="11907" w:h="16840" w:code="9"/>
      <w:pgMar w:top="3119" w:right="1134" w:bottom="3402" w:left="1134" w:header="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F64" w:rsidRDefault="00B13F64">
      <w:r>
        <w:separator/>
      </w:r>
    </w:p>
  </w:endnote>
  <w:endnote w:type="continuationSeparator" w:id="0">
    <w:p w:rsidR="00B13F64" w:rsidRDefault="00B13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Riojana">
    <w:panose1 w:val="00000500000000000000"/>
    <w:charset w:val="00"/>
    <w:family w:val="auto"/>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 LT 55 Roman">
    <w:panose1 w:val="02000503040000020004"/>
    <w:charset w:val="00"/>
    <w:family w:val="auto"/>
    <w:pitch w:val="variable"/>
    <w:sig w:usb0="80000027"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45 Light">
    <w:charset w:val="00"/>
    <w:family w:val="swiss"/>
    <w:pitch w:val="variable"/>
    <w:sig w:usb0="00000003" w:usb1="00000000" w:usb2="00000000" w:usb3="00000000" w:csb0="00000001" w:csb1="00000000"/>
  </w:font>
  <w:font w:name="HelveticaNeue LT 85 Heavy">
    <w:panose1 w:val="02000903040000020004"/>
    <w:charset w:val="00"/>
    <w:family w:val="auto"/>
    <w:pitch w:val="variable"/>
    <w:sig w:usb0="80000027" w:usb1="00000000" w:usb2="00000000" w:usb3="00000000" w:csb0="00000001" w:csb1="00000000"/>
  </w:font>
  <w:font w:name="Helvetica 65 Medium">
    <w:altName w:val="Courier New"/>
    <w:charset w:val="00"/>
    <w:family w:val="auto"/>
    <w:pitch w:val="variable"/>
    <w:sig w:usb0="03000000" w:usb1="00000000" w:usb2="00000000" w:usb3="00000000" w:csb0="00000001" w:csb1="00000000"/>
  </w:font>
  <w:font w:name="Kartika">
    <w:charset w:val="00"/>
    <w:family w:val="roman"/>
    <w:pitch w:val="variable"/>
    <w:sig w:usb0="00800003" w:usb1="00000000" w:usb2="00000000" w:usb3="00000000" w:csb0="00000001" w:csb1="00000000"/>
  </w:font>
  <w:font w:name="Helvetica 55 Roman">
    <w:altName w:val="Courier New"/>
    <w:charset w:val="00"/>
    <w:family w:val="auto"/>
    <w:pitch w:val="variable"/>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swiss"/>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Riojana Bold">
    <w:panose1 w:val="00000800000000000000"/>
    <w:charset w:val="00"/>
    <w:family w:val="auto"/>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17F" w:rsidRDefault="0030717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17F" w:rsidRDefault="003071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17F" w:rsidRDefault="003071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F64" w:rsidRDefault="00B13F64">
      <w:r>
        <w:separator/>
      </w:r>
    </w:p>
  </w:footnote>
  <w:footnote w:type="continuationSeparator" w:id="0">
    <w:p w:rsidR="00B13F64" w:rsidRDefault="00B13F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17F" w:rsidRDefault="0030717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F64" w:rsidRDefault="00B13F64" w:rsidP="007E1399">
    <w:pPr>
      <w:pStyle w:val="Encabezado"/>
    </w:pPr>
    <w:r>
      <w:rPr>
        <w:noProof/>
      </w:rPr>
      <mc:AlternateContent>
        <mc:Choice Requires="wps">
          <w:drawing>
            <wp:anchor distT="0" distB="0" distL="114300" distR="114300" simplePos="0" relativeHeight="251672576" behindDoc="0" locked="0" layoutInCell="1" allowOverlap="1" wp14:anchorId="3E40B64E" wp14:editId="539E9F55">
              <wp:simplePos x="0" y="0"/>
              <wp:positionH relativeFrom="column">
                <wp:posOffset>4969227</wp:posOffset>
              </wp:positionH>
              <wp:positionV relativeFrom="paragraph">
                <wp:posOffset>-349250</wp:posOffset>
              </wp:positionV>
              <wp:extent cx="1386205" cy="1047750"/>
              <wp:effectExtent l="0" t="0" r="4445" b="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86205" cy="1047750"/>
                      </a:xfrm>
                      <a:prstGeom prst="rect">
                        <a:avLst/>
                      </a:prstGeom>
                      <a:noFill/>
                      <a:ln>
                        <a:noFill/>
                      </a:ln>
                    </wps:spPr>
                    <wps:txbx>
                      <w:txbxContent>
                        <w:p w:rsidR="00B13F64" w:rsidRDefault="00B13F64" w:rsidP="007E1399">
                          <w:pPr>
                            <w:rPr>
                              <w:rFonts w:ascii="Riojana" w:hAnsi="Riojana"/>
                              <w:color w:val="2D3A47"/>
                              <w:sz w:val="12"/>
                              <w:szCs w:val="12"/>
                            </w:rPr>
                          </w:pPr>
                        </w:p>
                        <w:p w:rsidR="00B13F64" w:rsidRDefault="00B13F64" w:rsidP="007E1399">
                          <w:pPr>
                            <w:rPr>
                              <w:rFonts w:ascii="Riojana" w:hAnsi="Riojana"/>
                              <w:color w:val="2D3A47"/>
                              <w:sz w:val="12"/>
                              <w:szCs w:val="12"/>
                            </w:rPr>
                          </w:pPr>
                          <w:r>
                            <w:rPr>
                              <w:rFonts w:ascii="Riojana" w:hAnsi="Riojana"/>
                              <w:color w:val="2D3A47"/>
                              <w:sz w:val="12"/>
                              <w:szCs w:val="12"/>
                            </w:rPr>
                            <w:t>Vara de Rey, 1</w:t>
                          </w:r>
                        </w:p>
                        <w:p w:rsidR="00B13F64" w:rsidRDefault="00B13F64" w:rsidP="007E1399">
                          <w:pPr>
                            <w:rPr>
                              <w:rFonts w:ascii="Riojana" w:hAnsi="Riojana"/>
                              <w:color w:val="2D3A47"/>
                              <w:sz w:val="12"/>
                              <w:szCs w:val="12"/>
                            </w:rPr>
                          </w:pPr>
                          <w:r>
                            <w:rPr>
                              <w:rFonts w:ascii="Riojana" w:hAnsi="Riojana"/>
                              <w:color w:val="2D3A47"/>
                              <w:sz w:val="12"/>
                              <w:szCs w:val="12"/>
                            </w:rPr>
                            <w:t>26071 Logroño (La Rioja)</w:t>
                          </w:r>
                        </w:p>
                        <w:p w:rsidR="00B13F64" w:rsidRDefault="00B13F64" w:rsidP="007E1399">
                          <w:pPr>
                            <w:rPr>
                              <w:rFonts w:ascii="Riojana" w:hAnsi="Riojana"/>
                              <w:color w:val="2D3A47"/>
                              <w:sz w:val="12"/>
                              <w:szCs w:val="12"/>
                            </w:rPr>
                          </w:pPr>
                          <w:r>
                            <w:rPr>
                              <w:rFonts w:ascii="Riojana" w:hAnsi="Riojana"/>
                              <w:color w:val="2D3A47"/>
                              <w:sz w:val="12"/>
                              <w:szCs w:val="12"/>
                            </w:rPr>
                            <w:t>941 29 16 29</w:t>
                          </w:r>
                        </w:p>
                        <w:p w:rsidR="00B13F64" w:rsidRDefault="00B13F64" w:rsidP="007E1399">
                          <w:pPr>
                            <w:rPr>
                              <w:rFonts w:ascii="Riojana" w:hAnsi="Riojana"/>
                              <w:color w:val="2D3A47"/>
                              <w:sz w:val="12"/>
                              <w:szCs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40B64E" id="_x0000_t202" coordsize="21600,21600" o:spt="202" path="m,l,21600r21600,l21600,xe">
              <v:stroke joinstyle="miter"/>
              <v:path gradientshapeok="t" o:connecttype="rect"/>
            </v:shapetype>
            <v:shape id="Cuadro de texto 10" o:spid="_x0000_s1027" type="#_x0000_t202" style="position:absolute;left:0;text-align:left;margin-left:391.3pt;margin-top:-27.5pt;width:109.15pt;height:8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" filled="f" stroked="f">
              <v:path arrowok="t"/>
              <v:textbox inset="0,0,0,0">
                <w:txbxContent>
                  <w:p w:rsidR="00B13F64" w:rsidRDefault="00B13F64" w:rsidP="007E1399">
                    <w:pPr>
                      <w:rPr>
                        <w:rFonts w:ascii="Riojana" w:hAnsi="Riojana"/>
                        <w:color w:val="2D3A47"/>
                        <w:sz w:val="12"/>
                        <w:szCs w:val="12"/>
                      </w:rPr>
                    </w:pPr>
                  </w:p>
                  <w:p w:rsidR="00B13F64" w:rsidRDefault="00B13F64" w:rsidP="007E1399">
                    <w:pPr>
                      <w:rPr>
                        <w:rFonts w:ascii="Riojana" w:hAnsi="Riojana"/>
                        <w:color w:val="2D3A47"/>
                        <w:sz w:val="12"/>
                        <w:szCs w:val="12"/>
                      </w:rPr>
                    </w:pPr>
                    <w:r>
                      <w:rPr>
                        <w:rFonts w:ascii="Riojana" w:hAnsi="Riojana"/>
                        <w:color w:val="2D3A47"/>
                        <w:sz w:val="12"/>
                        <w:szCs w:val="12"/>
                      </w:rPr>
                      <w:t>Vara de Rey, 1</w:t>
                    </w:r>
                  </w:p>
                  <w:p w:rsidR="00B13F64" w:rsidRDefault="00B13F64" w:rsidP="007E1399">
                    <w:pPr>
                      <w:rPr>
                        <w:rFonts w:ascii="Riojana" w:hAnsi="Riojana"/>
                        <w:color w:val="2D3A47"/>
                        <w:sz w:val="12"/>
                        <w:szCs w:val="12"/>
                      </w:rPr>
                    </w:pPr>
                    <w:r>
                      <w:rPr>
                        <w:rFonts w:ascii="Riojana" w:hAnsi="Riojana"/>
                        <w:color w:val="2D3A47"/>
                        <w:sz w:val="12"/>
                        <w:szCs w:val="12"/>
                      </w:rPr>
                      <w:t>26071 Logroño (La Rioja)</w:t>
                    </w:r>
                  </w:p>
                  <w:p w:rsidR="00B13F64" w:rsidRDefault="00B13F64" w:rsidP="007E1399">
                    <w:pPr>
                      <w:rPr>
                        <w:rFonts w:ascii="Riojana" w:hAnsi="Riojana"/>
                        <w:color w:val="2D3A47"/>
                        <w:sz w:val="12"/>
                        <w:szCs w:val="12"/>
                      </w:rPr>
                    </w:pPr>
                    <w:r>
                      <w:rPr>
                        <w:rFonts w:ascii="Riojana" w:hAnsi="Riojana"/>
                        <w:color w:val="2D3A47"/>
                        <w:sz w:val="12"/>
                        <w:szCs w:val="12"/>
                      </w:rPr>
                      <w:t>941 29 16 29</w:t>
                    </w:r>
                  </w:p>
                  <w:p w:rsidR="00B13F64" w:rsidRDefault="00B13F64" w:rsidP="007E1399">
                    <w:pPr>
                      <w:rPr>
                        <w:rFonts w:ascii="Riojana" w:hAnsi="Riojana"/>
                        <w:color w:val="2D3A47"/>
                        <w:sz w:val="12"/>
                        <w:szCs w:val="12"/>
                      </w:rPr>
                    </w:pP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07536749" wp14:editId="25AE021C">
              <wp:simplePos x="0" y="0"/>
              <wp:positionH relativeFrom="column">
                <wp:posOffset>4968240</wp:posOffset>
              </wp:positionH>
              <wp:positionV relativeFrom="paragraph">
                <wp:posOffset>-285750</wp:posOffset>
              </wp:positionV>
              <wp:extent cx="1386205" cy="952500"/>
              <wp:effectExtent l="0" t="0" r="4445" b="0"/>
              <wp:wrapNone/>
              <wp:docPr id="9" name="Cuadro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86205" cy="952500"/>
                      </a:xfrm>
                      <a:prstGeom prst="rect">
                        <a:avLst/>
                      </a:prstGeom>
                      <a:noFill/>
                      <a:ln>
                        <a:noFill/>
                      </a:ln>
                    </wps:spPr>
                    <wps:txbx>
                      <w:txbxContent>
                        <w:p w:rsidR="00B13F64" w:rsidRDefault="00B13F64" w:rsidP="007E1399">
                          <w:pPr>
                            <w:rPr>
                              <w:rFonts w:ascii="Riojana" w:hAnsi="Riojana"/>
                              <w:color w:val="2D3A47"/>
                              <w:sz w:val="12"/>
                              <w:szCs w:val="12"/>
                            </w:rPr>
                          </w:pPr>
                        </w:p>
                        <w:p w:rsidR="00B13F64" w:rsidRDefault="00B13F64" w:rsidP="007E1399">
                          <w:pPr>
                            <w:rPr>
                              <w:rFonts w:ascii="Riojana" w:hAnsi="Riojana"/>
                              <w:color w:val="2D3A47"/>
                              <w:sz w:val="12"/>
                              <w:szCs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36749" id="Cuadro de texto 9" o:spid="_x0000_s1028" type="#_x0000_t202" style="position:absolute;left:0;text-align:left;margin-left:391.2pt;margin-top:-22.5pt;width:109.15pt;height: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" filled="f" stroked="f">
              <v:path arrowok="t"/>
              <v:textbox inset="0,0,0,0">
                <w:txbxContent>
                  <w:p w:rsidR="00B13F64" w:rsidRDefault="00B13F64" w:rsidP="007E1399">
                    <w:pPr>
                      <w:rPr>
                        <w:rFonts w:ascii="Riojana" w:hAnsi="Riojana"/>
                        <w:color w:val="2D3A47"/>
                        <w:sz w:val="12"/>
                        <w:szCs w:val="12"/>
                      </w:rPr>
                    </w:pPr>
                  </w:p>
                  <w:p w:rsidR="00B13F64" w:rsidRDefault="00B13F64" w:rsidP="007E1399">
                    <w:pPr>
                      <w:rPr>
                        <w:rFonts w:ascii="Riojana" w:hAnsi="Riojana"/>
                        <w:color w:val="2D3A47"/>
                        <w:sz w:val="12"/>
                        <w:szCs w:val="12"/>
                      </w:rPr>
                    </w:pPr>
                  </w:p>
                </w:txbxContent>
              </v:textbox>
            </v:shape>
          </w:pict>
        </mc:Fallback>
      </mc:AlternateContent>
    </w:r>
    <w:r>
      <w:rPr>
        <w:noProof/>
      </w:rPr>
      <w:drawing>
        <wp:anchor distT="0" distB="0" distL="114300" distR="114300" simplePos="0" relativeHeight="251674624" behindDoc="1" locked="0" layoutInCell="1" allowOverlap="1" wp14:anchorId="1F93B48E" wp14:editId="008270E6">
          <wp:simplePos x="0" y="0"/>
          <wp:positionH relativeFrom="margin">
            <wp:posOffset>-960755</wp:posOffset>
          </wp:positionH>
          <wp:positionV relativeFrom="margin">
            <wp:posOffset>-1369695</wp:posOffset>
          </wp:positionV>
          <wp:extent cx="7586345" cy="1440815"/>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6345" cy="1440815"/>
                  </a:xfrm>
                  <a:prstGeom prst="rect">
                    <a:avLst/>
                  </a:prstGeom>
                  <a:noFill/>
                </pic:spPr>
              </pic:pic>
            </a:graphicData>
          </a:graphic>
          <wp14:sizeRelH relativeFrom="margin">
            <wp14:pctWidth>0</wp14:pctWidth>
          </wp14:sizeRelH>
          <wp14:sizeRelV relativeFrom="margin">
            <wp14:pctHeight>0</wp14:pctHeight>
          </wp14:sizeRelV>
        </wp:anchor>
      </w:drawing>
    </w:r>
  </w:p>
  <w:p w:rsidR="00B13F64" w:rsidRDefault="00B13F64" w:rsidP="007E1399">
    <w:pPr>
      <w:pStyle w:val="Encabezado"/>
    </w:pPr>
  </w:p>
  <w:p w:rsidR="00B13F64" w:rsidRDefault="00B13F6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17F" w:rsidRDefault="0030717F">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F64" w:rsidRDefault="00B13F64" w:rsidP="001903D8">
    <w:pPr>
      <w:pStyle w:val="Encabezado"/>
    </w:pPr>
    <w:r>
      <w:rPr>
        <w:noProof/>
      </w:rPr>
      <w:drawing>
        <wp:anchor distT="0" distB="0" distL="114300" distR="114300" simplePos="0" relativeHeight="251669504" behindDoc="1" locked="0" layoutInCell="1" allowOverlap="1" wp14:anchorId="3B76FCF5" wp14:editId="5ED31726">
          <wp:simplePos x="0" y="0"/>
          <wp:positionH relativeFrom="margin">
            <wp:posOffset>-720578</wp:posOffset>
          </wp:positionH>
          <wp:positionV relativeFrom="margin">
            <wp:posOffset>-1982909</wp:posOffset>
          </wp:positionV>
          <wp:extent cx="7586345" cy="1440815"/>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6345" cy="14408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CEB">
      <w:rPr>
        <w:noProof/>
      </w:rPr>
      <mc:AlternateContent>
        <mc:Choice Requires="wps">
          <w:drawing>
            <wp:anchor distT="0" distB="0" distL="114300" distR="114300" simplePos="0" relativeHeight="251667456" behindDoc="0" locked="0" layoutInCell="1" allowOverlap="1" wp14:anchorId="632BE5F8" wp14:editId="26223AC7">
              <wp:simplePos x="0" y="0"/>
              <wp:positionH relativeFrom="column">
                <wp:posOffset>5363845</wp:posOffset>
              </wp:positionH>
              <wp:positionV relativeFrom="paragraph">
                <wp:posOffset>340995</wp:posOffset>
              </wp:positionV>
              <wp:extent cx="1386205" cy="952500"/>
              <wp:effectExtent l="0" t="0" r="4445" b="0"/>
              <wp:wrapNone/>
              <wp:docPr id="16"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86205" cy="952500"/>
                      </a:xfrm>
                      <a:prstGeom prst="rect">
                        <a:avLst/>
                      </a:prstGeom>
                      <a:noFill/>
                      <a:ln>
                        <a:noFill/>
                      </a:ln>
                    </wps:spPr>
                    <wps:txbx>
                      <w:txbxContent>
                        <w:p w:rsidR="00B13F64" w:rsidRDefault="00B13F64" w:rsidP="001903D8">
                          <w:pPr>
                            <w:rPr>
                              <w:rFonts w:ascii="Riojana" w:hAnsi="Riojana"/>
                              <w:color w:val="2D3A47"/>
                              <w:sz w:val="12"/>
                              <w:szCs w:val="12"/>
                            </w:rPr>
                          </w:pPr>
                        </w:p>
                        <w:p w:rsidR="00B13F64" w:rsidRPr="00AB7932" w:rsidRDefault="00B13F64" w:rsidP="001903D8">
                          <w:pPr>
                            <w:rPr>
                              <w:rFonts w:ascii="Riojana" w:hAnsi="Riojana"/>
                              <w:color w:val="2D3A47"/>
                              <w:sz w:val="12"/>
                              <w:szCs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2BE5F8" id="_x0000_t202" coordsize="21600,21600" o:spt="202" path="m,l,21600r21600,l21600,xe">
              <v:stroke joinstyle="miter"/>
              <v:path gradientshapeok="t" o:connecttype="rect"/>
            </v:shapetype>
            <v:shape id="Text Box 49" o:spid="_x0000_s1029" type="#_x0000_t202" style="position:absolute;left:0;text-align:left;margin-left:422.35pt;margin-top:26.85pt;width:109.15pt;height: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" filled="f" stroked="f">
              <v:path arrowok="t"/>
              <v:textbox inset="0,0,0,0">
                <w:txbxContent>
                  <w:p w:rsidR="00B13F64" w:rsidRDefault="00B13F64" w:rsidP="001903D8">
                    <w:pPr>
                      <w:rPr>
                        <w:rFonts w:ascii="Riojana" w:hAnsi="Riojana"/>
                        <w:color w:val="2D3A47"/>
                        <w:sz w:val="12"/>
                        <w:szCs w:val="12"/>
                      </w:rPr>
                    </w:pPr>
                  </w:p>
                  <w:p w:rsidR="00B13F64" w:rsidRPr="00AB7932" w:rsidRDefault="00B13F64" w:rsidP="001903D8">
                    <w:pPr>
                      <w:rPr>
                        <w:rFonts w:ascii="Riojana" w:hAnsi="Riojana"/>
                        <w:color w:val="2D3A47"/>
                        <w:sz w:val="12"/>
                        <w:szCs w:val="12"/>
                      </w:rPr>
                    </w:pPr>
                  </w:p>
                </w:txbxContent>
              </v:textbox>
            </v:shape>
          </w:pict>
        </mc:Fallback>
      </mc:AlternateContent>
    </w:r>
  </w:p>
  <w:p w:rsidR="00B13F64" w:rsidRPr="00634410" w:rsidRDefault="00B13F64" w:rsidP="001903D8">
    <w:pPr>
      <w:pStyle w:val="Encabezado"/>
    </w:pPr>
  </w:p>
  <w:p w:rsidR="00B13F64" w:rsidRPr="001903D8" w:rsidRDefault="00B13F64" w:rsidP="001903D8">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F64" w:rsidRDefault="00B13F64" w:rsidP="00634410">
    <w:pPr>
      <w:pStyle w:val="Encabezado"/>
    </w:pPr>
    <w:r w:rsidRPr="004C2CEB">
      <w:rPr>
        <w:noProof/>
      </w:rPr>
      <mc:AlternateContent>
        <mc:Choice Requires="wps">
          <w:drawing>
            <wp:anchor distT="0" distB="0" distL="114300" distR="114300" simplePos="0" relativeHeight="251661312" behindDoc="0" locked="0" layoutInCell="1" allowOverlap="1" wp14:anchorId="6CBCE211" wp14:editId="25399825">
              <wp:simplePos x="0" y="0"/>
              <wp:positionH relativeFrom="column">
                <wp:posOffset>5364187</wp:posOffset>
              </wp:positionH>
              <wp:positionV relativeFrom="paragraph">
                <wp:posOffset>147711</wp:posOffset>
              </wp:positionV>
              <wp:extent cx="1386205" cy="1047994"/>
              <wp:effectExtent l="0" t="0" r="4445" b="0"/>
              <wp:wrapNone/>
              <wp:docPr id="2"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86205" cy="1047994"/>
                      </a:xfrm>
                      <a:prstGeom prst="rect">
                        <a:avLst/>
                      </a:prstGeom>
                      <a:noFill/>
                      <a:ln>
                        <a:noFill/>
                      </a:ln>
                    </wps:spPr>
                    <wps:txbx>
                      <w:txbxContent>
                        <w:p w:rsidR="00B13F64" w:rsidRDefault="00B13F64" w:rsidP="00634410">
                          <w:pPr>
                            <w:rPr>
                              <w:rFonts w:ascii="Riojana" w:hAnsi="Riojana"/>
                              <w:color w:val="2D3A47"/>
                              <w:sz w:val="12"/>
                              <w:szCs w:val="12"/>
                            </w:rPr>
                          </w:pPr>
                        </w:p>
                        <w:p w:rsidR="00B13F64" w:rsidRPr="00547709" w:rsidRDefault="00B13F64" w:rsidP="00634410">
                          <w:pPr>
                            <w:rPr>
                              <w:rFonts w:ascii="Riojana" w:hAnsi="Riojana"/>
                              <w:color w:val="2D3A47"/>
                              <w:sz w:val="12"/>
                              <w:szCs w:val="12"/>
                            </w:rPr>
                          </w:pPr>
                          <w:r>
                            <w:rPr>
                              <w:rFonts w:ascii="Riojana" w:hAnsi="Riojana"/>
                              <w:color w:val="2D3A47"/>
                              <w:sz w:val="12"/>
                              <w:szCs w:val="12"/>
                            </w:rPr>
                            <w:t>Vara de Rey, 1</w:t>
                          </w:r>
                        </w:p>
                        <w:p w:rsidR="00B13F64" w:rsidRPr="00547709" w:rsidRDefault="00B13F64" w:rsidP="00634410">
                          <w:pPr>
                            <w:rPr>
                              <w:rFonts w:ascii="Riojana" w:hAnsi="Riojana"/>
                              <w:color w:val="2D3A47"/>
                              <w:sz w:val="12"/>
                              <w:szCs w:val="12"/>
                            </w:rPr>
                          </w:pPr>
                          <w:r w:rsidRPr="00547709">
                            <w:rPr>
                              <w:rFonts w:ascii="Riojana" w:hAnsi="Riojana"/>
                              <w:color w:val="2D3A47"/>
                              <w:sz w:val="12"/>
                              <w:szCs w:val="12"/>
                            </w:rPr>
                            <w:t>26071 Logroño (La Rioja)</w:t>
                          </w:r>
                        </w:p>
                        <w:p w:rsidR="00B13F64" w:rsidRPr="00547709" w:rsidRDefault="00B13F64" w:rsidP="00634410">
                          <w:pPr>
                            <w:rPr>
                              <w:rFonts w:ascii="Riojana" w:hAnsi="Riojana"/>
                              <w:color w:val="2D3A47"/>
                              <w:sz w:val="12"/>
                              <w:szCs w:val="12"/>
                            </w:rPr>
                          </w:pPr>
                          <w:r>
                            <w:rPr>
                              <w:rFonts w:ascii="Riojana" w:hAnsi="Riojana"/>
                              <w:color w:val="2D3A47"/>
                              <w:sz w:val="12"/>
                              <w:szCs w:val="12"/>
                            </w:rPr>
                            <w:t>941 29 16 29</w:t>
                          </w:r>
                        </w:p>
                        <w:p w:rsidR="00B13F64" w:rsidRPr="00547709" w:rsidRDefault="00B13F64" w:rsidP="00634410">
                          <w:pPr>
                            <w:rPr>
                              <w:rFonts w:ascii="Riojana" w:hAnsi="Riojana"/>
                              <w:color w:val="2D3A47"/>
                              <w:sz w:val="12"/>
                              <w:szCs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BCE211" id="_x0000_t202" coordsize="21600,21600" o:spt="202" path="m,l,21600r21600,l21600,xe">
              <v:stroke joinstyle="miter"/>
              <v:path gradientshapeok="t" o:connecttype="rect"/>
            </v:shapetype>
            <v:shape id="_x0000_s1030" type="#_x0000_t202" style="position:absolute;left:0;text-align:left;margin-left:422.4pt;margin-top:11.65pt;width:109.15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" filled="f" stroked="f">
              <v:path arrowok="t"/>
              <v:textbox inset="0,0,0,0">
                <w:txbxContent>
                  <w:p w:rsidR="00B13F64" w:rsidRDefault="00B13F64" w:rsidP="00634410">
                    <w:pPr>
                      <w:rPr>
                        <w:rFonts w:ascii="Riojana" w:hAnsi="Riojana"/>
                        <w:color w:val="2D3A47"/>
                        <w:sz w:val="12"/>
                        <w:szCs w:val="12"/>
                      </w:rPr>
                    </w:pPr>
                  </w:p>
                  <w:p w:rsidR="00B13F64" w:rsidRPr="00547709" w:rsidRDefault="00B13F64" w:rsidP="00634410">
                    <w:pPr>
                      <w:rPr>
                        <w:rFonts w:ascii="Riojana" w:hAnsi="Riojana"/>
                        <w:color w:val="2D3A47"/>
                        <w:sz w:val="12"/>
                        <w:szCs w:val="12"/>
                      </w:rPr>
                    </w:pPr>
                    <w:r>
                      <w:rPr>
                        <w:rFonts w:ascii="Riojana" w:hAnsi="Riojana"/>
                        <w:color w:val="2D3A47"/>
                        <w:sz w:val="12"/>
                        <w:szCs w:val="12"/>
                      </w:rPr>
                      <w:t>Vara de Rey, 1</w:t>
                    </w:r>
                  </w:p>
                  <w:p w:rsidR="00B13F64" w:rsidRPr="00547709" w:rsidRDefault="00B13F64" w:rsidP="00634410">
                    <w:pPr>
                      <w:rPr>
                        <w:rFonts w:ascii="Riojana" w:hAnsi="Riojana"/>
                        <w:color w:val="2D3A47"/>
                        <w:sz w:val="12"/>
                        <w:szCs w:val="12"/>
                      </w:rPr>
                    </w:pPr>
                    <w:r w:rsidRPr="00547709">
                      <w:rPr>
                        <w:rFonts w:ascii="Riojana" w:hAnsi="Riojana"/>
                        <w:color w:val="2D3A47"/>
                        <w:sz w:val="12"/>
                        <w:szCs w:val="12"/>
                      </w:rPr>
                      <w:t>26071 Logroño (La Rioja)</w:t>
                    </w:r>
                  </w:p>
                  <w:p w:rsidR="00B13F64" w:rsidRPr="00547709" w:rsidRDefault="00B13F64" w:rsidP="00634410">
                    <w:pPr>
                      <w:rPr>
                        <w:rFonts w:ascii="Riojana" w:hAnsi="Riojana"/>
                        <w:color w:val="2D3A47"/>
                        <w:sz w:val="12"/>
                        <w:szCs w:val="12"/>
                      </w:rPr>
                    </w:pPr>
                    <w:r>
                      <w:rPr>
                        <w:rFonts w:ascii="Riojana" w:hAnsi="Riojana"/>
                        <w:color w:val="2D3A47"/>
                        <w:sz w:val="12"/>
                        <w:szCs w:val="12"/>
                      </w:rPr>
                      <w:t>941 29 16 29</w:t>
                    </w:r>
                  </w:p>
                  <w:p w:rsidR="00B13F64" w:rsidRPr="00547709" w:rsidRDefault="00B13F64" w:rsidP="00634410">
                    <w:pPr>
                      <w:rPr>
                        <w:rFonts w:ascii="Riojana" w:hAnsi="Riojana"/>
                        <w:color w:val="2D3A47"/>
                        <w:sz w:val="12"/>
                        <w:szCs w:val="12"/>
                      </w:rPr>
                    </w:pPr>
                  </w:p>
                </w:txbxContent>
              </v:textbox>
            </v:shape>
          </w:pict>
        </mc:Fallback>
      </mc:AlternateContent>
    </w:r>
    <w:r w:rsidRPr="004C2CEB">
      <w:rPr>
        <w:noProof/>
      </w:rPr>
      <mc:AlternateContent>
        <mc:Choice Requires="wps">
          <w:drawing>
            <wp:anchor distT="0" distB="0" distL="114300" distR="114300" simplePos="0" relativeHeight="251662336" behindDoc="0" locked="0" layoutInCell="1" allowOverlap="1" wp14:anchorId="2D8E818F" wp14:editId="4F0D14AE">
              <wp:simplePos x="0" y="0"/>
              <wp:positionH relativeFrom="column">
                <wp:posOffset>5363845</wp:posOffset>
              </wp:positionH>
              <wp:positionV relativeFrom="paragraph">
                <wp:posOffset>340995</wp:posOffset>
              </wp:positionV>
              <wp:extent cx="1386205" cy="952500"/>
              <wp:effectExtent l="0" t="0" r="4445" b="0"/>
              <wp:wrapNone/>
              <wp:docPr id="3"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86205" cy="952500"/>
                      </a:xfrm>
                      <a:prstGeom prst="rect">
                        <a:avLst/>
                      </a:prstGeom>
                      <a:noFill/>
                      <a:ln>
                        <a:noFill/>
                      </a:ln>
                    </wps:spPr>
                    <wps:txbx>
                      <w:txbxContent>
                        <w:p w:rsidR="00B13F64" w:rsidRDefault="00B13F64" w:rsidP="00634410">
                          <w:pPr>
                            <w:rPr>
                              <w:rFonts w:ascii="Riojana" w:hAnsi="Riojana"/>
                              <w:color w:val="2D3A47"/>
                              <w:sz w:val="12"/>
                              <w:szCs w:val="12"/>
                            </w:rPr>
                          </w:pPr>
                        </w:p>
                        <w:p w:rsidR="00B13F64" w:rsidRPr="00AB7932" w:rsidRDefault="00B13F64" w:rsidP="00634410">
                          <w:pPr>
                            <w:rPr>
                              <w:rFonts w:ascii="Riojana" w:hAnsi="Riojana"/>
                              <w:color w:val="2D3A47"/>
                              <w:sz w:val="12"/>
                              <w:szCs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8E818F" id="_x0000_s1031" type="#_x0000_t202" style="position:absolute;left:0;text-align:left;margin-left:422.35pt;margin-top:26.85pt;width:109.15pt;height: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" filled="f" stroked="f">
              <v:path arrowok="t"/>
              <v:textbox inset="0,0,0,0">
                <w:txbxContent>
                  <w:p w:rsidR="00B13F64" w:rsidRDefault="00B13F64" w:rsidP="00634410">
                    <w:pPr>
                      <w:rPr>
                        <w:rFonts w:ascii="Riojana" w:hAnsi="Riojana"/>
                        <w:color w:val="2D3A47"/>
                        <w:sz w:val="12"/>
                        <w:szCs w:val="12"/>
                      </w:rPr>
                    </w:pPr>
                  </w:p>
                  <w:p w:rsidR="00B13F64" w:rsidRPr="00AB7932" w:rsidRDefault="00B13F64" w:rsidP="00634410">
                    <w:pPr>
                      <w:rPr>
                        <w:rFonts w:ascii="Riojana" w:hAnsi="Riojana"/>
                        <w:color w:val="2D3A47"/>
                        <w:sz w:val="12"/>
                        <w:szCs w:val="12"/>
                      </w:rPr>
                    </w:pPr>
                  </w:p>
                </w:txbxContent>
              </v:textbox>
            </v:shape>
          </w:pict>
        </mc:Fallback>
      </mc:AlternateContent>
    </w:r>
    <w:r w:rsidRPr="000202E1">
      <w:rPr>
        <w:noProof/>
      </w:rPr>
      <mc:AlternateContent>
        <mc:Choice Requires="wps">
          <w:drawing>
            <wp:anchor distT="0" distB="0" distL="114300" distR="114300" simplePos="0" relativeHeight="251660288" behindDoc="0" locked="0" layoutInCell="1" allowOverlap="1" wp14:anchorId="43DF26DC" wp14:editId="62E2A2FB">
              <wp:simplePos x="0" y="0"/>
              <wp:positionH relativeFrom="column">
                <wp:posOffset>1163955</wp:posOffset>
              </wp:positionH>
              <wp:positionV relativeFrom="paragraph">
                <wp:posOffset>339090</wp:posOffset>
              </wp:positionV>
              <wp:extent cx="3470910" cy="1031240"/>
              <wp:effectExtent l="0" t="0" r="15240" b="16510"/>
              <wp:wrapNone/>
              <wp:docPr id="7"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70910" cy="1031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3F64" w:rsidRPr="00ED6130" w:rsidRDefault="00B13F64" w:rsidP="00634410">
                          <w:pPr>
                            <w:rPr>
                              <w:rFonts w:ascii="Riojana" w:hAnsi="Riojana"/>
                              <w:color w:val="2D3A47"/>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F26DC" id="_x0000_s1032" type="#_x0000_t202" style="position:absolute;left:0;text-align:left;margin-left:91.65pt;margin-top:26.7pt;width:273.3pt;height:8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" filled="f" stroked="f">
              <v:path arrowok="t"/>
              <v:textbox inset="0,0,0,0">
                <w:txbxContent>
                  <w:p w:rsidR="00B13F64" w:rsidRPr="00ED6130" w:rsidRDefault="00B13F64" w:rsidP="00634410">
                    <w:pPr>
                      <w:rPr>
                        <w:rFonts w:ascii="Riojana" w:hAnsi="Riojana"/>
                        <w:color w:val="2D3A47"/>
                        <w:sz w:val="16"/>
                        <w:szCs w:val="16"/>
                      </w:rPr>
                    </w:pPr>
                  </w:p>
                </w:txbxContent>
              </v:textbox>
            </v:shape>
          </w:pict>
        </mc:Fallback>
      </mc:AlternateContent>
    </w:r>
    <w:r w:rsidRPr="000202E1">
      <w:rPr>
        <w:noProof/>
      </w:rPr>
      <w:drawing>
        <wp:anchor distT="0" distB="0" distL="114300" distR="114300" simplePos="0" relativeHeight="251659264" behindDoc="1" locked="0" layoutInCell="1" allowOverlap="1" wp14:anchorId="2B9367F4" wp14:editId="5107BD47">
          <wp:simplePos x="0" y="0"/>
          <wp:positionH relativeFrom="margin">
            <wp:posOffset>-904240</wp:posOffset>
          </wp:positionH>
          <wp:positionV relativeFrom="margin">
            <wp:posOffset>-1731010</wp:posOffset>
          </wp:positionV>
          <wp:extent cx="7586345" cy="144081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1">
                    <a:extLst>
                      <a:ext uri="{28A0092B-C50C-407E-A947-70E740481C1C}">
                        <a14:useLocalDpi xmlns:a14="http://schemas.microsoft.com/office/drawing/2010/main" val="0"/>
                      </a:ext>
                    </a:extLst>
                  </a:blip>
                  <a:stretch>
                    <a:fillRect/>
                  </a:stretch>
                </pic:blipFill>
                <pic:spPr>
                  <a:xfrm>
                    <a:off x="0" y="0"/>
                    <a:ext cx="7586345" cy="1440815"/>
                  </a:xfrm>
                  <a:prstGeom prst="rect">
                    <a:avLst/>
                  </a:prstGeom>
                </pic:spPr>
              </pic:pic>
            </a:graphicData>
          </a:graphic>
          <wp14:sizeRelH relativeFrom="margin">
            <wp14:pctWidth>0</wp14:pctWidth>
          </wp14:sizeRelH>
          <wp14:sizeRelV relativeFrom="margin">
            <wp14:pctHeight>0</wp14:pctHeight>
          </wp14:sizeRelV>
        </wp:anchor>
      </w:drawing>
    </w:r>
  </w:p>
  <w:p w:rsidR="00B13F64" w:rsidRPr="00634410" w:rsidRDefault="00B13F64" w:rsidP="0063441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873B3"/>
    <w:multiLevelType w:val="multilevel"/>
    <w:tmpl w:val="D354BC9A"/>
    <w:styleLink w:val="1a11"/>
    <w:lvl w:ilvl="0">
      <w:start w:val="1"/>
      <w:numFmt w:val="decimal"/>
      <w:lvlText w:val="%1."/>
      <w:lvlJc w:val="left"/>
      <w:pPr>
        <w:tabs>
          <w:tab w:val="num" w:pos="567"/>
        </w:tabs>
        <w:ind w:left="567" w:hanging="283"/>
      </w:pPr>
    </w:lvl>
    <w:lvl w:ilvl="1">
      <w:start w:val="1"/>
      <w:numFmt w:val="lowerLetter"/>
      <w:lvlText w:val="%2)"/>
      <w:lvlJc w:val="left"/>
      <w:pPr>
        <w:tabs>
          <w:tab w:val="num" w:pos="851"/>
        </w:tabs>
        <w:ind w:left="851" w:hanging="284"/>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0555991"/>
    <w:multiLevelType w:val="multilevel"/>
    <w:tmpl w:val="D354BC9A"/>
    <w:styleLink w:val="111a2"/>
    <w:lvl w:ilvl="0">
      <w:start w:val="1"/>
      <w:numFmt w:val="decimal"/>
      <w:lvlText w:val="%1."/>
      <w:lvlJc w:val="left"/>
      <w:pPr>
        <w:tabs>
          <w:tab w:val="num" w:pos="567"/>
        </w:tabs>
        <w:ind w:left="567" w:hanging="283"/>
      </w:pPr>
    </w:lvl>
    <w:lvl w:ilvl="1">
      <w:start w:val="1"/>
      <w:numFmt w:val="lowerLetter"/>
      <w:lvlText w:val="%2)"/>
      <w:lvlJc w:val="left"/>
      <w:pPr>
        <w:tabs>
          <w:tab w:val="num" w:pos="851"/>
        </w:tabs>
        <w:ind w:left="851" w:hanging="284"/>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B849CB"/>
    <w:multiLevelType w:val="hybridMultilevel"/>
    <w:tmpl w:val="3F1A17A8"/>
    <w:lvl w:ilvl="0" w:tplc="D7C40B50">
      <w:start w:val="5"/>
      <w:numFmt w:val="bullet"/>
      <w:lvlText w:val="-"/>
      <w:lvlJc w:val="left"/>
      <w:pPr>
        <w:ind w:left="1267" w:hanging="360"/>
      </w:pPr>
      <w:rPr>
        <w:rFonts w:ascii="Riojana" w:eastAsia="Times New Roman" w:hAnsi="Riojana" w:cs="Times New Roman" w:hint="default"/>
      </w:rPr>
    </w:lvl>
    <w:lvl w:ilvl="1" w:tplc="0C0A0003" w:tentative="1">
      <w:start w:val="1"/>
      <w:numFmt w:val="bullet"/>
      <w:lvlText w:val="o"/>
      <w:lvlJc w:val="left"/>
      <w:pPr>
        <w:ind w:left="1987" w:hanging="360"/>
      </w:pPr>
      <w:rPr>
        <w:rFonts w:ascii="Courier New" w:hAnsi="Courier New" w:cs="Courier New" w:hint="default"/>
      </w:rPr>
    </w:lvl>
    <w:lvl w:ilvl="2" w:tplc="0C0A0005" w:tentative="1">
      <w:start w:val="1"/>
      <w:numFmt w:val="bullet"/>
      <w:lvlText w:val=""/>
      <w:lvlJc w:val="left"/>
      <w:pPr>
        <w:ind w:left="2707" w:hanging="360"/>
      </w:pPr>
      <w:rPr>
        <w:rFonts w:ascii="Wingdings" w:hAnsi="Wingdings" w:hint="default"/>
      </w:rPr>
    </w:lvl>
    <w:lvl w:ilvl="3" w:tplc="0C0A0001" w:tentative="1">
      <w:start w:val="1"/>
      <w:numFmt w:val="bullet"/>
      <w:lvlText w:val=""/>
      <w:lvlJc w:val="left"/>
      <w:pPr>
        <w:ind w:left="3427" w:hanging="360"/>
      </w:pPr>
      <w:rPr>
        <w:rFonts w:ascii="Symbol" w:hAnsi="Symbol" w:hint="default"/>
      </w:rPr>
    </w:lvl>
    <w:lvl w:ilvl="4" w:tplc="0C0A0003" w:tentative="1">
      <w:start w:val="1"/>
      <w:numFmt w:val="bullet"/>
      <w:lvlText w:val="o"/>
      <w:lvlJc w:val="left"/>
      <w:pPr>
        <w:ind w:left="4147" w:hanging="360"/>
      </w:pPr>
      <w:rPr>
        <w:rFonts w:ascii="Courier New" w:hAnsi="Courier New" w:cs="Courier New" w:hint="default"/>
      </w:rPr>
    </w:lvl>
    <w:lvl w:ilvl="5" w:tplc="0C0A0005" w:tentative="1">
      <w:start w:val="1"/>
      <w:numFmt w:val="bullet"/>
      <w:lvlText w:val=""/>
      <w:lvlJc w:val="left"/>
      <w:pPr>
        <w:ind w:left="4867" w:hanging="360"/>
      </w:pPr>
      <w:rPr>
        <w:rFonts w:ascii="Wingdings" w:hAnsi="Wingdings" w:hint="default"/>
      </w:rPr>
    </w:lvl>
    <w:lvl w:ilvl="6" w:tplc="0C0A0001" w:tentative="1">
      <w:start w:val="1"/>
      <w:numFmt w:val="bullet"/>
      <w:lvlText w:val=""/>
      <w:lvlJc w:val="left"/>
      <w:pPr>
        <w:ind w:left="5587" w:hanging="360"/>
      </w:pPr>
      <w:rPr>
        <w:rFonts w:ascii="Symbol" w:hAnsi="Symbol" w:hint="default"/>
      </w:rPr>
    </w:lvl>
    <w:lvl w:ilvl="7" w:tplc="0C0A0003" w:tentative="1">
      <w:start w:val="1"/>
      <w:numFmt w:val="bullet"/>
      <w:lvlText w:val="o"/>
      <w:lvlJc w:val="left"/>
      <w:pPr>
        <w:ind w:left="6307" w:hanging="360"/>
      </w:pPr>
      <w:rPr>
        <w:rFonts w:ascii="Courier New" w:hAnsi="Courier New" w:cs="Courier New" w:hint="default"/>
      </w:rPr>
    </w:lvl>
    <w:lvl w:ilvl="8" w:tplc="0C0A0005" w:tentative="1">
      <w:start w:val="1"/>
      <w:numFmt w:val="bullet"/>
      <w:lvlText w:val=""/>
      <w:lvlJc w:val="left"/>
      <w:pPr>
        <w:ind w:left="7027" w:hanging="360"/>
      </w:pPr>
      <w:rPr>
        <w:rFonts w:ascii="Wingdings" w:hAnsi="Wingdings" w:hint="default"/>
      </w:rPr>
    </w:lvl>
  </w:abstractNum>
  <w:abstractNum w:abstractNumId="3" w15:restartNumberingAfterBreak="0">
    <w:nsid w:val="00FE32E2"/>
    <w:multiLevelType w:val="multilevel"/>
    <w:tmpl w:val="F4FAE178"/>
    <w:styleLink w:val="Listaguiones11"/>
    <w:lvl w:ilvl="0">
      <w:start w:val="1"/>
      <w:numFmt w:val="upperRoman"/>
      <w:lvlText w:val="%1."/>
      <w:lvlJc w:val="left"/>
      <w:pPr>
        <w:tabs>
          <w:tab w:val="num" w:pos="680"/>
        </w:tabs>
        <w:ind w:left="680" w:hanging="396"/>
      </w:pPr>
    </w:lvl>
    <w:lvl w:ilvl="1">
      <w:start w:val="1"/>
      <w:numFmt w:val="lowerLetter"/>
      <w:lvlText w:val="%2)"/>
      <w:lvlJc w:val="left"/>
      <w:pPr>
        <w:tabs>
          <w:tab w:val="num" w:pos="964"/>
        </w:tabs>
        <w:ind w:left="964" w:hanging="284"/>
      </w:pPr>
    </w:lvl>
    <w:lvl w:ilvl="2">
      <w:start w:val="1"/>
      <w:numFmt w:val="bullet"/>
      <w:lvlText w:val="–"/>
      <w:lvlJc w:val="left"/>
      <w:pPr>
        <w:tabs>
          <w:tab w:val="num" w:pos="1191"/>
        </w:tabs>
        <w:ind w:left="1191" w:hanging="227"/>
      </w:pPr>
      <w:rPr>
        <w:rFonts w:ascii="Arial" w:hAnsi="Arial" w:cs="Times New Roman" w:hint="default"/>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4" w15:restartNumberingAfterBreak="0">
    <w:nsid w:val="01430CB4"/>
    <w:multiLevelType w:val="multilevel"/>
    <w:tmpl w:val="481E089E"/>
    <w:styleLink w:val="Esquemaletrasa-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5" w15:restartNumberingAfterBreak="0">
    <w:nsid w:val="01ED1568"/>
    <w:multiLevelType w:val="hybridMultilevel"/>
    <w:tmpl w:val="11601374"/>
    <w:styleLink w:val="Letrasa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 w15:restartNumberingAfterBreak="0">
    <w:nsid w:val="02354A52"/>
    <w:multiLevelType w:val="multilevel"/>
    <w:tmpl w:val="62049E04"/>
    <w:styleLink w:val="Esquemaletrasa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7" w15:restartNumberingAfterBreak="0">
    <w:nsid w:val="023E27EA"/>
    <w:multiLevelType w:val="multilevel"/>
    <w:tmpl w:val="3FB44BE4"/>
    <w:styleLink w:val="1a-1"/>
    <w:lvl w:ilvl="0">
      <w:start w:val="1"/>
      <w:numFmt w:val="decimal"/>
      <w:lvlText w:val="%1."/>
      <w:lvlJc w:val="left"/>
      <w:pPr>
        <w:tabs>
          <w:tab w:val="num" w:pos="624"/>
        </w:tabs>
        <w:ind w:left="624" w:hanging="340"/>
      </w:pPr>
    </w:lvl>
    <w:lvl w:ilvl="1">
      <w:start w:val="1"/>
      <w:numFmt w:val="lowerLetter"/>
      <w:lvlText w:val="%2)"/>
      <w:lvlJc w:val="left"/>
      <w:pPr>
        <w:tabs>
          <w:tab w:val="num" w:pos="907"/>
        </w:tabs>
        <w:ind w:left="907" w:hanging="283"/>
      </w:pPr>
    </w:lvl>
    <w:lvl w:ilvl="2">
      <w:start w:val="1"/>
      <w:numFmt w:val="none"/>
      <w:lvlText w:val="-"/>
      <w:lvlJc w:val="left"/>
      <w:pPr>
        <w:tabs>
          <w:tab w:val="num" w:pos="1134"/>
        </w:tabs>
        <w:ind w:left="1134" w:hanging="227"/>
      </w:p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8" w15:restartNumberingAfterBreak="0">
    <w:nsid w:val="03785163"/>
    <w:multiLevelType w:val="multilevel"/>
    <w:tmpl w:val="481E089E"/>
    <w:styleLink w:val="1-1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9" w15:restartNumberingAfterBreak="0">
    <w:nsid w:val="06E95053"/>
    <w:multiLevelType w:val="hybridMultilevel"/>
    <w:tmpl w:val="8842E06A"/>
    <w:styleLink w:val="Listaguiones1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0" w15:restartNumberingAfterBreak="0">
    <w:nsid w:val="075D1D92"/>
    <w:multiLevelType w:val="hybridMultilevel"/>
    <w:tmpl w:val="C616DC38"/>
    <w:styleLink w:val="aa1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07C964A5"/>
    <w:multiLevelType w:val="hybridMultilevel"/>
    <w:tmpl w:val="543E2616"/>
    <w:styleLink w:val="1a-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 w15:restartNumberingAfterBreak="0">
    <w:nsid w:val="07E20999"/>
    <w:multiLevelType w:val="multilevel"/>
    <w:tmpl w:val="481E089E"/>
    <w:styleLink w:val="AA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3" w15:restartNumberingAfterBreak="0">
    <w:nsid w:val="08457D74"/>
    <w:multiLevelType w:val="hybridMultilevel"/>
    <w:tmpl w:val="17567FFA"/>
    <w:styleLink w:val="EstiloEsquemanumeradoIzquierda0cmSangrafrancesa05cm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 w15:restartNumberingAfterBreak="0">
    <w:nsid w:val="08AB3BA6"/>
    <w:multiLevelType w:val="multilevel"/>
    <w:tmpl w:val="7728BC14"/>
    <w:styleLink w:val="aa1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5" w15:restartNumberingAfterBreak="0">
    <w:nsid w:val="0AF173C6"/>
    <w:multiLevelType w:val="multilevel"/>
    <w:tmpl w:val="481E089E"/>
    <w:styleLink w:val="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6" w15:restartNumberingAfterBreak="0">
    <w:nsid w:val="0B486B89"/>
    <w:multiLevelType w:val="multilevel"/>
    <w:tmpl w:val="CEAAEE78"/>
    <w:name w:val="guiones"/>
    <w:styleLink w:val="1a-11"/>
    <w:lvl w:ilvl="0">
      <w:start w:val="1"/>
      <w:numFmt w:val="bullet"/>
      <w:lvlText w:val="-"/>
      <w:lvlJc w:val="left"/>
      <w:pPr>
        <w:tabs>
          <w:tab w:val="num" w:pos="284"/>
        </w:tabs>
        <w:ind w:left="284" w:hanging="284"/>
      </w:pPr>
      <w:rPr>
        <w:rFonts w:ascii="HelveticaNeue LT 55 Roman" w:hAnsi="HelveticaNeue LT 55 Roman" w:hint="default"/>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0BF32CD8"/>
    <w:multiLevelType w:val="multilevel"/>
    <w:tmpl w:val="558C602E"/>
    <w:styleLink w:val="Ia-2"/>
    <w:lvl w:ilvl="0">
      <w:start w:val="1"/>
      <w:numFmt w:val="bullet"/>
      <w:lvlText w:val="-"/>
      <w:lvlJc w:val="left"/>
      <w:pPr>
        <w:tabs>
          <w:tab w:val="num" w:pos="284"/>
        </w:tabs>
        <w:ind w:left="567" w:hanging="283"/>
      </w:pPr>
      <w:rPr>
        <w:rFonts w:ascii="Arial" w:hAnsi="Arial" w:cs="Times New Roman" w:hint="default"/>
      </w:rPr>
    </w:lvl>
    <w:lvl w:ilvl="1">
      <w:start w:val="1"/>
      <w:numFmt w:val="bullet"/>
      <w:lvlText w:val=""/>
      <w:lvlJc w:val="left"/>
      <w:pPr>
        <w:tabs>
          <w:tab w:val="num" w:pos="851"/>
        </w:tabs>
        <w:ind w:left="851" w:hanging="284"/>
      </w:pPr>
      <w:rPr>
        <w:rFonts w:ascii="Symbol" w:hAnsi="Symbol"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8" w15:restartNumberingAfterBreak="0">
    <w:nsid w:val="0C195353"/>
    <w:multiLevelType w:val="multilevel"/>
    <w:tmpl w:val="481E089E"/>
    <w:styleLink w:val="Listaa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9" w15:restartNumberingAfterBreak="0">
    <w:nsid w:val="0EAA4AF2"/>
    <w:multiLevelType w:val="multilevel"/>
    <w:tmpl w:val="33720B82"/>
    <w:styleLink w:val="II1"/>
    <w:lvl w:ilvl="0">
      <w:start w:val="1"/>
      <w:numFmt w:val="upperRoman"/>
      <w:lvlText w:val="%1."/>
      <w:lvlJc w:val="left"/>
      <w:pPr>
        <w:tabs>
          <w:tab w:val="num" w:pos="680"/>
        </w:tabs>
        <w:ind w:left="680" w:hanging="396"/>
      </w:pPr>
    </w:lvl>
    <w:lvl w:ilvl="1">
      <w:start w:val="1"/>
      <w:numFmt w:val="decimal"/>
      <w:lvlText w:val="%1.%2."/>
      <w:lvlJc w:val="left"/>
      <w:pPr>
        <w:tabs>
          <w:tab w:val="num" w:pos="1077"/>
        </w:tabs>
        <w:ind w:left="1077" w:hanging="397"/>
      </w:pPr>
    </w:lvl>
    <w:lvl w:ilvl="2">
      <w:start w:val="1"/>
      <w:numFmt w:val="bullet"/>
      <w:lvlText w:val="-"/>
      <w:lvlJc w:val="left"/>
      <w:pPr>
        <w:tabs>
          <w:tab w:val="num" w:pos="1304"/>
        </w:tabs>
        <w:ind w:left="1304" w:hanging="227"/>
      </w:pPr>
      <w:rPr>
        <w:rFonts w:ascii="Arial" w:hAnsi="Arial" w:cs="Times New Roman" w:hint="default"/>
        <w:color w:val="000000"/>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20" w15:restartNumberingAfterBreak="0">
    <w:nsid w:val="0FEA3823"/>
    <w:multiLevelType w:val="multilevel"/>
    <w:tmpl w:val="0C0A001D"/>
    <w:styleLink w:val="Esquemaletrasa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0DD26D9"/>
    <w:multiLevelType w:val="hybridMultilevel"/>
    <w:tmpl w:val="BFC47CB4"/>
    <w:styleLink w:val="aa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2" w15:restartNumberingAfterBreak="0">
    <w:nsid w:val="11383B5B"/>
    <w:multiLevelType w:val="multilevel"/>
    <w:tmpl w:val="6FD00874"/>
    <w:styleLink w:val="Aa-1"/>
    <w:lvl w:ilvl="0">
      <w:start w:val="1"/>
      <w:numFmt w:val="upperLetter"/>
      <w:lvlText w:val="%1)"/>
      <w:lvlJc w:val="left"/>
      <w:pPr>
        <w:tabs>
          <w:tab w:val="num" w:pos="567"/>
        </w:tabs>
        <w:ind w:left="567" w:hanging="283"/>
      </w:pPr>
    </w:lvl>
    <w:lvl w:ilvl="1">
      <w:start w:val="1"/>
      <w:numFmt w:val="lowerLetter"/>
      <w:lvlText w:val="%2)"/>
      <w:lvlJc w:val="left"/>
      <w:pPr>
        <w:tabs>
          <w:tab w:val="num" w:pos="851"/>
        </w:tabs>
        <w:ind w:left="851" w:hanging="284"/>
      </w:pPr>
    </w:lvl>
    <w:lvl w:ilvl="2">
      <w:start w:val="1"/>
      <w:numFmt w:val="none"/>
      <w:lvlText w:val="-"/>
      <w:lvlJc w:val="left"/>
      <w:pPr>
        <w:tabs>
          <w:tab w:val="num" w:pos="1134"/>
        </w:tabs>
        <w:ind w:left="1134" w:hanging="283"/>
      </w:p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23" w15:restartNumberingAfterBreak="0">
    <w:nsid w:val="11D11F85"/>
    <w:multiLevelType w:val="multilevel"/>
    <w:tmpl w:val="8C08796A"/>
    <w:styleLink w:val="a-111"/>
    <w:lvl w:ilvl="0">
      <w:start w:val="1"/>
      <w:numFmt w:val="decimal"/>
      <w:pStyle w:val="111-"/>
      <w:lvlText w:val="%1."/>
      <w:lvlJc w:val="left"/>
      <w:pPr>
        <w:tabs>
          <w:tab w:val="num" w:pos="567"/>
        </w:tabs>
        <w:ind w:left="567" w:hanging="283"/>
      </w:pPr>
    </w:lvl>
    <w:lvl w:ilvl="1">
      <w:start w:val="1"/>
      <w:numFmt w:val="decimal"/>
      <w:lvlText w:val="%1.%2."/>
      <w:lvlJc w:val="left"/>
      <w:pPr>
        <w:tabs>
          <w:tab w:val="num" w:pos="964"/>
        </w:tabs>
        <w:ind w:left="964" w:hanging="397"/>
      </w:pPr>
    </w:lvl>
    <w:lvl w:ilvl="2">
      <w:start w:val="1"/>
      <w:numFmt w:val="bullet"/>
      <w:lvlText w:val="-"/>
      <w:lvlJc w:val="left"/>
      <w:pPr>
        <w:tabs>
          <w:tab w:val="num" w:pos="1191"/>
        </w:tabs>
        <w:ind w:left="1191" w:hanging="227"/>
      </w:pPr>
      <w:rPr>
        <w:rFonts w:ascii="Arial" w:hAnsi="Arial" w:cs="Times New Roman" w:hint="default"/>
        <w:color w:val="000000"/>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24" w15:restartNumberingAfterBreak="0">
    <w:nsid w:val="12904CB7"/>
    <w:multiLevelType w:val="hybridMultilevel"/>
    <w:tmpl w:val="BDB6A49A"/>
    <w:styleLink w:val="1a1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5" w15:restartNumberingAfterBreak="0">
    <w:nsid w:val="12DC26E3"/>
    <w:multiLevelType w:val="hybridMultilevel"/>
    <w:tmpl w:val="E03C1324"/>
    <w:styleLink w:val="-a111"/>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6" w15:restartNumberingAfterBreak="0">
    <w:nsid w:val="132B03FB"/>
    <w:multiLevelType w:val="multilevel"/>
    <w:tmpl w:val="62049E04"/>
    <w:styleLink w:val="-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27" w15:restartNumberingAfterBreak="0">
    <w:nsid w:val="13525F1B"/>
    <w:multiLevelType w:val="multilevel"/>
    <w:tmpl w:val="62049E04"/>
    <w:styleLink w:val="a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28" w15:restartNumberingAfterBreak="0">
    <w:nsid w:val="143F78FF"/>
    <w:multiLevelType w:val="multilevel"/>
    <w:tmpl w:val="481E089E"/>
    <w:styleLink w:val="Vietas-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29" w15:restartNumberingAfterBreak="0">
    <w:nsid w:val="149414BE"/>
    <w:multiLevelType w:val="multilevel"/>
    <w:tmpl w:val="A48ADB8C"/>
    <w:styleLink w:val="a112"/>
    <w:lvl w:ilvl="0">
      <w:start w:val="1"/>
      <w:numFmt w:val="lowerLetter"/>
      <w:lvlText w:val="%1)"/>
      <w:lvlJc w:val="left"/>
      <w:pPr>
        <w:tabs>
          <w:tab w:val="num" w:pos="567"/>
        </w:tabs>
        <w:ind w:left="567" w:hanging="283"/>
      </w:pPr>
    </w:lvl>
    <w:lvl w:ilvl="1">
      <w:start w:val="1"/>
      <w:numFmt w:val="decimal"/>
      <w:lvlText w:val="%2."/>
      <w:lvlJc w:val="left"/>
      <w:pPr>
        <w:tabs>
          <w:tab w:val="num" w:pos="964"/>
        </w:tabs>
        <w:ind w:left="851" w:hanging="284"/>
      </w:pPr>
    </w:lvl>
    <w:lvl w:ilvl="2">
      <w:start w:val="1"/>
      <w:numFmt w:val="bullet"/>
      <w:lvlText w:val="-"/>
      <w:lvlJc w:val="left"/>
      <w:pPr>
        <w:tabs>
          <w:tab w:val="num" w:pos="1191"/>
        </w:tabs>
        <w:ind w:left="1191" w:hanging="227"/>
      </w:pPr>
      <w:rPr>
        <w:rFonts w:ascii="Arial" w:hAnsi="Arial" w:cs="Times New Roman" w:hint="default"/>
        <w:color w:val="000000"/>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30" w15:restartNumberingAfterBreak="0">
    <w:nsid w:val="15AB0364"/>
    <w:multiLevelType w:val="multilevel"/>
    <w:tmpl w:val="CE08A686"/>
    <w:numStyleLink w:val="Letrasa1"/>
  </w:abstractNum>
  <w:abstractNum w:abstractNumId="31" w15:restartNumberingAfterBreak="0">
    <w:nsid w:val="160E553A"/>
    <w:multiLevelType w:val="hybridMultilevel"/>
    <w:tmpl w:val="ACC0F46C"/>
    <w:styleLink w:val="1a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2" w15:restartNumberingAfterBreak="0">
    <w:nsid w:val="17247FDB"/>
    <w:multiLevelType w:val="multilevel"/>
    <w:tmpl w:val="481E089E"/>
    <w:styleLink w:val="1-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33" w15:restartNumberingAfterBreak="0">
    <w:nsid w:val="18D025FE"/>
    <w:multiLevelType w:val="multilevel"/>
    <w:tmpl w:val="62049E04"/>
    <w:styleLink w:val="-a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34" w15:restartNumberingAfterBreak="0">
    <w:nsid w:val="18DF6904"/>
    <w:multiLevelType w:val="multilevel"/>
    <w:tmpl w:val="7728BC14"/>
    <w:styleLink w:val="11111112"/>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35" w15:restartNumberingAfterBreak="0">
    <w:nsid w:val="190B5FAD"/>
    <w:multiLevelType w:val="multilevel"/>
    <w:tmpl w:val="481E089E"/>
    <w:numStyleLink w:val="1-1"/>
  </w:abstractNum>
  <w:abstractNum w:abstractNumId="36" w15:restartNumberingAfterBreak="0">
    <w:nsid w:val="19307672"/>
    <w:multiLevelType w:val="multilevel"/>
    <w:tmpl w:val="62049E04"/>
    <w:styleLink w:val="1A-a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37" w15:restartNumberingAfterBreak="0">
    <w:nsid w:val="19D07F90"/>
    <w:multiLevelType w:val="multilevel"/>
    <w:tmpl w:val="481E089E"/>
    <w:styleLink w:val="a-1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38" w15:restartNumberingAfterBreak="0">
    <w:nsid w:val="1B1405CA"/>
    <w:multiLevelType w:val="multilevel"/>
    <w:tmpl w:val="558C602E"/>
    <w:styleLink w:val="a111112"/>
    <w:lvl w:ilvl="0">
      <w:start w:val="1"/>
      <w:numFmt w:val="bullet"/>
      <w:lvlText w:val="-"/>
      <w:lvlJc w:val="left"/>
      <w:pPr>
        <w:tabs>
          <w:tab w:val="num" w:pos="284"/>
        </w:tabs>
        <w:ind w:left="567" w:hanging="283"/>
      </w:pPr>
      <w:rPr>
        <w:rFonts w:ascii="Arial" w:hAnsi="Arial" w:cs="Times New Roman" w:hint="default"/>
      </w:rPr>
    </w:lvl>
    <w:lvl w:ilvl="1">
      <w:start w:val="1"/>
      <w:numFmt w:val="bullet"/>
      <w:lvlText w:val=""/>
      <w:lvlJc w:val="left"/>
      <w:pPr>
        <w:tabs>
          <w:tab w:val="num" w:pos="851"/>
        </w:tabs>
        <w:ind w:left="851" w:hanging="284"/>
      </w:pPr>
      <w:rPr>
        <w:rFonts w:ascii="Symbol" w:hAnsi="Symbol"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39" w15:restartNumberingAfterBreak="0">
    <w:nsid w:val="1B5F3F57"/>
    <w:multiLevelType w:val="hybridMultilevel"/>
    <w:tmpl w:val="2FCC13D8"/>
    <w:styleLink w:val="A-111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0" w15:restartNumberingAfterBreak="0">
    <w:nsid w:val="1E2B00EB"/>
    <w:multiLevelType w:val="hybridMultilevel"/>
    <w:tmpl w:val="AC7454A2"/>
    <w:styleLink w:val="-1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1" w15:restartNumberingAfterBreak="0">
    <w:nsid w:val="1EA300CB"/>
    <w:multiLevelType w:val="multilevel"/>
    <w:tmpl w:val="7A769616"/>
    <w:styleLink w:val="1-"/>
    <w:lvl w:ilvl="0">
      <w:start w:val="1"/>
      <w:numFmt w:val="decimal"/>
      <w:lvlText w:val="%1."/>
      <w:lvlJc w:val="left"/>
      <w:pPr>
        <w:tabs>
          <w:tab w:val="num" w:pos="624"/>
        </w:tabs>
        <w:ind w:left="624" w:hanging="340"/>
      </w:pPr>
      <w:rPr>
        <w:rFonts w:hint="default"/>
      </w:rPr>
    </w:lvl>
    <w:lvl w:ilvl="1">
      <w:start w:val="1"/>
      <w:numFmt w:val="bullet"/>
      <w:lvlText w:val="-"/>
      <w:lvlJc w:val="left"/>
      <w:pPr>
        <w:tabs>
          <w:tab w:val="num" w:pos="907"/>
        </w:tabs>
        <w:ind w:left="907" w:hanging="283"/>
      </w:pPr>
      <w:rPr>
        <w:rFonts w:ascii="Arial" w:hAnsi="Arial" w:hint="default"/>
        <w:color w:val="000000"/>
      </w:rPr>
    </w:lvl>
    <w:lvl w:ilvl="2">
      <w:start w:val="1"/>
      <w:numFmt w:val="lowerLetter"/>
      <w:lvlText w:val="%3)"/>
      <w:lvlJc w:val="left"/>
      <w:pPr>
        <w:tabs>
          <w:tab w:val="num" w:pos="1191"/>
        </w:tabs>
        <w:ind w:left="1191" w:hanging="284"/>
      </w:pPr>
      <w:rPr>
        <w:rFonts w:hint="default"/>
        <w:color w:val="000000"/>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284"/>
        </w:tabs>
        <w:ind w:left="284" w:hanging="284"/>
      </w:pPr>
      <w:rPr>
        <w:rFonts w:hint="default"/>
      </w:rPr>
    </w:lvl>
  </w:abstractNum>
  <w:abstractNum w:abstractNumId="42" w15:restartNumberingAfterBreak="0">
    <w:nsid w:val="1F1C3E6B"/>
    <w:multiLevelType w:val="multilevel"/>
    <w:tmpl w:val="481E089E"/>
    <w:styleLink w:val="aI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43" w15:restartNumberingAfterBreak="0">
    <w:nsid w:val="1F651E0D"/>
    <w:multiLevelType w:val="hybridMultilevel"/>
    <w:tmpl w:val="F25076A8"/>
    <w:styleLink w:val="a1111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4" w15:restartNumberingAfterBreak="0">
    <w:nsid w:val="206A3FC7"/>
    <w:multiLevelType w:val="hybridMultilevel"/>
    <w:tmpl w:val="2ACAF876"/>
    <w:styleLink w:val="A1"/>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5" w15:restartNumberingAfterBreak="0">
    <w:nsid w:val="20784DF6"/>
    <w:multiLevelType w:val="multilevel"/>
    <w:tmpl w:val="6FE2968C"/>
    <w:styleLink w:val="a01-1"/>
    <w:lvl w:ilvl="0">
      <w:start w:val="1"/>
      <w:numFmt w:val="lowerLetter"/>
      <w:lvlText w:val="%1)"/>
      <w:lvlJc w:val="left"/>
      <w:pPr>
        <w:tabs>
          <w:tab w:val="num" w:pos="567"/>
        </w:tabs>
        <w:ind w:left="567" w:hanging="283"/>
      </w:pPr>
    </w:lvl>
    <w:lvl w:ilvl="1">
      <w:start w:val="1"/>
      <w:numFmt w:val="decimalZero"/>
      <w:lvlText w:val="%2."/>
      <w:lvlJc w:val="left"/>
      <w:pPr>
        <w:tabs>
          <w:tab w:val="num" w:pos="964"/>
        </w:tabs>
        <w:ind w:left="964" w:hanging="397"/>
      </w:pPr>
    </w:lvl>
    <w:lvl w:ilvl="2">
      <w:start w:val="1"/>
      <w:numFmt w:val="bullet"/>
      <w:lvlText w:val="-"/>
      <w:lvlJc w:val="left"/>
      <w:pPr>
        <w:tabs>
          <w:tab w:val="num" w:pos="1247"/>
        </w:tabs>
        <w:ind w:left="1247" w:hanging="283"/>
      </w:pPr>
      <w:rPr>
        <w:rFonts w:ascii="Arial" w:hAnsi="Arial" w:cs="Times New Roman" w:hint="default"/>
        <w:color w:val="00000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215D34E4"/>
    <w:multiLevelType w:val="multilevel"/>
    <w:tmpl w:val="A2EA5F16"/>
    <w:styleLink w:val="aListaletrassin"/>
    <w:lvl w:ilvl="0">
      <w:start w:val="1"/>
      <w:numFmt w:val="lowerLetter"/>
      <w:lvlText w:val="%1)"/>
      <w:lvlJc w:val="left"/>
      <w:pPr>
        <w:tabs>
          <w:tab w:val="num" w:pos="624"/>
        </w:tabs>
        <w:ind w:left="624" w:hanging="340"/>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21A27252"/>
    <w:multiLevelType w:val="multilevel"/>
    <w:tmpl w:val="62049E04"/>
    <w:styleLink w:val="Aa-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48" w15:restartNumberingAfterBreak="0">
    <w:nsid w:val="21F31485"/>
    <w:multiLevelType w:val="multilevel"/>
    <w:tmpl w:val="98C0942E"/>
    <w:styleLink w:val="A-1"/>
    <w:lvl w:ilvl="0">
      <w:start w:val="1"/>
      <w:numFmt w:val="upperLetter"/>
      <w:lvlText w:val="%1)"/>
      <w:lvlJc w:val="left"/>
      <w:pPr>
        <w:tabs>
          <w:tab w:val="num" w:pos="567"/>
        </w:tabs>
        <w:ind w:left="567" w:hanging="283"/>
      </w:pPr>
    </w:lvl>
    <w:lvl w:ilvl="1">
      <w:start w:val="1"/>
      <w:numFmt w:val="none"/>
      <w:lvlText w:val="-"/>
      <w:lvlJc w:val="left"/>
      <w:pPr>
        <w:tabs>
          <w:tab w:val="num" w:pos="851"/>
        </w:tabs>
        <w:ind w:left="851" w:hanging="284"/>
      </w:pPr>
    </w:lvl>
    <w:lvl w:ilvl="2">
      <w:start w:val="1"/>
      <w:numFmt w:val="lowerRoman"/>
      <w:lvlText w:val="%3)"/>
      <w:lvlJc w:val="left"/>
      <w:pPr>
        <w:tabs>
          <w:tab w:val="num" w:pos="796"/>
        </w:tabs>
        <w:ind w:left="796" w:hanging="360"/>
      </w:pPr>
    </w:lvl>
    <w:lvl w:ilvl="3">
      <w:start w:val="1"/>
      <w:numFmt w:val="decimal"/>
      <w:lvlText w:val="(%4)"/>
      <w:lvlJc w:val="left"/>
      <w:pPr>
        <w:tabs>
          <w:tab w:val="num" w:pos="1156"/>
        </w:tabs>
        <w:ind w:left="1156" w:hanging="360"/>
      </w:pPr>
    </w:lvl>
    <w:lvl w:ilvl="4">
      <w:start w:val="1"/>
      <w:numFmt w:val="lowerLetter"/>
      <w:lvlText w:val="(%5)"/>
      <w:lvlJc w:val="left"/>
      <w:pPr>
        <w:tabs>
          <w:tab w:val="num" w:pos="1516"/>
        </w:tabs>
        <w:ind w:left="1516" w:hanging="360"/>
      </w:pPr>
    </w:lvl>
    <w:lvl w:ilvl="5">
      <w:start w:val="1"/>
      <w:numFmt w:val="lowerRoman"/>
      <w:lvlText w:val="(%6)"/>
      <w:lvlJc w:val="left"/>
      <w:pPr>
        <w:tabs>
          <w:tab w:val="num" w:pos="1876"/>
        </w:tabs>
        <w:ind w:left="1876" w:hanging="360"/>
      </w:pPr>
    </w:lvl>
    <w:lvl w:ilvl="6">
      <w:start w:val="1"/>
      <w:numFmt w:val="decimal"/>
      <w:lvlText w:val="%7."/>
      <w:lvlJc w:val="left"/>
      <w:pPr>
        <w:tabs>
          <w:tab w:val="num" w:pos="2236"/>
        </w:tabs>
        <w:ind w:left="2236" w:hanging="360"/>
      </w:pPr>
    </w:lvl>
    <w:lvl w:ilvl="7">
      <w:start w:val="1"/>
      <w:numFmt w:val="lowerLetter"/>
      <w:lvlText w:val="%8."/>
      <w:lvlJc w:val="left"/>
      <w:pPr>
        <w:tabs>
          <w:tab w:val="num" w:pos="2596"/>
        </w:tabs>
        <w:ind w:left="2596" w:hanging="360"/>
      </w:pPr>
    </w:lvl>
    <w:lvl w:ilvl="8">
      <w:start w:val="1"/>
      <w:numFmt w:val="lowerRoman"/>
      <w:lvlText w:val="%9."/>
      <w:lvlJc w:val="left"/>
      <w:pPr>
        <w:tabs>
          <w:tab w:val="num" w:pos="2956"/>
        </w:tabs>
        <w:ind w:left="2956" w:hanging="360"/>
      </w:pPr>
    </w:lvl>
  </w:abstractNum>
  <w:abstractNum w:abstractNumId="49" w15:restartNumberingAfterBreak="0">
    <w:nsid w:val="23787695"/>
    <w:multiLevelType w:val="multilevel"/>
    <w:tmpl w:val="8E12E9EC"/>
    <w:styleLink w:val="1-111"/>
    <w:lvl w:ilvl="0">
      <w:start w:val="1"/>
      <w:numFmt w:val="lowerLetter"/>
      <w:lvlText w:val="%1)"/>
      <w:lvlJc w:val="left"/>
      <w:pPr>
        <w:tabs>
          <w:tab w:val="num" w:pos="567"/>
        </w:tabs>
        <w:ind w:left="567" w:hanging="283"/>
      </w:pPr>
      <w:rPr>
        <w:rFonts w:ascii="Arial" w:hAnsi="Arial" w:cs="Times New Roman" w:hint="default"/>
      </w:rPr>
    </w:lvl>
    <w:lvl w:ilvl="1">
      <w:start w:val="1"/>
      <w:numFmt w:val="decimal"/>
      <w:lvlText w:val="%2."/>
      <w:lvlJc w:val="left"/>
      <w:pPr>
        <w:tabs>
          <w:tab w:val="num" w:pos="907"/>
        </w:tabs>
        <w:ind w:left="907" w:hanging="340"/>
      </w:pPr>
    </w:lvl>
    <w:lvl w:ilvl="2">
      <w:start w:val="1"/>
      <w:numFmt w:val="decimal"/>
      <w:lvlText w:val="%2.%3."/>
      <w:lvlJc w:val="left"/>
      <w:pPr>
        <w:tabs>
          <w:tab w:val="num" w:pos="1361"/>
        </w:tabs>
        <w:ind w:left="1361" w:hanging="454"/>
      </w:pPr>
      <w:rPr>
        <w:color w:val="000000"/>
      </w:rPr>
    </w:lvl>
    <w:lvl w:ilvl="3">
      <w:start w:val="1"/>
      <w:numFmt w:val="none"/>
      <w:lvlText w:val="%4"/>
      <w:lvlJc w:val="left"/>
      <w:pPr>
        <w:tabs>
          <w:tab w:val="num" w:pos="1156"/>
        </w:tabs>
        <w:ind w:left="1156" w:hanging="360"/>
      </w:pPr>
    </w:lvl>
    <w:lvl w:ilvl="4">
      <w:start w:val="1"/>
      <w:numFmt w:val="none"/>
      <w:lvlText w:val=""/>
      <w:lvlJc w:val="left"/>
      <w:pPr>
        <w:tabs>
          <w:tab w:val="num" w:pos="1516"/>
        </w:tabs>
        <w:ind w:left="1516" w:hanging="360"/>
      </w:pPr>
    </w:lvl>
    <w:lvl w:ilvl="5">
      <w:start w:val="1"/>
      <w:numFmt w:val="none"/>
      <w:lvlText w:val=""/>
      <w:lvlJc w:val="left"/>
      <w:pPr>
        <w:tabs>
          <w:tab w:val="num" w:pos="1876"/>
        </w:tabs>
        <w:ind w:left="1876" w:hanging="360"/>
      </w:pPr>
    </w:lvl>
    <w:lvl w:ilvl="6">
      <w:start w:val="1"/>
      <w:numFmt w:val="none"/>
      <w:lvlText w:val=""/>
      <w:lvlJc w:val="left"/>
      <w:pPr>
        <w:tabs>
          <w:tab w:val="num" w:pos="2236"/>
        </w:tabs>
        <w:ind w:left="2236" w:hanging="360"/>
      </w:pPr>
    </w:lvl>
    <w:lvl w:ilvl="7">
      <w:start w:val="1"/>
      <w:numFmt w:val="none"/>
      <w:lvlText w:val=""/>
      <w:lvlJc w:val="left"/>
      <w:pPr>
        <w:tabs>
          <w:tab w:val="num" w:pos="2596"/>
        </w:tabs>
        <w:ind w:left="2596" w:hanging="360"/>
      </w:pPr>
    </w:lvl>
    <w:lvl w:ilvl="8">
      <w:start w:val="1"/>
      <w:numFmt w:val="none"/>
      <w:lvlText w:val=""/>
      <w:lvlJc w:val="left"/>
      <w:pPr>
        <w:tabs>
          <w:tab w:val="num" w:pos="2956"/>
        </w:tabs>
        <w:ind w:left="2956" w:hanging="360"/>
      </w:pPr>
    </w:lvl>
  </w:abstractNum>
  <w:abstractNum w:abstractNumId="50" w15:restartNumberingAfterBreak="0">
    <w:nsid w:val="24712D3F"/>
    <w:multiLevelType w:val="multilevel"/>
    <w:tmpl w:val="CE08A686"/>
    <w:numStyleLink w:val="Letrasa1"/>
  </w:abstractNum>
  <w:abstractNum w:abstractNumId="51" w15:restartNumberingAfterBreak="0">
    <w:nsid w:val="24F03FA8"/>
    <w:multiLevelType w:val="multilevel"/>
    <w:tmpl w:val="B0DA39A8"/>
    <w:styleLink w:val="-41"/>
    <w:lvl w:ilvl="0">
      <w:start w:val="1"/>
      <w:numFmt w:val="lowerLetter"/>
      <w:lvlText w:val="%1)"/>
      <w:lvlJc w:val="left"/>
      <w:pPr>
        <w:tabs>
          <w:tab w:val="num" w:pos="567"/>
        </w:tabs>
        <w:ind w:left="567" w:hanging="283"/>
      </w:pPr>
      <w:rPr>
        <w:rFonts w:ascii="Arial" w:hAnsi="Arial"/>
      </w:rPr>
    </w:lvl>
    <w:lvl w:ilvl="1">
      <w:start w:val="1"/>
      <w:numFmt w:val="decimal"/>
      <w:lvlText w:val="%2ª"/>
      <w:lvlJc w:val="left"/>
      <w:pPr>
        <w:tabs>
          <w:tab w:val="num" w:pos="907"/>
        </w:tabs>
        <w:ind w:left="907" w:hanging="340"/>
      </w:pPr>
    </w:lvl>
    <w:lvl w:ilvl="2">
      <w:start w:val="1"/>
      <w:numFmt w:val="none"/>
      <w:lvlText w:val="%3"/>
      <w:lvlJc w:val="left"/>
      <w:pPr>
        <w:tabs>
          <w:tab w:val="num" w:pos="0"/>
        </w:tabs>
        <w:ind w:left="0" w:firstLine="0"/>
      </w:pPr>
    </w:lvl>
    <w:lvl w:ilvl="3">
      <w:start w:val="1"/>
      <w:numFmt w:val="none"/>
      <w:lvlText w:val="%4"/>
      <w:lvlJc w:val="left"/>
      <w:pPr>
        <w:tabs>
          <w:tab w:val="num" w:pos="1440"/>
        </w:tabs>
        <w:ind w:left="1440" w:hanging="360"/>
      </w:pPr>
    </w:lvl>
    <w:lvl w:ilvl="4">
      <w:start w:val="1"/>
      <w:numFmt w:val="none"/>
      <w:lvlText w:val="%5"/>
      <w:lvlJc w:val="left"/>
      <w:pPr>
        <w:tabs>
          <w:tab w:val="num" w:pos="1800"/>
        </w:tabs>
        <w:ind w:left="1800" w:hanging="360"/>
      </w:pPr>
    </w:lvl>
    <w:lvl w:ilvl="5">
      <w:start w:val="1"/>
      <w:numFmt w:val="none"/>
      <w:lvlText w:val="%6"/>
      <w:lvlJc w:val="left"/>
      <w:pPr>
        <w:tabs>
          <w:tab w:val="num" w:pos="2160"/>
        </w:tabs>
        <w:ind w:left="2160" w:hanging="360"/>
      </w:pPr>
    </w:lvl>
    <w:lvl w:ilvl="6">
      <w:start w:val="1"/>
      <w:numFmt w:val="none"/>
      <w:lvlText w:val="%7"/>
      <w:lvlJc w:val="left"/>
      <w:pPr>
        <w:tabs>
          <w:tab w:val="num" w:pos="2520"/>
        </w:tabs>
        <w:ind w:left="2520" w:hanging="360"/>
      </w:pPr>
    </w:lvl>
    <w:lvl w:ilvl="7">
      <w:start w:val="1"/>
      <w:numFmt w:val="none"/>
      <w:lvlText w:val="%8"/>
      <w:lvlJc w:val="left"/>
      <w:pPr>
        <w:tabs>
          <w:tab w:val="num" w:pos="2880"/>
        </w:tabs>
        <w:ind w:left="2880" w:hanging="360"/>
      </w:pPr>
    </w:lvl>
    <w:lvl w:ilvl="8">
      <w:start w:val="1"/>
      <w:numFmt w:val="none"/>
      <w:lvlText w:val="%9"/>
      <w:lvlJc w:val="left"/>
      <w:pPr>
        <w:tabs>
          <w:tab w:val="num" w:pos="3240"/>
        </w:tabs>
        <w:ind w:left="3240" w:hanging="360"/>
      </w:pPr>
    </w:lvl>
  </w:abstractNum>
  <w:abstractNum w:abstractNumId="52" w15:restartNumberingAfterBreak="0">
    <w:nsid w:val="261F3EC7"/>
    <w:multiLevelType w:val="multilevel"/>
    <w:tmpl w:val="481E089E"/>
    <w:styleLink w:val="A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53" w15:restartNumberingAfterBreak="0">
    <w:nsid w:val="265A7999"/>
    <w:multiLevelType w:val="multilevel"/>
    <w:tmpl w:val="62049E04"/>
    <w:styleLink w:val="1-120"/>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54" w15:restartNumberingAfterBreak="0">
    <w:nsid w:val="268D26CB"/>
    <w:multiLevelType w:val="multilevel"/>
    <w:tmpl w:val="7728BC14"/>
    <w:styleLink w:val="1-1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55" w15:restartNumberingAfterBreak="0">
    <w:nsid w:val="270525C2"/>
    <w:multiLevelType w:val="hybridMultilevel"/>
    <w:tmpl w:val="FBBC2638"/>
    <w:styleLink w:val="Listaa1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56" w15:restartNumberingAfterBreak="0">
    <w:nsid w:val="27220C56"/>
    <w:multiLevelType w:val="multilevel"/>
    <w:tmpl w:val="481E089E"/>
    <w:numStyleLink w:val="1-1"/>
  </w:abstractNum>
  <w:abstractNum w:abstractNumId="57" w15:restartNumberingAfterBreak="0">
    <w:nsid w:val="28737D6A"/>
    <w:multiLevelType w:val="multilevel"/>
    <w:tmpl w:val="DEB435B4"/>
    <w:styleLink w:val="-61"/>
    <w:lvl w:ilvl="0">
      <w:start w:val="1"/>
      <w:numFmt w:val="decimal"/>
      <w:lvlText w:val="%1."/>
      <w:lvlJc w:val="left"/>
      <w:pPr>
        <w:tabs>
          <w:tab w:val="num" w:pos="567"/>
        </w:tabs>
        <w:ind w:left="567" w:hanging="283"/>
      </w:pPr>
    </w:lvl>
    <w:lvl w:ilvl="1">
      <w:start w:val="1"/>
      <w:numFmt w:val="bullet"/>
      <w:lvlText w:val="-"/>
      <w:lvlJc w:val="left"/>
      <w:pPr>
        <w:tabs>
          <w:tab w:val="num" w:pos="851"/>
        </w:tabs>
        <w:ind w:left="851" w:hanging="284"/>
      </w:pPr>
      <w:rPr>
        <w:rFonts w:ascii="Arial" w:hAnsi="Arial" w:cs="Times New Roman" w:hint="default"/>
        <w:color w:val="000000"/>
      </w:rPr>
    </w:lvl>
    <w:lvl w:ilvl="2">
      <w:start w:val="1"/>
      <w:numFmt w:val="bullet"/>
      <w:lvlText w:val=""/>
      <w:lvlJc w:val="left"/>
      <w:pPr>
        <w:tabs>
          <w:tab w:val="num" w:pos="1134"/>
        </w:tabs>
        <w:ind w:left="1134" w:hanging="283"/>
      </w:pPr>
      <w:rPr>
        <w:rFonts w:ascii="Symbol" w:hAnsi="Symbol" w:hint="default"/>
        <w:color w:val="000000"/>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284"/>
        </w:tabs>
        <w:ind w:left="284" w:hanging="284"/>
      </w:pPr>
    </w:lvl>
  </w:abstractNum>
  <w:abstractNum w:abstractNumId="58" w15:restartNumberingAfterBreak="0">
    <w:nsid w:val="28EB08E7"/>
    <w:multiLevelType w:val="hybridMultilevel"/>
    <w:tmpl w:val="E8C6AE7E"/>
    <w:styleLink w:val="a1-2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59" w15:restartNumberingAfterBreak="0">
    <w:nsid w:val="2BB7588B"/>
    <w:multiLevelType w:val="multilevel"/>
    <w:tmpl w:val="481E089E"/>
    <w:styleLink w:val="1111111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60" w15:restartNumberingAfterBreak="0">
    <w:nsid w:val="2C1135CA"/>
    <w:multiLevelType w:val="multilevel"/>
    <w:tmpl w:val="7728BC14"/>
    <w:styleLink w:val="aa1-1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61" w15:restartNumberingAfterBreak="0">
    <w:nsid w:val="2C3E055C"/>
    <w:multiLevelType w:val="multilevel"/>
    <w:tmpl w:val="A3FA5ADA"/>
    <w:styleLink w:val="a-2"/>
    <w:lvl w:ilvl="0">
      <w:start w:val="1"/>
      <w:numFmt w:val="lowerLetter"/>
      <w:lvlText w:val="%1)"/>
      <w:lvlJc w:val="left"/>
      <w:pPr>
        <w:tabs>
          <w:tab w:val="num" w:pos="284"/>
        </w:tabs>
        <w:ind w:left="567" w:hanging="283"/>
      </w:pPr>
      <w:rPr>
        <w:rFonts w:ascii="HelveticaNeue LT 55 Roman" w:hAnsi="HelveticaNeue LT 55 Roman" w:hint="default"/>
      </w:rPr>
    </w:lvl>
    <w:lvl w:ilvl="1">
      <w:start w:val="1"/>
      <w:numFmt w:val="bullet"/>
      <w:lvlText w:val="-"/>
      <w:lvlJc w:val="left"/>
      <w:pPr>
        <w:tabs>
          <w:tab w:val="num" w:pos="567"/>
        </w:tabs>
        <w:ind w:left="567" w:hanging="283"/>
      </w:pPr>
      <w:rPr>
        <w:rFonts w:ascii="Arial" w:hAnsi="Arial" w:cs="Times New Roman"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2C61386A"/>
    <w:multiLevelType w:val="hybridMultilevel"/>
    <w:tmpl w:val="0EE4BDCC"/>
    <w:styleLink w:val="aI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3" w15:restartNumberingAfterBreak="0">
    <w:nsid w:val="2DB95FD6"/>
    <w:multiLevelType w:val="multilevel"/>
    <w:tmpl w:val="CE08A686"/>
    <w:numStyleLink w:val="Letrasa1"/>
  </w:abstractNum>
  <w:abstractNum w:abstractNumId="64" w15:restartNumberingAfterBreak="0">
    <w:nsid w:val="304D3C2C"/>
    <w:multiLevelType w:val="multilevel"/>
    <w:tmpl w:val="D13C77F6"/>
    <w:numStyleLink w:val="aListaletrassin12"/>
  </w:abstractNum>
  <w:abstractNum w:abstractNumId="65" w15:restartNumberingAfterBreak="0">
    <w:nsid w:val="30AC7604"/>
    <w:multiLevelType w:val="multilevel"/>
    <w:tmpl w:val="481E089E"/>
    <w:styleLink w:val="aa1-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66" w15:restartNumberingAfterBreak="0">
    <w:nsid w:val="30EE5B76"/>
    <w:multiLevelType w:val="multilevel"/>
    <w:tmpl w:val="CE08A686"/>
    <w:numStyleLink w:val="Letrasa1"/>
  </w:abstractNum>
  <w:abstractNum w:abstractNumId="67" w15:restartNumberingAfterBreak="0">
    <w:nsid w:val="32076E5A"/>
    <w:multiLevelType w:val="multilevel"/>
    <w:tmpl w:val="A7423438"/>
    <w:styleLink w:val="aa1"/>
    <w:lvl w:ilvl="0">
      <w:start w:val="1"/>
      <w:numFmt w:val="lowerLetter"/>
      <w:lvlText w:val="%1)"/>
      <w:lvlJc w:val="left"/>
      <w:pPr>
        <w:tabs>
          <w:tab w:val="num" w:pos="567"/>
        </w:tabs>
        <w:ind w:left="567" w:hanging="283"/>
      </w:pPr>
    </w:lvl>
    <w:lvl w:ilvl="1">
      <w:start w:val="1"/>
      <w:numFmt w:val="lowerLetter"/>
      <w:lvlText w:val="%2)"/>
      <w:lvlJc w:val="left"/>
      <w:pPr>
        <w:tabs>
          <w:tab w:val="num" w:pos="851"/>
        </w:tabs>
        <w:ind w:left="851" w:hanging="284"/>
      </w:pPr>
    </w:lvl>
    <w:lvl w:ilvl="2">
      <w:start w:val="1"/>
      <w:numFmt w:val="none"/>
      <w:lvlText w:val=""/>
      <w:lvlJc w:val="left"/>
      <w:pPr>
        <w:tabs>
          <w:tab w:val="num" w:pos="1080"/>
        </w:tabs>
        <w:ind w:left="1080" w:hanging="360"/>
      </w:p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68" w15:restartNumberingAfterBreak="0">
    <w:nsid w:val="32F763B5"/>
    <w:multiLevelType w:val="multilevel"/>
    <w:tmpl w:val="481E089E"/>
    <w:styleLink w:val="a111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69" w15:restartNumberingAfterBreak="0">
    <w:nsid w:val="33130B5D"/>
    <w:multiLevelType w:val="multilevel"/>
    <w:tmpl w:val="A48ADB8C"/>
    <w:styleLink w:val="a10"/>
    <w:lvl w:ilvl="0">
      <w:start w:val="1"/>
      <w:numFmt w:val="lowerLetter"/>
      <w:lvlText w:val="%1)"/>
      <w:lvlJc w:val="left"/>
      <w:pPr>
        <w:tabs>
          <w:tab w:val="num" w:pos="567"/>
        </w:tabs>
        <w:ind w:left="567" w:hanging="283"/>
      </w:pPr>
    </w:lvl>
    <w:lvl w:ilvl="1">
      <w:start w:val="1"/>
      <w:numFmt w:val="decimal"/>
      <w:lvlText w:val="%2."/>
      <w:lvlJc w:val="left"/>
      <w:pPr>
        <w:tabs>
          <w:tab w:val="num" w:pos="964"/>
        </w:tabs>
        <w:ind w:left="851" w:hanging="284"/>
      </w:pPr>
    </w:lvl>
    <w:lvl w:ilvl="2">
      <w:start w:val="1"/>
      <w:numFmt w:val="bullet"/>
      <w:lvlText w:val="-"/>
      <w:lvlJc w:val="left"/>
      <w:pPr>
        <w:tabs>
          <w:tab w:val="num" w:pos="1191"/>
        </w:tabs>
        <w:ind w:left="1191" w:hanging="227"/>
      </w:pPr>
      <w:rPr>
        <w:rFonts w:ascii="Arial" w:hAnsi="Arial" w:cs="Times New Roman" w:hint="default"/>
        <w:color w:val="000000"/>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70" w15:restartNumberingAfterBreak="0">
    <w:nsid w:val="341E115C"/>
    <w:multiLevelType w:val="multilevel"/>
    <w:tmpl w:val="9C340E08"/>
    <w:styleLink w:val="1A-a11"/>
    <w:lvl w:ilvl="0">
      <w:start w:val="1"/>
      <w:numFmt w:val="bullet"/>
      <w:lvlText w:val="-"/>
      <w:lvlJc w:val="left"/>
      <w:pPr>
        <w:tabs>
          <w:tab w:val="num" w:pos="284"/>
        </w:tabs>
        <w:ind w:left="284" w:hanging="284"/>
      </w:pPr>
      <w:rPr>
        <w:rFonts w:ascii="Arial" w:hAnsi="Arial"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34445C32"/>
    <w:multiLevelType w:val="multilevel"/>
    <w:tmpl w:val="D13C77F6"/>
    <w:numStyleLink w:val="aListaletrassin12"/>
  </w:abstractNum>
  <w:abstractNum w:abstractNumId="72" w15:restartNumberingAfterBreak="0">
    <w:nsid w:val="34FB407B"/>
    <w:multiLevelType w:val="singleLevel"/>
    <w:tmpl w:val="E18EA8AE"/>
    <w:lvl w:ilvl="0">
      <w:start w:val="1"/>
      <w:numFmt w:val="lowerLetter"/>
      <w:pStyle w:val="Apartado2"/>
      <w:lvlText w:val="%1)"/>
      <w:lvlJc w:val="left"/>
      <w:pPr>
        <w:tabs>
          <w:tab w:val="num" w:pos="1069"/>
        </w:tabs>
        <w:ind w:left="992" w:hanging="283"/>
      </w:pPr>
    </w:lvl>
  </w:abstractNum>
  <w:abstractNum w:abstractNumId="73" w15:restartNumberingAfterBreak="0">
    <w:nsid w:val="35732DD8"/>
    <w:multiLevelType w:val="multilevel"/>
    <w:tmpl w:val="7728BC14"/>
    <w:styleLink w:val="1111112"/>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74" w15:restartNumberingAfterBreak="0">
    <w:nsid w:val="37561554"/>
    <w:multiLevelType w:val="hybridMultilevel"/>
    <w:tmpl w:val="C6A43A48"/>
    <w:styleLink w:val="Ia-1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75" w15:restartNumberingAfterBreak="0">
    <w:nsid w:val="379B66FA"/>
    <w:multiLevelType w:val="hybridMultilevel"/>
    <w:tmpl w:val="7B26E322"/>
    <w:styleLink w:val="-2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76" w15:restartNumberingAfterBreak="0">
    <w:nsid w:val="382648FB"/>
    <w:multiLevelType w:val="hybridMultilevel"/>
    <w:tmpl w:val="162E36CC"/>
    <w:styleLink w:val="A1-1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77" w15:restartNumberingAfterBreak="0">
    <w:nsid w:val="3A755352"/>
    <w:multiLevelType w:val="multilevel"/>
    <w:tmpl w:val="D22EE3B2"/>
    <w:styleLink w:val="-a12"/>
    <w:lvl w:ilvl="0">
      <w:start w:val="1"/>
      <w:numFmt w:val="upperLetter"/>
      <w:lvlText w:val="%1)"/>
      <w:lvlJc w:val="left"/>
      <w:pPr>
        <w:tabs>
          <w:tab w:val="num" w:pos="567"/>
        </w:tabs>
        <w:ind w:left="567" w:hanging="283"/>
      </w:pPr>
      <w:rPr>
        <w:rFonts w:ascii="Arial" w:hAnsi="Arial" w:cs="Times New Roman" w:hint="default"/>
      </w:rPr>
    </w:lvl>
    <w:lvl w:ilvl="1">
      <w:start w:val="1"/>
      <w:numFmt w:val="decimal"/>
      <w:lvlText w:val="%2ª"/>
      <w:lvlJc w:val="left"/>
      <w:pPr>
        <w:tabs>
          <w:tab w:val="num" w:pos="907"/>
        </w:tabs>
        <w:ind w:left="907" w:hanging="340"/>
      </w:pPr>
    </w:lvl>
    <w:lvl w:ilvl="2">
      <w:start w:val="1"/>
      <w:numFmt w:val="none"/>
      <w:lvlText w:val="%3"/>
      <w:lvlJc w:val="left"/>
      <w:pPr>
        <w:tabs>
          <w:tab w:val="num" w:pos="0"/>
        </w:tabs>
        <w:ind w:left="0" w:firstLine="0"/>
      </w:pPr>
    </w:lvl>
    <w:lvl w:ilvl="3">
      <w:start w:val="1"/>
      <w:numFmt w:val="none"/>
      <w:lvlText w:val="%4"/>
      <w:lvlJc w:val="left"/>
      <w:pPr>
        <w:tabs>
          <w:tab w:val="num" w:pos="1440"/>
        </w:tabs>
        <w:ind w:left="1440" w:hanging="360"/>
      </w:pPr>
    </w:lvl>
    <w:lvl w:ilvl="4">
      <w:start w:val="1"/>
      <w:numFmt w:val="none"/>
      <w:lvlText w:val="%5"/>
      <w:lvlJc w:val="left"/>
      <w:pPr>
        <w:tabs>
          <w:tab w:val="num" w:pos="1800"/>
        </w:tabs>
        <w:ind w:left="1800" w:hanging="360"/>
      </w:pPr>
    </w:lvl>
    <w:lvl w:ilvl="5">
      <w:start w:val="1"/>
      <w:numFmt w:val="none"/>
      <w:lvlText w:val="%6"/>
      <w:lvlJc w:val="left"/>
      <w:pPr>
        <w:tabs>
          <w:tab w:val="num" w:pos="2160"/>
        </w:tabs>
        <w:ind w:left="2160" w:hanging="360"/>
      </w:pPr>
    </w:lvl>
    <w:lvl w:ilvl="6">
      <w:start w:val="1"/>
      <w:numFmt w:val="none"/>
      <w:lvlText w:val="%7"/>
      <w:lvlJc w:val="left"/>
      <w:pPr>
        <w:tabs>
          <w:tab w:val="num" w:pos="2520"/>
        </w:tabs>
        <w:ind w:left="2520" w:hanging="360"/>
      </w:pPr>
    </w:lvl>
    <w:lvl w:ilvl="7">
      <w:start w:val="1"/>
      <w:numFmt w:val="none"/>
      <w:lvlText w:val="%8"/>
      <w:lvlJc w:val="left"/>
      <w:pPr>
        <w:tabs>
          <w:tab w:val="num" w:pos="2880"/>
        </w:tabs>
        <w:ind w:left="2880" w:hanging="360"/>
      </w:pPr>
    </w:lvl>
    <w:lvl w:ilvl="8">
      <w:start w:val="1"/>
      <w:numFmt w:val="none"/>
      <w:lvlText w:val="%9"/>
      <w:lvlJc w:val="left"/>
      <w:pPr>
        <w:tabs>
          <w:tab w:val="num" w:pos="3240"/>
        </w:tabs>
        <w:ind w:left="3240" w:hanging="360"/>
      </w:pPr>
    </w:lvl>
  </w:abstractNum>
  <w:abstractNum w:abstractNumId="78" w15:restartNumberingAfterBreak="0">
    <w:nsid w:val="3AEB01D0"/>
    <w:multiLevelType w:val="multilevel"/>
    <w:tmpl w:val="51EAD978"/>
    <w:styleLink w:val="A1-2"/>
    <w:lvl w:ilvl="0">
      <w:start w:val="1"/>
      <w:numFmt w:val="lowerLetter"/>
      <w:lvlText w:val="%1)"/>
      <w:lvlJc w:val="left"/>
      <w:pPr>
        <w:tabs>
          <w:tab w:val="num" w:pos="567"/>
        </w:tabs>
        <w:ind w:left="567" w:hanging="283"/>
      </w:pPr>
      <w:rPr>
        <w:rFonts w:ascii="Arial" w:hAnsi="Arial" w:cs="Times New Roman" w:hint="default"/>
        <w:sz w:val="20"/>
      </w:rPr>
    </w:lvl>
    <w:lvl w:ilvl="1">
      <w:start w:val="1"/>
      <w:numFmt w:val="decimal"/>
      <w:lvlText w:val="%2."/>
      <w:lvlJc w:val="left"/>
      <w:pPr>
        <w:tabs>
          <w:tab w:val="num" w:pos="851"/>
        </w:tabs>
        <w:ind w:left="851" w:hanging="284"/>
      </w:pPr>
    </w:lvl>
    <w:lvl w:ilvl="2">
      <w:start w:val="1"/>
      <w:numFmt w:val="decimal"/>
      <w:lvlText w:val="%2.%3."/>
      <w:lvlJc w:val="left"/>
      <w:pPr>
        <w:tabs>
          <w:tab w:val="num" w:pos="1247"/>
        </w:tabs>
        <w:ind w:left="1247" w:hanging="396"/>
      </w:pPr>
    </w:lvl>
    <w:lvl w:ilvl="3">
      <w:start w:val="1"/>
      <w:numFmt w:val="bullet"/>
      <w:lvlText w:val="-"/>
      <w:lvlJc w:val="left"/>
      <w:pPr>
        <w:tabs>
          <w:tab w:val="num" w:pos="1531"/>
        </w:tabs>
        <w:ind w:left="1531" w:hanging="284"/>
      </w:pPr>
      <w:rPr>
        <w:rFonts w:ascii="Arial" w:hAnsi="Arial" w:cs="Times New Roman" w:hint="default"/>
      </w:rPr>
    </w:lvl>
    <w:lvl w:ilvl="4">
      <w:start w:val="1"/>
      <w:numFmt w:val="lowerLetter"/>
      <w:lvlText w:val="(%5)"/>
      <w:lvlJc w:val="left"/>
      <w:pPr>
        <w:ind w:left="2763" w:hanging="360"/>
      </w:pPr>
    </w:lvl>
    <w:lvl w:ilvl="5">
      <w:start w:val="1"/>
      <w:numFmt w:val="lowerRoman"/>
      <w:lvlText w:val="(%6)"/>
      <w:lvlJc w:val="left"/>
      <w:pPr>
        <w:ind w:left="3123" w:hanging="360"/>
      </w:pPr>
    </w:lvl>
    <w:lvl w:ilvl="6">
      <w:start w:val="1"/>
      <w:numFmt w:val="decimal"/>
      <w:lvlText w:val="%7."/>
      <w:lvlJc w:val="left"/>
      <w:pPr>
        <w:ind w:left="3483" w:hanging="360"/>
      </w:pPr>
    </w:lvl>
    <w:lvl w:ilvl="7">
      <w:start w:val="1"/>
      <w:numFmt w:val="lowerLetter"/>
      <w:lvlText w:val="%8."/>
      <w:lvlJc w:val="left"/>
      <w:pPr>
        <w:ind w:left="3843" w:hanging="360"/>
      </w:pPr>
    </w:lvl>
    <w:lvl w:ilvl="8">
      <w:start w:val="1"/>
      <w:numFmt w:val="lowerRoman"/>
      <w:lvlText w:val="%9."/>
      <w:lvlJc w:val="left"/>
      <w:pPr>
        <w:ind w:left="4203" w:hanging="360"/>
      </w:pPr>
    </w:lvl>
  </w:abstractNum>
  <w:abstractNum w:abstractNumId="79" w15:restartNumberingAfterBreak="0">
    <w:nsid w:val="3AF9250D"/>
    <w:multiLevelType w:val="hybridMultilevel"/>
    <w:tmpl w:val="C2FE119A"/>
    <w:styleLink w:val="a1a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80" w15:restartNumberingAfterBreak="0">
    <w:nsid w:val="3BCB1B6D"/>
    <w:multiLevelType w:val="multilevel"/>
    <w:tmpl w:val="CE08A686"/>
    <w:numStyleLink w:val="Letrasa1"/>
  </w:abstractNum>
  <w:abstractNum w:abstractNumId="81" w15:restartNumberingAfterBreak="0">
    <w:nsid w:val="3C2E730C"/>
    <w:multiLevelType w:val="multilevel"/>
    <w:tmpl w:val="E9D8BEA4"/>
    <w:styleLink w:val="Estilo31"/>
    <w:lvl w:ilvl="0">
      <w:start w:val="1"/>
      <w:numFmt w:val="lowerLetter"/>
      <w:lvlText w:val="%1)"/>
      <w:lvlJc w:val="left"/>
      <w:pPr>
        <w:tabs>
          <w:tab w:val="num" w:pos="567"/>
        </w:tabs>
        <w:ind w:left="567" w:hanging="283"/>
      </w:pPr>
      <w:rPr>
        <w:rFonts w:ascii="Arial" w:hAnsi="Arial" w:cs="Times New Roman" w:hint="default"/>
      </w:rPr>
    </w:lvl>
    <w:lvl w:ilvl="1">
      <w:start w:val="1"/>
      <w:numFmt w:val="decimal"/>
      <w:lvlText w:val="%2º"/>
      <w:lvlJc w:val="left"/>
      <w:pPr>
        <w:tabs>
          <w:tab w:val="num" w:pos="907"/>
        </w:tabs>
        <w:ind w:left="907" w:hanging="340"/>
      </w:pPr>
    </w:lvl>
    <w:lvl w:ilvl="2">
      <w:start w:val="1"/>
      <w:numFmt w:val="bullet"/>
      <w:lvlText w:val="-"/>
      <w:lvlJc w:val="left"/>
      <w:pPr>
        <w:tabs>
          <w:tab w:val="num" w:pos="1134"/>
        </w:tabs>
        <w:ind w:left="1134" w:hanging="227"/>
      </w:pPr>
      <w:rPr>
        <w:rFonts w:ascii="Arial" w:hAnsi="Arial" w:cs="Times New Roman" w:hint="default"/>
        <w:color w:val="000000"/>
      </w:rPr>
    </w:lvl>
    <w:lvl w:ilvl="3">
      <w:start w:val="1"/>
      <w:numFmt w:val="bullet"/>
      <w:lvlText w:val=""/>
      <w:lvlJc w:val="left"/>
      <w:pPr>
        <w:tabs>
          <w:tab w:val="num" w:pos="1361"/>
        </w:tabs>
        <w:ind w:left="1361" w:hanging="227"/>
      </w:pPr>
      <w:rPr>
        <w:rFonts w:ascii="Symbol" w:hAnsi="Symbol" w:hint="default"/>
        <w:color w:val="000000"/>
      </w:rPr>
    </w:lvl>
    <w:lvl w:ilvl="4">
      <w:start w:val="1"/>
      <w:numFmt w:val="bullet"/>
      <w:lvlText w:val="*"/>
      <w:lvlJc w:val="left"/>
      <w:pPr>
        <w:tabs>
          <w:tab w:val="num" w:pos="1588"/>
        </w:tabs>
        <w:ind w:left="1588" w:hanging="227"/>
      </w:pPr>
      <w:rPr>
        <w:rFonts w:ascii="Arial" w:hAnsi="Arial" w:cs="Times New Roman" w:hint="default"/>
        <w:color w:val="000000"/>
      </w:r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82" w15:restartNumberingAfterBreak="0">
    <w:nsid w:val="3E521783"/>
    <w:multiLevelType w:val="multilevel"/>
    <w:tmpl w:val="D354BC9A"/>
    <w:styleLink w:val="aListaletrassin1111"/>
    <w:lvl w:ilvl="0">
      <w:start w:val="1"/>
      <w:numFmt w:val="decimal"/>
      <w:lvlText w:val="%1."/>
      <w:lvlJc w:val="left"/>
      <w:pPr>
        <w:tabs>
          <w:tab w:val="num" w:pos="567"/>
        </w:tabs>
        <w:ind w:left="567" w:hanging="283"/>
      </w:pPr>
    </w:lvl>
    <w:lvl w:ilvl="1">
      <w:start w:val="1"/>
      <w:numFmt w:val="lowerLetter"/>
      <w:lvlText w:val="%2)"/>
      <w:lvlJc w:val="left"/>
      <w:pPr>
        <w:tabs>
          <w:tab w:val="num" w:pos="851"/>
        </w:tabs>
        <w:ind w:left="851" w:hanging="284"/>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3E7125A8"/>
    <w:multiLevelType w:val="multilevel"/>
    <w:tmpl w:val="EB720F20"/>
    <w:styleLink w:val="A1a1"/>
    <w:lvl w:ilvl="0">
      <w:start w:val="1"/>
      <w:numFmt w:val="upperLetter"/>
      <w:lvlText w:val="%1)"/>
      <w:lvlJc w:val="left"/>
      <w:pPr>
        <w:tabs>
          <w:tab w:val="num" w:pos="567"/>
        </w:tabs>
        <w:ind w:left="567" w:hanging="283"/>
      </w:pPr>
      <w:rPr>
        <w:rFonts w:hint="default"/>
      </w:rPr>
    </w:lvl>
    <w:lvl w:ilvl="1">
      <w:start w:val="1"/>
      <w:numFmt w:val="decimal"/>
      <w:lvlText w:val="%2."/>
      <w:lvlJc w:val="left"/>
      <w:pPr>
        <w:tabs>
          <w:tab w:val="num" w:pos="851"/>
        </w:tabs>
        <w:ind w:left="851" w:hanging="284"/>
      </w:pPr>
      <w:rPr>
        <w:rFonts w:hint="default"/>
        <w:color w:val="000000"/>
      </w:rPr>
    </w:lvl>
    <w:lvl w:ilvl="2">
      <w:start w:val="1"/>
      <w:numFmt w:val="lowerLetter"/>
      <w:lvlText w:val="%3)"/>
      <w:lvlJc w:val="left"/>
      <w:pPr>
        <w:tabs>
          <w:tab w:val="num" w:pos="1134"/>
        </w:tabs>
        <w:ind w:left="1134" w:hanging="283"/>
      </w:pPr>
      <w:rPr>
        <w:rFonts w:hint="default"/>
      </w:rPr>
    </w:lvl>
    <w:lvl w:ilvl="3">
      <w:start w:val="1"/>
      <w:numFmt w:val="decimal"/>
      <w:lvlText w:val="%4."/>
      <w:lvlJc w:val="left"/>
      <w:pPr>
        <w:tabs>
          <w:tab w:val="num" w:pos="1418"/>
        </w:tabs>
        <w:ind w:left="1418" w:hanging="284"/>
      </w:pPr>
      <w:rPr>
        <w:rFonts w:hint="default"/>
      </w:rPr>
    </w:lvl>
    <w:lvl w:ilvl="4">
      <w:start w:val="1"/>
      <w:numFmt w:val="none"/>
      <w:lvlText w:val=""/>
      <w:lvlJc w:val="left"/>
      <w:pPr>
        <w:tabs>
          <w:tab w:val="num" w:pos="1516"/>
        </w:tabs>
        <w:ind w:left="1516" w:hanging="360"/>
      </w:pPr>
      <w:rPr>
        <w:rFonts w:hint="default"/>
      </w:rPr>
    </w:lvl>
    <w:lvl w:ilvl="5">
      <w:start w:val="1"/>
      <w:numFmt w:val="none"/>
      <w:lvlText w:val=""/>
      <w:lvlJc w:val="left"/>
      <w:pPr>
        <w:tabs>
          <w:tab w:val="num" w:pos="1876"/>
        </w:tabs>
        <w:ind w:left="1876" w:hanging="360"/>
      </w:pPr>
      <w:rPr>
        <w:rFonts w:hint="default"/>
      </w:rPr>
    </w:lvl>
    <w:lvl w:ilvl="6">
      <w:start w:val="1"/>
      <w:numFmt w:val="none"/>
      <w:lvlText w:val=""/>
      <w:lvlJc w:val="left"/>
      <w:pPr>
        <w:tabs>
          <w:tab w:val="num" w:pos="2236"/>
        </w:tabs>
        <w:ind w:left="2236" w:hanging="360"/>
      </w:pPr>
      <w:rPr>
        <w:rFonts w:hint="default"/>
      </w:rPr>
    </w:lvl>
    <w:lvl w:ilvl="7">
      <w:start w:val="1"/>
      <w:numFmt w:val="none"/>
      <w:lvlText w:val=""/>
      <w:lvlJc w:val="left"/>
      <w:pPr>
        <w:tabs>
          <w:tab w:val="num" w:pos="2596"/>
        </w:tabs>
        <w:ind w:left="2596" w:hanging="360"/>
      </w:pPr>
      <w:rPr>
        <w:rFonts w:hint="default"/>
      </w:rPr>
    </w:lvl>
    <w:lvl w:ilvl="8">
      <w:start w:val="1"/>
      <w:numFmt w:val="none"/>
      <w:lvlText w:val=""/>
      <w:lvlJc w:val="left"/>
      <w:pPr>
        <w:tabs>
          <w:tab w:val="num" w:pos="2956"/>
        </w:tabs>
        <w:ind w:left="2956" w:hanging="360"/>
      </w:pPr>
      <w:rPr>
        <w:rFonts w:hint="default"/>
      </w:rPr>
    </w:lvl>
  </w:abstractNum>
  <w:abstractNum w:abstractNumId="84" w15:restartNumberingAfterBreak="0">
    <w:nsid w:val="3E935C54"/>
    <w:multiLevelType w:val="multilevel"/>
    <w:tmpl w:val="DEB435B4"/>
    <w:styleLink w:val="aI111"/>
    <w:lvl w:ilvl="0">
      <w:start w:val="1"/>
      <w:numFmt w:val="decimal"/>
      <w:lvlText w:val="%1."/>
      <w:lvlJc w:val="left"/>
      <w:pPr>
        <w:tabs>
          <w:tab w:val="num" w:pos="567"/>
        </w:tabs>
        <w:ind w:left="567" w:hanging="283"/>
      </w:pPr>
    </w:lvl>
    <w:lvl w:ilvl="1">
      <w:start w:val="1"/>
      <w:numFmt w:val="bullet"/>
      <w:lvlText w:val="-"/>
      <w:lvlJc w:val="left"/>
      <w:pPr>
        <w:tabs>
          <w:tab w:val="num" w:pos="851"/>
        </w:tabs>
        <w:ind w:left="851" w:hanging="284"/>
      </w:pPr>
      <w:rPr>
        <w:rFonts w:ascii="Arial" w:hAnsi="Arial" w:cs="Times New Roman" w:hint="default"/>
        <w:color w:val="000000"/>
      </w:rPr>
    </w:lvl>
    <w:lvl w:ilvl="2">
      <w:start w:val="1"/>
      <w:numFmt w:val="bullet"/>
      <w:lvlText w:val=""/>
      <w:lvlJc w:val="left"/>
      <w:pPr>
        <w:tabs>
          <w:tab w:val="num" w:pos="1134"/>
        </w:tabs>
        <w:ind w:left="1134" w:hanging="283"/>
      </w:pPr>
      <w:rPr>
        <w:rFonts w:ascii="Symbol" w:hAnsi="Symbol" w:hint="default"/>
        <w:color w:val="000000"/>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284"/>
        </w:tabs>
        <w:ind w:left="284" w:hanging="284"/>
      </w:pPr>
    </w:lvl>
  </w:abstractNum>
  <w:abstractNum w:abstractNumId="85" w15:restartNumberingAfterBreak="0">
    <w:nsid w:val="3F530B67"/>
    <w:multiLevelType w:val="hybridMultilevel"/>
    <w:tmpl w:val="48766746"/>
    <w:styleLink w:val="aListaletrassin11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86" w15:restartNumberingAfterBreak="0">
    <w:nsid w:val="3F6F3FE7"/>
    <w:multiLevelType w:val="multilevel"/>
    <w:tmpl w:val="1198508E"/>
    <w:styleLink w:val="Vaseadems11"/>
    <w:lvl w:ilvl="0">
      <w:start w:val="1"/>
      <w:numFmt w:val="lowerLetter"/>
      <w:lvlText w:val="%1)"/>
      <w:lvlJc w:val="left"/>
      <w:pPr>
        <w:tabs>
          <w:tab w:val="num" w:pos="624"/>
        </w:tabs>
        <w:ind w:left="624" w:hanging="340"/>
      </w:pPr>
    </w:lvl>
    <w:lvl w:ilvl="1">
      <w:start w:val="1"/>
      <w:numFmt w:val="decimal"/>
      <w:lvlText w:val="%1.%2)"/>
      <w:lvlJc w:val="left"/>
      <w:pPr>
        <w:tabs>
          <w:tab w:val="num" w:pos="1134"/>
        </w:tabs>
        <w:ind w:left="1134" w:hanging="510"/>
      </w:pPr>
    </w:lvl>
    <w:lvl w:ilvl="2">
      <w:start w:val="1"/>
      <w:numFmt w:val="bullet"/>
      <w:lvlText w:val="-"/>
      <w:lvlJc w:val="left"/>
      <w:pPr>
        <w:tabs>
          <w:tab w:val="num" w:pos="1361"/>
        </w:tabs>
        <w:ind w:left="1361" w:hanging="227"/>
      </w:pPr>
      <w:rPr>
        <w:rFonts w:ascii="Arial" w:hAnsi="Arial" w:cs="Times New Roman" w:hint="default"/>
        <w:color w:val="00000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7" w15:restartNumberingAfterBreak="0">
    <w:nsid w:val="3F7D548E"/>
    <w:multiLevelType w:val="multilevel"/>
    <w:tmpl w:val="D13C77F6"/>
    <w:numStyleLink w:val="aListaletrassin12"/>
  </w:abstractNum>
  <w:abstractNum w:abstractNumId="88" w15:restartNumberingAfterBreak="0">
    <w:nsid w:val="3FA0240E"/>
    <w:multiLevelType w:val="multilevel"/>
    <w:tmpl w:val="CA06BE5E"/>
    <w:styleLink w:val="A-11"/>
    <w:lvl w:ilvl="0">
      <w:start w:val="1"/>
      <w:numFmt w:val="upperLetter"/>
      <w:lvlText w:val="%1)"/>
      <w:lvlJc w:val="left"/>
      <w:pPr>
        <w:tabs>
          <w:tab w:val="num" w:pos="567"/>
        </w:tabs>
        <w:ind w:left="567" w:hanging="283"/>
      </w:pPr>
    </w:lvl>
    <w:lvl w:ilvl="1">
      <w:start w:val="1"/>
      <w:numFmt w:val="bullet"/>
      <w:lvlText w:val="-"/>
      <w:lvlJc w:val="left"/>
      <w:pPr>
        <w:tabs>
          <w:tab w:val="num" w:pos="851"/>
        </w:tabs>
        <w:ind w:left="851" w:hanging="284"/>
      </w:pPr>
      <w:rPr>
        <w:rFonts w:ascii="Arial" w:hAnsi="Arial" w:cs="Times New Roman" w:hint="default"/>
        <w:color w:val="000000"/>
      </w:rPr>
    </w:lvl>
    <w:lvl w:ilvl="2">
      <w:start w:val="1"/>
      <w:numFmt w:val="decimal"/>
      <w:lvlText w:val="%3."/>
      <w:lvlJc w:val="left"/>
      <w:pPr>
        <w:tabs>
          <w:tab w:val="num" w:pos="1134"/>
        </w:tabs>
        <w:ind w:left="1134" w:hanging="283"/>
      </w:p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
      <w:lvlJc w:val="left"/>
      <w:pPr>
        <w:tabs>
          <w:tab w:val="num" w:pos="1516"/>
        </w:tabs>
        <w:ind w:left="1516" w:hanging="360"/>
      </w:pPr>
    </w:lvl>
    <w:lvl w:ilvl="5">
      <w:start w:val="1"/>
      <w:numFmt w:val="none"/>
      <w:lvlText w:val=""/>
      <w:lvlJc w:val="left"/>
      <w:pPr>
        <w:tabs>
          <w:tab w:val="num" w:pos="1876"/>
        </w:tabs>
        <w:ind w:left="1876" w:hanging="360"/>
      </w:pPr>
    </w:lvl>
    <w:lvl w:ilvl="6">
      <w:start w:val="1"/>
      <w:numFmt w:val="none"/>
      <w:lvlText w:val=""/>
      <w:lvlJc w:val="left"/>
      <w:pPr>
        <w:tabs>
          <w:tab w:val="num" w:pos="2236"/>
        </w:tabs>
        <w:ind w:left="2236" w:hanging="360"/>
      </w:pPr>
    </w:lvl>
    <w:lvl w:ilvl="7">
      <w:start w:val="1"/>
      <w:numFmt w:val="none"/>
      <w:lvlText w:val=""/>
      <w:lvlJc w:val="left"/>
      <w:pPr>
        <w:tabs>
          <w:tab w:val="num" w:pos="2596"/>
        </w:tabs>
        <w:ind w:left="2596" w:hanging="360"/>
      </w:pPr>
    </w:lvl>
    <w:lvl w:ilvl="8">
      <w:start w:val="1"/>
      <w:numFmt w:val="none"/>
      <w:lvlText w:val=""/>
      <w:lvlJc w:val="left"/>
      <w:pPr>
        <w:tabs>
          <w:tab w:val="num" w:pos="2956"/>
        </w:tabs>
        <w:ind w:left="2956" w:hanging="360"/>
      </w:pPr>
    </w:lvl>
  </w:abstractNum>
  <w:abstractNum w:abstractNumId="89" w15:restartNumberingAfterBreak="0">
    <w:nsid w:val="3FF30742"/>
    <w:multiLevelType w:val="hybridMultilevel"/>
    <w:tmpl w:val="2D961D4E"/>
    <w:styleLink w:val="A-11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0" w15:restartNumberingAfterBreak="0">
    <w:nsid w:val="41BC7FD7"/>
    <w:multiLevelType w:val="hybridMultilevel"/>
    <w:tmpl w:val="C0C01054"/>
    <w:styleLink w:val="111a1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1" w15:restartNumberingAfterBreak="0">
    <w:nsid w:val="42061CDB"/>
    <w:multiLevelType w:val="multilevel"/>
    <w:tmpl w:val="569E6002"/>
    <w:styleLink w:val="11111120"/>
    <w:lvl w:ilvl="0">
      <w:start w:val="1"/>
      <w:numFmt w:val="lowerLetter"/>
      <w:lvlText w:val="%1)"/>
      <w:lvlJc w:val="left"/>
      <w:pPr>
        <w:tabs>
          <w:tab w:val="num" w:pos="284"/>
        </w:tabs>
        <w:ind w:left="567" w:hanging="283"/>
      </w:pPr>
      <w:rPr>
        <w:rFonts w:ascii="Arial" w:hAnsi="Arial" w:cs="Times New Roman" w:hint="default"/>
        <w:sz w:val="20"/>
      </w:rPr>
    </w:lvl>
    <w:lvl w:ilvl="1">
      <w:start w:val="1"/>
      <w:numFmt w:val="decimal"/>
      <w:lvlText w:val="%2."/>
      <w:lvlJc w:val="left"/>
      <w:pPr>
        <w:tabs>
          <w:tab w:val="num" w:pos="851"/>
        </w:tabs>
        <w:ind w:left="851" w:hanging="284"/>
      </w:p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92" w15:restartNumberingAfterBreak="0">
    <w:nsid w:val="421021F8"/>
    <w:multiLevelType w:val="multilevel"/>
    <w:tmpl w:val="7728BC14"/>
    <w:styleLink w:val="II1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93" w15:restartNumberingAfterBreak="0">
    <w:nsid w:val="42FB46F3"/>
    <w:multiLevelType w:val="multilevel"/>
    <w:tmpl w:val="A7C4895A"/>
    <w:styleLink w:val="Vietas-2"/>
    <w:lvl w:ilvl="0">
      <w:start w:val="1"/>
      <w:numFmt w:val="bullet"/>
      <w:lvlText w:val=""/>
      <w:lvlJc w:val="left"/>
      <w:pPr>
        <w:tabs>
          <w:tab w:val="num" w:pos="567"/>
        </w:tabs>
        <w:ind w:left="567" w:hanging="283"/>
      </w:pPr>
      <w:rPr>
        <w:rFonts w:ascii="Symbol" w:hAnsi="Symbol" w:hint="default"/>
        <w:color w:val="000000"/>
      </w:rPr>
    </w:lvl>
    <w:lvl w:ilvl="1">
      <w:start w:val="1"/>
      <w:numFmt w:val="bullet"/>
      <w:lvlText w:val="-"/>
      <w:lvlJc w:val="left"/>
      <w:pPr>
        <w:tabs>
          <w:tab w:val="num" w:pos="851"/>
        </w:tabs>
        <w:ind w:left="851" w:hanging="284"/>
      </w:pPr>
      <w:rPr>
        <w:rFonts w:ascii="Arial" w:hAnsi="Arial" w:cs="Times New Roman" w:hint="default"/>
        <w:color w:val="000000"/>
        <w:sz w:val="20"/>
      </w:rPr>
    </w:lvl>
    <w:lvl w:ilvl="2">
      <w:start w:val="1"/>
      <w:numFmt w:val="bullet"/>
      <w:lvlText w:val=""/>
      <w:lvlJc w:val="left"/>
      <w:pPr>
        <w:tabs>
          <w:tab w:val="num" w:pos="1134"/>
        </w:tabs>
        <w:ind w:left="1134" w:hanging="283"/>
      </w:pPr>
      <w:rPr>
        <w:rFonts w:ascii="Wingdings" w:hAnsi="Wingdings" w:hint="default"/>
        <w:sz w:val="20"/>
      </w:rPr>
    </w:lvl>
    <w:lvl w:ilvl="3">
      <w:start w:val="1"/>
      <w:numFmt w:val="bullet"/>
      <w:lvlText w:val="*"/>
      <w:lvlJc w:val="left"/>
      <w:pPr>
        <w:tabs>
          <w:tab w:val="num" w:pos="1418"/>
        </w:tabs>
        <w:ind w:left="1418" w:hanging="284"/>
      </w:pPr>
      <w:rPr>
        <w:rFonts w:ascii="Comic Sans MS" w:hAnsi="Comic Sans M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440B2171"/>
    <w:multiLevelType w:val="multilevel"/>
    <w:tmpl w:val="D13C77F6"/>
    <w:styleLink w:val="1a12"/>
    <w:lvl w:ilvl="0">
      <w:start w:val="1"/>
      <w:numFmt w:val="bullet"/>
      <w:lvlText w:val="-"/>
      <w:lvlJc w:val="left"/>
      <w:pPr>
        <w:tabs>
          <w:tab w:val="num" w:pos="567"/>
        </w:tabs>
        <w:ind w:left="567" w:hanging="283"/>
      </w:pPr>
      <w:rPr>
        <w:rFonts w:ascii="Arial" w:hAnsi="Arial" w:cs="Times New Roman" w:hint="default"/>
        <w:color w:val="000000"/>
      </w:rPr>
    </w:lvl>
    <w:lvl w:ilvl="1">
      <w:start w:val="1"/>
      <w:numFmt w:val="bullet"/>
      <w:lvlText w:val="*"/>
      <w:lvlJc w:val="left"/>
      <w:pPr>
        <w:tabs>
          <w:tab w:val="num" w:pos="851"/>
        </w:tabs>
        <w:ind w:left="851" w:hanging="284"/>
      </w:pPr>
      <w:rPr>
        <w:rFonts w:ascii="Comic Sans MS" w:hAnsi="Comic Sans MS" w:hint="default"/>
      </w:rPr>
    </w:lvl>
    <w:lvl w:ilvl="2">
      <w:start w:val="1"/>
      <w:numFmt w:val="bullet"/>
      <w:lvlText w:val=""/>
      <w:lvlJc w:val="left"/>
      <w:pPr>
        <w:tabs>
          <w:tab w:val="num" w:pos="1134"/>
        </w:tabs>
        <w:ind w:left="1134" w:hanging="283"/>
      </w:pPr>
      <w:rPr>
        <w:rFonts w:ascii="Symbol" w:hAnsi="Symbol" w:hint="default"/>
        <w:color w:val="000000"/>
      </w:rPr>
    </w:lvl>
    <w:lvl w:ilvl="3">
      <w:start w:val="1"/>
      <w:numFmt w:val="bullet"/>
      <w:lvlText w:val="•"/>
      <w:lvlJc w:val="left"/>
      <w:pPr>
        <w:tabs>
          <w:tab w:val="num" w:pos="1418"/>
        </w:tabs>
        <w:ind w:left="1418" w:hanging="284"/>
      </w:pPr>
      <w:rPr>
        <w:rFonts w:ascii="Arial" w:hAnsi="Arial" w:cs="Times New Roman" w:hint="default"/>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95" w15:restartNumberingAfterBreak="0">
    <w:nsid w:val="45767CA7"/>
    <w:multiLevelType w:val="multilevel"/>
    <w:tmpl w:val="B25C19CE"/>
    <w:styleLink w:val="111a1"/>
    <w:lvl w:ilvl="0">
      <w:start w:val="1"/>
      <w:numFmt w:val="decimal"/>
      <w:lvlText w:val="%1."/>
      <w:lvlJc w:val="left"/>
      <w:pPr>
        <w:tabs>
          <w:tab w:val="num" w:pos="567"/>
        </w:tabs>
        <w:ind w:left="567" w:hanging="283"/>
      </w:pPr>
    </w:lvl>
    <w:lvl w:ilvl="1">
      <w:start w:val="1"/>
      <w:numFmt w:val="decimal"/>
      <w:lvlText w:val="%1.%2."/>
      <w:lvlJc w:val="left"/>
      <w:pPr>
        <w:tabs>
          <w:tab w:val="num" w:pos="1077"/>
        </w:tabs>
        <w:ind w:left="1077" w:hanging="510"/>
      </w:pPr>
    </w:lvl>
    <w:lvl w:ilvl="2">
      <w:start w:val="1"/>
      <w:numFmt w:val="lowerLetter"/>
      <w:lvlText w:val="%3)"/>
      <w:lvlJc w:val="left"/>
      <w:pPr>
        <w:tabs>
          <w:tab w:val="num" w:pos="1361"/>
        </w:tabs>
        <w:ind w:left="1361" w:hanging="284"/>
      </w:p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96" w15:restartNumberingAfterBreak="0">
    <w:nsid w:val="45AA4585"/>
    <w:multiLevelType w:val="multilevel"/>
    <w:tmpl w:val="481E089E"/>
    <w:styleLink w:val="II1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97" w15:restartNumberingAfterBreak="0">
    <w:nsid w:val="461B3BF1"/>
    <w:multiLevelType w:val="multilevel"/>
    <w:tmpl w:val="179E4CCC"/>
    <w:styleLink w:val="-1110"/>
    <w:lvl w:ilvl="0">
      <w:start w:val="1"/>
      <w:numFmt w:val="lowerLetter"/>
      <w:lvlText w:val="%1)"/>
      <w:lvlJc w:val="left"/>
      <w:pPr>
        <w:tabs>
          <w:tab w:val="num" w:pos="567"/>
        </w:tabs>
        <w:ind w:left="567" w:hanging="283"/>
      </w:pPr>
    </w:lvl>
    <w:lvl w:ilvl="1">
      <w:start w:val="1"/>
      <w:numFmt w:val="none"/>
      <w:lvlText w:val="1.1."/>
      <w:lvlJc w:val="left"/>
      <w:pPr>
        <w:tabs>
          <w:tab w:val="num" w:pos="720"/>
        </w:tabs>
        <w:ind w:left="720" w:hanging="360"/>
      </w:pPr>
    </w:lvl>
    <w:lvl w:ilvl="2">
      <w:start w:val="1"/>
      <w:numFmt w:val="decimal"/>
      <w:lvlText w:val="%3.1.1."/>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8" w15:restartNumberingAfterBreak="0">
    <w:nsid w:val="468B0DC3"/>
    <w:multiLevelType w:val="multilevel"/>
    <w:tmpl w:val="DA4E9CDC"/>
    <w:styleLink w:val="a111-1"/>
    <w:lvl w:ilvl="0">
      <w:start w:val="1"/>
      <w:numFmt w:val="upperLetter"/>
      <w:lvlText w:val="%1."/>
      <w:lvlJc w:val="left"/>
      <w:pPr>
        <w:tabs>
          <w:tab w:val="num" w:pos="567"/>
        </w:tabs>
        <w:ind w:left="567" w:hanging="283"/>
      </w:pPr>
    </w:lvl>
    <w:lvl w:ilvl="1">
      <w:start w:val="1"/>
      <w:numFmt w:val="decimal"/>
      <w:lvlText w:val="%2."/>
      <w:lvlJc w:val="left"/>
      <w:pPr>
        <w:tabs>
          <w:tab w:val="num" w:pos="851"/>
        </w:tabs>
        <w:ind w:left="851" w:hanging="284"/>
      </w:pPr>
    </w:lvl>
    <w:lvl w:ilvl="2">
      <w:start w:val="1"/>
      <w:numFmt w:val="bullet"/>
      <w:lvlText w:val="-"/>
      <w:lvlJc w:val="left"/>
      <w:pPr>
        <w:tabs>
          <w:tab w:val="num" w:pos="1134"/>
        </w:tabs>
        <w:ind w:left="1134" w:hanging="283"/>
      </w:pPr>
      <w:rPr>
        <w:rFonts w:ascii="Arial" w:hAnsi="Arial" w:cs="Times New Roman" w:hint="default"/>
        <w:color w:val="00000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9" w15:restartNumberingAfterBreak="0">
    <w:nsid w:val="47303779"/>
    <w:multiLevelType w:val="multilevel"/>
    <w:tmpl w:val="CF0CBF22"/>
    <w:styleLink w:val="a1-111"/>
    <w:lvl w:ilvl="0">
      <w:start w:val="1"/>
      <w:numFmt w:val="decimal"/>
      <w:lvlText w:val="%1)"/>
      <w:lvlJc w:val="left"/>
      <w:pPr>
        <w:tabs>
          <w:tab w:val="num" w:pos="624"/>
        </w:tabs>
        <w:ind w:left="624" w:hanging="340"/>
      </w:pPr>
    </w:lvl>
    <w:lvl w:ilvl="1">
      <w:start w:val="1"/>
      <w:numFmt w:val="decimal"/>
      <w:lvlText w:val="%2.%1"/>
      <w:lvlJc w:val="left"/>
      <w:pPr>
        <w:tabs>
          <w:tab w:val="num" w:pos="1021"/>
        </w:tabs>
        <w:ind w:left="1021" w:hanging="397"/>
      </w:pPr>
    </w:lvl>
    <w:lvl w:ilvl="2">
      <w:start w:val="1"/>
      <w:numFmt w:val="decimal"/>
      <w:lvlText w:val="%3.%1.%2"/>
      <w:lvlJc w:val="left"/>
      <w:pPr>
        <w:tabs>
          <w:tab w:val="num" w:pos="1588"/>
        </w:tabs>
        <w:ind w:left="1588" w:hanging="567"/>
      </w:pPr>
    </w:lvl>
    <w:lvl w:ilvl="3">
      <w:start w:val="1"/>
      <w:numFmt w:val="none"/>
      <w:lvlText w:val=""/>
      <w:lvlJc w:val="left"/>
      <w:pPr>
        <w:tabs>
          <w:tab w:val="num" w:pos="1156"/>
        </w:tabs>
        <w:ind w:left="1156" w:hanging="360"/>
      </w:pPr>
    </w:lvl>
    <w:lvl w:ilvl="4">
      <w:start w:val="1"/>
      <w:numFmt w:val="none"/>
      <w:lvlText w:val=""/>
      <w:lvlJc w:val="left"/>
      <w:pPr>
        <w:tabs>
          <w:tab w:val="num" w:pos="1516"/>
        </w:tabs>
        <w:ind w:left="1516" w:hanging="360"/>
      </w:pPr>
    </w:lvl>
    <w:lvl w:ilvl="5">
      <w:start w:val="1"/>
      <w:numFmt w:val="none"/>
      <w:lvlText w:val=""/>
      <w:lvlJc w:val="left"/>
      <w:pPr>
        <w:tabs>
          <w:tab w:val="num" w:pos="1876"/>
        </w:tabs>
        <w:ind w:left="1876" w:hanging="360"/>
      </w:pPr>
    </w:lvl>
    <w:lvl w:ilvl="6">
      <w:start w:val="1"/>
      <w:numFmt w:val="none"/>
      <w:lvlText w:val=""/>
      <w:lvlJc w:val="left"/>
      <w:pPr>
        <w:tabs>
          <w:tab w:val="num" w:pos="2236"/>
        </w:tabs>
        <w:ind w:left="2236" w:hanging="360"/>
      </w:pPr>
    </w:lvl>
    <w:lvl w:ilvl="7">
      <w:start w:val="1"/>
      <w:numFmt w:val="none"/>
      <w:lvlText w:val=""/>
      <w:lvlJc w:val="left"/>
      <w:pPr>
        <w:tabs>
          <w:tab w:val="num" w:pos="2596"/>
        </w:tabs>
        <w:ind w:left="2596" w:hanging="360"/>
      </w:pPr>
    </w:lvl>
    <w:lvl w:ilvl="8">
      <w:start w:val="1"/>
      <w:numFmt w:val="none"/>
      <w:lvlText w:val=""/>
      <w:lvlJc w:val="left"/>
      <w:pPr>
        <w:tabs>
          <w:tab w:val="num" w:pos="2956"/>
        </w:tabs>
        <w:ind w:left="2956" w:hanging="360"/>
      </w:pPr>
    </w:lvl>
  </w:abstractNum>
  <w:abstractNum w:abstractNumId="100" w15:restartNumberingAfterBreak="0">
    <w:nsid w:val="47CC2FE8"/>
    <w:multiLevelType w:val="multilevel"/>
    <w:tmpl w:val="CE08A686"/>
    <w:numStyleLink w:val="Letrasa1"/>
  </w:abstractNum>
  <w:abstractNum w:abstractNumId="101" w15:restartNumberingAfterBreak="0">
    <w:nsid w:val="482A3FCC"/>
    <w:multiLevelType w:val="multilevel"/>
    <w:tmpl w:val="D13C77F6"/>
    <w:styleLink w:val="111111120"/>
    <w:lvl w:ilvl="0">
      <w:start w:val="1"/>
      <w:numFmt w:val="bullet"/>
      <w:lvlText w:val="-"/>
      <w:lvlJc w:val="left"/>
      <w:pPr>
        <w:tabs>
          <w:tab w:val="num" w:pos="567"/>
        </w:tabs>
        <w:ind w:left="567" w:hanging="283"/>
      </w:pPr>
      <w:rPr>
        <w:rFonts w:ascii="Arial" w:hAnsi="Arial" w:cs="Times New Roman" w:hint="default"/>
        <w:color w:val="000000"/>
      </w:rPr>
    </w:lvl>
    <w:lvl w:ilvl="1">
      <w:start w:val="1"/>
      <w:numFmt w:val="bullet"/>
      <w:lvlText w:val="*"/>
      <w:lvlJc w:val="left"/>
      <w:pPr>
        <w:tabs>
          <w:tab w:val="num" w:pos="851"/>
        </w:tabs>
        <w:ind w:left="851" w:hanging="284"/>
      </w:pPr>
      <w:rPr>
        <w:rFonts w:ascii="Comic Sans MS" w:hAnsi="Comic Sans MS" w:hint="default"/>
      </w:rPr>
    </w:lvl>
    <w:lvl w:ilvl="2">
      <w:start w:val="1"/>
      <w:numFmt w:val="bullet"/>
      <w:lvlText w:val=""/>
      <w:lvlJc w:val="left"/>
      <w:pPr>
        <w:tabs>
          <w:tab w:val="num" w:pos="1134"/>
        </w:tabs>
        <w:ind w:left="1134" w:hanging="283"/>
      </w:pPr>
      <w:rPr>
        <w:rFonts w:ascii="Symbol" w:hAnsi="Symbol" w:hint="default"/>
        <w:color w:val="000000"/>
      </w:rPr>
    </w:lvl>
    <w:lvl w:ilvl="3">
      <w:start w:val="1"/>
      <w:numFmt w:val="bullet"/>
      <w:lvlText w:val="•"/>
      <w:lvlJc w:val="left"/>
      <w:pPr>
        <w:tabs>
          <w:tab w:val="num" w:pos="1418"/>
        </w:tabs>
        <w:ind w:left="1418" w:hanging="284"/>
      </w:pPr>
      <w:rPr>
        <w:rFonts w:ascii="Arial" w:hAnsi="Arial" w:cs="Times New Roman" w:hint="default"/>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02" w15:restartNumberingAfterBreak="0">
    <w:nsid w:val="482C070F"/>
    <w:multiLevelType w:val="multilevel"/>
    <w:tmpl w:val="7728BC14"/>
    <w:styleLink w:val="a11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03" w15:restartNumberingAfterBreak="0">
    <w:nsid w:val="483E46E0"/>
    <w:multiLevelType w:val="multilevel"/>
    <w:tmpl w:val="481E089E"/>
    <w:styleLink w:val="1A-a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04" w15:restartNumberingAfterBreak="0">
    <w:nsid w:val="4874428E"/>
    <w:multiLevelType w:val="multilevel"/>
    <w:tmpl w:val="E9D8BEA4"/>
    <w:numStyleLink w:val="Estilo31"/>
  </w:abstractNum>
  <w:abstractNum w:abstractNumId="105" w15:restartNumberingAfterBreak="0">
    <w:nsid w:val="4A3A5E05"/>
    <w:multiLevelType w:val="hybridMultilevel"/>
    <w:tmpl w:val="162E6290"/>
    <w:styleLink w:val="a1111"/>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06" w15:restartNumberingAfterBreak="0">
    <w:nsid w:val="4AED2E02"/>
    <w:multiLevelType w:val="multilevel"/>
    <w:tmpl w:val="62049E04"/>
    <w:styleLink w:val="1111111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07" w15:restartNumberingAfterBreak="0">
    <w:nsid w:val="4B071A2C"/>
    <w:multiLevelType w:val="multilevel"/>
    <w:tmpl w:val="75B4E4F0"/>
    <w:styleLink w:val="-8"/>
    <w:lvl w:ilvl="0">
      <w:start w:val="1"/>
      <w:numFmt w:val="decimal"/>
      <w:lvlText w:val="%1."/>
      <w:lvlJc w:val="left"/>
      <w:pPr>
        <w:tabs>
          <w:tab w:val="num" w:pos="624"/>
        </w:tabs>
        <w:ind w:left="624" w:hanging="340"/>
      </w:pPr>
    </w:lvl>
    <w:lvl w:ilvl="1">
      <w:start w:val="1"/>
      <w:numFmt w:val="decimal"/>
      <w:lvlText w:val="%1.%2."/>
      <w:lvlJc w:val="left"/>
      <w:pPr>
        <w:tabs>
          <w:tab w:val="num" w:pos="1134"/>
        </w:tabs>
        <w:ind w:left="1134" w:hanging="510"/>
      </w:pPr>
    </w:lvl>
    <w:lvl w:ilvl="2">
      <w:start w:val="1"/>
      <w:numFmt w:val="decimal"/>
      <w:lvlText w:val="%1.%2.%3."/>
      <w:lvlJc w:val="left"/>
      <w:pPr>
        <w:tabs>
          <w:tab w:val="num" w:pos="1814"/>
        </w:tabs>
        <w:ind w:left="1814" w:hanging="680"/>
      </w:pPr>
    </w:lvl>
    <w:lvl w:ilvl="3">
      <w:start w:val="1"/>
      <w:numFmt w:val="decimal"/>
      <w:lvlText w:val="%1.%2.%3.%4."/>
      <w:lvlJc w:val="left"/>
      <w:pPr>
        <w:tabs>
          <w:tab w:val="num" w:pos="2608"/>
        </w:tabs>
        <w:ind w:left="2608" w:hanging="794"/>
      </w:pPr>
    </w:lvl>
    <w:lvl w:ilvl="4">
      <w:start w:val="1"/>
      <w:numFmt w:val="decimal"/>
      <w:lvlText w:val="%1.%2.%3.%4.%5"/>
      <w:lvlJc w:val="left"/>
      <w:pPr>
        <w:tabs>
          <w:tab w:val="num" w:pos="3742"/>
        </w:tabs>
        <w:ind w:left="3742" w:hanging="1134"/>
      </w:pPr>
    </w:lvl>
    <w:lvl w:ilvl="5">
      <w:start w:val="1"/>
      <w:numFmt w:val="lowerRoman"/>
      <w:lvlText w:val="(%6)"/>
      <w:lvlJc w:val="left"/>
      <w:pPr>
        <w:tabs>
          <w:tab w:val="num" w:pos="1876"/>
        </w:tabs>
        <w:ind w:left="1876" w:hanging="360"/>
      </w:pPr>
    </w:lvl>
    <w:lvl w:ilvl="6">
      <w:start w:val="1"/>
      <w:numFmt w:val="decimal"/>
      <w:lvlText w:val="%7."/>
      <w:lvlJc w:val="left"/>
      <w:pPr>
        <w:tabs>
          <w:tab w:val="num" w:pos="2236"/>
        </w:tabs>
        <w:ind w:left="2236" w:hanging="360"/>
      </w:pPr>
    </w:lvl>
    <w:lvl w:ilvl="7">
      <w:start w:val="1"/>
      <w:numFmt w:val="lowerLetter"/>
      <w:lvlText w:val="%8."/>
      <w:lvlJc w:val="left"/>
      <w:pPr>
        <w:tabs>
          <w:tab w:val="num" w:pos="2596"/>
        </w:tabs>
        <w:ind w:left="2596" w:hanging="360"/>
      </w:pPr>
    </w:lvl>
    <w:lvl w:ilvl="8">
      <w:start w:val="1"/>
      <w:numFmt w:val="lowerRoman"/>
      <w:lvlText w:val="%9."/>
      <w:lvlJc w:val="left"/>
      <w:pPr>
        <w:tabs>
          <w:tab w:val="num" w:pos="2956"/>
        </w:tabs>
        <w:ind w:left="2956" w:hanging="360"/>
      </w:pPr>
    </w:lvl>
  </w:abstractNum>
  <w:abstractNum w:abstractNumId="108" w15:restartNumberingAfterBreak="0">
    <w:nsid w:val="4BAC4FD3"/>
    <w:multiLevelType w:val="multilevel"/>
    <w:tmpl w:val="7728BC14"/>
    <w:styleLink w:val="a110"/>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09" w15:restartNumberingAfterBreak="0">
    <w:nsid w:val="4C201B4E"/>
    <w:multiLevelType w:val="multilevel"/>
    <w:tmpl w:val="DEB435B4"/>
    <w:styleLink w:val="1A-a111"/>
    <w:lvl w:ilvl="0">
      <w:start w:val="1"/>
      <w:numFmt w:val="decimal"/>
      <w:lvlText w:val="%1."/>
      <w:lvlJc w:val="left"/>
      <w:pPr>
        <w:tabs>
          <w:tab w:val="num" w:pos="567"/>
        </w:tabs>
        <w:ind w:left="567" w:hanging="283"/>
      </w:pPr>
    </w:lvl>
    <w:lvl w:ilvl="1">
      <w:start w:val="1"/>
      <w:numFmt w:val="bullet"/>
      <w:lvlText w:val="-"/>
      <w:lvlJc w:val="left"/>
      <w:pPr>
        <w:tabs>
          <w:tab w:val="num" w:pos="851"/>
        </w:tabs>
        <w:ind w:left="851" w:hanging="284"/>
      </w:pPr>
      <w:rPr>
        <w:rFonts w:ascii="Arial" w:hAnsi="Arial" w:cs="Times New Roman" w:hint="default"/>
        <w:color w:val="000000"/>
      </w:rPr>
    </w:lvl>
    <w:lvl w:ilvl="2">
      <w:start w:val="1"/>
      <w:numFmt w:val="bullet"/>
      <w:lvlText w:val=""/>
      <w:lvlJc w:val="left"/>
      <w:pPr>
        <w:tabs>
          <w:tab w:val="num" w:pos="1134"/>
        </w:tabs>
        <w:ind w:left="1134" w:hanging="283"/>
      </w:pPr>
      <w:rPr>
        <w:rFonts w:ascii="Symbol" w:hAnsi="Symbol" w:hint="default"/>
        <w:color w:val="000000"/>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284"/>
        </w:tabs>
        <w:ind w:left="284" w:hanging="284"/>
      </w:pPr>
    </w:lvl>
  </w:abstractNum>
  <w:abstractNum w:abstractNumId="110" w15:restartNumberingAfterBreak="0">
    <w:nsid w:val="4CD26A5F"/>
    <w:multiLevelType w:val="multilevel"/>
    <w:tmpl w:val="481E089E"/>
    <w:styleLink w:val="111a1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11" w15:restartNumberingAfterBreak="0">
    <w:nsid w:val="4CDE15B0"/>
    <w:multiLevelType w:val="multilevel"/>
    <w:tmpl w:val="CE08A686"/>
    <w:numStyleLink w:val="Letrasa1"/>
  </w:abstractNum>
  <w:abstractNum w:abstractNumId="112" w15:restartNumberingAfterBreak="0">
    <w:nsid w:val="4D77165F"/>
    <w:multiLevelType w:val="multilevel"/>
    <w:tmpl w:val="62049E04"/>
    <w:styleLink w:val="A-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13" w15:restartNumberingAfterBreak="0">
    <w:nsid w:val="4E8163CD"/>
    <w:multiLevelType w:val="multilevel"/>
    <w:tmpl w:val="62049E04"/>
    <w:styleLink w:val="II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14" w15:restartNumberingAfterBreak="0">
    <w:nsid w:val="4EDB6AC9"/>
    <w:multiLevelType w:val="multilevel"/>
    <w:tmpl w:val="481E089E"/>
    <w:styleLink w:val="Listanmerosyletras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15" w15:restartNumberingAfterBreak="0">
    <w:nsid w:val="4F1A6EAB"/>
    <w:multiLevelType w:val="multilevel"/>
    <w:tmpl w:val="56F8C2E2"/>
    <w:styleLink w:val="-a1"/>
    <w:lvl w:ilvl="0">
      <w:start w:val="1"/>
      <w:numFmt w:val="bullet"/>
      <w:lvlText w:val="-"/>
      <w:lvlJc w:val="left"/>
      <w:pPr>
        <w:tabs>
          <w:tab w:val="num" w:pos="567"/>
        </w:tabs>
        <w:ind w:left="567" w:hanging="283"/>
      </w:pPr>
      <w:rPr>
        <w:rFonts w:ascii="Arial" w:hAnsi="Arial" w:cs="Times New Roman" w:hint="default"/>
        <w:color w:val="000000"/>
      </w:rPr>
    </w:lvl>
    <w:lvl w:ilvl="1">
      <w:start w:val="1"/>
      <w:numFmt w:val="lowerLetter"/>
      <w:lvlText w:val="%2)"/>
      <w:lvlJc w:val="left"/>
      <w:pPr>
        <w:tabs>
          <w:tab w:val="num" w:pos="851"/>
        </w:tabs>
        <w:ind w:left="851" w:hanging="284"/>
      </w:pPr>
    </w:lvl>
    <w:lvl w:ilvl="2">
      <w:start w:val="1"/>
      <w:numFmt w:val="ordinal"/>
      <w:lvlText w:val="%3"/>
      <w:lvlJc w:val="left"/>
      <w:pPr>
        <w:tabs>
          <w:tab w:val="num" w:pos="1191"/>
        </w:tabs>
        <w:ind w:left="1191" w:hanging="340"/>
      </w:p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16" w15:restartNumberingAfterBreak="0">
    <w:nsid w:val="4FF9577B"/>
    <w:multiLevelType w:val="multilevel"/>
    <w:tmpl w:val="1E50307E"/>
    <w:styleLink w:val="1A-a1"/>
    <w:lvl w:ilvl="0">
      <w:start w:val="1"/>
      <w:numFmt w:val="decimal"/>
      <w:lvlText w:val="%1."/>
      <w:lvlJc w:val="left"/>
      <w:pPr>
        <w:tabs>
          <w:tab w:val="num" w:pos="567"/>
        </w:tabs>
        <w:ind w:left="567" w:hanging="283"/>
      </w:pPr>
    </w:lvl>
    <w:lvl w:ilvl="1">
      <w:start w:val="1"/>
      <w:numFmt w:val="upperLetter"/>
      <w:lvlText w:val="%2)"/>
      <w:lvlJc w:val="left"/>
      <w:pPr>
        <w:tabs>
          <w:tab w:val="num" w:pos="907"/>
        </w:tabs>
        <w:ind w:left="907" w:hanging="340"/>
      </w:pPr>
    </w:lvl>
    <w:lvl w:ilvl="2">
      <w:start w:val="1"/>
      <w:numFmt w:val="bullet"/>
      <w:lvlText w:val="-"/>
      <w:lvlJc w:val="left"/>
      <w:pPr>
        <w:tabs>
          <w:tab w:val="num" w:pos="1134"/>
        </w:tabs>
        <w:ind w:left="1134" w:hanging="227"/>
      </w:pPr>
      <w:rPr>
        <w:rFonts w:ascii="Arial" w:hAnsi="Arial" w:cs="Times New Roman" w:hint="default"/>
        <w:color w:val="000000"/>
      </w:rPr>
    </w:lvl>
    <w:lvl w:ilvl="3">
      <w:start w:val="1"/>
      <w:numFmt w:val="lowerLetter"/>
      <w:lvlText w:val="%4)"/>
      <w:lvlJc w:val="left"/>
      <w:pPr>
        <w:tabs>
          <w:tab w:val="num" w:pos="1418"/>
        </w:tabs>
        <w:ind w:left="1418" w:hanging="284"/>
      </w:pPr>
    </w:lvl>
    <w:lvl w:ilvl="4">
      <w:start w:val="1"/>
      <w:numFmt w:val="none"/>
      <w:lvlText w:val=""/>
      <w:lvlJc w:val="left"/>
      <w:pPr>
        <w:tabs>
          <w:tab w:val="num" w:pos="1516"/>
        </w:tabs>
        <w:ind w:left="1516" w:hanging="360"/>
      </w:pPr>
    </w:lvl>
    <w:lvl w:ilvl="5">
      <w:start w:val="1"/>
      <w:numFmt w:val="none"/>
      <w:lvlText w:val=""/>
      <w:lvlJc w:val="left"/>
      <w:pPr>
        <w:tabs>
          <w:tab w:val="num" w:pos="1876"/>
        </w:tabs>
        <w:ind w:left="1876" w:hanging="360"/>
      </w:pPr>
    </w:lvl>
    <w:lvl w:ilvl="6">
      <w:start w:val="1"/>
      <w:numFmt w:val="none"/>
      <w:lvlText w:val=""/>
      <w:lvlJc w:val="left"/>
      <w:pPr>
        <w:tabs>
          <w:tab w:val="num" w:pos="2236"/>
        </w:tabs>
        <w:ind w:left="2236" w:hanging="360"/>
      </w:pPr>
    </w:lvl>
    <w:lvl w:ilvl="7">
      <w:start w:val="1"/>
      <w:numFmt w:val="none"/>
      <w:lvlText w:val=""/>
      <w:lvlJc w:val="left"/>
      <w:pPr>
        <w:tabs>
          <w:tab w:val="num" w:pos="2596"/>
        </w:tabs>
        <w:ind w:left="2596" w:hanging="360"/>
      </w:pPr>
    </w:lvl>
    <w:lvl w:ilvl="8">
      <w:start w:val="1"/>
      <w:numFmt w:val="none"/>
      <w:lvlText w:val=""/>
      <w:lvlJc w:val="left"/>
      <w:pPr>
        <w:tabs>
          <w:tab w:val="num" w:pos="0"/>
        </w:tabs>
        <w:ind w:left="0" w:hanging="284"/>
      </w:pPr>
    </w:lvl>
  </w:abstractNum>
  <w:abstractNum w:abstractNumId="117" w15:restartNumberingAfterBreak="0">
    <w:nsid w:val="50093059"/>
    <w:multiLevelType w:val="multilevel"/>
    <w:tmpl w:val="D13C77F6"/>
    <w:numStyleLink w:val="aListaletrassin12"/>
  </w:abstractNum>
  <w:abstractNum w:abstractNumId="118" w15:restartNumberingAfterBreak="0">
    <w:nsid w:val="510E40BF"/>
    <w:multiLevelType w:val="multilevel"/>
    <w:tmpl w:val="481E089E"/>
    <w:styleLink w:val="a11110"/>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19" w15:restartNumberingAfterBreak="0">
    <w:nsid w:val="511A105D"/>
    <w:multiLevelType w:val="hybridMultilevel"/>
    <w:tmpl w:val="3C9EF7F0"/>
    <w:styleLink w:val="1-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0" w15:restartNumberingAfterBreak="0">
    <w:nsid w:val="514D4759"/>
    <w:multiLevelType w:val="multilevel"/>
    <w:tmpl w:val="481E089E"/>
    <w:styleLink w:val="a1120"/>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21" w15:restartNumberingAfterBreak="0">
    <w:nsid w:val="52182F6C"/>
    <w:multiLevelType w:val="hybridMultilevel"/>
    <w:tmpl w:val="27F8E2EA"/>
    <w:styleLink w:val="a-12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2" w15:restartNumberingAfterBreak="0">
    <w:nsid w:val="52C819EE"/>
    <w:multiLevelType w:val="multilevel"/>
    <w:tmpl w:val="E9D8BEA4"/>
    <w:styleLink w:val="Aa-12"/>
    <w:lvl w:ilvl="0">
      <w:start w:val="1"/>
      <w:numFmt w:val="lowerLetter"/>
      <w:lvlText w:val="%1)"/>
      <w:lvlJc w:val="left"/>
      <w:pPr>
        <w:tabs>
          <w:tab w:val="num" w:pos="567"/>
        </w:tabs>
        <w:ind w:left="567" w:hanging="283"/>
      </w:pPr>
      <w:rPr>
        <w:rFonts w:ascii="Arial" w:hAnsi="Arial" w:cs="Times New Roman" w:hint="default"/>
      </w:rPr>
    </w:lvl>
    <w:lvl w:ilvl="1">
      <w:start w:val="1"/>
      <w:numFmt w:val="decimal"/>
      <w:lvlText w:val="%2º"/>
      <w:lvlJc w:val="left"/>
      <w:pPr>
        <w:tabs>
          <w:tab w:val="num" w:pos="907"/>
        </w:tabs>
        <w:ind w:left="907" w:hanging="340"/>
      </w:pPr>
    </w:lvl>
    <w:lvl w:ilvl="2">
      <w:start w:val="1"/>
      <w:numFmt w:val="bullet"/>
      <w:lvlText w:val="-"/>
      <w:lvlJc w:val="left"/>
      <w:pPr>
        <w:tabs>
          <w:tab w:val="num" w:pos="1134"/>
        </w:tabs>
        <w:ind w:left="1134" w:hanging="227"/>
      </w:pPr>
      <w:rPr>
        <w:rFonts w:ascii="Arial" w:hAnsi="Arial" w:cs="Times New Roman" w:hint="default"/>
        <w:color w:val="000000"/>
      </w:rPr>
    </w:lvl>
    <w:lvl w:ilvl="3">
      <w:start w:val="1"/>
      <w:numFmt w:val="bullet"/>
      <w:lvlText w:val=""/>
      <w:lvlJc w:val="left"/>
      <w:pPr>
        <w:tabs>
          <w:tab w:val="num" w:pos="1361"/>
        </w:tabs>
        <w:ind w:left="1361" w:hanging="227"/>
      </w:pPr>
      <w:rPr>
        <w:rFonts w:ascii="Symbol" w:hAnsi="Symbol" w:hint="default"/>
        <w:color w:val="000000"/>
      </w:rPr>
    </w:lvl>
    <w:lvl w:ilvl="4">
      <w:start w:val="1"/>
      <w:numFmt w:val="bullet"/>
      <w:lvlText w:val="*"/>
      <w:lvlJc w:val="left"/>
      <w:pPr>
        <w:tabs>
          <w:tab w:val="num" w:pos="1588"/>
        </w:tabs>
        <w:ind w:left="1588" w:hanging="227"/>
      </w:pPr>
      <w:rPr>
        <w:rFonts w:ascii="Arial" w:hAnsi="Arial" w:cs="Times New Roman" w:hint="default"/>
        <w:color w:val="000000"/>
      </w:r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23" w15:restartNumberingAfterBreak="0">
    <w:nsid w:val="52D049D2"/>
    <w:multiLevelType w:val="hybridMultilevel"/>
    <w:tmpl w:val="C16E0DDA"/>
    <w:styleLink w:val="aa1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4" w15:restartNumberingAfterBreak="0">
    <w:nsid w:val="52D750D7"/>
    <w:multiLevelType w:val="multilevel"/>
    <w:tmpl w:val="CE08A686"/>
    <w:numStyleLink w:val="Letrasa1"/>
  </w:abstractNum>
  <w:abstractNum w:abstractNumId="125" w15:restartNumberingAfterBreak="0">
    <w:nsid w:val="53702E3F"/>
    <w:multiLevelType w:val="hybridMultilevel"/>
    <w:tmpl w:val="5A386EE6"/>
    <w:styleLink w:val="EstiloNumeradoIzquierda0cmSangrafrancesa05cm2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6" w15:restartNumberingAfterBreak="0">
    <w:nsid w:val="541D236A"/>
    <w:multiLevelType w:val="multilevel"/>
    <w:tmpl w:val="62049E04"/>
    <w:styleLink w:val="1-20"/>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27" w15:restartNumberingAfterBreak="0">
    <w:nsid w:val="5660784B"/>
    <w:multiLevelType w:val="multilevel"/>
    <w:tmpl w:val="481E089E"/>
    <w:styleLink w:val="-120"/>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28" w15:restartNumberingAfterBreak="0">
    <w:nsid w:val="56F65A92"/>
    <w:multiLevelType w:val="hybridMultilevel"/>
    <w:tmpl w:val="3E968664"/>
    <w:styleLink w:val="a01-12"/>
    <w:lvl w:ilvl="0" w:tplc="D4FC7D1C">
      <w:start w:val="1"/>
      <w:numFmt w:val="upp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9" w15:restartNumberingAfterBreak="0">
    <w:nsid w:val="571E6FB0"/>
    <w:multiLevelType w:val="multilevel"/>
    <w:tmpl w:val="D13C77F6"/>
    <w:styleLink w:val="a1111112"/>
    <w:lvl w:ilvl="0">
      <w:start w:val="1"/>
      <w:numFmt w:val="bullet"/>
      <w:lvlText w:val="-"/>
      <w:lvlJc w:val="left"/>
      <w:pPr>
        <w:tabs>
          <w:tab w:val="num" w:pos="567"/>
        </w:tabs>
        <w:ind w:left="567" w:hanging="283"/>
      </w:pPr>
      <w:rPr>
        <w:rFonts w:ascii="Arial" w:hAnsi="Arial" w:cs="Times New Roman" w:hint="default"/>
        <w:color w:val="000000"/>
      </w:rPr>
    </w:lvl>
    <w:lvl w:ilvl="1">
      <w:start w:val="1"/>
      <w:numFmt w:val="bullet"/>
      <w:lvlText w:val="*"/>
      <w:lvlJc w:val="left"/>
      <w:pPr>
        <w:tabs>
          <w:tab w:val="num" w:pos="851"/>
        </w:tabs>
        <w:ind w:left="851" w:hanging="284"/>
      </w:pPr>
      <w:rPr>
        <w:rFonts w:ascii="Comic Sans MS" w:hAnsi="Comic Sans MS" w:hint="default"/>
      </w:rPr>
    </w:lvl>
    <w:lvl w:ilvl="2">
      <w:start w:val="1"/>
      <w:numFmt w:val="bullet"/>
      <w:lvlText w:val=""/>
      <w:lvlJc w:val="left"/>
      <w:pPr>
        <w:tabs>
          <w:tab w:val="num" w:pos="1134"/>
        </w:tabs>
        <w:ind w:left="1134" w:hanging="283"/>
      </w:pPr>
      <w:rPr>
        <w:rFonts w:ascii="Symbol" w:hAnsi="Symbol" w:hint="default"/>
        <w:color w:val="000000"/>
      </w:rPr>
    </w:lvl>
    <w:lvl w:ilvl="3">
      <w:start w:val="1"/>
      <w:numFmt w:val="bullet"/>
      <w:lvlText w:val="•"/>
      <w:lvlJc w:val="left"/>
      <w:pPr>
        <w:tabs>
          <w:tab w:val="num" w:pos="1418"/>
        </w:tabs>
        <w:ind w:left="1418" w:hanging="284"/>
      </w:pPr>
      <w:rPr>
        <w:rFonts w:ascii="Arial" w:hAnsi="Arial" w:cs="Times New Roman" w:hint="default"/>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30" w15:restartNumberingAfterBreak="0">
    <w:nsid w:val="573B32AB"/>
    <w:multiLevelType w:val="multilevel"/>
    <w:tmpl w:val="CE08A686"/>
    <w:numStyleLink w:val="Letrasa1"/>
  </w:abstractNum>
  <w:abstractNum w:abstractNumId="131" w15:restartNumberingAfterBreak="0">
    <w:nsid w:val="57B17683"/>
    <w:multiLevelType w:val="multilevel"/>
    <w:tmpl w:val="E9D8BEA4"/>
    <w:styleLink w:val="1a-12"/>
    <w:lvl w:ilvl="0">
      <w:start w:val="1"/>
      <w:numFmt w:val="lowerLetter"/>
      <w:lvlText w:val="%1)"/>
      <w:lvlJc w:val="left"/>
      <w:pPr>
        <w:tabs>
          <w:tab w:val="num" w:pos="567"/>
        </w:tabs>
        <w:ind w:left="567" w:hanging="283"/>
      </w:pPr>
      <w:rPr>
        <w:rFonts w:ascii="Arial" w:hAnsi="Arial" w:cs="Times New Roman" w:hint="default"/>
      </w:rPr>
    </w:lvl>
    <w:lvl w:ilvl="1">
      <w:start w:val="1"/>
      <w:numFmt w:val="decimal"/>
      <w:lvlText w:val="%2º"/>
      <w:lvlJc w:val="left"/>
      <w:pPr>
        <w:tabs>
          <w:tab w:val="num" w:pos="907"/>
        </w:tabs>
        <w:ind w:left="907" w:hanging="340"/>
      </w:pPr>
    </w:lvl>
    <w:lvl w:ilvl="2">
      <w:start w:val="1"/>
      <w:numFmt w:val="bullet"/>
      <w:lvlText w:val="-"/>
      <w:lvlJc w:val="left"/>
      <w:pPr>
        <w:tabs>
          <w:tab w:val="num" w:pos="1134"/>
        </w:tabs>
        <w:ind w:left="1134" w:hanging="227"/>
      </w:pPr>
      <w:rPr>
        <w:rFonts w:ascii="Arial" w:hAnsi="Arial" w:cs="Times New Roman" w:hint="default"/>
        <w:color w:val="000000"/>
      </w:rPr>
    </w:lvl>
    <w:lvl w:ilvl="3">
      <w:start w:val="1"/>
      <w:numFmt w:val="bullet"/>
      <w:lvlText w:val=""/>
      <w:lvlJc w:val="left"/>
      <w:pPr>
        <w:tabs>
          <w:tab w:val="num" w:pos="1361"/>
        </w:tabs>
        <w:ind w:left="1361" w:hanging="227"/>
      </w:pPr>
      <w:rPr>
        <w:rFonts w:ascii="Symbol" w:hAnsi="Symbol" w:hint="default"/>
        <w:color w:val="000000"/>
      </w:rPr>
    </w:lvl>
    <w:lvl w:ilvl="4">
      <w:start w:val="1"/>
      <w:numFmt w:val="bullet"/>
      <w:lvlText w:val="*"/>
      <w:lvlJc w:val="left"/>
      <w:pPr>
        <w:tabs>
          <w:tab w:val="num" w:pos="1588"/>
        </w:tabs>
        <w:ind w:left="1588" w:hanging="227"/>
      </w:pPr>
      <w:rPr>
        <w:rFonts w:ascii="Arial" w:hAnsi="Arial" w:cs="Times New Roman" w:hint="default"/>
        <w:color w:val="000000"/>
      </w:r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32" w15:restartNumberingAfterBreak="0">
    <w:nsid w:val="58784EF9"/>
    <w:multiLevelType w:val="multilevel"/>
    <w:tmpl w:val="DA50AB34"/>
    <w:styleLink w:val="a1-20"/>
    <w:lvl w:ilvl="0">
      <w:start w:val="1"/>
      <w:numFmt w:val="upperLetter"/>
      <w:lvlText w:val="%1)"/>
      <w:lvlJc w:val="left"/>
      <w:pPr>
        <w:tabs>
          <w:tab w:val="num" w:pos="567"/>
        </w:tabs>
        <w:ind w:left="567" w:hanging="283"/>
      </w:pPr>
      <w:rPr>
        <w:rFonts w:ascii="HelveticaNeue LT 55 Roman" w:hAnsi="HelveticaNeue LT 55 Roman" w:hint="default"/>
        <w:sz w:val="20"/>
      </w:rPr>
    </w:lvl>
    <w:lvl w:ilvl="1">
      <w:start w:val="1"/>
      <w:numFmt w:val="decimal"/>
      <w:lvlText w:val="%1%2)"/>
      <w:lvlJc w:val="left"/>
      <w:pPr>
        <w:tabs>
          <w:tab w:val="num" w:pos="907"/>
        </w:tabs>
        <w:ind w:left="907" w:hanging="340"/>
      </w:p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Symbol" w:hAnsi="Symbol" w:hint="default"/>
      </w:r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33" w15:restartNumberingAfterBreak="0">
    <w:nsid w:val="5AE71AFF"/>
    <w:multiLevelType w:val="hybridMultilevel"/>
    <w:tmpl w:val="797031BC"/>
    <w:styleLink w:val="-7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4" w15:restartNumberingAfterBreak="0">
    <w:nsid w:val="5BA167DA"/>
    <w:multiLevelType w:val="hybridMultilevel"/>
    <w:tmpl w:val="CC7E885C"/>
    <w:styleLink w:val="a1-12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5" w15:restartNumberingAfterBreak="0">
    <w:nsid w:val="5C1841F8"/>
    <w:multiLevelType w:val="hybridMultilevel"/>
    <w:tmpl w:val="5742E788"/>
    <w:styleLink w:val="Letrasyguionesa-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6" w15:restartNumberingAfterBreak="0">
    <w:nsid w:val="5D5435C3"/>
    <w:multiLevelType w:val="multilevel"/>
    <w:tmpl w:val="E9D8BEA4"/>
    <w:styleLink w:val="II12"/>
    <w:lvl w:ilvl="0">
      <w:start w:val="1"/>
      <w:numFmt w:val="lowerLetter"/>
      <w:lvlText w:val="%1)"/>
      <w:lvlJc w:val="left"/>
      <w:pPr>
        <w:tabs>
          <w:tab w:val="num" w:pos="567"/>
        </w:tabs>
        <w:ind w:left="567" w:hanging="283"/>
      </w:pPr>
      <w:rPr>
        <w:rFonts w:ascii="Arial" w:hAnsi="Arial" w:cs="Times New Roman" w:hint="default"/>
      </w:rPr>
    </w:lvl>
    <w:lvl w:ilvl="1">
      <w:start w:val="1"/>
      <w:numFmt w:val="decimal"/>
      <w:lvlText w:val="%2º"/>
      <w:lvlJc w:val="left"/>
      <w:pPr>
        <w:tabs>
          <w:tab w:val="num" w:pos="907"/>
        </w:tabs>
        <w:ind w:left="907" w:hanging="340"/>
      </w:pPr>
    </w:lvl>
    <w:lvl w:ilvl="2">
      <w:start w:val="1"/>
      <w:numFmt w:val="bullet"/>
      <w:lvlText w:val="-"/>
      <w:lvlJc w:val="left"/>
      <w:pPr>
        <w:tabs>
          <w:tab w:val="num" w:pos="1134"/>
        </w:tabs>
        <w:ind w:left="1134" w:hanging="227"/>
      </w:pPr>
      <w:rPr>
        <w:rFonts w:ascii="Arial" w:hAnsi="Arial" w:cs="Times New Roman" w:hint="default"/>
        <w:color w:val="000000"/>
      </w:rPr>
    </w:lvl>
    <w:lvl w:ilvl="3">
      <w:start w:val="1"/>
      <w:numFmt w:val="bullet"/>
      <w:lvlText w:val=""/>
      <w:lvlJc w:val="left"/>
      <w:pPr>
        <w:tabs>
          <w:tab w:val="num" w:pos="1361"/>
        </w:tabs>
        <w:ind w:left="1361" w:hanging="227"/>
      </w:pPr>
      <w:rPr>
        <w:rFonts w:ascii="Symbol" w:hAnsi="Symbol" w:hint="default"/>
        <w:color w:val="000000"/>
      </w:rPr>
    </w:lvl>
    <w:lvl w:ilvl="4">
      <w:start w:val="1"/>
      <w:numFmt w:val="bullet"/>
      <w:lvlText w:val="*"/>
      <w:lvlJc w:val="left"/>
      <w:pPr>
        <w:tabs>
          <w:tab w:val="num" w:pos="1588"/>
        </w:tabs>
        <w:ind w:left="1588" w:hanging="227"/>
      </w:pPr>
      <w:rPr>
        <w:rFonts w:ascii="Arial" w:hAnsi="Arial" w:cs="Times New Roman" w:hint="default"/>
        <w:color w:val="000000"/>
      </w:r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37" w15:restartNumberingAfterBreak="0">
    <w:nsid w:val="5E680262"/>
    <w:multiLevelType w:val="hybridMultilevel"/>
    <w:tmpl w:val="40E29D92"/>
    <w:styleLink w:val="Vaseadems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8" w15:restartNumberingAfterBreak="0">
    <w:nsid w:val="5F5D3DF1"/>
    <w:multiLevelType w:val="multilevel"/>
    <w:tmpl w:val="CD84CFA0"/>
    <w:styleLink w:val="-51"/>
    <w:lvl w:ilvl="0">
      <w:start w:val="1"/>
      <w:numFmt w:val="bullet"/>
      <w:lvlText w:val="-"/>
      <w:lvlJc w:val="left"/>
      <w:pPr>
        <w:ind w:left="284" w:hanging="284"/>
      </w:pPr>
      <w:rPr>
        <w:rFonts w:ascii="HelveticaNeue LT 55 Roman" w:hAnsi="HelveticaNeue LT 55 Roman" w:hint="default"/>
      </w:rPr>
    </w:lvl>
    <w:lvl w:ilvl="1">
      <w:start w:val="1"/>
      <w:numFmt w:val="bullet"/>
      <w:lvlText w:val="*"/>
      <w:lvlJc w:val="left"/>
      <w:pPr>
        <w:ind w:left="567" w:hanging="283"/>
      </w:pPr>
      <w:rPr>
        <w:rFonts w:ascii="Comic Sans MS" w:hAnsi="Comic Sans M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9" w15:restartNumberingAfterBreak="0">
    <w:nsid w:val="606D0504"/>
    <w:multiLevelType w:val="multilevel"/>
    <w:tmpl w:val="62049E04"/>
    <w:styleLink w:val="Estilo3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40" w15:restartNumberingAfterBreak="0">
    <w:nsid w:val="615964C6"/>
    <w:multiLevelType w:val="multilevel"/>
    <w:tmpl w:val="324257BA"/>
    <w:styleLink w:val="Vaseadems1"/>
    <w:lvl w:ilvl="0">
      <w:start w:val="1"/>
      <w:numFmt w:val="bullet"/>
      <w:lvlText w:val="→"/>
      <w:lvlJc w:val="left"/>
      <w:pPr>
        <w:tabs>
          <w:tab w:val="num" w:pos="284"/>
        </w:tabs>
        <w:ind w:left="284" w:hanging="284"/>
      </w:pPr>
      <w:rPr>
        <w:rFonts w:ascii="Arial" w:hAnsi="Arial" w:cs="Times New Roman" w:hint="default"/>
        <w:color w:val="00895B"/>
        <w:sz w:val="18"/>
        <w:szCs w:val="18"/>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1" w15:restartNumberingAfterBreak="0">
    <w:nsid w:val="61BD6314"/>
    <w:multiLevelType w:val="multilevel"/>
    <w:tmpl w:val="F3546D10"/>
    <w:styleLink w:val="a1a"/>
    <w:lvl w:ilvl="0">
      <w:start w:val="1"/>
      <w:numFmt w:val="lowerLetter"/>
      <w:lvlText w:val="%1)"/>
      <w:lvlJc w:val="left"/>
      <w:pPr>
        <w:tabs>
          <w:tab w:val="num" w:pos="567"/>
        </w:tabs>
        <w:ind w:left="567" w:hanging="283"/>
      </w:pPr>
      <w:rPr>
        <w:rFonts w:ascii="Arial" w:hAnsi="Arial" w:cs="Times New Roman" w:hint="default"/>
        <w:sz w:val="20"/>
      </w:rPr>
    </w:lvl>
    <w:lvl w:ilvl="1">
      <w:start w:val="1"/>
      <w:numFmt w:val="decimal"/>
      <w:lvlText w:val="%2."/>
      <w:lvlJc w:val="left"/>
      <w:pPr>
        <w:tabs>
          <w:tab w:val="num" w:pos="851"/>
        </w:tabs>
        <w:ind w:left="851" w:hanging="284"/>
      </w:pPr>
    </w:lvl>
    <w:lvl w:ilvl="2">
      <w:start w:val="1"/>
      <w:numFmt w:val="lowerLetter"/>
      <w:lvlText w:val="%3."/>
      <w:lvlJc w:val="left"/>
      <w:pPr>
        <w:tabs>
          <w:tab w:val="num" w:pos="1134"/>
        </w:tabs>
        <w:ind w:left="1134" w:hanging="283"/>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2" w15:restartNumberingAfterBreak="0">
    <w:nsid w:val="62970681"/>
    <w:multiLevelType w:val="hybridMultilevel"/>
    <w:tmpl w:val="29A4CB2C"/>
    <w:styleLink w:val="Aa-111"/>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3" w15:restartNumberingAfterBreak="0">
    <w:nsid w:val="63254DC0"/>
    <w:multiLevelType w:val="hybridMultilevel"/>
    <w:tmpl w:val="4E30ECB8"/>
    <w:styleLink w:val="Estilo211"/>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4" w15:restartNumberingAfterBreak="0">
    <w:nsid w:val="63DE0F17"/>
    <w:multiLevelType w:val="multilevel"/>
    <w:tmpl w:val="481E089E"/>
    <w:styleLink w:val="Listaguiones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45" w15:restartNumberingAfterBreak="0">
    <w:nsid w:val="64416D4A"/>
    <w:multiLevelType w:val="multilevel"/>
    <w:tmpl w:val="D13C77F6"/>
    <w:styleLink w:val="A-121"/>
    <w:lvl w:ilvl="0">
      <w:start w:val="1"/>
      <w:numFmt w:val="bullet"/>
      <w:lvlText w:val="-"/>
      <w:lvlJc w:val="left"/>
      <w:pPr>
        <w:tabs>
          <w:tab w:val="num" w:pos="567"/>
        </w:tabs>
        <w:ind w:left="567" w:hanging="283"/>
      </w:pPr>
      <w:rPr>
        <w:rFonts w:ascii="Arial" w:hAnsi="Arial" w:cs="Times New Roman" w:hint="default"/>
        <w:color w:val="000000"/>
      </w:rPr>
    </w:lvl>
    <w:lvl w:ilvl="1">
      <w:start w:val="1"/>
      <w:numFmt w:val="bullet"/>
      <w:lvlText w:val="*"/>
      <w:lvlJc w:val="left"/>
      <w:pPr>
        <w:tabs>
          <w:tab w:val="num" w:pos="851"/>
        </w:tabs>
        <w:ind w:left="851" w:hanging="284"/>
      </w:pPr>
      <w:rPr>
        <w:rFonts w:ascii="Comic Sans MS" w:hAnsi="Comic Sans MS" w:hint="default"/>
      </w:rPr>
    </w:lvl>
    <w:lvl w:ilvl="2">
      <w:start w:val="1"/>
      <w:numFmt w:val="bullet"/>
      <w:lvlText w:val=""/>
      <w:lvlJc w:val="left"/>
      <w:pPr>
        <w:tabs>
          <w:tab w:val="num" w:pos="1134"/>
        </w:tabs>
        <w:ind w:left="1134" w:hanging="283"/>
      </w:pPr>
      <w:rPr>
        <w:rFonts w:ascii="Symbol" w:hAnsi="Symbol" w:hint="default"/>
        <w:color w:val="000000"/>
      </w:rPr>
    </w:lvl>
    <w:lvl w:ilvl="3">
      <w:start w:val="1"/>
      <w:numFmt w:val="bullet"/>
      <w:lvlText w:val="•"/>
      <w:lvlJc w:val="left"/>
      <w:pPr>
        <w:tabs>
          <w:tab w:val="num" w:pos="1418"/>
        </w:tabs>
        <w:ind w:left="1418" w:hanging="284"/>
      </w:pPr>
      <w:rPr>
        <w:rFonts w:ascii="Arial" w:hAnsi="Arial" w:cs="Times New Roman" w:hint="default"/>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46" w15:restartNumberingAfterBreak="0">
    <w:nsid w:val="661325F6"/>
    <w:multiLevelType w:val="multilevel"/>
    <w:tmpl w:val="481E089E"/>
    <w:styleLink w:val="A1-1110"/>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47" w15:restartNumberingAfterBreak="0">
    <w:nsid w:val="66BF0267"/>
    <w:multiLevelType w:val="multilevel"/>
    <w:tmpl w:val="9020949A"/>
    <w:styleLink w:val="a-11110"/>
    <w:lvl w:ilvl="0">
      <w:start w:val="1"/>
      <w:numFmt w:val="lowerLetter"/>
      <w:lvlText w:val="%1)"/>
      <w:lvlJc w:val="left"/>
      <w:pPr>
        <w:ind w:left="567" w:hanging="283"/>
      </w:pPr>
      <w:rPr>
        <w:rFonts w:ascii="HelveticaNeue LT 55 Roman" w:hAnsi="HelveticaNeue LT 55 Roman" w:hint="default"/>
        <w:sz w:val="20"/>
      </w:rPr>
    </w:lvl>
    <w:lvl w:ilvl="1">
      <w:start w:val="1"/>
      <w:numFmt w:val="ordinal"/>
      <w:lvlText w:val="%2"/>
      <w:lvlJc w:val="left"/>
      <w:pPr>
        <w:ind w:left="851" w:hanging="284"/>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8" w15:restartNumberingAfterBreak="0">
    <w:nsid w:val="66DF537A"/>
    <w:multiLevelType w:val="multilevel"/>
    <w:tmpl w:val="7728BC14"/>
    <w:styleLink w:val="A-110"/>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49" w15:restartNumberingAfterBreak="0">
    <w:nsid w:val="670C0BC0"/>
    <w:multiLevelType w:val="multilevel"/>
    <w:tmpl w:val="461E7442"/>
    <w:styleLink w:val="-7"/>
    <w:lvl w:ilvl="0">
      <w:start w:val="1"/>
      <w:numFmt w:val="lowerLetter"/>
      <w:lvlText w:val="%1)"/>
      <w:lvlJc w:val="left"/>
      <w:pPr>
        <w:tabs>
          <w:tab w:val="num" w:pos="567"/>
        </w:tabs>
        <w:ind w:left="567" w:hanging="283"/>
      </w:pPr>
      <w:rPr>
        <w:rFonts w:ascii="HelveticaNeue LT 55 Roman" w:hAnsi="HelveticaNeue LT 55 Roman" w:hint="default"/>
      </w:rPr>
    </w:lvl>
    <w:lvl w:ilvl="1">
      <w:start w:val="1"/>
      <w:numFmt w:val="bullet"/>
      <w:lvlText w:val="-"/>
      <w:lvlJc w:val="left"/>
      <w:pPr>
        <w:tabs>
          <w:tab w:val="num" w:pos="851"/>
        </w:tabs>
        <w:ind w:left="851" w:hanging="284"/>
      </w:pPr>
      <w:rPr>
        <w:rFonts w:ascii="Arial" w:hAnsi="Arial" w:cs="Times New Roman"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0" w15:restartNumberingAfterBreak="0">
    <w:nsid w:val="672A7AED"/>
    <w:multiLevelType w:val="hybridMultilevel"/>
    <w:tmpl w:val="CE08A686"/>
    <w:styleLink w:val="Letrasa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1" w15:restartNumberingAfterBreak="0">
    <w:nsid w:val="67660C5B"/>
    <w:multiLevelType w:val="multilevel"/>
    <w:tmpl w:val="D13C77F6"/>
    <w:styleLink w:val="aListaletrassin12"/>
    <w:lvl w:ilvl="0">
      <w:start w:val="1"/>
      <w:numFmt w:val="bullet"/>
      <w:lvlText w:val="-"/>
      <w:lvlJc w:val="left"/>
      <w:pPr>
        <w:tabs>
          <w:tab w:val="num" w:pos="567"/>
        </w:tabs>
        <w:ind w:left="567" w:hanging="283"/>
      </w:pPr>
      <w:rPr>
        <w:rFonts w:ascii="Arial" w:hAnsi="Arial" w:cs="Times New Roman" w:hint="default"/>
        <w:color w:val="000000"/>
      </w:rPr>
    </w:lvl>
    <w:lvl w:ilvl="1">
      <w:start w:val="1"/>
      <w:numFmt w:val="bullet"/>
      <w:lvlText w:val="*"/>
      <w:lvlJc w:val="left"/>
      <w:pPr>
        <w:tabs>
          <w:tab w:val="num" w:pos="851"/>
        </w:tabs>
        <w:ind w:left="851" w:hanging="284"/>
      </w:pPr>
      <w:rPr>
        <w:rFonts w:ascii="Comic Sans MS" w:hAnsi="Comic Sans MS" w:hint="default"/>
      </w:rPr>
    </w:lvl>
    <w:lvl w:ilvl="2">
      <w:start w:val="1"/>
      <w:numFmt w:val="bullet"/>
      <w:lvlText w:val=""/>
      <w:lvlJc w:val="left"/>
      <w:pPr>
        <w:tabs>
          <w:tab w:val="num" w:pos="1134"/>
        </w:tabs>
        <w:ind w:left="1134" w:hanging="283"/>
      </w:pPr>
      <w:rPr>
        <w:rFonts w:ascii="Symbol" w:hAnsi="Symbol" w:hint="default"/>
        <w:color w:val="000000"/>
      </w:rPr>
    </w:lvl>
    <w:lvl w:ilvl="3">
      <w:start w:val="1"/>
      <w:numFmt w:val="bullet"/>
      <w:lvlText w:val="•"/>
      <w:lvlJc w:val="left"/>
      <w:pPr>
        <w:tabs>
          <w:tab w:val="num" w:pos="1418"/>
        </w:tabs>
        <w:ind w:left="1418" w:hanging="284"/>
      </w:pPr>
      <w:rPr>
        <w:rFonts w:ascii="Arial" w:hAnsi="Arial" w:cs="Times New Roman" w:hint="default"/>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52" w15:restartNumberingAfterBreak="0">
    <w:nsid w:val="67F278E0"/>
    <w:multiLevelType w:val="multilevel"/>
    <w:tmpl w:val="AE48AEEC"/>
    <w:styleLink w:val="aI1"/>
    <w:lvl w:ilvl="0">
      <w:start w:val="1"/>
      <w:numFmt w:val="lowerLetter"/>
      <w:lvlText w:val="%1)"/>
      <w:lvlJc w:val="left"/>
      <w:pPr>
        <w:tabs>
          <w:tab w:val="num" w:pos="567"/>
        </w:tabs>
        <w:ind w:left="567" w:hanging="283"/>
      </w:pPr>
      <w:rPr>
        <w:rFonts w:ascii="Arial" w:hAnsi="Arial" w:cs="Times New Roman" w:hint="default"/>
        <w:sz w:val="20"/>
      </w:rPr>
    </w:lvl>
    <w:lvl w:ilvl="1">
      <w:start w:val="1"/>
      <w:numFmt w:val="upperRoman"/>
      <w:lvlText w:val="%2)"/>
      <w:lvlJc w:val="left"/>
      <w:pPr>
        <w:tabs>
          <w:tab w:val="num" w:pos="964"/>
        </w:tabs>
        <w:ind w:left="964" w:hanging="397"/>
      </w:pPr>
    </w:lvl>
    <w:lvl w:ilvl="2">
      <w:start w:val="1"/>
      <w:numFmt w:val="none"/>
      <w:lvlText w:val="%3"/>
      <w:lvlJc w:val="left"/>
      <w:pPr>
        <w:tabs>
          <w:tab w:val="num" w:pos="1080"/>
        </w:tabs>
        <w:ind w:left="1080" w:hanging="360"/>
      </w:p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53" w15:restartNumberingAfterBreak="0">
    <w:nsid w:val="687053F3"/>
    <w:multiLevelType w:val="multilevel"/>
    <w:tmpl w:val="D71495DC"/>
    <w:styleLink w:val="aListaletrassin2"/>
    <w:lvl w:ilvl="0">
      <w:start w:val="1"/>
      <w:numFmt w:val="lowerLetter"/>
      <w:lvlText w:val="%1)"/>
      <w:lvlJc w:val="left"/>
      <w:pPr>
        <w:tabs>
          <w:tab w:val="num" w:pos="284"/>
        </w:tabs>
        <w:ind w:left="284" w:hanging="284"/>
      </w:pPr>
      <w:rPr>
        <w:rFonts w:ascii="HelveticaNeue LT 55 Roman" w:hAnsi="HelveticaNeue LT 55 Roman"/>
      </w:rPr>
    </w:lvl>
    <w:lvl w:ilvl="1">
      <w:start w:val="1"/>
      <w:numFmt w:val="bullet"/>
      <w:lvlText w:val="-"/>
      <w:lvlJc w:val="left"/>
      <w:pPr>
        <w:tabs>
          <w:tab w:val="num" w:pos="567"/>
        </w:tabs>
        <w:ind w:left="567" w:hanging="283"/>
      </w:pPr>
      <w:rPr>
        <w:rFonts w:ascii="Arial" w:hAnsi="Arial" w:cs="Times New Roman"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4" w15:restartNumberingAfterBreak="0">
    <w:nsid w:val="687C346B"/>
    <w:multiLevelType w:val="hybridMultilevel"/>
    <w:tmpl w:val="7C3C9980"/>
    <w:styleLink w:val="A-1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5" w15:restartNumberingAfterBreak="0">
    <w:nsid w:val="697870A4"/>
    <w:multiLevelType w:val="multilevel"/>
    <w:tmpl w:val="62049E04"/>
    <w:styleLink w:val="A-20"/>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56" w15:restartNumberingAfterBreak="0">
    <w:nsid w:val="6B41681D"/>
    <w:multiLevelType w:val="hybridMultilevel"/>
    <w:tmpl w:val="6D98C0AE"/>
    <w:styleLink w:val="Listaguiones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7" w15:restartNumberingAfterBreak="0">
    <w:nsid w:val="6C537627"/>
    <w:multiLevelType w:val="multilevel"/>
    <w:tmpl w:val="FEB042BA"/>
    <w:styleLink w:val="aI11"/>
    <w:lvl w:ilvl="0">
      <w:start w:val="1"/>
      <w:numFmt w:val="lowerLetter"/>
      <w:lvlText w:val="%1)"/>
      <w:lvlJc w:val="left"/>
      <w:pPr>
        <w:tabs>
          <w:tab w:val="num" w:pos="284"/>
        </w:tabs>
        <w:ind w:left="284" w:hanging="284"/>
      </w:pPr>
    </w:lvl>
    <w:lvl w:ilvl="1">
      <w:start w:val="1"/>
      <w:numFmt w:val="bullet"/>
      <w:lvlText w:val="-"/>
      <w:lvlJc w:val="left"/>
      <w:pPr>
        <w:tabs>
          <w:tab w:val="num" w:pos="567"/>
        </w:tabs>
        <w:ind w:left="567" w:hanging="283"/>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58" w15:restartNumberingAfterBreak="0">
    <w:nsid w:val="6CCC29FB"/>
    <w:multiLevelType w:val="multilevel"/>
    <w:tmpl w:val="D13C77F6"/>
    <w:numStyleLink w:val="aListaletrassin12"/>
  </w:abstractNum>
  <w:abstractNum w:abstractNumId="159" w15:restartNumberingAfterBreak="0">
    <w:nsid w:val="6CFA07B2"/>
    <w:multiLevelType w:val="multilevel"/>
    <w:tmpl w:val="CE08A686"/>
    <w:numStyleLink w:val="Letrasa1"/>
  </w:abstractNum>
  <w:abstractNum w:abstractNumId="160" w15:restartNumberingAfterBreak="0">
    <w:nsid w:val="6D437A0D"/>
    <w:multiLevelType w:val="multilevel"/>
    <w:tmpl w:val="1DB02A3C"/>
    <w:styleLink w:val="1a1"/>
    <w:lvl w:ilvl="0">
      <w:start w:val="1"/>
      <w:numFmt w:val="decimal"/>
      <w:lvlText w:val="%1.-"/>
      <w:lvlJc w:val="left"/>
      <w:pPr>
        <w:tabs>
          <w:tab w:val="num" w:pos="567"/>
        </w:tabs>
        <w:ind w:left="567" w:hanging="283"/>
      </w:pPr>
    </w:lvl>
    <w:lvl w:ilvl="1">
      <w:start w:val="1"/>
      <w:numFmt w:val="bullet"/>
      <w:lvlText w:val="•"/>
      <w:lvlJc w:val="left"/>
      <w:pPr>
        <w:tabs>
          <w:tab w:val="num" w:pos="851"/>
        </w:tabs>
        <w:ind w:left="851" w:hanging="284"/>
      </w:pPr>
      <w:rPr>
        <w:rFonts w:ascii="Times New Roman" w:hAnsi="Times New Roman" w:cs="Times New Roman" w:hint="default"/>
      </w:rPr>
    </w:lvl>
    <w:lvl w:ilvl="2">
      <w:start w:val="1"/>
      <w:numFmt w:val="lowerLetter"/>
      <w:lvlText w:val="%3)"/>
      <w:lvlJc w:val="left"/>
      <w:pPr>
        <w:tabs>
          <w:tab w:val="num" w:pos="1134"/>
        </w:tabs>
        <w:ind w:left="1134" w:hanging="283"/>
      </w:p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61" w15:restartNumberingAfterBreak="0">
    <w:nsid w:val="6DA46B43"/>
    <w:multiLevelType w:val="multilevel"/>
    <w:tmpl w:val="481E089E"/>
    <w:styleLink w:val="EstiloNumeradoIzquierda0cmSangrafrancesa05cm1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62" w15:restartNumberingAfterBreak="0">
    <w:nsid w:val="6EF92244"/>
    <w:multiLevelType w:val="multilevel"/>
    <w:tmpl w:val="481E089E"/>
    <w:numStyleLink w:val="1-1"/>
  </w:abstractNum>
  <w:abstractNum w:abstractNumId="163" w15:restartNumberingAfterBreak="0">
    <w:nsid w:val="704308BD"/>
    <w:multiLevelType w:val="multilevel"/>
    <w:tmpl w:val="481E089E"/>
    <w:styleLink w:val="aa1-1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64" w15:restartNumberingAfterBreak="0">
    <w:nsid w:val="71EC3BD5"/>
    <w:multiLevelType w:val="multilevel"/>
    <w:tmpl w:val="CE08A686"/>
    <w:numStyleLink w:val="Letrasa1"/>
  </w:abstractNum>
  <w:abstractNum w:abstractNumId="165" w15:restartNumberingAfterBreak="0">
    <w:nsid w:val="721A0E78"/>
    <w:multiLevelType w:val="multilevel"/>
    <w:tmpl w:val="DEB435B4"/>
    <w:styleLink w:val="1a-111"/>
    <w:lvl w:ilvl="0">
      <w:start w:val="1"/>
      <w:numFmt w:val="decimal"/>
      <w:lvlText w:val="%1."/>
      <w:lvlJc w:val="left"/>
      <w:pPr>
        <w:tabs>
          <w:tab w:val="num" w:pos="567"/>
        </w:tabs>
        <w:ind w:left="567" w:hanging="283"/>
      </w:pPr>
    </w:lvl>
    <w:lvl w:ilvl="1">
      <w:start w:val="1"/>
      <w:numFmt w:val="bullet"/>
      <w:lvlText w:val="-"/>
      <w:lvlJc w:val="left"/>
      <w:pPr>
        <w:tabs>
          <w:tab w:val="num" w:pos="851"/>
        </w:tabs>
        <w:ind w:left="851" w:hanging="284"/>
      </w:pPr>
      <w:rPr>
        <w:rFonts w:ascii="Arial" w:hAnsi="Arial" w:cs="Times New Roman" w:hint="default"/>
        <w:color w:val="000000"/>
      </w:rPr>
    </w:lvl>
    <w:lvl w:ilvl="2">
      <w:start w:val="1"/>
      <w:numFmt w:val="bullet"/>
      <w:lvlText w:val=""/>
      <w:lvlJc w:val="left"/>
      <w:pPr>
        <w:tabs>
          <w:tab w:val="num" w:pos="1134"/>
        </w:tabs>
        <w:ind w:left="1134" w:hanging="283"/>
      </w:pPr>
      <w:rPr>
        <w:rFonts w:ascii="Symbol" w:hAnsi="Symbol" w:hint="default"/>
        <w:color w:val="000000"/>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284"/>
        </w:tabs>
        <w:ind w:left="284" w:hanging="284"/>
      </w:pPr>
    </w:lvl>
  </w:abstractNum>
  <w:abstractNum w:abstractNumId="166" w15:restartNumberingAfterBreak="0">
    <w:nsid w:val="725B5036"/>
    <w:multiLevelType w:val="singleLevel"/>
    <w:tmpl w:val="1228C418"/>
    <w:lvl w:ilvl="0">
      <w:start w:val="1"/>
      <w:numFmt w:val="bullet"/>
      <w:pStyle w:val="Vieta1"/>
      <w:lvlText w:val=""/>
      <w:lvlJc w:val="left"/>
      <w:pPr>
        <w:tabs>
          <w:tab w:val="num" w:pos="927"/>
        </w:tabs>
        <w:ind w:left="284" w:firstLine="283"/>
      </w:pPr>
      <w:rPr>
        <w:rFonts w:ascii="Wingdings" w:hAnsi="Wingdings" w:hint="default"/>
      </w:rPr>
    </w:lvl>
  </w:abstractNum>
  <w:abstractNum w:abstractNumId="167" w15:restartNumberingAfterBreak="0">
    <w:nsid w:val="72B13B54"/>
    <w:multiLevelType w:val="singleLevel"/>
    <w:tmpl w:val="365CC9F6"/>
    <w:lvl w:ilvl="0">
      <w:start w:val="1"/>
      <w:numFmt w:val="lowerLetter"/>
      <w:pStyle w:val="Apartado3"/>
      <w:lvlText w:val="%1)"/>
      <w:lvlJc w:val="left"/>
      <w:pPr>
        <w:tabs>
          <w:tab w:val="num" w:pos="1069"/>
        </w:tabs>
        <w:ind w:left="0" w:firstLine="709"/>
      </w:pPr>
    </w:lvl>
  </w:abstractNum>
  <w:abstractNum w:abstractNumId="168" w15:restartNumberingAfterBreak="0">
    <w:nsid w:val="746922D0"/>
    <w:multiLevelType w:val="multilevel"/>
    <w:tmpl w:val="62049E04"/>
    <w:styleLink w:val="aa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69" w15:restartNumberingAfterBreak="0">
    <w:nsid w:val="74DA2CB1"/>
    <w:multiLevelType w:val="multilevel"/>
    <w:tmpl w:val="481E089E"/>
    <w:styleLink w:val="EstiloEsquemanumeradoIzquierda0cmSangrafrancesa05cm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70" w15:restartNumberingAfterBreak="0">
    <w:nsid w:val="74F4015A"/>
    <w:multiLevelType w:val="multilevel"/>
    <w:tmpl w:val="7728BC14"/>
    <w:styleLink w:val="aa1-10"/>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71" w15:restartNumberingAfterBreak="0">
    <w:nsid w:val="74F40960"/>
    <w:multiLevelType w:val="multilevel"/>
    <w:tmpl w:val="E9D8BEA4"/>
    <w:numStyleLink w:val="Estilo31"/>
  </w:abstractNum>
  <w:abstractNum w:abstractNumId="172" w15:restartNumberingAfterBreak="0">
    <w:nsid w:val="758F323E"/>
    <w:multiLevelType w:val="multilevel"/>
    <w:tmpl w:val="9CD8B652"/>
    <w:styleLink w:val="Esquemaletrasa111"/>
    <w:lvl w:ilvl="0">
      <w:start w:val="1"/>
      <w:numFmt w:val="lowerLetter"/>
      <w:lvlText w:val="%1)"/>
      <w:lvlJc w:val="left"/>
      <w:pPr>
        <w:tabs>
          <w:tab w:val="num" w:pos="284"/>
        </w:tabs>
        <w:ind w:left="284" w:hanging="284"/>
      </w:pPr>
      <w:rPr>
        <w:rFonts w:ascii="HelveticaNeue LT 55 Roman" w:hAnsi="HelveticaNeue LT 55 Roman" w:hint="default"/>
        <w:sz w:val="20"/>
      </w:rPr>
    </w:lvl>
    <w:lvl w:ilvl="1">
      <w:start w:val="1"/>
      <w:numFmt w:val="ordinal"/>
      <w:lvlText w:val="%2"/>
      <w:lvlJc w:val="left"/>
      <w:pPr>
        <w:tabs>
          <w:tab w:val="num" w:pos="567"/>
        </w:tabs>
        <w:ind w:left="567" w:hanging="283"/>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3" w15:restartNumberingAfterBreak="0">
    <w:nsid w:val="75CE2A00"/>
    <w:multiLevelType w:val="multilevel"/>
    <w:tmpl w:val="0430EC9A"/>
    <w:styleLink w:val="a1-3"/>
    <w:lvl w:ilvl="0">
      <w:start w:val="1"/>
      <w:numFmt w:val="decimal"/>
      <w:lvlText w:val="%1."/>
      <w:lvlJc w:val="left"/>
      <w:pPr>
        <w:ind w:left="284" w:hanging="284"/>
      </w:pPr>
    </w:lvl>
    <w:lvl w:ilvl="1">
      <w:start w:val="1"/>
      <w:numFmt w:val="decimal"/>
      <w:lvlText w:val="%1.%2."/>
      <w:lvlJc w:val="left"/>
      <w:pPr>
        <w:ind w:left="964" w:hanging="680"/>
      </w:pPr>
    </w:lvl>
    <w:lvl w:ilvl="2">
      <w:start w:val="1"/>
      <w:numFmt w:val="decimal"/>
      <w:lvlText w:val="%3.%2"/>
      <w:lvlJc w:val="left"/>
      <w:pPr>
        <w:ind w:left="1531" w:hanging="567"/>
      </w:pPr>
    </w:lvl>
    <w:lvl w:ilvl="3">
      <w:start w:val="1"/>
      <w:numFmt w:val="none"/>
      <w:lvlText w:val=""/>
      <w:lvlJc w:val="left"/>
      <w:pPr>
        <w:ind w:left="1728" w:hanging="648"/>
      </w:pPr>
    </w:lvl>
    <w:lvl w:ilvl="4">
      <w:start w:val="1"/>
      <w:numFmt w:val="none"/>
      <w:lvlText w:val=""/>
      <w:lvlJc w:val="left"/>
      <w:pPr>
        <w:ind w:left="2232" w:hanging="792"/>
      </w:pPr>
    </w:lvl>
    <w:lvl w:ilvl="5">
      <w:start w:val="1"/>
      <w:numFmt w:val="none"/>
      <w:lvlText w:val=""/>
      <w:lvlJc w:val="left"/>
      <w:pPr>
        <w:ind w:left="2736" w:hanging="936"/>
      </w:pPr>
    </w:lvl>
    <w:lvl w:ilvl="6">
      <w:start w:val="1"/>
      <w:numFmt w:val="none"/>
      <w:lvlText w:val=""/>
      <w:lvlJc w:val="left"/>
      <w:pPr>
        <w:ind w:left="3240" w:hanging="1080"/>
      </w:pPr>
    </w:lvl>
    <w:lvl w:ilvl="7">
      <w:start w:val="1"/>
      <w:numFmt w:val="none"/>
      <w:lvlText w:val=""/>
      <w:lvlJc w:val="left"/>
      <w:pPr>
        <w:ind w:left="3744" w:hanging="1224"/>
      </w:pPr>
    </w:lvl>
    <w:lvl w:ilvl="8">
      <w:start w:val="1"/>
      <w:numFmt w:val="none"/>
      <w:lvlText w:val=""/>
      <w:lvlJc w:val="left"/>
      <w:pPr>
        <w:ind w:left="4320" w:hanging="1440"/>
      </w:pPr>
    </w:lvl>
  </w:abstractNum>
  <w:abstractNum w:abstractNumId="174" w15:restartNumberingAfterBreak="0">
    <w:nsid w:val="762F3C78"/>
    <w:multiLevelType w:val="multilevel"/>
    <w:tmpl w:val="481E089E"/>
    <w:styleLink w:val="A-"/>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75" w15:restartNumberingAfterBreak="0">
    <w:nsid w:val="779735AF"/>
    <w:multiLevelType w:val="multilevel"/>
    <w:tmpl w:val="D354BC9A"/>
    <w:styleLink w:val="-112"/>
    <w:lvl w:ilvl="0">
      <w:start w:val="1"/>
      <w:numFmt w:val="decimal"/>
      <w:lvlText w:val="%1."/>
      <w:lvlJc w:val="left"/>
      <w:pPr>
        <w:tabs>
          <w:tab w:val="num" w:pos="567"/>
        </w:tabs>
        <w:ind w:left="567" w:hanging="283"/>
      </w:pPr>
    </w:lvl>
    <w:lvl w:ilvl="1">
      <w:start w:val="1"/>
      <w:numFmt w:val="lowerLetter"/>
      <w:lvlText w:val="%2)"/>
      <w:lvlJc w:val="left"/>
      <w:pPr>
        <w:tabs>
          <w:tab w:val="num" w:pos="851"/>
        </w:tabs>
        <w:ind w:left="851" w:hanging="284"/>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6" w15:restartNumberingAfterBreak="0">
    <w:nsid w:val="77C75577"/>
    <w:multiLevelType w:val="multilevel"/>
    <w:tmpl w:val="481E089E"/>
    <w:styleLink w:val="a-0"/>
    <w:lvl w:ilvl="0">
      <w:start w:val="1"/>
      <w:numFmt w:val="lowerLetter"/>
      <w:lvlText w:val="%1)"/>
      <w:lvlJc w:val="left"/>
      <w:pPr>
        <w:tabs>
          <w:tab w:val="num" w:pos="567"/>
        </w:tabs>
        <w:ind w:left="567" w:hanging="283"/>
      </w:pPr>
      <w:rPr>
        <w:rFonts w:ascii="Arial" w:hAnsi="Arial" w:hint="default"/>
      </w:rPr>
    </w:lvl>
    <w:lvl w:ilvl="1">
      <w:start w:val="1"/>
      <w:numFmt w:val="bullet"/>
      <w:lvlText w:val="–"/>
      <w:lvlJc w:val="left"/>
      <w:pPr>
        <w:tabs>
          <w:tab w:val="num" w:pos="907"/>
        </w:tabs>
        <w:ind w:left="907" w:hanging="340"/>
      </w:pPr>
      <w:rPr>
        <w:rFonts w:ascii="Arial" w:hAnsi="Arial" w:hint="default"/>
      </w:rPr>
    </w:lvl>
    <w:lvl w:ilvl="2">
      <w:start w:val="1"/>
      <w:numFmt w:val="bullet"/>
      <w:lvlText w:val="•"/>
      <w:lvlJc w:val="left"/>
      <w:pPr>
        <w:tabs>
          <w:tab w:val="num" w:pos="1134"/>
        </w:tabs>
        <w:ind w:left="1134" w:hanging="227"/>
      </w:pPr>
      <w:rPr>
        <w:rFonts w:ascii="Arial" w:hAnsi="Arial"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177" w15:restartNumberingAfterBreak="0">
    <w:nsid w:val="782C78AC"/>
    <w:multiLevelType w:val="multilevel"/>
    <w:tmpl w:val="CE08A686"/>
    <w:numStyleLink w:val="Letrasa1"/>
  </w:abstractNum>
  <w:abstractNum w:abstractNumId="178" w15:restartNumberingAfterBreak="0">
    <w:nsid w:val="784371B7"/>
    <w:multiLevelType w:val="multilevel"/>
    <w:tmpl w:val="481E089E"/>
    <w:styleLink w:val="A-1120"/>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79" w15:restartNumberingAfterBreak="0">
    <w:nsid w:val="78D85A04"/>
    <w:multiLevelType w:val="hybridMultilevel"/>
    <w:tmpl w:val="F5EC0B3C"/>
    <w:styleLink w:val="a111-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0" w15:restartNumberingAfterBreak="0">
    <w:nsid w:val="795D26FC"/>
    <w:multiLevelType w:val="hybridMultilevel"/>
    <w:tmpl w:val="25744FF2"/>
    <w:styleLink w:val="a111111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1" w15:restartNumberingAfterBreak="0">
    <w:nsid w:val="7A17224F"/>
    <w:multiLevelType w:val="multilevel"/>
    <w:tmpl w:val="DEB435B4"/>
    <w:styleLink w:val="Ia-111"/>
    <w:lvl w:ilvl="0">
      <w:start w:val="1"/>
      <w:numFmt w:val="decimal"/>
      <w:lvlText w:val="%1."/>
      <w:lvlJc w:val="left"/>
      <w:pPr>
        <w:tabs>
          <w:tab w:val="num" w:pos="567"/>
        </w:tabs>
        <w:ind w:left="567" w:hanging="283"/>
      </w:pPr>
    </w:lvl>
    <w:lvl w:ilvl="1">
      <w:start w:val="1"/>
      <w:numFmt w:val="bullet"/>
      <w:lvlText w:val="-"/>
      <w:lvlJc w:val="left"/>
      <w:pPr>
        <w:tabs>
          <w:tab w:val="num" w:pos="851"/>
        </w:tabs>
        <w:ind w:left="851" w:hanging="284"/>
      </w:pPr>
      <w:rPr>
        <w:rFonts w:ascii="Arial" w:hAnsi="Arial" w:cs="Times New Roman" w:hint="default"/>
        <w:color w:val="000000"/>
      </w:rPr>
    </w:lvl>
    <w:lvl w:ilvl="2">
      <w:start w:val="1"/>
      <w:numFmt w:val="bullet"/>
      <w:lvlText w:val=""/>
      <w:lvlJc w:val="left"/>
      <w:pPr>
        <w:tabs>
          <w:tab w:val="num" w:pos="1134"/>
        </w:tabs>
        <w:ind w:left="1134" w:hanging="283"/>
      </w:pPr>
      <w:rPr>
        <w:rFonts w:ascii="Symbol" w:hAnsi="Symbol" w:hint="default"/>
        <w:color w:val="000000"/>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284"/>
        </w:tabs>
        <w:ind w:left="284" w:hanging="284"/>
      </w:pPr>
    </w:lvl>
  </w:abstractNum>
  <w:abstractNum w:abstractNumId="182" w15:restartNumberingAfterBreak="0">
    <w:nsid w:val="7DEB67A7"/>
    <w:multiLevelType w:val="multilevel"/>
    <w:tmpl w:val="481E089E"/>
    <w:styleLink w:val="AA1-110"/>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83" w15:restartNumberingAfterBreak="0">
    <w:nsid w:val="7DED464B"/>
    <w:multiLevelType w:val="multilevel"/>
    <w:tmpl w:val="481E089E"/>
    <w:styleLink w:val="Listanmerosyletras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84" w15:restartNumberingAfterBreak="0">
    <w:nsid w:val="7E206E08"/>
    <w:multiLevelType w:val="multilevel"/>
    <w:tmpl w:val="7A603DCA"/>
    <w:styleLink w:val="1-110"/>
    <w:lvl w:ilvl="0">
      <w:start w:val="1"/>
      <w:numFmt w:val="decimal"/>
      <w:lvlText w:val="%1º"/>
      <w:lvlJc w:val="left"/>
      <w:pPr>
        <w:tabs>
          <w:tab w:val="num" w:pos="624"/>
        </w:tabs>
        <w:ind w:left="624" w:hanging="340"/>
      </w:pPr>
      <w:rPr>
        <w:rFonts w:ascii="Arial" w:hAnsi="Arial" w:cs="Times New Roman" w:hint="default"/>
        <w:sz w:val="20"/>
      </w:rPr>
    </w:lvl>
    <w:lvl w:ilvl="1">
      <w:start w:val="1"/>
      <w:numFmt w:val="bullet"/>
      <w:lvlText w:val="-"/>
      <w:lvlJc w:val="left"/>
      <w:pPr>
        <w:tabs>
          <w:tab w:val="num" w:pos="851"/>
        </w:tabs>
        <w:ind w:left="851" w:hanging="227"/>
      </w:pPr>
      <w:rPr>
        <w:rFonts w:ascii="Arial" w:hAnsi="Arial" w:cs="Times New Roman" w:hint="default"/>
        <w:color w:val="000000"/>
      </w:rPr>
    </w:lvl>
    <w:lvl w:ilvl="2">
      <w:start w:val="1"/>
      <w:numFmt w:val="none"/>
      <w:lvlText w:val=""/>
      <w:lvlJc w:val="right"/>
      <w:pPr>
        <w:tabs>
          <w:tab w:val="num" w:pos="1876"/>
        </w:tabs>
        <w:ind w:left="1876" w:hanging="180"/>
      </w:pPr>
    </w:lvl>
    <w:lvl w:ilvl="3">
      <w:start w:val="1"/>
      <w:numFmt w:val="none"/>
      <w:lvlText w:val=""/>
      <w:lvlJc w:val="left"/>
      <w:pPr>
        <w:tabs>
          <w:tab w:val="num" w:pos="2596"/>
        </w:tabs>
        <w:ind w:left="2596" w:hanging="360"/>
      </w:pPr>
    </w:lvl>
    <w:lvl w:ilvl="4">
      <w:start w:val="1"/>
      <w:numFmt w:val="none"/>
      <w:lvlText w:val=""/>
      <w:lvlJc w:val="left"/>
      <w:pPr>
        <w:tabs>
          <w:tab w:val="num" w:pos="3316"/>
        </w:tabs>
        <w:ind w:left="3316" w:hanging="360"/>
      </w:pPr>
    </w:lvl>
    <w:lvl w:ilvl="5">
      <w:start w:val="1"/>
      <w:numFmt w:val="none"/>
      <w:lvlText w:val=""/>
      <w:lvlJc w:val="right"/>
      <w:pPr>
        <w:tabs>
          <w:tab w:val="num" w:pos="4036"/>
        </w:tabs>
        <w:ind w:left="4036" w:hanging="180"/>
      </w:pPr>
    </w:lvl>
    <w:lvl w:ilvl="6">
      <w:start w:val="1"/>
      <w:numFmt w:val="none"/>
      <w:lvlText w:val=""/>
      <w:lvlJc w:val="left"/>
      <w:pPr>
        <w:tabs>
          <w:tab w:val="num" w:pos="4756"/>
        </w:tabs>
        <w:ind w:left="4756" w:hanging="360"/>
      </w:pPr>
    </w:lvl>
    <w:lvl w:ilvl="7">
      <w:start w:val="1"/>
      <w:numFmt w:val="none"/>
      <w:lvlText w:val=""/>
      <w:lvlJc w:val="left"/>
      <w:pPr>
        <w:tabs>
          <w:tab w:val="num" w:pos="5476"/>
        </w:tabs>
        <w:ind w:left="5476" w:hanging="360"/>
      </w:pPr>
    </w:lvl>
    <w:lvl w:ilvl="8">
      <w:start w:val="1"/>
      <w:numFmt w:val="none"/>
      <w:lvlText w:val=""/>
      <w:lvlJc w:val="right"/>
      <w:pPr>
        <w:tabs>
          <w:tab w:val="num" w:pos="6196"/>
        </w:tabs>
        <w:ind w:left="6196" w:hanging="180"/>
      </w:pPr>
    </w:lvl>
  </w:abstractNum>
  <w:abstractNum w:abstractNumId="185" w15:restartNumberingAfterBreak="0">
    <w:nsid w:val="7F437949"/>
    <w:multiLevelType w:val="hybridMultilevel"/>
    <w:tmpl w:val="6BB227C0"/>
    <w:styleLink w:val="Vaseadems1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6" w15:restartNumberingAfterBreak="0">
    <w:nsid w:val="7FC90F01"/>
    <w:multiLevelType w:val="hybridMultilevel"/>
    <w:tmpl w:val="66C64F48"/>
    <w:styleLink w:val="Vaseadems1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num w:numId="1">
    <w:abstractNumId w:val="72"/>
  </w:num>
  <w:num w:numId="2">
    <w:abstractNumId w:val="166"/>
  </w:num>
  <w:num w:numId="3">
    <w:abstractNumId w:val="167"/>
  </w:num>
  <w:num w:numId="4">
    <w:abstractNumId w:val="176"/>
  </w:num>
  <w:num w:numId="5">
    <w:abstractNumId w:val="46"/>
  </w:num>
  <w:num w:numId="6">
    <w:abstractNumId w:val="41"/>
  </w:num>
  <w:num w:numId="7">
    <w:abstractNumId w:val="83"/>
  </w:num>
  <w:num w:numId="8">
    <w:abstractNumId w:val="23"/>
  </w:num>
  <w:num w:numId="9">
    <w:abstractNumId w:val="63"/>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7"/>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1"/>
    <w:lvlOverride w:ilvl="0">
      <w:startOverride w:val="1"/>
    </w:lvlOverride>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3">
    <w:abstractNumId w:val="164"/>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7"/>
  </w:num>
  <w:num w:numId="18">
    <w:abstractNumId w:val="5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9"/>
  </w:num>
  <w:num w:numId="20">
    <w:abstractNumId w:val="139"/>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6"/>
  </w:num>
  <w:num w:numId="24">
    <w:abstractNumId w:val="126"/>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num>
  <w:num w:numId="26">
    <w:abstractNumId w:val="36"/>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7"/>
  </w:num>
  <w:num w:numId="28">
    <w:abstractNumId w:val="47"/>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2"/>
  </w:num>
  <w:num w:numId="30">
    <w:abstractNumId w:val="112"/>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5"/>
  </w:num>
  <w:num w:numId="32">
    <w:abstractNumId w:val="155"/>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26"/>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6"/>
  </w:num>
  <w:num w:numId="36">
    <w:abstractNumId w:val="106"/>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3"/>
  </w:num>
  <w:num w:numId="38">
    <w:abstractNumId w:val="53"/>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8"/>
  </w:num>
  <w:num w:numId="40">
    <w:abstractNumId w:val="168"/>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3"/>
  </w:num>
  <w:num w:numId="42">
    <w:abstractNumId w:val="113"/>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27"/>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9"/>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0"/>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6"/>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0"/>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7"/>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0"/>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0"/>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4"/>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00"/>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04"/>
    <w:lvlOverride w:ilvl="0">
      <w:startOverride w:val="1"/>
    </w:lvlOverride>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55">
    <w:abstractNumId w:val="15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7"/>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 w:numId="60">
    <w:abstractNumId w:val="1"/>
  </w:num>
  <w:num w:numId="61">
    <w:abstractNumId w:val="3"/>
  </w:num>
  <w:num w:numId="62">
    <w:abstractNumId w:val="4"/>
  </w:num>
  <w:num w:numId="63">
    <w:abstractNumId w:val="5"/>
  </w:num>
  <w:num w:numId="64">
    <w:abstractNumId w:val="7"/>
  </w:num>
  <w:num w:numId="65">
    <w:abstractNumId w:val="8"/>
  </w:num>
  <w:num w:numId="66">
    <w:abstractNumId w:val="9"/>
  </w:num>
  <w:num w:numId="67">
    <w:abstractNumId w:val="10"/>
  </w:num>
  <w:num w:numId="68">
    <w:abstractNumId w:val="11"/>
  </w:num>
  <w:num w:numId="69">
    <w:abstractNumId w:val="12"/>
  </w:num>
  <w:num w:numId="70">
    <w:abstractNumId w:val="13"/>
  </w:num>
  <w:num w:numId="71">
    <w:abstractNumId w:val="14"/>
  </w:num>
  <w:num w:numId="72">
    <w:abstractNumId w:val="15"/>
  </w:num>
  <w:num w:numId="73">
    <w:abstractNumId w:val="16"/>
  </w:num>
  <w:num w:numId="74">
    <w:abstractNumId w:val="17"/>
  </w:num>
  <w:num w:numId="75">
    <w:abstractNumId w:val="18"/>
  </w:num>
  <w:num w:numId="76">
    <w:abstractNumId w:val="19"/>
  </w:num>
  <w:num w:numId="77">
    <w:abstractNumId w:val="20"/>
  </w:num>
  <w:num w:numId="78">
    <w:abstractNumId w:val="21"/>
  </w:num>
  <w:num w:numId="79">
    <w:abstractNumId w:val="22"/>
  </w:num>
  <w:num w:numId="80">
    <w:abstractNumId w:val="24"/>
  </w:num>
  <w:num w:numId="81">
    <w:abstractNumId w:val="25"/>
  </w:num>
  <w:num w:numId="82">
    <w:abstractNumId w:val="28"/>
  </w:num>
  <w:num w:numId="83">
    <w:abstractNumId w:val="29"/>
  </w:num>
  <w:num w:numId="84">
    <w:abstractNumId w:val="31"/>
  </w:num>
  <w:num w:numId="85">
    <w:abstractNumId w:val="32"/>
  </w:num>
  <w:num w:numId="86">
    <w:abstractNumId w:val="33"/>
  </w:num>
  <w:num w:numId="87">
    <w:abstractNumId w:val="34"/>
  </w:num>
  <w:num w:numId="88">
    <w:abstractNumId w:val="37"/>
  </w:num>
  <w:num w:numId="89">
    <w:abstractNumId w:val="38"/>
  </w:num>
  <w:num w:numId="90">
    <w:abstractNumId w:val="39"/>
  </w:num>
  <w:num w:numId="91">
    <w:abstractNumId w:val="40"/>
  </w:num>
  <w:num w:numId="92">
    <w:abstractNumId w:val="42"/>
  </w:num>
  <w:num w:numId="93">
    <w:abstractNumId w:val="43"/>
  </w:num>
  <w:num w:numId="94">
    <w:abstractNumId w:val="44"/>
  </w:num>
  <w:num w:numId="95">
    <w:abstractNumId w:val="45"/>
  </w:num>
  <w:num w:numId="96">
    <w:abstractNumId w:val="48"/>
  </w:num>
  <w:num w:numId="97">
    <w:abstractNumId w:val="49"/>
  </w:num>
  <w:num w:numId="98">
    <w:abstractNumId w:val="51"/>
  </w:num>
  <w:num w:numId="99">
    <w:abstractNumId w:val="52"/>
  </w:num>
  <w:num w:numId="100">
    <w:abstractNumId w:val="54"/>
  </w:num>
  <w:num w:numId="101">
    <w:abstractNumId w:val="55"/>
  </w:num>
  <w:num w:numId="102">
    <w:abstractNumId w:val="58"/>
  </w:num>
  <w:num w:numId="103">
    <w:abstractNumId w:val="59"/>
  </w:num>
  <w:num w:numId="104">
    <w:abstractNumId w:val="60"/>
  </w:num>
  <w:num w:numId="105">
    <w:abstractNumId w:val="61"/>
  </w:num>
  <w:num w:numId="106">
    <w:abstractNumId w:val="62"/>
  </w:num>
  <w:num w:numId="107">
    <w:abstractNumId w:val="65"/>
  </w:num>
  <w:num w:numId="108">
    <w:abstractNumId w:val="67"/>
  </w:num>
  <w:num w:numId="109">
    <w:abstractNumId w:val="68"/>
  </w:num>
  <w:num w:numId="110">
    <w:abstractNumId w:val="69"/>
  </w:num>
  <w:num w:numId="111">
    <w:abstractNumId w:val="70"/>
  </w:num>
  <w:num w:numId="112">
    <w:abstractNumId w:val="73"/>
  </w:num>
  <w:num w:numId="113">
    <w:abstractNumId w:val="74"/>
  </w:num>
  <w:num w:numId="114">
    <w:abstractNumId w:val="75"/>
  </w:num>
  <w:num w:numId="115">
    <w:abstractNumId w:val="76"/>
  </w:num>
  <w:num w:numId="116">
    <w:abstractNumId w:val="77"/>
  </w:num>
  <w:num w:numId="117">
    <w:abstractNumId w:val="78"/>
  </w:num>
  <w:num w:numId="118">
    <w:abstractNumId w:val="79"/>
  </w:num>
  <w:num w:numId="119">
    <w:abstractNumId w:val="81"/>
  </w:num>
  <w:num w:numId="120">
    <w:abstractNumId w:val="82"/>
  </w:num>
  <w:num w:numId="121">
    <w:abstractNumId w:val="84"/>
  </w:num>
  <w:num w:numId="122">
    <w:abstractNumId w:val="85"/>
  </w:num>
  <w:num w:numId="123">
    <w:abstractNumId w:val="86"/>
  </w:num>
  <w:num w:numId="124">
    <w:abstractNumId w:val="88"/>
  </w:num>
  <w:num w:numId="125">
    <w:abstractNumId w:val="89"/>
  </w:num>
  <w:num w:numId="126">
    <w:abstractNumId w:val="90"/>
  </w:num>
  <w:num w:numId="127">
    <w:abstractNumId w:val="91"/>
  </w:num>
  <w:num w:numId="128">
    <w:abstractNumId w:val="92"/>
  </w:num>
  <w:num w:numId="129">
    <w:abstractNumId w:val="93"/>
  </w:num>
  <w:num w:numId="130">
    <w:abstractNumId w:val="94"/>
  </w:num>
  <w:num w:numId="131">
    <w:abstractNumId w:val="95"/>
  </w:num>
  <w:num w:numId="132">
    <w:abstractNumId w:val="96"/>
  </w:num>
  <w:num w:numId="133">
    <w:abstractNumId w:val="97"/>
  </w:num>
  <w:num w:numId="134">
    <w:abstractNumId w:val="98"/>
  </w:num>
  <w:num w:numId="135">
    <w:abstractNumId w:val="99"/>
  </w:num>
  <w:num w:numId="136">
    <w:abstractNumId w:val="101"/>
  </w:num>
  <w:num w:numId="137">
    <w:abstractNumId w:val="102"/>
  </w:num>
  <w:num w:numId="138">
    <w:abstractNumId w:val="103"/>
  </w:num>
  <w:num w:numId="139">
    <w:abstractNumId w:val="105"/>
  </w:num>
  <w:num w:numId="140">
    <w:abstractNumId w:val="107"/>
  </w:num>
  <w:num w:numId="141">
    <w:abstractNumId w:val="108"/>
  </w:num>
  <w:num w:numId="142">
    <w:abstractNumId w:val="109"/>
  </w:num>
  <w:num w:numId="143">
    <w:abstractNumId w:val="110"/>
  </w:num>
  <w:num w:numId="144">
    <w:abstractNumId w:val="114"/>
  </w:num>
  <w:num w:numId="145">
    <w:abstractNumId w:val="115"/>
  </w:num>
  <w:num w:numId="146">
    <w:abstractNumId w:val="116"/>
  </w:num>
  <w:num w:numId="147">
    <w:abstractNumId w:val="118"/>
  </w:num>
  <w:num w:numId="148">
    <w:abstractNumId w:val="119"/>
  </w:num>
  <w:num w:numId="149">
    <w:abstractNumId w:val="120"/>
  </w:num>
  <w:num w:numId="150">
    <w:abstractNumId w:val="121"/>
  </w:num>
  <w:num w:numId="151">
    <w:abstractNumId w:val="122"/>
  </w:num>
  <w:num w:numId="152">
    <w:abstractNumId w:val="123"/>
  </w:num>
  <w:num w:numId="153">
    <w:abstractNumId w:val="125"/>
  </w:num>
  <w:num w:numId="154">
    <w:abstractNumId w:val="127"/>
  </w:num>
  <w:num w:numId="155">
    <w:abstractNumId w:val="128"/>
  </w:num>
  <w:num w:numId="156">
    <w:abstractNumId w:val="129"/>
  </w:num>
  <w:num w:numId="157">
    <w:abstractNumId w:val="131"/>
  </w:num>
  <w:num w:numId="158">
    <w:abstractNumId w:val="132"/>
  </w:num>
  <w:num w:numId="159">
    <w:abstractNumId w:val="133"/>
  </w:num>
  <w:num w:numId="160">
    <w:abstractNumId w:val="134"/>
  </w:num>
  <w:num w:numId="161">
    <w:abstractNumId w:val="135"/>
  </w:num>
  <w:num w:numId="162">
    <w:abstractNumId w:val="136"/>
  </w:num>
  <w:num w:numId="163">
    <w:abstractNumId w:val="137"/>
  </w:num>
  <w:num w:numId="164">
    <w:abstractNumId w:val="138"/>
  </w:num>
  <w:num w:numId="165">
    <w:abstractNumId w:val="140"/>
  </w:num>
  <w:num w:numId="166">
    <w:abstractNumId w:val="141"/>
  </w:num>
  <w:num w:numId="167">
    <w:abstractNumId w:val="142"/>
  </w:num>
  <w:num w:numId="168">
    <w:abstractNumId w:val="143"/>
  </w:num>
  <w:num w:numId="169">
    <w:abstractNumId w:val="144"/>
  </w:num>
  <w:num w:numId="170">
    <w:abstractNumId w:val="145"/>
  </w:num>
  <w:num w:numId="171">
    <w:abstractNumId w:val="146"/>
  </w:num>
  <w:num w:numId="172">
    <w:abstractNumId w:val="147"/>
  </w:num>
  <w:num w:numId="173">
    <w:abstractNumId w:val="148"/>
  </w:num>
  <w:num w:numId="174">
    <w:abstractNumId w:val="149"/>
  </w:num>
  <w:num w:numId="175">
    <w:abstractNumId w:val="150"/>
  </w:num>
  <w:num w:numId="176">
    <w:abstractNumId w:val="151"/>
  </w:num>
  <w:num w:numId="177">
    <w:abstractNumId w:val="152"/>
  </w:num>
  <w:num w:numId="178">
    <w:abstractNumId w:val="153"/>
  </w:num>
  <w:num w:numId="179">
    <w:abstractNumId w:val="154"/>
  </w:num>
  <w:num w:numId="180">
    <w:abstractNumId w:val="156"/>
  </w:num>
  <w:num w:numId="181">
    <w:abstractNumId w:val="157"/>
  </w:num>
  <w:num w:numId="182">
    <w:abstractNumId w:val="160"/>
  </w:num>
  <w:num w:numId="183">
    <w:abstractNumId w:val="161"/>
  </w:num>
  <w:num w:numId="184">
    <w:abstractNumId w:val="163"/>
  </w:num>
  <w:num w:numId="185">
    <w:abstractNumId w:val="165"/>
  </w:num>
  <w:num w:numId="186">
    <w:abstractNumId w:val="169"/>
  </w:num>
  <w:num w:numId="187">
    <w:abstractNumId w:val="170"/>
  </w:num>
  <w:num w:numId="188">
    <w:abstractNumId w:val="172"/>
  </w:num>
  <w:num w:numId="189">
    <w:abstractNumId w:val="173"/>
  </w:num>
  <w:num w:numId="190">
    <w:abstractNumId w:val="174"/>
  </w:num>
  <w:num w:numId="191">
    <w:abstractNumId w:val="175"/>
  </w:num>
  <w:num w:numId="192">
    <w:abstractNumId w:val="178"/>
  </w:num>
  <w:num w:numId="193">
    <w:abstractNumId w:val="179"/>
  </w:num>
  <w:num w:numId="194">
    <w:abstractNumId w:val="180"/>
  </w:num>
  <w:num w:numId="195">
    <w:abstractNumId w:val="181"/>
  </w:num>
  <w:num w:numId="196">
    <w:abstractNumId w:val="182"/>
  </w:num>
  <w:num w:numId="197">
    <w:abstractNumId w:val="183"/>
  </w:num>
  <w:num w:numId="198">
    <w:abstractNumId w:val="184"/>
  </w:num>
  <w:num w:numId="199">
    <w:abstractNumId w:val="185"/>
  </w:num>
  <w:num w:numId="200">
    <w:abstractNumId w:val="186"/>
  </w:num>
  <w:num w:numId="201">
    <w:abstractNumId w:val="2"/>
  </w:num>
  <w:numIdMacAtCleanup w:val="2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18F"/>
    <w:rsid w:val="000013F6"/>
    <w:rsid w:val="00001CBD"/>
    <w:rsid w:val="00004919"/>
    <w:rsid w:val="00005D37"/>
    <w:rsid w:val="00005DB5"/>
    <w:rsid w:val="00005E69"/>
    <w:rsid w:val="000060CD"/>
    <w:rsid w:val="00006885"/>
    <w:rsid w:val="000076B1"/>
    <w:rsid w:val="00011E90"/>
    <w:rsid w:val="00012335"/>
    <w:rsid w:val="00012430"/>
    <w:rsid w:val="000125AB"/>
    <w:rsid w:val="00012F56"/>
    <w:rsid w:val="000150C8"/>
    <w:rsid w:val="00021FB6"/>
    <w:rsid w:val="00022F09"/>
    <w:rsid w:val="0002303D"/>
    <w:rsid w:val="000236AD"/>
    <w:rsid w:val="0002655B"/>
    <w:rsid w:val="000271C7"/>
    <w:rsid w:val="00027A56"/>
    <w:rsid w:val="000308C1"/>
    <w:rsid w:val="00030B16"/>
    <w:rsid w:val="00031098"/>
    <w:rsid w:val="00031B6B"/>
    <w:rsid w:val="000337D7"/>
    <w:rsid w:val="000361CA"/>
    <w:rsid w:val="000367EC"/>
    <w:rsid w:val="0003777B"/>
    <w:rsid w:val="00040C6B"/>
    <w:rsid w:val="0004679A"/>
    <w:rsid w:val="000514C7"/>
    <w:rsid w:val="00051BC0"/>
    <w:rsid w:val="000520A6"/>
    <w:rsid w:val="000522BE"/>
    <w:rsid w:val="000528D7"/>
    <w:rsid w:val="00052CE6"/>
    <w:rsid w:val="00055BF5"/>
    <w:rsid w:val="000572B4"/>
    <w:rsid w:val="00060C42"/>
    <w:rsid w:val="00060DFE"/>
    <w:rsid w:val="000628F0"/>
    <w:rsid w:val="00063966"/>
    <w:rsid w:val="000661CD"/>
    <w:rsid w:val="0007029A"/>
    <w:rsid w:val="000716FD"/>
    <w:rsid w:val="00071B3F"/>
    <w:rsid w:val="00073064"/>
    <w:rsid w:val="00077288"/>
    <w:rsid w:val="0007755F"/>
    <w:rsid w:val="00077DE9"/>
    <w:rsid w:val="000812E9"/>
    <w:rsid w:val="00081931"/>
    <w:rsid w:val="00081BD9"/>
    <w:rsid w:val="00082461"/>
    <w:rsid w:val="00084C8F"/>
    <w:rsid w:val="00085DCA"/>
    <w:rsid w:val="00087763"/>
    <w:rsid w:val="00087C25"/>
    <w:rsid w:val="00091A93"/>
    <w:rsid w:val="0009305A"/>
    <w:rsid w:val="000949F8"/>
    <w:rsid w:val="00094DF8"/>
    <w:rsid w:val="000953B3"/>
    <w:rsid w:val="00095714"/>
    <w:rsid w:val="00095B92"/>
    <w:rsid w:val="00095C70"/>
    <w:rsid w:val="00095F8C"/>
    <w:rsid w:val="000A1036"/>
    <w:rsid w:val="000A2934"/>
    <w:rsid w:val="000A3715"/>
    <w:rsid w:val="000A39C3"/>
    <w:rsid w:val="000A6E65"/>
    <w:rsid w:val="000A7B38"/>
    <w:rsid w:val="000A7D4B"/>
    <w:rsid w:val="000B0EBB"/>
    <w:rsid w:val="000C294A"/>
    <w:rsid w:val="000C3F69"/>
    <w:rsid w:val="000C40D9"/>
    <w:rsid w:val="000C64BF"/>
    <w:rsid w:val="000C7703"/>
    <w:rsid w:val="000D0393"/>
    <w:rsid w:val="000D0566"/>
    <w:rsid w:val="000D06A5"/>
    <w:rsid w:val="000D1CAC"/>
    <w:rsid w:val="000D3A13"/>
    <w:rsid w:val="000D3BD8"/>
    <w:rsid w:val="000D41B3"/>
    <w:rsid w:val="000D468D"/>
    <w:rsid w:val="000D506D"/>
    <w:rsid w:val="000D525E"/>
    <w:rsid w:val="000D5379"/>
    <w:rsid w:val="000D5A9F"/>
    <w:rsid w:val="000D5D26"/>
    <w:rsid w:val="000D7470"/>
    <w:rsid w:val="000E01D5"/>
    <w:rsid w:val="000E0284"/>
    <w:rsid w:val="000E0AC5"/>
    <w:rsid w:val="000E2AD4"/>
    <w:rsid w:val="000E321F"/>
    <w:rsid w:val="000E72E6"/>
    <w:rsid w:val="000F1049"/>
    <w:rsid w:val="000F1C33"/>
    <w:rsid w:val="000F25B1"/>
    <w:rsid w:val="000F39CC"/>
    <w:rsid w:val="000F3BB4"/>
    <w:rsid w:val="000F4DE1"/>
    <w:rsid w:val="000F5C93"/>
    <w:rsid w:val="000F6937"/>
    <w:rsid w:val="001024C2"/>
    <w:rsid w:val="00105489"/>
    <w:rsid w:val="0010764D"/>
    <w:rsid w:val="00110530"/>
    <w:rsid w:val="00110B06"/>
    <w:rsid w:val="0011158E"/>
    <w:rsid w:val="00112848"/>
    <w:rsid w:val="00114F08"/>
    <w:rsid w:val="00115D30"/>
    <w:rsid w:val="001161E8"/>
    <w:rsid w:val="00116F6B"/>
    <w:rsid w:val="00117D40"/>
    <w:rsid w:val="00120CF2"/>
    <w:rsid w:val="001212F8"/>
    <w:rsid w:val="00124369"/>
    <w:rsid w:val="00126E38"/>
    <w:rsid w:val="00127DC1"/>
    <w:rsid w:val="00130C45"/>
    <w:rsid w:val="00130C8A"/>
    <w:rsid w:val="00133D23"/>
    <w:rsid w:val="001341FB"/>
    <w:rsid w:val="00134651"/>
    <w:rsid w:val="00134F61"/>
    <w:rsid w:val="0013759C"/>
    <w:rsid w:val="001405DA"/>
    <w:rsid w:val="00140A3E"/>
    <w:rsid w:val="00140B07"/>
    <w:rsid w:val="00140E8B"/>
    <w:rsid w:val="001417C5"/>
    <w:rsid w:val="00141CB2"/>
    <w:rsid w:val="00142156"/>
    <w:rsid w:val="00142379"/>
    <w:rsid w:val="001459CD"/>
    <w:rsid w:val="00147230"/>
    <w:rsid w:val="00147622"/>
    <w:rsid w:val="001502DC"/>
    <w:rsid w:val="00150E3C"/>
    <w:rsid w:val="00151A77"/>
    <w:rsid w:val="00153657"/>
    <w:rsid w:val="001542AC"/>
    <w:rsid w:val="001547A9"/>
    <w:rsid w:val="00154A7C"/>
    <w:rsid w:val="00157976"/>
    <w:rsid w:val="0016040F"/>
    <w:rsid w:val="001605FB"/>
    <w:rsid w:val="00160774"/>
    <w:rsid w:val="00161CF2"/>
    <w:rsid w:val="0016340F"/>
    <w:rsid w:val="00163A91"/>
    <w:rsid w:val="001652E1"/>
    <w:rsid w:val="0016562B"/>
    <w:rsid w:val="0016564C"/>
    <w:rsid w:val="00170255"/>
    <w:rsid w:val="00170683"/>
    <w:rsid w:val="00170D35"/>
    <w:rsid w:val="001713B8"/>
    <w:rsid w:val="00173AE7"/>
    <w:rsid w:val="00173F31"/>
    <w:rsid w:val="00176114"/>
    <w:rsid w:val="00177E42"/>
    <w:rsid w:val="001806CD"/>
    <w:rsid w:val="0018153F"/>
    <w:rsid w:val="00181902"/>
    <w:rsid w:val="00182D74"/>
    <w:rsid w:val="0018305F"/>
    <w:rsid w:val="00183678"/>
    <w:rsid w:val="00184D00"/>
    <w:rsid w:val="00186106"/>
    <w:rsid w:val="00186919"/>
    <w:rsid w:val="00187EFB"/>
    <w:rsid w:val="00187FA9"/>
    <w:rsid w:val="001903D8"/>
    <w:rsid w:val="001906ED"/>
    <w:rsid w:val="00190D88"/>
    <w:rsid w:val="001916B0"/>
    <w:rsid w:val="00192DED"/>
    <w:rsid w:val="00193602"/>
    <w:rsid w:val="001961EE"/>
    <w:rsid w:val="00196568"/>
    <w:rsid w:val="001A0208"/>
    <w:rsid w:val="001A180D"/>
    <w:rsid w:val="001A201B"/>
    <w:rsid w:val="001A48CF"/>
    <w:rsid w:val="001A49D5"/>
    <w:rsid w:val="001B26CB"/>
    <w:rsid w:val="001B3517"/>
    <w:rsid w:val="001B3686"/>
    <w:rsid w:val="001B4CAB"/>
    <w:rsid w:val="001B7006"/>
    <w:rsid w:val="001C161D"/>
    <w:rsid w:val="001C19B3"/>
    <w:rsid w:val="001C2EDB"/>
    <w:rsid w:val="001C36EA"/>
    <w:rsid w:val="001C477D"/>
    <w:rsid w:val="001C58BB"/>
    <w:rsid w:val="001C62F3"/>
    <w:rsid w:val="001C7B67"/>
    <w:rsid w:val="001D0361"/>
    <w:rsid w:val="001D0ADE"/>
    <w:rsid w:val="001D3B33"/>
    <w:rsid w:val="001D4E9A"/>
    <w:rsid w:val="001D518A"/>
    <w:rsid w:val="001D7A8A"/>
    <w:rsid w:val="001D7DC5"/>
    <w:rsid w:val="001E10DC"/>
    <w:rsid w:val="001E1291"/>
    <w:rsid w:val="001E15D1"/>
    <w:rsid w:val="001E17F1"/>
    <w:rsid w:val="001E340C"/>
    <w:rsid w:val="001E3BE3"/>
    <w:rsid w:val="001E507E"/>
    <w:rsid w:val="001E5EC9"/>
    <w:rsid w:val="001E6555"/>
    <w:rsid w:val="001E7DF9"/>
    <w:rsid w:val="001F157D"/>
    <w:rsid w:val="001F2EAB"/>
    <w:rsid w:val="001F3FDC"/>
    <w:rsid w:val="001F45E7"/>
    <w:rsid w:val="001F4A03"/>
    <w:rsid w:val="001F7A02"/>
    <w:rsid w:val="001F7D09"/>
    <w:rsid w:val="002001A6"/>
    <w:rsid w:val="002012F9"/>
    <w:rsid w:val="00204CB1"/>
    <w:rsid w:val="00205E50"/>
    <w:rsid w:val="002068B1"/>
    <w:rsid w:val="00213C54"/>
    <w:rsid w:val="00216BE0"/>
    <w:rsid w:val="002177F6"/>
    <w:rsid w:val="002179E7"/>
    <w:rsid w:val="00221EA5"/>
    <w:rsid w:val="00222E7D"/>
    <w:rsid w:val="00225137"/>
    <w:rsid w:val="00225FD9"/>
    <w:rsid w:val="002260A8"/>
    <w:rsid w:val="00226175"/>
    <w:rsid w:val="00227356"/>
    <w:rsid w:val="0023242F"/>
    <w:rsid w:val="002361AA"/>
    <w:rsid w:val="00237E57"/>
    <w:rsid w:val="00243FBA"/>
    <w:rsid w:val="00245278"/>
    <w:rsid w:val="00247AA0"/>
    <w:rsid w:val="0025041C"/>
    <w:rsid w:val="00250509"/>
    <w:rsid w:val="002507AF"/>
    <w:rsid w:val="00251032"/>
    <w:rsid w:val="00252074"/>
    <w:rsid w:val="00252C8E"/>
    <w:rsid w:val="00252E46"/>
    <w:rsid w:val="0025361A"/>
    <w:rsid w:val="00253B98"/>
    <w:rsid w:val="00254BD8"/>
    <w:rsid w:val="00254E30"/>
    <w:rsid w:val="00255672"/>
    <w:rsid w:val="0025589A"/>
    <w:rsid w:val="00255943"/>
    <w:rsid w:val="00256AA7"/>
    <w:rsid w:val="00257E8B"/>
    <w:rsid w:val="00260F97"/>
    <w:rsid w:val="0026656B"/>
    <w:rsid w:val="00266DFD"/>
    <w:rsid w:val="0027023B"/>
    <w:rsid w:val="00272CE7"/>
    <w:rsid w:val="00274684"/>
    <w:rsid w:val="002761CB"/>
    <w:rsid w:val="00277678"/>
    <w:rsid w:val="0028345A"/>
    <w:rsid w:val="00283D46"/>
    <w:rsid w:val="00283E29"/>
    <w:rsid w:val="002850AF"/>
    <w:rsid w:val="00287CCC"/>
    <w:rsid w:val="00291A38"/>
    <w:rsid w:val="0029284D"/>
    <w:rsid w:val="00292A2E"/>
    <w:rsid w:val="002934EE"/>
    <w:rsid w:val="00297788"/>
    <w:rsid w:val="002A03A2"/>
    <w:rsid w:val="002A0CD9"/>
    <w:rsid w:val="002A200A"/>
    <w:rsid w:val="002A21EB"/>
    <w:rsid w:val="002A268A"/>
    <w:rsid w:val="002A2AEE"/>
    <w:rsid w:val="002B09C1"/>
    <w:rsid w:val="002B147A"/>
    <w:rsid w:val="002B153C"/>
    <w:rsid w:val="002B15F2"/>
    <w:rsid w:val="002B19E5"/>
    <w:rsid w:val="002B2C06"/>
    <w:rsid w:val="002B3448"/>
    <w:rsid w:val="002B4FC4"/>
    <w:rsid w:val="002C1528"/>
    <w:rsid w:val="002C3A45"/>
    <w:rsid w:val="002C6741"/>
    <w:rsid w:val="002D0C93"/>
    <w:rsid w:val="002D0F62"/>
    <w:rsid w:val="002D1E92"/>
    <w:rsid w:val="002D2781"/>
    <w:rsid w:val="002D2B94"/>
    <w:rsid w:val="002D445F"/>
    <w:rsid w:val="002D7ACD"/>
    <w:rsid w:val="002D7DF6"/>
    <w:rsid w:val="002E0439"/>
    <w:rsid w:val="002E0642"/>
    <w:rsid w:val="002E0F94"/>
    <w:rsid w:val="002E142A"/>
    <w:rsid w:val="002E2B3B"/>
    <w:rsid w:val="002E4D73"/>
    <w:rsid w:val="002E4DD8"/>
    <w:rsid w:val="002E52B1"/>
    <w:rsid w:val="002E6003"/>
    <w:rsid w:val="002E7292"/>
    <w:rsid w:val="002F0317"/>
    <w:rsid w:val="002F181C"/>
    <w:rsid w:val="002F2A0D"/>
    <w:rsid w:val="002F33EF"/>
    <w:rsid w:val="002F64EA"/>
    <w:rsid w:val="00301898"/>
    <w:rsid w:val="00301FBA"/>
    <w:rsid w:val="003037C6"/>
    <w:rsid w:val="00303998"/>
    <w:rsid w:val="00304667"/>
    <w:rsid w:val="00304814"/>
    <w:rsid w:val="00304B8C"/>
    <w:rsid w:val="00304E3F"/>
    <w:rsid w:val="0030500A"/>
    <w:rsid w:val="00305AF9"/>
    <w:rsid w:val="00306BB7"/>
    <w:rsid w:val="0030717F"/>
    <w:rsid w:val="00310136"/>
    <w:rsid w:val="003106D8"/>
    <w:rsid w:val="0031094C"/>
    <w:rsid w:val="00310B3C"/>
    <w:rsid w:val="00310CCE"/>
    <w:rsid w:val="00310D99"/>
    <w:rsid w:val="0031450B"/>
    <w:rsid w:val="003151DC"/>
    <w:rsid w:val="0031666B"/>
    <w:rsid w:val="00316C9A"/>
    <w:rsid w:val="003215F2"/>
    <w:rsid w:val="003236D9"/>
    <w:rsid w:val="00324E66"/>
    <w:rsid w:val="0032539E"/>
    <w:rsid w:val="003260E7"/>
    <w:rsid w:val="003265D8"/>
    <w:rsid w:val="003274EE"/>
    <w:rsid w:val="00330D52"/>
    <w:rsid w:val="0033232B"/>
    <w:rsid w:val="0033368F"/>
    <w:rsid w:val="003362FF"/>
    <w:rsid w:val="00337E77"/>
    <w:rsid w:val="00341B45"/>
    <w:rsid w:val="00341BB0"/>
    <w:rsid w:val="00341E0B"/>
    <w:rsid w:val="00347EC0"/>
    <w:rsid w:val="0035059D"/>
    <w:rsid w:val="00350831"/>
    <w:rsid w:val="0035150C"/>
    <w:rsid w:val="00352AB8"/>
    <w:rsid w:val="00352FA4"/>
    <w:rsid w:val="00354A28"/>
    <w:rsid w:val="00354D8F"/>
    <w:rsid w:val="00356401"/>
    <w:rsid w:val="0036232A"/>
    <w:rsid w:val="0036336A"/>
    <w:rsid w:val="00365997"/>
    <w:rsid w:val="00366409"/>
    <w:rsid w:val="003668AE"/>
    <w:rsid w:val="003670EF"/>
    <w:rsid w:val="003676F8"/>
    <w:rsid w:val="00367EF3"/>
    <w:rsid w:val="00370E1C"/>
    <w:rsid w:val="0037249B"/>
    <w:rsid w:val="0037351B"/>
    <w:rsid w:val="00374571"/>
    <w:rsid w:val="0037573D"/>
    <w:rsid w:val="003758CD"/>
    <w:rsid w:val="00377B4D"/>
    <w:rsid w:val="00380693"/>
    <w:rsid w:val="00381FE5"/>
    <w:rsid w:val="003842F6"/>
    <w:rsid w:val="00385457"/>
    <w:rsid w:val="00386A57"/>
    <w:rsid w:val="0038705F"/>
    <w:rsid w:val="00391441"/>
    <w:rsid w:val="003915EA"/>
    <w:rsid w:val="00392D7E"/>
    <w:rsid w:val="00393424"/>
    <w:rsid w:val="00395D8D"/>
    <w:rsid w:val="00396A4D"/>
    <w:rsid w:val="003A2050"/>
    <w:rsid w:val="003A3663"/>
    <w:rsid w:val="003A4FBA"/>
    <w:rsid w:val="003A5447"/>
    <w:rsid w:val="003A6462"/>
    <w:rsid w:val="003A7FF5"/>
    <w:rsid w:val="003B2BC9"/>
    <w:rsid w:val="003B4419"/>
    <w:rsid w:val="003B46DE"/>
    <w:rsid w:val="003B6AB4"/>
    <w:rsid w:val="003B6B4D"/>
    <w:rsid w:val="003C013F"/>
    <w:rsid w:val="003C1CD6"/>
    <w:rsid w:val="003C216C"/>
    <w:rsid w:val="003C32FB"/>
    <w:rsid w:val="003C3F56"/>
    <w:rsid w:val="003C4448"/>
    <w:rsid w:val="003C49F3"/>
    <w:rsid w:val="003C7465"/>
    <w:rsid w:val="003D0BD1"/>
    <w:rsid w:val="003D167D"/>
    <w:rsid w:val="003D1C1A"/>
    <w:rsid w:val="003D3531"/>
    <w:rsid w:val="003D4271"/>
    <w:rsid w:val="003D4BCB"/>
    <w:rsid w:val="003D648B"/>
    <w:rsid w:val="003D7058"/>
    <w:rsid w:val="003D70BA"/>
    <w:rsid w:val="003E026D"/>
    <w:rsid w:val="003E3D60"/>
    <w:rsid w:val="003E53AC"/>
    <w:rsid w:val="003E5E32"/>
    <w:rsid w:val="003E62E1"/>
    <w:rsid w:val="003E7A23"/>
    <w:rsid w:val="003F0B3B"/>
    <w:rsid w:val="003F1948"/>
    <w:rsid w:val="003F1B0B"/>
    <w:rsid w:val="003F1E5A"/>
    <w:rsid w:val="003F244D"/>
    <w:rsid w:val="003F311D"/>
    <w:rsid w:val="003F38D8"/>
    <w:rsid w:val="003F3C60"/>
    <w:rsid w:val="003F7364"/>
    <w:rsid w:val="00400943"/>
    <w:rsid w:val="00401215"/>
    <w:rsid w:val="004030AC"/>
    <w:rsid w:val="00403F65"/>
    <w:rsid w:val="004055CC"/>
    <w:rsid w:val="00405AAE"/>
    <w:rsid w:val="00405B32"/>
    <w:rsid w:val="00405EEC"/>
    <w:rsid w:val="004064F3"/>
    <w:rsid w:val="00413675"/>
    <w:rsid w:val="00414A96"/>
    <w:rsid w:val="00414C5A"/>
    <w:rsid w:val="00414E5F"/>
    <w:rsid w:val="00415659"/>
    <w:rsid w:val="00421321"/>
    <w:rsid w:val="00423A20"/>
    <w:rsid w:val="00423C0B"/>
    <w:rsid w:val="00426041"/>
    <w:rsid w:val="00432A69"/>
    <w:rsid w:val="00433AF5"/>
    <w:rsid w:val="00433BB4"/>
    <w:rsid w:val="00435066"/>
    <w:rsid w:val="004352E5"/>
    <w:rsid w:val="00435A80"/>
    <w:rsid w:val="00437185"/>
    <w:rsid w:val="00437BAD"/>
    <w:rsid w:val="00440330"/>
    <w:rsid w:val="004404FB"/>
    <w:rsid w:val="00440D33"/>
    <w:rsid w:val="00441C68"/>
    <w:rsid w:val="00441E0E"/>
    <w:rsid w:val="004429A5"/>
    <w:rsid w:val="00443415"/>
    <w:rsid w:val="00446225"/>
    <w:rsid w:val="00447B0B"/>
    <w:rsid w:val="00447E4C"/>
    <w:rsid w:val="00450654"/>
    <w:rsid w:val="00451026"/>
    <w:rsid w:val="00453227"/>
    <w:rsid w:val="00454A02"/>
    <w:rsid w:val="00454E42"/>
    <w:rsid w:val="00455686"/>
    <w:rsid w:val="004574C5"/>
    <w:rsid w:val="00460D45"/>
    <w:rsid w:val="00461664"/>
    <w:rsid w:val="00461752"/>
    <w:rsid w:val="00461BEB"/>
    <w:rsid w:val="004628D8"/>
    <w:rsid w:val="00462A2F"/>
    <w:rsid w:val="0046316C"/>
    <w:rsid w:val="0046342A"/>
    <w:rsid w:val="00463EF9"/>
    <w:rsid w:val="00464058"/>
    <w:rsid w:val="004662EB"/>
    <w:rsid w:val="00466557"/>
    <w:rsid w:val="00467373"/>
    <w:rsid w:val="004707EF"/>
    <w:rsid w:val="00471A5B"/>
    <w:rsid w:val="004723D4"/>
    <w:rsid w:val="00472A0D"/>
    <w:rsid w:val="0047446B"/>
    <w:rsid w:val="00475E8D"/>
    <w:rsid w:val="00476213"/>
    <w:rsid w:val="0048086D"/>
    <w:rsid w:val="00480BD3"/>
    <w:rsid w:val="004828CC"/>
    <w:rsid w:val="00484BF7"/>
    <w:rsid w:val="00485ECB"/>
    <w:rsid w:val="00486684"/>
    <w:rsid w:val="00486BE3"/>
    <w:rsid w:val="0049283D"/>
    <w:rsid w:val="00492A23"/>
    <w:rsid w:val="004944E3"/>
    <w:rsid w:val="00494E73"/>
    <w:rsid w:val="00497840"/>
    <w:rsid w:val="004A0B4A"/>
    <w:rsid w:val="004A0DCF"/>
    <w:rsid w:val="004A1196"/>
    <w:rsid w:val="004A1497"/>
    <w:rsid w:val="004A3222"/>
    <w:rsid w:val="004A380D"/>
    <w:rsid w:val="004A3C75"/>
    <w:rsid w:val="004A4230"/>
    <w:rsid w:val="004A4562"/>
    <w:rsid w:val="004A660F"/>
    <w:rsid w:val="004A6F15"/>
    <w:rsid w:val="004A7872"/>
    <w:rsid w:val="004B153A"/>
    <w:rsid w:val="004B166A"/>
    <w:rsid w:val="004B37F9"/>
    <w:rsid w:val="004B3852"/>
    <w:rsid w:val="004B47DE"/>
    <w:rsid w:val="004C0415"/>
    <w:rsid w:val="004C0B3C"/>
    <w:rsid w:val="004C1A5A"/>
    <w:rsid w:val="004C2987"/>
    <w:rsid w:val="004C3111"/>
    <w:rsid w:val="004C43CD"/>
    <w:rsid w:val="004C4E84"/>
    <w:rsid w:val="004C4F61"/>
    <w:rsid w:val="004C7018"/>
    <w:rsid w:val="004D0E2D"/>
    <w:rsid w:val="004D20AB"/>
    <w:rsid w:val="004D2DED"/>
    <w:rsid w:val="004D4F26"/>
    <w:rsid w:val="004D654A"/>
    <w:rsid w:val="004D6930"/>
    <w:rsid w:val="004D7017"/>
    <w:rsid w:val="004D7B6C"/>
    <w:rsid w:val="004E1531"/>
    <w:rsid w:val="004E1E8B"/>
    <w:rsid w:val="004E29A5"/>
    <w:rsid w:val="004E4CF7"/>
    <w:rsid w:val="004E4E60"/>
    <w:rsid w:val="004E501F"/>
    <w:rsid w:val="004E58BB"/>
    <w:rsid w:val="004E5F14"/>
    <w:rsid w:val="004E62F1"/>
    <w:rsid w:val="004E7171"/>
    <w:rsid w:val="004E7205"/>
    <w:rsid w:val="004F0324"/>
    <w:rsid w:val="004F18B9"/>
    <w:rsid w:val="004F3C1A"/>
    <w:rsid w:val="004F4310"/>
    <w:rsid w:val="004F6FE6"/>
    <w:rsid w:val="00502198"/>
    <w:rsid w:val="0050274C"/>
    <w:rsid w:val="0050688A"/>
    <w:rsid w:val="00506DEA"/>
    <w:rsid w:val="00506F1D"/>
    <w:rsid w:val="00507164"/>
    <w:rsid w:val="00507E20"/>
    <w:rsid w:val="00507FB6"/>
    <w:rsid w:val="0051118A"/>
    <w:rsid w:val="00512500"/>
    <w:rsid w:val="005133A9"/>
    <w:rsid w:val="0051666B"/>
    <w:rsid w:val="00517F97"/>
    <w:rsid w:val="0052091C"/>
    <w:rsid w:val="005221EA"/>
    <w:rsid w:val="00524A55"/>
    <w:rsid w:val="0052527D"/>
    <w:rsid w:val="00527C7D"/>
    <w:rsid w:val="005309E9"/>
    <w:rsid w:val="00531F7A"/>
    <w:rsid w:val="00533C3C"/>
    <w:rsid w:val="005346FC"/>
    <w:rsid w:val="00534918"/>
    <w:rsid w:val="00540AD4"/>
    <w:rsid w:val="00543F50"/>
    <w:rsid w:val="00545A88"/>
    <w:rsid w:val="00546142"/>
    <w:rsid w:val="00546C90"/>
    <w:rsid w:val="00547515"/>
    <w:rsid w:val="00547F6B"/>
    <w:rsid w:val="005501EB"/>
    <w:rsid w:val="00554773"/>
    <w:rsid w:val="005569DD"/>
    <w:rsid w:val="00557B64"/>
    <w:rsid w:val="00560775"/>
    <w:rsid w:val="00561695"/>
    <w:rsid w:val="00563BA2"/>
    <w:rsid w:val="00564F66"/>
    <w:rsid w:val="00564F70"/>
    <w:rsid w:val="005659AA"/>
    <w:rsid w:val="00565B40"/>
    <w:rsid w:val="00570D91"/>
    <w:rsid w:val="00571C7A"/>
    <w:rsid w:val="0057368F"/>
    <w:rsid w:val="005737E9"/>
    <w:rsid w:val="00573B39"/>
    <w:rsid w:val="00574389"/>
    <w:rsid w:val="00574E6A"/>
    <w:rsid w:val="00575650"/>
    <w:rsid w:val="00575904"/>
    <w:rsid w:val="00577E56"/>
    <w:rsid w:val="00581645"/>
    <w:rsid w:val="00581BA1"/>
    <w:rsid w:val="00584048"/>
    <w:rsid w:val="005843F6"/>
    <w:rsid w:val="00584F1B"/>
    <w:rsid w:val="0058660B"/>
    <w:rsid w:val="0058678B"/>
    <w:rsid w:val="005910F7"/>
    <w:rsid w:val="00591A2B"/>
    <w:rsid w:val="00593238"/>
    <w:rsid w:val="0059500C"/>
    <w:rsid w:val="00595EF3"/>
    <w:rsid w:val="00597996"/>
    <w:rsid w:val="00597F18"/>
    <w:rsid w:val="005A1752"/>
    <w:rsid w:val="005A27E0"/>
    <w:rsid w:val="005A3472"/>
    <w:rsid w:val="005A4610"/>
    <w:rsid w:val="005A4886"/>
    <w:rsid w:val="005A7395"/>
    <w:rsid w:val="005A7DD4"/>
    <w:rsid w:val="005B1A75"/>
    <w:rsid w:val="005B2430"/>
    <w:rsid w:val="005B26A6"/>
    <w:rsid w:val="005B31D3"/>
    <w:rsid w:val="005B324D"/>
    <w:rsid w:val="005B366C"/>
    <w:rsid w:val="005B5A1E"/>
    <w:rsid w:val="005B64FE"/>
    <w:rsid w:val="005B6BE2"/>
    <w:rsid w:val="005C0271"/>
    <w:rsid w:val="005C35E2"/>
    <w:rsid w:val="005C36A4"/>
    <w:rsid w:val="005C4119"/>
    <w:rsid w:val="005C50E7"/>
    <w:rsid w:val="005C52A6"/>
    <w:rsid w:val="005C5B15"/>
    <w:rsid w:val="005C7C4A"/>
    <w:rsid w:val="005D0889"/>
    <w:rsid w:val="005D089F"/>
    <w:rsid w:val="005D0C6E"/>
    <w:rsid w:val="005D11F6"/>
    <w:rsid w:val="005D1FCC"/>
    <w:rsid w:val="005D24E3"/>
    <w:rsid w:val="005D3ED0"/>
    <w:rsid w:val="005D702D"/>
    <w:rsid w:val="005D77FC"/>
    <w:rsid w:val="005D798D"/>
    <w:rsid w:val="005E00F8"/>
    <w:rsid w:val="005E09D8"/>
    <w:rsid w:val="005E13B3"/>
    <w:rsid w:val="005E2DB0"/>
    <w:rsid w:val="005E34EE"/>
    <w:rsid w:val="005E3A08"/>
    <w:rsid w:val="005E6701"/>
    <w:rsid w:val="005E768C"/>
    <w:rsid w:val="005E7A3F"/>
    <w:rsid w:val="005F08EA"/>
    <w:rsid w:val="005F106D"/>
    <w:rsid w:val="005F28AC"/>
    <w:rsid w:val="005F31BE"/>
    <w:rsid w:val="005F41DB"/>
    <w:rsid w:val="005F43ED"/>
    <w:rsid w:val="005F4759"/>
    <w:rsid w:val="005F4893"/>
    <w:rsid w:val="005F48AF"/>
    <w:rsid w:val="0060036B"/>
    <w:rsid w:val="00600887"/>
    <w:rsid w:val="0060191E"/>
    <w:rsid w:val="006019D7"/>
    <w:rsid w:val="00603C3F"/>
    <w:rsid w:val="0060505D"/>
    <w:rsid w:val="0060609F"/>
    <w:rsid w:val="006076D2"/>
    <w:rsid w:val="00611451"/>
    <w:rsid w:val="00612374"/>
    <w:rsid w:val="00612BA4"/>
    <w:rsid w:val="00613915"/>
    <w:rsid w:val="00613D21"/>
    <w:rsid w:val="0061418F"/>
    <w:rsid w:val="0061541B"/>
    <w:rsid w:val="00616142"/>
    <w:rsid w:val="0061619B"/>
    <w:rsid w:val="00616453"/>
    <w:rsid w:val="00617573"/>
    <w:rsid w:val="00617D4D"/>
    <w:rsid w:val="006208DE"/>
    <w:rsid w:val="00623BAD"/>
    <w:rsid w:val="00623EB8"/>
    <w:rsid w:val="006248AE"/>
    <w:rsid w:val="006249CE"/>
    <w:rsid w:val="00627DD1"/>
    <w:rsid w:val="00630841"/>
    <w:rsid w:val="0063370B"/>
    <w:rsid w:val="00633C2A"/>
    <w:rsid w:val="00633DAB"/>
    <w:rsid w:val="0063430C"/>
    <w:rsid w:val="00634410"/>
    <w:rsid w:val="00635C11"/>
    <w:rsid w:val="00635C50"/>
    <w:rsid w:val="006400FE"/>
    <w:rsid w:val="00640D58"/>
    <w:rsid w:val="006423E2"/>
    <w:rsid w:val="006430C4"/>
    <w:rsid w:val="006439B7"/>
    <w:rsid w:val="00644031"/>
    <w:rsid w:val="006454D3"/>
    <w:rsid w:val="00645E22"/>
    <w:rsid w:val="00647683"/>
    <w:rsid w:val="00647825"/>
    <w:rsid w:val="00652E67"/>
    <w:rsid w:val="00654469"/>
    <w:rsid w:val="00654DA6"/>
    <w:rsid w:val="0065526A"/>
    <w:rsid w:val="006553F0"/>
    <w:rsid w:val="006571B4"/>
    <w:rsid w:val="00657E7C"/>
    <w:rsid w:val="0066024F"/>
    <w:rsid w:val="00660F9D"/>
    <w:rsid w:val="006630F8"/>
    <w:rsid w:val="0066453D"/>
    <w:rsid w:val="0066622B"/>
    <w:rsid w:val="00671314"/>
    <w:rsid w:val="0067224D"/>
    <w:rsid w:val="006743CE"/>
    <w:rsid w:val="00674E8D"/>
    <w:rsid w:val="00676146"/>
    <w:rsid w:val="006761EB"/>
    <w:rsid w:val="00677C07"/>
    <w:rsid w:val="006808C2"/>
    <w:rsid w:val="0068303B"/>
    <w:rsid w:val="006830EB"/>
    <w:rsid w:val="00683AA9"/>
    <w:rsid w:val="006875E9"/>
    <w:rsid w:val="0068770C"/>
    <w:rsid w:val="006879A7"/>
    <w:rsid w:val="006902C7"/>
    <w:rsid w:val="0069043C"/>
    <w:rsid w:val="006908C9"/>
    <w:rsid w:val="0069200D"/>
    <w:rsid w:val="0069215A"/>
    <w:rsid w:val="00692C29"/>
    <w:rsid w:val="00693348"/>
    <w:rsid w:val="0069351F"/>
    <w:rsid w:val="00694D42"/>
    <w:rsid w:val="00696BCB"/>
    <w:rsid w:val="006978E5"/>
    <w:rsid w:val="006A4992"/>
    <w:rsid w:val="006A52D5"/>
    <w:rsid w:val="006A5CEF"/>
    <w:rsid w:val="006A62A8"/>
    <w:rsid w:val="006A656A"/>
    <w:rsid w:val="006A744A"/>
    <w:rsid w:val="006A7621"/>
    <w:rsid w:val="006A7A4F"/>
    <w:rsid w:val="006B3288"/>
    <w:rsid w:val="006B53D1"/>
    <w:rsid w:val="006B56B4"/>
    <w:rsid w:val="006B644D"/>
    <w:rsid w:val="006B65ED"/>
    <w:rsid w:val="006B6F17"/>
    <w:rsid w:val="006C03F0"/>
    <w:rsid w:val="006C0AC2"/>
    <w:rsid w:val="006C1C76"/>
    <w:rsid w:val="006C1EE2"/>
    <w:rsid w:val="006C2861"/>
    <w:rsid w:val="006C2C17"/>
    <w:rsid w:val="006C6B29"/>
    <w:rsid w:val="006C7976"/>
    <w:rsid w:val="006C7D5B"/>
    <w:rsid w:val="006D113F"/>
    <w:rsid w:val="006D1471"/>
    <w:rsid w:val="006D299D"/>
    <w:rsid w:val="006D2F72"/>
    <w:rsid w:val="006D6F49"/>
    <w:rsid w:val="006D75F1"/>
    <w:rsid w:val="006E27DE"/>
    <w:rsid w:val="006E34D6"/>
    <w:rsid w:val="006E395B"/>
    <w:rsid w:val="006E4194"/>
    <w:rsid w:val="006E4224"/>
    <w:rsid w:val="006E4EDA"/>
    <w:rsid w:val="006E5694"/>
    <w:rsid w:val="006E58AB"/>
    <w:rsid w:val="006E6363"/>
    <w:rsid w:val="006E63C9"/>
    <w:rsid w:val="006F0AAC"/>
    <w:rsid w:val="006F11F9"/>
    <w:rsid w:val="006F164D"/>
    <w:rsid w:val="006F1EF5"/>
    <w:rsid w:val="006F4235"/>
    <w:rsid w:val="006F529F"/>
    <w:rsid w:val="006F5455"/>
    <w:rsid w:val="006F6478"/>
    <w:rsid w:val="006F70CA"/>
    <w:rsid w:val="00701765"/>
    <w:rsid w:val="007026EC"/>
    <w:rsid w:val="00703484"/>
    <w:rsid w:val="00703511"/>
    <w:rsid w:val="00704C6E"/>
    <w:rsid w:val="00705CE4"/>
    <w:rsid w:val="00706225"/>
    <w:rsid w:val="00707303"/>
    <w:rsid w:val="007113A2"/>
    <w:rsid w:val="00712ECD"/>
    <w:rsid w:val="00713594"/>
    <w:rsid w:val="0071392C"/>
    <w:rsid w:val="00714893"/>
    <w:rsid w:val="0071564D"/>
    <w:rsid w:val="00716E01"/>
    <w:rsid w:val="00722774"/>
    <w:rsid w:val="007249E8"/>
    <w:rsid w:val="007252B4"/>
    <w:rsid w:val="00725C18"/>
    <w:rsid w:val="0073047D"/>
    <w:rsid w:val="00730FCC"/>
    <w:rsid w:val="00731514"/>
    <w:rsid w:val="00731E6A"/>
    <w:rsid w:val="00735EA5"/>
    <w:rsid w:val="00736656"/>
    <w:rsid w:val="00740544"/>
    <w:rsid w:val="007406BA"/>
    <w:rsid w:val="00740DCE"/>
    <w:rsid w:val="00740EE4"/>
    <w:rsid w:val="00740FF1"/>
    <w:rsid w:val="00741976"/>
    <w:rsid w:val="00743F2D"/>
    <w:rsid w:val="0074429A"/>
    <w:rsid w:val="007454ED"/>
    <w:rsid w:val="00745F93"/>
    <w:rsid w:val="00747C44"/>
    <w:rsid w:val="007506C5"/>
    <w:rsid w:val="00752D38"/>
    <w:rsid w:val="00753EE5"/>
    <w:rsid w:val="00754F4A"/>
    <w:rsid w:val="0075716D"/>
    <w:rsid w:val="00757422"/>
    <w:rsid w:val="00760F1B"/>
    <w:rsid w:val="00761939"/>
    <w:rsid w:val="00763317"/>
    <w:rsid w:val="00763AF8"/>
    <w:rsid w:val="00765D7B"/>
    <w:rsid w:val="00766057"/>
    <w:rsid w:val="00767983"/>
    <w:rsid w:val="0077076F"/>
    <w:rsid w:val="007711F2"/>
    <w:rsid w:val="0077120F"/>
    <w:rsid w:val="007724E5"/>
    <w:rsid w:val="00773476"/>
    <w:rsid w:val="007752C7"/>
    <w:rsid w:val="007806A7"/>
    <w:rsid w:val="007818E5"/>
    <w:rsid w:val="0078685E"/>
    <w:rsid w:val="00786AD6"/>
    <w:rsid w:val="0078708F"/>
    <w:rsid w:val="0078735D"/>
    <w:rsid w:val="00787D89"/>
    <w:rsid w:val="0079181A"/>
    <w:rsid w:val="00791D69"/>
    <w:rsid w:val="00792781"/>
    <w:rsid w:val="00792DE2"/>
    <w:rsid w:val="007A0477"/>
    <w:rsid w:val="007A17C9"/>
    <w:rsid w:val="007A58FE"/>
    <w:rsid w:val="007B08A6"/>
    <w:rsid w:val="007B303F"/>
    <w:rsid w:val="007B321C"/>
    <w:rsid w:val="007B527F"/>
    <w:rsid w:val="007B5816"/>
    <w:rsid w:val="007B59AD"/>
    <w:rsid w:val="007B6D27"/>
    <w:rsid w:val="007B6E03"/>
    <w:rsid w:val="007B6ECC"/>
    <w:rsid w:val="007B7B95"/>
    <w:rsid w:val="007C3D35"/>
    <w:rsid w:val="007C5BBF"/>
    <w:rsid w:val="007C6F8A"/>
    <w:rsid w:val="007C785D"/>
    <w:rsid w:val="007D0489"/>
    <w:rsid w:val="007D2F7E"/>
    <w:rsid w:val="007D3369"/>
    <w:rsid w:val="007D37D9"/>
    <w:rsid w:val="007D6794"/>
    <w:rsid w:val="007D7E47"/>
    <w:rsid w:val="007E0389"/>
    <w:rsid w:val="007E1399"/>
    <w:rsid w:val="007E28BD"/>
    <w:rsid w:val="007E29FB"/>
    <w:rsid w:val="007E2A7B"/>
    <w:rsid w:val="007E36A4"/>
    <w:rsid w:val="007E67AC"/>
    <w:rsid w:val="007E6EFD"/>
    <w:rsid w:val="007E7825"/>
    <w:rsid w:val="007E7A85"/>
    <w:rsid w:val="007F0044"/>
    <w:rsid w:val="007F0A60"/>
    <w:rsid w:val="007F0D0F"/>
    <w:rsid w:val="007F4A1E"/>
    <w:rsid w:val="007F5D10"/>
    <w:rsid w:val="007F735F"/>
    <w:rsid w:val="007F7473"/>
    <w:rsid w:val="00800D6F"/>
    <w:rsid w:val="00800F96"/>
    <w:rsid w:val="008043B2"/>
    <w:rsid w:val="00804C33"/>
    <w:rsid w:val="00804DBC"/>
    <w:rsid w:val="008055C5"/>
    <w:rsid w:val="0080684E"/>
    <w:rsid w:val="00807385"/>
    <w:rsid w:val="00807D67"/>
    <w:rsid w:val="00812426"/>
    <w:rsid w:val="00812FBC"/>
    <w:rsid w:val="008132E8"/>
    <w:rsid w:val="00814F7E"/>
    <w:rsid w:val="00815299"/>
    <w:rsid w:val="00815BCF"/>
    <w:rsid w:val="00816A37"/>
    <w:rsid w:val="00817FAC"/>
    <w:rsid w:val="008237CD"/>
    <w:rsid w:val="00826301"/>
    <w:rsid w:val="008263D7"/>
    <w:rsid w:val="0082790C"/>
    <w:rsid w:val="00827B14"/>
    <w:rsid w:val="00827CD8"/>
    <w:rsid w:val="00830098"/>
    <w:rsid w:val="00830846"/>
    <w:rsid w:val="008310AF"/>
    <w:rsid w:val="00831523"/>
    <w:rsid w:val="00831DE6"/>
    <w:rsid w:val="00833A5E"/>
    <w:rsid w:val="0083437B"/>
    <w:rsid w:val="008352B9"/>
    <w:rsid w:val="0083572F"/>
    <w:rsid w:val="0083584B"/>
    <w:rsid w:val="00835B6D"/>
    <w:rsid w:val="008369AF"/>
    <w:rsid w:val="00836CF2"/>
    <w:rsid w:val="008370D5"/>
    <w:rsid w:val="00842252"/>
    <w:rsid w:val="00842B38"/>
    <w:rsid w:val="0084485E"/>
    <w:rsid w:val="00845837"/>
    <w:rsid w:val="00846940"/>
    <w:rsid w:val="00847D8C"/>
    <w:rsid w:val="00850695"/>
    <w:rsid w:val="0085210E"/>
    <w:rsid w:val="008527CB"/>
    <w:rsid w:val="00852DB9"/>
    <w:rsid w:val="008545E5"/>
    <w:rsid w:val="00854681"/>
    <w:rsid w:val="00854D52"/>
    <w:rsid w:val="00855C07"/>
    <w:rsid w:val="00856760"/>
    <w:rsid w:val="00856A65"/>
    <w:rsid w:val="00857987"/>
    <w:rsid w:val="00857C48"/>
    <w:rsid w:val="00857E3E"/>
    <w:rsid w:val="00861460"/>
    <w:rsid w:val="0086254C"/>
    <w:rsid w:val="00862573"/>
    <w:rsid w:val="00862702"/>
    <w:rsid w:val="00862FE0"/>
    <w:rsid w:val="00863FA0"/>
    <w:rsid w:val="00864090"/>
    <w:rsid w:val="00864DFF"/>
    <w:rsid w:val="008664E3"/>
    <w:rsid w:val="00875D04"/>
    <w:rsid w:val="00882541"/>
    <w:rsid w:val="00882D04"/>
    <w:rsid w:val="00885E89"/>
    <w:rsid w:val="0088791E"/>
    <w:rsid w:val="00887B76"/>
    <w:rsid w:val="00887DD9"/>
    <w:rsid w:val="008901CB"/>
    <w:rsid w:val="008907D5"/>
    <w:rsid w:val="008929EC"/>
    <w:rsid w:val="00892C52"/>
    <w:rsid w:val="008956D6"/>
    <w:rsid w:val="00895856"/>
    <w:rsid w:val="008966AB"/>
    <w:rsid w:val="008A27DD"/>
    <w:rsid w:val="008A4E7A"/>
    <w:rsid w:val="008A5546"/>
    <w:rsid w:val="008A7707"/>
    <w:rsid w:val="008A784B"/>
    <w:rsid w:val="008B4601"/>
    <w:rsid w:val="008B7F73"/>
    <w:rsid w:val="008C0275"/>
    <w:rsid w:val="008C0441"/>
    <w:rsid w:val="008C049A"/>
    <w:rsid w:val="008C22AA"/>
    <w:rsid w:val="008C22FE"/>
    <w:rsid w:val="008C2EBD"/>
    <w:rsid w:val="008C3FC2"/>
    <w:rsid w:val="008C46AA"/>
    <w:rsid w:val="008C4BC9"/>
    <w:rsid w:val="008C5175"/>
    <w:rsid w:val="008C5F79"/>
    <w:rsid w:val="008C7520"/>
    <w:rsid w:val="008C7919"/>
    <w:rsid w:val="008C7C65"/>
    <w:rsid w:val="008D19B0"/>
    <w:rsid w:val="008D3607"/>
    <w:rsid w:val="008D36D6"/>
    <w:rsid w:val="008D693E"/>
    <w:rsid w:val="008E0956"/>
    <w:rsid w:val="008E0B28"/>
    <w:rsid w:val="008E106A"/>
    <w:rsid w:val="008E2532"/>
    <w:rsid w:val="008E2EDB"/>
    <w:rsid w:val="008E3677"/>
    <w:rsid w:val="008E3E10"/>
    <w:rsid w:val="008E5BA5"/>
    <w:rsid w:val="008E661A"/>
    <w:rsid w:val="008E720F"/>
    <w:rsid w:val="008E7F8E"/>
    <w:rsid w:val="008F235C"/>
    <w:rsid w:val="008F3C41"/>
    <w:rsid w:val="008F421D"/>
    <w:rsid w:val="008F468D"/>
    <w:rsid w:val="008F4FFC"/>
    <w:rsid w:val="008F69B1"/>
    <w:rsid w:val="008F734D"/>
    <w:rsid w:val="009042BC"/>
    <w:rsid w:val="00905359"/>
    <w:rsid w:val="00905C18"/>
    <w:rsid w:val="00910DFE"/>
    <w:rsid w:val="00913A49"/>
    <w:rsid w:val="00915324"/>
    <w:rsid w:val="00920097"/>
    <w:rsid w:val="00922E71"/>
    <w:rsid w:val="00923BF5"/>
    <w:rsid w:val="0092498F"/>
    <w:rsid w:val="00926D4C"/>
    <w:rsid w:val="009273B8"/>
    <w:rsid w:val="009274F9"/>
    <w:rsid w:val="00930264"/>
    <w:rsid w:val="00930312"/>
    <w:rsid w:val="00930B12"/>
    <w:rsid w:val="00931681"/>
    <w:rsid w:val="00932B51"/>
    <w:rsid w:val="009330A4"/>
    <w:rsid w:val="0093387E"/>
    <w:rsid w:val="009364E9"/>
    <w:rsid w:val="00936F6C"/>
    <w:rsid w:val="009403A2"/>
    <w:rsid w:val="00940D88"/>
    <w:rsid w:val="0094146B"/>
    <w:rsid w:val="0094158D"/>
    <w:rsid w:val="00941C6E"/>
    <w:rsid w:val="00941FFA"/>
    <w:rsid w:val="0094294E"/>
    <w:rsid w:val="00942970"/>
    <w:rsid w:val="0094493D"/>
    <w:rsid w:val="00944AFC"/>
    <w:rsid w:val="00944CA8"/>
    <w:rsid w:val="00945A0D"/>
    <w:rsid w:val="00946A79"/>
    <w:rsid w:val="00946BC5"/>
    <w:rsid w:val="009474B2"/>
    <w:rsid w:val="00947C9B"/>
    <w:rsid w:val="00947FF1"/>
    <w:rsid w:val="009514BA"/>
    <w:rsid w:val="009519C6"/>
    <w:rsid w:val="009521BE"/>
    <w:rsid w:val="00952592"/>
    <w:rsid w:val="009527CC"/>
    <w:rsid w:val="00952DA2"/>
    <w:rsid w:val="00953716"/>
    <w:rsid w:val="009545F0"/>
    <w:rsid w:val="0095769D"/>
    <w:rsid w:val="009603D8"/>
    <w:rsid w:val="00962D0B"/>
    <w:rsid w:val="009630FB"/>
    <w:rsid w:val="0096341E"/>
    <w:rsid w:val="009673A1"/>
    <w:rsid w:val="00970204"/>
    <w:rsid w:val="00974798"/>
    <w:rsid w:val="00974D18"/>
    <w:rsid w:val="009750DA"/>
    <w:rsid w:val="00975CE0"/>
    <w:rsid w:val="009762FA"/>
    <w:rsid w:val="0097679E"/>
    <w:rsid w:val="00976F69"/>
    <w:rsid w:val="00977127"/>
    <w:rsid w:val="00981793"/>
    <w:rsid w:val="00982019"/>
    <w:rsid w:val="0098233C"/>
    <w:rsid w:val="00982546"/>
    <w:rsid w:val="009851F9"/>
    <w:rsid w:val="0098595C"/>
    <w:rsid w:val="009862F5"/>
    <w:rsid w:val="00986F60"/>
    <w:rsid w:val="00992556"/>
    <w:rsid w:val="009926A4"/>
    <w:rsid w:val="0099299E"/>
    <w:rsid w:val="00994125"/>
    <w:rsid w:val="009969C4"/>
    <w:rsid w:val="009A00C2"/>
    <w:rsid w:val="009A19DC"/>
    <w:rsid w:val="009A2046"/>
    <w:rsid w:val="009A2C6B"/>
    <w:rsid w:val="009A38FF"/>
    <w:rsid w:val="009A3BF8"/>
    <w:rsid w:val="009A4580"/>
    <w:rsid w:val="009A524F"/>
    <w:rsid w:val="009A5BBA"/>
    <w:rsid w:val="009B0712"/>
    <w:rsid w:val="009B1777"/>
    <w:rsid w:val="009B2E9F"/>
    <w:rsid w:val="009B3223"/>
    <w:rsid w:val="009B4CE5"/>
    <w:rsid w:val="009B6208"/>
    <w:rsid w:val="009B6908"/>
    <w:rsid w:val="009B6B0B"/>
    <w:rsid w:val="009B73F3"/>
    <w:rsid w:val="009B772A"/>
    <w:rsid w:val="009C109E"/>
    <w:rsid w:val="009C3303"/>
    <w:rsid w:val="009C40E1"/>
    <w:rsid w:val="009C4469"/>
    <w:rsid w:val="009C5DBB"/>
    <w:rsid w:val="009C68EB"/>
    <w:rsid w:val="009C7AE8"/>
    <w:rsid w:val="009D1DBE"/>
    <w:rsid w:val="009D3D58"/>
    <w:rsid w:val="009D47A6"/>
    <w:rsid w:val="009D4F2B"/>
    <w:rsid w:val="009D572D"/>
    <w:rsid w:val="009D5DFA"/>
    <w:rsid w:val="009D5E0C"/>
    <w:rsid w:val="009D652F"/>
    <w:rsid w:val="009D6A1D"/>
    <w:rsid w:val="009E10E2"/>
    <w:rsid w:val="009E1411"/>
    <w:rsid w:val="009E1BD7"/>
    <w:rsid w:val="009E24D1"/>
    <w:rsid w:val="009E2847"/>
    <w:rsid w:val="009E37C3"/>
    <w:rsid w:val="009E3980"/>
    <w:rsid w:val="009E5A0F"/>
    <w:rsid w:val="009E5DAB"/>
    <w:rsid w:val="009E7AA3"/>
    <w:rsid w:val="009E7AEA"/>
    <w:rsid w:val="009E7BCD"/>
    <w:rsid w:val="009E7CA3"/>
    <w:rsid w:val="009F063A"/>
    <w:rsid w:val="009F1455"/>
    <w:rsid w:val="009F1D8B"/>
    <w:rsid w:val="009F2647"/>
    <w:rsid w:val="009F320B"/>
    <w:rsid w:val="009F3C3F"/>
    <w:rsid w:val="009F3DEF"/>
    <w:rsid w:val="009F615D"/>
    <w:rsid w:val="009F6331"/>
    <w:rsid w:val="00A0022D"/>
    <w:rsid w:val="00A00A83"/>
    <w:rsid w:val="00A00AF6"/>
    <w:rsid w:val="00A00CBD"/>
    <w:rsid w:val="00A0189D"/>
    <w:rsid w:val="00A022CD"/>
    <w:rsid w:val="00A026AD"/>
    <w:rsid w:val="00A030EB"/>
    <w:rsid w:val="00A037C3"/>
    <w:rsid w:val="00A0444D"/>
    <w:rsid w:val="00A04B40"/>
    <w:rsid w:val="00A0583C"/>
    <w:rsid w:val="00A05B14"/>
    <w:rsid w:val="00A060B7"/>
    <w:rsid w:val="00A06B91"/>
    <w:rsid w:val="00A07237"/>
    <w:rsid w:val="00A07A06"/>
    <w:rsid w:val="00A07F3B"/>
    <w:rsid w:val="00A106BE"/>
    <w:rsid w:val="00A10F1E"/>
    <w:rsid w:val="00A11D3A"/>
    <w:rsid w:val="00A12A2B"/>
    <w:rsid w:val="00A13B86"/>
    <w:rsid w:val="00A14835"/>
    <w:rsid w:val="00A15E4D"/>
    <w:rsid w:val="00A164A2"/>
    <w:rsid w:val="00A16685"/>
    <w:rsid w:val="00A16997"/>
    <w:rsid w:val="00A203F4"/>
    <w:rsid w:val="00A21177"/>
    <w:rsid w:val="00A2349D"/>
    <w:rsid w:val="00A236D1"/>
    <w:rsid w:val="00A26BCC"/>
    <w:rsid w:val="00A27094"/>
    <w:rsid w:val="00A275A0"/>
    <w:rsid w:val="00A2776C"/>
    <w:rsid w:val="00A2788E"/>
    <w:rsid w:val="00A303A6"/>
    <w:rsid w:val="00A30414"/>
    <w:rsid w:val="00A3071A"/>
    <w:rsid w:val="00A30D6B"/>
    <w:rsid w:val="00A31282"/>
    <w:rsid w:val="00A3475B"/>
    <w:rsid w:val="00A36A6A"/>
    <w:rsid w:val="00A36D66"/>
    <w:rsid w:val="00A419FA"/>
    <w:rsid w:val="00A42C8F"/>
    <w:rsid w:val="00A47B5E"/>
    <w:rsid w:val="00A47E5D"/>
    <w:rsid w:val="00A50308"/>
    <w:rsid w:val="00A5163F"/>
    <w:rsid w:val="00A51C34"/>
    <w:rsid w:val="00A521FC"/>
    <w:rsid w:val="00A54C20"/>
    <w:rsid w:val="00A54C99"/>
    <w:rsid w:val="00A55AC4"/>
    <w:rsid w:val="00A5744E"/>
    <w:rsid w:val="00A576C6"/>
    <w:rsid w:val="00A61F20"/>
    <w:rsid w:val="00A646D1"/>
    <w:rsid w:val="00A659CC"/>
    <w:rsid w:val="00A65A5D"/>
    <w:rsid w:val="00A65FED"/>
    <w:rsid w:val="00A712C8"/>
    <w:rsid w:val="00A71D04"/>
    <w:rsid w:val="00A71EF2"/>
    <w:rsid w:val="00A734CA"/>
    <w:rsid w:val="00A73912"/>
    <w:rsid w:val="00A7435B"/>
    <w:rsid w:val="00A75F0A"/>
    <w:rsid w:val="00A763DC"/>
    <w:rsid w:val="00A81899"/>
    <w:rsid w:val="00A81C57"/>
    <w:rsid w:val="00A81CD7"/>
    <w:rsid w:val="00A8204D"/>
    <w:rsid w:val="00A820A5"/>
    <w:rsid w:val="00A82D51"/>
    <w:rsid w:val="00A8378D"/>
    <w:rsid w:val="00A839F9"/>
    <w:rsid w:val="00A8501B"/>
    <w:rsid w:val="00A85081"/>
    <w:rsid w:val="00A85EA4"/>
    <w:rsid w:val="00A8735C"/>
    <w:rsid w:val="00A90078"/>
    <w:rsid w:val="00A915C3"/>
    <w:rsid w:val="00AA0E9F"/>
    <w:rsid w:val="00AA3741"/>
    <w:rsid w:val="00AA5F07"/>
    <w:rsid w:val="00AA5F94"/>
    <w:rsid w:val="00AA6D36"/>
    <w:rsid w:val="00AB03A5"/>
    <w:rsid w:val="00AB06D0"/>
    <w:rsid w:val="00AB12B0"/>
    <w:rsid w:val="00AB1E37"/>
    <w:rsid w:val="00AB2060"/>
    <w:rsid w:val="00AB23F1"/>
    <w:rsid w:val="00AB2842"/>
    <w:rsid w:val="00AB2D6C"/>
    <w:rsid w:val="00AB5884"/>
    <w:rsid w:val="00AB653C"/>
    <w:rsid w:val="00AB71F6"/>
    <w:rsid w:val="00AB73F3"/>
    <w:rsid w:val="00AC01BA"/>
    <w:rsid w:val="00AC155A"/>
    <w:rsid w:val="00AC2B1C"/>
    <w:rsid w:val="00AC5319"/>
    <w:rsid w:val="00AC6871"/>
    <w:rsid w:val="00AC78C0"/>
    <w:rsid w:val="00AC7B09"/>
    <w:rsid w:val="00AD0EAB"/>
    <w:rsid w:val="00AD13CF"/>
    <w:rsid w:val="00AD1560"/>
    <w:rsid w:val="00AD39D8"/>
    <w:rsid w:val="00AD5BEA"/>
    <w:rsid w:val="00AD6231"/>
    <w:rsid w:val="00AD6E48"/>
    <w:rsid w:val="00AD75AA"/>
    <w:rsid w:val="00AE0D04"/>
    <w:rsid w:val="00AE1FC6"/>
    <w:rsid w:val="00AE2194"/>
    <w:rsid w:val="00AE52C1"/>
    <w:rsid w:val="00AE6BA0"/>
    <w:rsid w:val="00AE7F33"/>
    <w:rsid w:val="00AF029E"/>
    <w:rsid w:val="00AF089E"/>
    <w:rsid w:val="00AF111D"/>
    <w:rsid w:val="00AF42FD"/>
    <w:rsid w:val="00AF70A0"/>
    <w:rsid w:val="00AF7A46"/>
    <w:rsid w:val="00AF7BD0"/>
    <w:rsid w:val="00AF7E4B"/>
    <w:rsid w:val="00B04657"/>
    <w:rsid w:val="00B0660D"/>
    <w:rsid w:val="00B076D1"/>
    <w:rsid w:val="00B07885"/>
    <w:rsid w:val="00B101DC"/>
    <w:rsid w:val="00B10ACF"/>
    <w:rsid w:val="00B10D4F"/>
    <w:rsid w:val="00B11A35"/>
    <w:rsid w:val="00B11CF8"/>
    <w:rsid w:val="00B12008"/>
    <w:rsid w:val="00B13F64"/>
    <w:rsid w:val="00B1529A"/>
    <w:rsid w:val="00B15B7C"/>
    <w:rsid w:val="00B16525"/>
    <w:rsid w:val="00B17615"/>
    <w:rsid w:val="00B17B80"/>
    <w:rsid w:val="00B20190"/>
    <w:rsid w:val="00B20698"/>
    <w:rsid w:val="00B20AD5"/>
    <w:rsid w:val="00B2210C"/>
    <w:rsid w:val="00B22A51"/>
    <w:rsid w:val="00B24B64"/>
    <w:rsid w:val="00B25097"/>
    <w:rsid w:val="00B26E69"/>
    <w:rsid w:val="00B3019F"/>
    <w:rsid w:val="00B30643"/>
    <w:rsid w:val="00B30AF3"/>
    <w:rsid w:val="00B327D7"/>
    <w:rsid w:val="00B32CB9"/>
    <w:rsid w:val="00B32E00"/>
    <w:rsid w:val="00B35BD3"/>
    <w:rsid w:val="00B400DE"/>
    <w:rsid w:val="00B403DB"/>
    <w:rsid w:val="00B422A9"/>
    <w:rsid w:val="00B4516B"/>
    <w:rsid w:val="00B458F3"/>
    <w:rsid w:val="00B46819"/>
    <w:rsid w:val="00B46D34"/>
    <w:rsid w:val="00B47188"/>
    <w:rsid w:val="00B47B2B"/>
    <w:rsid w:val="00B5007B"/>
    <w:rsid w:val="00B5015D"/>
    <w:rsid w:val="00B50C8C"/>
    <w:rsid w:val="00B5173A"/>
    <w:rsid w:val="00B5233C"/>
    <w:rsid w:val="00B52BE4"/>
    <w:rsid w:val="00B5348E"/>
    <w:rsid w:val="00B535A0"/>
    <w:rsid w:val="00B5557F"/>
    <w:rsid w:val="00B568E1"/>
    <w:rsid w:val="00B56E62"/>
    <w:rsid w:val="00B600CF"/>
    <w:rsid w:val="00B60745"/>
    <w:rsid w:val="00B62612"/>
    <w:rsid w:val="00B6332C"/>
    <w:rsid w:val="00B653D0"/>
    <w:rsid w:val="00B66A0D"/>
    <w:rsid w:val="00B677E3"/>
    <w:rsid w:val="00B70B10"/>
    <w:rsid w:val="00B71091"/>
    <w:rsid w:val="00B73EAF"/>
    <w:rsid w:val="00B762E6"/>
    <w:rsid w:val="00B769C3"/>
    <w:rsid w:val="00B77CD2"/>
    <w:rsid w:val="00B809AF"/>
    <w:rsid w:val="00B81CC6"/>
    <w:rsid w:val="00B82319"/>
    <w:rsid w:val="00B82E66"/>
    <w:rsid w:val="00B84A5A"/>
    <w:rsid w:val="00B85194"/>
    <w:rsid w:val="00B85B76"/>
    <w:rsid w:val="00B85E2A"/>
    <w:rsid w:val="00B8639D"/>
    <w:rsid w:val="00B90622"/>
    <w:rsid w:val="00B90629"/>
    <w:rsid w:val="00B94F82"/>
    <w:rsid w:val="00B95337"/>
    <w:rsid w:val="00B9654B"/>
    <w:rsid w:val="00B973D6"/>
    <w:rsid w:val="00BA017A"/>
    <w:rsid w:val="00BA0920"/>
    <w:rsid w:val="00BA3C96"/>
    <w:rsid w:val="00BA52F1"/>
    <w:rsid w:val="00BA6101"/>
    <w:rsid w:val="00BA679E"/>
    <w:rsid w:val="00BA6A56"/>
    <w:rsid w:val="00BB042C"/>
    <w:rsid w:val="00BB1086"/>
    <w:rsid w:val="00BB21F8"/>
    <w:rsid w:val="00BB2BE2"/>
    <w:rsid w:val="00BB3D65"/>
    <w:rsid w:val="00BB40BF"/>
    <w:rsid w:val="00BB4E6E"/>
    <w:rsid w:val="00BB6501"/>
    <w:rsid w:val="00BB6508"/>
    <w:rsid w:val="00BC04F1"/>
    <w:rsid w:val="00BC0715"/>
    <w:rsid w:val="00BC4E9E"/>
    <w:rsid w:val="00BC773B"/>
    <w:rsid w:val="00BC7DAB"/>
    <w:rsid w:val="00BD0252"/>
    <w:rsid w:val="00BD29F4"/>
    <w:rsid w:val="00BD2A23"/>
    <w:rsid w:val="00BD2C93"/>
    <w:rsid w:val="00BD379E"/>
    <w:rsid w:val="00BD3BC6"/>
    <w:rsid w:val="00BD60F6"/>
    <w:rsid w:val="00BD61CF"/>
    <w:rsid w:val="00BD6BA9"/>
    <w:rsid w:val="00BD7856"/>
    <w:rsid w:val="00BD7EC7"/>
    <w:rsid w:val="00BE18FA"/>
    <w:rsid w:val="00BE2609"/>
    <w:rsid w:val="00BE3217"/>
    <w:rsid w:val="00BE4510"/>
    <w:rsid w:val="00BE61C3"/>
    <w:rsid w:val="00BE647F"/>
    <w:rsid w:val="00BE79F7"/>
    <w:rsid w:val="00BF0D9D"/>
    <w:rsid w:val="00BF4B93"/>
    <w:rsid w:val="00BF51B2"/>
    <w:rsid w:val="00BF53BF"/>
    <w:rsid w:val="00BF5A2A"/>
    <w:rsid w:val="00BF6B6D"/>
    <w:rsid w:val="00C027E4"/>
    <w:rsid w:val="00C0294E"/>
    <w:rsid w:val="00C02B98"/>
    <w:rsid w:val="00C0300C"/>
    <w:rsid w:val="00C03A58"/>
    <w:rsid w:val="00C04029"/>
    <w:rsid w:val="00C05858"/>
    <w:rsid w:val="00C064DE"/>
    <w:rsid w:val="00C0743E"/>
    <w:rsid w:val="00C079E2"/>
    <w:rsid w:val="00C1260B"/>
    <w:rsid w:val="00C126A3"/>
    <w:rsid w:val="00C12AC2"/>
    <w:rsid w:val="00C13271"/>
    <w:rsid w:val="00C141A3"/>
    <w:rsid w:val="00C142B5"/>
    <w:rsid w:val="00C1457B"/>
    <w:rsid w:val="00C146EA"/>
    <w:rsid w:val="00C15B80"/>
    <w:rsid w:val="00C15DF0"/>
    <w:rsid w:val="00C170EE"/>
    <w:rsid w:val="00C21526"/>
    <w:rsid w:val="00C21BB7"/>
    <w:rsid w:val="00C2298D"/>
    <w:rsid w:val="00C23692"/>
    <w:rsid w:val="00C23F5A"/>
    <w:rsid w:val="00C2710C"/>
    <w:rsid w:val="00C27500"/>
    <w:rsid w:val="00C27B15"/>
    <w:rsid w:val="00C32A69"/>
    <w:rsid w:val="00C32ABE"/>
    <w:rsid w:val="00C33FEE"/>
    <w:rsid w:val="00C3492A"/>
    <w:rsid w:val="00C3497C"/>
    <w:rsid w:val="00C4066E"/>
    <w:rsid w:val="00C41E65"/>
    <w:rsid w:val="00C4356C"/>
    <w:rsid w:val="00C442A5"/>
    <w:rsid w:val="00C44F1E"/>
    <w:rsid w:val="00C45255"/>
    <w:rsid w:val="00C45500"/>
    <w:rsid w:val="00C45F30"/>
    <w:rsid w:val="00C46705"/>
    <w:rsid w:val="00C46F10"/>
    <w:rsid w:val="00C504F0"/>
    <w:rsid w:val="00C5058D"/>
    <w:rsid w:val="00C50E86"/>
    <w:rsid w:val="00C522FE"/>
    <w:rsid w:val="00C525F4"/>
    <w:rsid w:val="00C53183"/>
    <w:rsid w:val="00C54C49"/>
    <w:rsid w:val="00C552D5"/>
    <w:rsid w:val="00C55808"/>
    <w:rsid w:val="00C5611B"/>
    <w:rsid w:val="00C57153"/>
    <w:rsid w:val="00C613F3"/>
    <w:rsid w:val="00C6328C"/>
    <w:rsid w:val="00C65C99"/>
    <w:rsid w:val="00C661CF"/>
    <w:rsid w:val="00C6633C"/>
    <w:rsid w:val="00C715A3"/>
    <w:rsid w:val="00C71B85"/>
    <w:rsid w:val="00C723E9"/>
    <w:rsid w:val="00C733D1"/>
    <w:rsid w:val="00C74B7F"/>
    <w:rsid w:val="00C809E7"/>
    <w:rsid w:val="00C80E70"/>
    <w:rsid w:val="00C8209D"/>
    <w:rsid w:val="00C83864"/>
    <w:rsid w:val="00C85955"/>
    <w:rsid w:val="00C8641F"/>
    <w:rsid w:val="00C877D8"/>
    <w:rsid w:val="00C87B5C"/>
    <w:rsid w:val="00C9065F"/>
    <w:rsid w:val="00C90717"/>
    <w:rsid w:val="00C90A69"/>
    <w:rsid w:val="00C9333E"/>
    <w:rsid w:val="00C9399E"/>
    <w:rsid w:val="00C94D26"/>
    <w:rsid w:val="00CA0C96"/>
    <w:rsid w:val="00CA135F"/>
    <w:rsid w:val="00CA324F"/>
    <w:rsid w:val="00CA5407"/>
    <w:rsid w:val="00CA70D8"/>
    <w:rsid w:val="00CB0ED2"/>
    <w:rsid w:val="00CB10B5"/>
    <w:rsid w:val="00CB141B"/>
    <w:rsid w:val="00CB17B4"/>
    <w:rsid w:val="00CB1BD9"/>
    <w:rsid w:val="00CB1DED"/>
    <w:rsid w:val="00CB444C"/>
    <w:rsid w:val="00CB6843"/>
    <w:rsid w:val="00CB6EE7"/>
    <w:rsid w:val="00CB740E"/>
    <w:rsid w:val="00CB76C4"/>
    <w:rsid w:val="00CB7A70"/>
    <w:rsid w:val="00CC00A6"/>
    <w:rsid w:val="00CC0A84"/>
    <w:rsid w:val="00CC0FFE"/>
    <w:rsid w:val="00CC1F26"/>
    <w:rsid w:val="00CC36A1"/>
    <w:rsid w:val="00CC3BE9"/>
    <w:rsid w:val="00CC42FB"/>
    <w:rsid w:val="00CC4510"/>
    <w:rsid w:val="00CC552E"/>
    <w:rsid w:val="00CC6017"/>
    <w:rsid w:val="00CC6EF2"/>
    <w:rsid w:val="00CD2D24"/>
    <w:rsid w:val="00CD2E6A"/>
    <w:rsid w:val="00CD5241"/>
    <w:rsid w:val="00CD5280"/>
    <w:rsid w:val="00CD59F9"/>
    <w:rsid w:val="00CD5FDF"/>
    <w:rsid w:val="00CD6C29"/>
    <w:rsid w:val="00CD718B"/>
    <w:rsid w:val="00CD7DEE"/>
    <w:rsid w:val="00CE0CC7"/>
    <w:rsid w:val="00CE1F2B"/>
    <w:rsid w:val="00CE22FA"/>
    <w:rsid w:val="00CE360E"/>
    <w:rsid w:val="00CE3E7B"/>
    <w:rsid w:val="00CE457D"/>
    <w:rsid w:val="00CE5E17"/>
    <w:rsid w:val="00CE6A73"/>
    <w:rsid w:val="00CF1D29"/>
    <w:rsid w:val="00CF439A"/>
    <w:rsid w:val="00CF48FD"/>
    <w:rsid w:val="00D01432"/>
    <w:rsid w:val="00D034DF"/>
    <w:rsid w:val="00D03627"/>
    <w:rsid w:val="00D03FDF"/>
    <w:rsid w:val="00D043DB"/>
    <w:rsid w:val="00D04480"/>
    <w:rsid w:val="00D04AE9"/>
    <w:rsid w:val="00D0536D"/>
    <w:rsid w:val="00D06111"/>
    <w:rsid w:val="00D10C2A"/>
    <w:rsid w:val="00D11253"/>
    <w:rsid w:val="00D12202"/>
    <w:rsid w:val="00D12C82"/>
    <w:rsid w:val="00D13EA1"/>
    <w:rsid w:val="00D13EDD"/>
    <w:rsid w:val="00D21FAB"/>
    <w:rsid w:val="00D22CB2"/>
    <w:rsid w:val="00D23A71"/>
    <w:rsid w:val="00D23AB0"/>
    <w:rsid w:val="00D26269"/>
    <w:rsid w:val="00D3034B"/>
    <w:rsid w:val="00D303F3"/>
    <w:rsid w:val="00D32C33"/>
    <w:rsid w:val="00D34552"/>
    <w:rsid w:val="00D34575"/>
    <w:rsid w:val="00D358CA"/>
    <w:rsid w:val="00D364D6"/>
    <w:rsid w:val="00D366FD"/>
    <w:rsid w:val="00D36E96"/>
    <w:rsid w:val="00D424A6"/>
    <w:rsid w:val="00D4252C"/>
    <w:rsid w:val="00D42BF5"/>
    <w:rsid w:val="00D43759"/>
    <w:rsid w:val="00D43A05"/>
    <w:rsid w:val="00D44C01"/>
    <w:rsid w:val="00D46181"/>
    <w:rsid w:val="00D46537"/>
    <w:rsid w:val="00D46A00"/>
    <w:rsid w:val="00D46D45"/>
    <w:rsid w:val="00D47F04"/>
    <w:rsid w:val="00D503DF"/>
    <w:rsid w:val="00D530B4"/>
    <w:rsid w:val="00D544DF"/>
    <w:rsid w:val="00D546AD"/>
    <w:rsid w:val="00D55669"/>
    <w:rsid w:val="00D55DC0"/>
    <w:rsid w:val="00D57A1C"/>
    <w:rsid w:val="00D6160C"/>
    <w:rsid w:val="00D622E4"/>
    <w:rsid w:val="00D62D7C"/>
    <w:rsid w:val="00D6317A"/>
    <w:rsid w:val="00D64017"/>
    <w:rsid w:val="00D666E1"/>
    <w:rsid w:val="00D67807"/>
    <w:rsid w:val="00D67B92"/>
    <w:rsid w:val="00D736F6"/>
    <w:rsid w:val="00D73BB0"/>
    <w:rsid w:val="00D74125"/>
    <w:rsid w:val="00D75FC2"/>
    <w:rsid w:val="00D765A7"/>
    <w:rsid w:val="00D776AA"/>
    <w:rsid w:val="00D776F4"/>
    <w:rsid w:val="00D80592"/>
    <w:rsid w:val="00D850A3"/>
    <w:rsid w:val="00D86323"/>
    <w:rsid w:val="00D91236"/>
    <w:rsid w:val="00D912E5"/>
    <w:rsid w:val="00D915B6"/>
    <w:rsid w:val="00D92528"/>
    <w:rsid w:val="00D93FFA"/>
    <w:rsid w:val="00D96D42"/>
    <w:rsid w:val="00D96DD2"/>
    <w:rsid w:val="00D97211"/>
    <w:rsid w:val="00D975F4"/>
    <w:rsid w:val="00D978CA"/>
    <w:rsid w:val="00DA05E1"/>
    <w:rsid w:val="00DA1D42"/>
    <w:rsid w:val="00DA345A"/>
    <w:rsid w:val="00DA3BE2"/>
    <w:rsid w:val="00DB228A"/>
    <w:rsid w:val="00DB439A"/>
    <w:rsid w:val="00DB4F6A"/>
    <w:rsid w:val="00DB5B70"/>
    <w:rsid w:val="00DB6259"/>
    <w:rsid w:val="00DB62E6"/>
    <w:rsid w:val="00DB6C47"/>
    <w:rsid w:val="00DB7C39"/>
    <w:rsid w:val="00DC3049"/>
    <w:rsid w:val="00DC37F7"/>
    <w:rsid w:val="00DC7575"/>
    <w:rsid w:val="00DC7D8B"/>
    <w:rsid w:val="00DD00D9"/>
    <w:rsid w:val="00DD3B39"/>
    <w:rsid w:val="00DD413B"/>
    <w:rsid w:val="00DD76B2"/>
    <w:rsid w:val="00DE1F65"/>
    <w:rsid w:val="00DE28A1"/>
    <w:rsid w:val="00DE3E83"/>
    <w:rsid w:val="00DE4364"/>
    <w:rsid w:val="00DE5258"/>
    <w:rsid w:val="00DE553C"/>
    <w:rsid w:val="00DE7899"/>
    <w:rsid w:val="00DE7C9A"/>
    <w:rsid w:val="00DF1F1B"/>
    <w:rsid w:val="00DF4269"/>
    <w:rsid w:val="00DF43EB"/>
    <w:rsid w:val="00DF4740"/>
    <w:rsid w:val="00DF67F4"/>
    <w:rsid w:val="00DF7FAB"/>
    <w:rsid w:val="00E005D1"/>
    <w:rsid w:val="00E030A6"/>
    <w:rsid w:val="00E05520"/>
    <w:rsid w:val="00E067C9"/>
    <w:rsid w:val="00E07014"/>
    <w:rsid w:val="00E11B0B"/>
    <w:rsid w:val="00E1405B"/>
    <w:rsid w:val="00E1533B"/>
    <w:rsid w:val="00E16CD8"/>
    <w:rsid w:val="00E17B5E"/>
    <w:rsid w:val="00E204F9"/>
    <w:rsid w:val="00E21F12"/>
    <w:rsid w:val="00E22E60"/>
    <w:rsid w:val="00E231E9"/>
    <w:rsid w:val="00E31966"/>
    <w:rsid w:val="00E32D3B"/>
    <w:rsid w:val="00E32EBB"/>
    <w:rsid w:val="00E33A6D"/>
    <w:rsid w:val="00E3448D"/>
    <w:rsid w:val="00E3505E"/>
    <w:rsid w:val="00E35A75"/>
    <w:rsid w:val="00E36ACC"/>
    <w:rsid w:val="00E41DB0"/>
    <w:rsid w:val="00E4219F"/>
    <w:rsid w:val="00E43053"/>
    <w:rsid w:val="00E43E3A"/>
    <w:rsid w:val="00E44F49"/>
    <w:rsid w:val="00E4598D"/>
    <w:rsid w:val="00E463C4"/>
    <w:rsid w:val="00E5153E"/>
    <w:rsid w:val="00E520EB"/>
    <w:rsid w:val="00E5366A"/>
    <w:rsid w:val="00E5457A"/>
    <w:rsid w:val="00E55376"/>
    <w:rsid w:val="00E55EB0"/>
    <w:rsid w:val="00E56149"/>
    <w:rsid w:val="00E56413"/>
    <w:rsid w:val="00E60897"/>
    <w:rsid w:val="00E60F22"/>
    <w:rsid w:val="00E60F6A"/>
    <w:rsid w:val="00E6123C"/>
    <w:rsid w:val="00E619D7"/>
    <w:rsid w:val="00E61E2B"/>
    <w:rsid w:val="00E63592"/>
    <w:rsid w:val="00E63F6E"/>
    <w:rsid w:val="00E656CA"/>
    <w:rsid w:val="00E67442"/>
    <w:rsid w:val="00E679FC"/>
    <w:rsid w:val="00E67ACD"/>
    <w:rsid w:val="00E67BD5"/>
    <w:rsid w:val="00E70916"/>
    <w:rsid w:val="00E721F8"/>
    <w:rsid w:val="00E7276F"/>
    <w:rsid w:val="00E72870"/>
    <w:rsid w:val="00E72A73"/>
    <w:rsid w:val="00E73545"/>
    <w:rsid w:val="00E735E1"/>
    <w:rsid w:val="00E74607"/>
    <w:rsid w:val="00E74B67"/>
    <w:rsid w:val="00E75016"/>
    <w:rsid w:val="00E76753"/>
    <w:rsid w:val="00E80FF6"/>
    <w:rsid w:val="00E848CA"/>
    <w:rsid w:val="00E861F7"/>
    <w:rsid w:val="00E909D9"/>
    <w:rsid w:val="00E90E87"/>
    <w:rsid w:val="00E9101B"/>
    <w:rsid w:val="00E92BEE"/>
    <w:rsid w:val="00E92E7E"/>
    <w:rsid w:val="00E93071"/>
    <w:rsid w:val="00E94364"/>
    <w:rsid w:val="00E946AD"/>
    <w:rsid w:val="00E9597F"/>
    <w:rsid w:val="00E96615"/>
    <w:rsid w:val="00E9785D"/>
    <w:rsid w:val="00EA0225"/>
    <w:rsid w:val="00EA0C8E"/>
    <w:rsid w:val="00EA0D64"/>
    <w:rsid w:val="00EA1252"/>
    <w:rsid w:val="00EA1ACB"/>
    <w:rsid w:val="00EA2364"/>
    <w:rsid w:val="00EA2B0D"/>
    <w:rsid w:val="00EA2DEA"/>
    <w:rsid w:val="00EA3F63"/>
    <w:rsid w:val="00EA4A79"/>
    <w:rsid w:val="00EA5C90"/>
    <w:rsid w:val="00EA6F51"/>
    <w:rsid w:val="00EA7335"/>
    <w:rsid w:val="00EB0708"/>
    <w:rsid w:val="00EB07F9"/>
    <w:rsid w:val="00EB11D8"/>
    <w:rsid w:val="00EB17A7"/>
    <w:rsid w:val="00EB2FA3"/>
    <w:rsid w:val="00EB31D0"/>
    <w:rsid w:val="00EB5A4B"/>
    <w:rsid w:val="00EB7A0A"/>
    <w:rsid w:val="00EB7CC3"/>
    <w:rsid w:val="00EB7E44"/>
    <w:rsid w:val="00EB7FD7"/>
    <w:rsid w:val="00EC0769"/>
    <w:rsid w:val="00EC0F2B"/>
    <w:rsid w:val="00EC1D0A"/>
    <w:rsid w:val="00EC1E35"/>
    <w:rsid w:val="00EC2EA3"/>
    <w:rsid w:val="00EC3FDB"/>
    <w:rsid w:val="00EC413C"/>
    <w:rsid w:val="00EC4289"/>
    <w:rsid w:val="00EC43CB"/>
    <w:rsid w:val="00EC696A"/>
    <w:rsid w:val="00EC7497"/>
    <w:rsid w:val="00EC7D84"/>
    <w:rsid w:val="00ED1577"/>
    <w:rsid w:val="00ED52BF"/>
    <w:rsid w:val="00ED5C09"/>
    <w:rsid w:val="00EE0DB8"/>
    <w:rsid w:val="00EE15B0"/>
    <w:rsid w:val="00EE2620"/>
    <w:rsid w:val="00EE3668"/>
    <w:rsid w:val="00EE5280"/>
    <w:rsid w:val="00EE6BAF"/>
    <w:rsid w:val="00EE7AB8"/>
    <w:rsid w:val="00EE7E04"/>
    <w:rsid w:val="00EF16FB"/>
    <w:rsid w:val="00EF2B96"/>
    <w:rsid w:val="00EF466B"/>
    <w:rsid w:val="00EF6C63"/>
    <w:rsid w:val="00EF7A81"/>
    <w:rsid w:val="00EF7ED1"/>
    <w:rsid w:val="00F007A2"/>
    <w:rsid w:val="00F00B69"/>
    <w:rsid w:val="00F019CE"/>
    <w:rsid w:val="00F02BDC"/>
    <w:rsid w:val="00F03EB3"/>
    <w:rsid w:val="00F060A8"/>
    <w:rsid w:val="00F07C20"/>
    <w:rsid w:val="00F1141B"/>
    <w:rsid w:val="00F15557"/>
    <w:rsid w:val="00F15B57"/>
    <w:rsid w:val="00F1603C"/>
    <w:rsid w:val="00F209F1"/>
    <w:rsid w:val="00F224DF"/>
    <w:rsid w:val="00F230DD"/>
    <w:rsid w:val="00F23464"/>
    <w:rsid w:val="00F274FC"/>
    <w:rsid w:val="00F30A9D"/>
    <w:rsid w:val="00F30B93"/>
    <w:rsid w:val="00F31F3A"/>
    <w:rsid w:val="00F3204A"/>
    <w:rsid w:val="00F32EC2"/>
    <w:rsid w:val="00F34CBF"/>
    <w:rsid w:val="00F36CDF"/>
    <w:rsid w:val="00F36E6A"/>
    <w:rsid w:val="00F37277"/>
    <w:rsid w:val="00F37EA5"/>
    <w:rsid w:val="00F40D69"/>
    <w:rsid w:val="00F416D6"/>
    <w:rsid w:val="00F4239F"/>
    <w:rsid w:val="00F43679"/>
    <w:rsid w:val="00F43D7C"/>
    <w:rsid w:val="00F44392"/>
    <w:rsid w:val="00F471BD"/>
    <w:rsid w:val="00F47E63"/>
    <w:rsid w:val="00F47F67"/>
    <w:rsid w:val="00F51D65"/>
    <w:rsid w:val="00F52B96"/>
    <w:rsid w:val="00F52FBF"/>
    <w:rsid w:val="00F532F4"/>
    <w:rsid w:val="00F54486"/>
    <w:rsid w:val="00F54552"/>
    <w:rsid w:val="00F5618C"/>
    <w:rsid w:val="00F60DA5"/>
    <w:rsid w:val="00F60EFF"/>
    <w:rsid w:val="00F616E3"/>
    <w:rsid w:val="00F622B4"/>
    <w:rsid w:val="00F638B5"/>
    <w:rsid w:val="00F646FB"/>
    <w:rsid w:val="00F64FF4"/>
    <w:rsid w:val="00F66C3C"/>
    <w:rsid w:val="00F67AA6"/>
    <w:rsid w:val="00F70512"/>
    <w:rsid w:val="00F714AC"/>
    <w:rsid w:val="00F73F6F"/>
    <w:rsid w:val="00F73F8C"/>
    <w:rsid w:val="00F74ADB"/>
    <w:rsid w:val="00F7541C"/>
    <w:rsid w:val="00F7706A"/>
    <w:rsid w:val="00F80261"/>
    <w:rsid w:val="00F80B97"/>
    <w:rsid w:val="00F81263"/>
    <w:rsid w:val="00F81DB7"/>
    <w:rsid w:val="00F81FCF"/>
    <w:rsid w:val="00F83DA6"/>
    <w:rsid w:val="00F84C6D"/>
    <w:rsid w:val="00F86085"/>
    <w:rsid w:val="00F86DAC"/>
    <w:rsid w:val="00F90830"/>
    <w:rsid w:val="00F90E74"/>
    <w:rsid w:val="00F9193F"/>
    <w:rsid w:val="00F956E1"/>
    <w:rsid w:val="00F95895"/>
    <w:rsid w:val="00F96E3E"/>
    <w:rsid w:val="00F97C5D"/>
    <w:rsid w:val="00FA0619"/>
    <w:rsid w:val="00FA0783"/>
    <w:rsid w:val="00FA0D87"/>
    <w:rsid w:val="00FA14A6"/>
    <w:rsid w:val="00FA2776"/>
    <w:rsid w:val="00FA46B1"/>
    <w:rsid w:val="00FA4BAC"/>
    <w:rsid w:val="00FA4BFC"/>
    <w:rsid w:val="00FA50C2"/>
    <w:rsid w:val="00FA5621"/>
    <w:rsid w:val="00FA5B46"/>
    <w:rsid w:val="00FA7D27"/>
    <w:rsid w:val="00FA7DE0"/>
    <w:rsid w:val="00FB015D"/>
    <w:rsid w:val="00FB058E"/>
    <w:rsid w:val="00FB0B2F"/>
    <w:rsid w:val="00FB1B9D"/>
    <w:rsid w:val="00FB212C"/>
    <w:rsid w:val="00FB2667"/>
    <w:rsid w:val="00FB311A"/>
    <w:rsid w:val="00FB32E3"/>
    <w:rsid w:val="00FB43DA"/>
    <w:rsid w:val="00FB57AE"/>
    <w:rsid w:val="00FB6FEA"/>
    <w:rsid w:val="00FB7143"/>
    <w:rsid w:val="00FC1DC7"/>
    <w:rsid w:val="00FC515D"/>
    <w:rsid w:val="00FC517C"/>
    <w:rsid w:val="00FC596F"/>
    <w:rsid w:val="00FC6F2C"/>
    <w:rsid w:val="00FD064B"/>
    <w:rsid w:val="00FD078A"/>
    <w:rsid w:val="00FD3378"/>
    <w:rsid w:val="00FD60AF"/>
    <w:rsid w:val="00FD7F94"/>
    <w:rsid w:val="00FE033B"/>
    <w:rsid w:val="00FE080D"/>
    <w:rsid w:val="00FE1855"/>
    <w:rsid w:val="00FE241F"/>
    <w:rsid w:val="00FE29ED"/>
    <w:rsid w:val="00FE4C86"/>
    <w:rsid w:val="00FE4FA3"/>
    <w:rsid w:val="00FE5855"/>
    <w:rsid w:val="00FE6190"/>
    <w:rsid w:val="00FE6EC9"/>
    <w:rsid w:val="00FF1A53"/>
    <w:rsid w:val="00FF1FF3"/>
    <w:rsid w:val="00FF23A5"/>
    <w:rsid w:val="00FF26DC"/>
    <w:rsid w:val="00FF2B5A"/>
    <w:rsid w:val="00FF35D7"/>
    <w:rsid w:val="00FF428A"/>
    <w:rsid w:val="00FF4E5B"/>
    <w:rsid w:val="00FF5252"/>
    <w:rsid w:val="00FF61A6"/>
    <w:rsid w:val="00FF6765"/>
    <w:rsid w:val="00FF7B87"/>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4209"/>
    <o:shapelayout v:ext="edit">
      <o:idmap v:ext="edit" data="1"/>
    </o:shapelayout>
  </w:shapeDefaults>
  <w:decimalSymbol w:val=","/>
  <w:listSeparator w:val=";"/>
  <w15:docId w15:val="{5720BE67-8341-4CEC-B3E9-026355994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18F"/>
    <w:pPr>
      <w:spacing w:before="120" w:after="120"/>
      <w:jc w:val="both"/>
    </w:pPr>
    <w:rPr>
      <w:rFonts w:ascii="Arial" w:hAnsi="Arial"/>
    </w:rPr>
  </w:style>
  <w:style w:type="paragraph" w:styleId="Ttulo1">
    <w:name w:val="heading 1"/>
    <w:basedOn w:val="Normal"/>
    <w:next w:val="Normal"/>
    <w:link w:val="Ttulo1Car"/>
    <w:qFormat/>
    <w:rsid w:val="00ED52BF"/>
    <w:pPr>
      <w:keepNext/>
      <w:spacing w:before="360" w:after="240"/>
      <w:jc w:val="left"/>
      <w:outlineLvl w:val="0"/>
    </w:pPr>
    <w:rPr>
      <w:b/>
      <w:bCs/>
      <w:caps/>
      <w:color w:val="094400"/>
      <w:sz w:val="22"/>
      <w:szCs w:val="22"/>
    </w:rPr>
  </w:style>
  <w:style w:type="paragraph" w:styleId="Ttulo2">
    <w:name w:val="heading 2"/>
    <w:basedOn w:val="Normal"/>
    <w:next w:val="Normal"/>
    <w:link w:val="Ttulo2Car"/>
    <w:semiHidden/>
    <w:unhideWhenUsed/>
    <w:qFormat/>
    <w:rsid w:val="00011E9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aliases w:val="Capítulo"/>
    <w:basedOn w:val="Normal"/>
    <w:next w:val="Normal"/>
    <w:link w:val="Ttulo3Car"/>
    <w:qFormat/>
    <w:rsid w:val="00786AD6"/>
    <w:pPr>
      <w:keepNext/>
      <w:spacing w:before="240" w:after="240"/>
      <w:outlineLvl w:val="2"/>
    </w:pPr>
    <w:rPr>
      <w:rFonts w:cs="Arial"/>
      <w:b/>
      <w:bCs/>
      <w:sz w:val="22"/>
    </w:rPr>
  </w:style>
  <w:style w:type="paragraph" w:styleId="Ttulo4">
    <w:name w:val="heading 4"/>
    <w:basedOn w:val="Normal"/>
    <w:next w:val="Normal"/>
    <w:link w:val="Ttulo4Car"/>
    <w:unhideWhenUsed/>
    <w:qFormat/>
    <w:rsid w:val="00011E90"/>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semiHidden/>
    <w:unhideWhenUsed/>
    <w:qFormat/>
    <w:rsid w:val="00011E90"/>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aliases w:val="Artículo"/>
    <w:basedOn w:val="Normal"/>
    <w:next w:val="Normal"/>
    <w:link w:val="Ttulo6Car"/>
    <w:qFormat/>
    <w:rsid w:val="00EF466B"/>
    <w:pPr>
      <w:keepNext/>
      <w:spacing w:before="200"/>
      <w:outlineLvl w:val="5"/>
    </w:pPr>
    <w:rPr>
      <w:b/>
      <w:bCs/>
    </w:rPr>
  </w:style>
  <w:style w:type="paragraph" w:styleId="Ttulo7">
    <w:name w:val="heading 7"/>
    <w:basedOn w:val="Normal"/>
    <w:next w:val="Normal"/>
    <w:link w:val="Ttulo7Car"/>
    <w:uiPriority w:val="99"/>
    <w:semiHidden/>
    <w:unhideWhenUsed/>
    <w:qFormat/>
    <w:rsid w:val="00011E90"/>
    <w:pPr>
      <w:keepNext/>
      <w:spacing w:before="200" w:after="100"/>
      <w:outlineLvl w:val="6"/>
    </w:pPr>
    <w:rPr>
      <w:rFonts w:cs="Arial"/>
      <w:b/>
    </w:rPr>
  </w:style>
  <w:style w:type="paragraph" w:styleId="Ttulo8">
    <w:name w:val="heading 8"/>
    <w:basedOn w:val="Normal"/>
    <w:next w:val="Normal"/>
    <w:link w:val="Ttulo8Car"/>
    <w:uiPriority w:val="99"/>
    <w:semiHidden/>
    <w:unhideWhenUsed/>
    <w:qFormat/>
    <w:rsid w:val="00011E90"/>
    <w:pPr>
      <w:keepNext/>
      <w:spacing w:before="160"/>
      <w:outlineLvl w:val="7"/>
    </w:pPr>
    <w:rPr>
      <w:b/>
      <w:i/>
      <w:iCs/>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abecera1">
    <w:name w:val="Cabecera1"/>
    <w:basedOn w:val="Normal"/>
    <w:next w:val="Normal"/>
    <w:pPr>
      <w:spacing w:before="240"/>
      <w:jc w:val="center"/>
    </w:pPr>
    <w:rPr>
      <w:b/>
      <w:sz w:val="24"/>
    </w:rPr>
  </w:style>
  <w:style w:type="paragraph" w:customStyle="1" w:styleId="Gobierno">
    <w:name w:val="Gobierno"/>
    <w:basedOn w:val="Normal"/>
    <w:pPr>
      <w:ind w:right="142"/>
      <w:jc w:val="right"/>
    </w:pPr>
    <w:rPr>
      <w:b/>
      <w:color w:val="C0C0C0"/>
      <w:sz w:val="30"/>
    </w:rPr>
  </w:style>
  <w:style w:type="paragraph" w:styleId="Piedepgina">
    <w:name w:val="footer"/>
    <w:basedOn w:val="Normal"/>
    <w:link w:val="PiedepginaCar"/>
    <w:uiPriority w:val="99"/>
    <w:pPr>
      <w:tabs>
        <w:tab w:val="center" w:pos="4252"/>
        <w:tab w:val="right" w:pos="8504"/>
      </w:tabs>
      <w:jc w:val="center"/>
    </w:pPr>
    <w:rPr>
      <w:rFonts w:ascii="Helvetica 45 Light" w:hAnsi="Helvetica 45 Light"/>
      <w:sz w:val="16"/>
    </w:rPr>
  </w:style>
  <w:style w:type="paragraph" w:customStyle="1" w:styleId="Vieta1">
    <w:name w:val="Viñeta1"/>
    <w:basedOn w:val="Normal"/>
    <w:next w:val="Normal"/>
    <w:pPr>
      <w:numPr>
        <w:numId w:val="2"/>
      </w:numPr>
    </w:pPr>
    <w:rPr>
      <w:rFonts w:ascii="HelveticaNeue LT 55 Roman" w:hAnsi="HelveticaNeue LT 55 Roman"/>
    </w:rPr>
  </w:style>
  <w:style w:type="paragraph" w:customStyle="1" w:styleId="Vieta2">
    <w:name w:val="Viñeta2"/>
    <w:basedOn w:val="Normal"/>
    <w:next w:val="Normal"/>
    <w:pPr>
      <w:ind w:left="993" w:hanging="284"/>
    </w:pPr>
  </w:style>
  <w:style w:type="paragraph" w:styleId="Encabezado">
    <w:name w:val="header"/>
    <w:basedOn w:val="Normal"/>
    <w:link w:val="EncabezadoCar"/>
    <w:uiPriority w:val="99"/>
    <w:pPr>
      <w:tabs>
        <w:tab w:val="center" w:pos="4252"/>
        <w:tab w:val="right" w:pos="8504"/>
      </w:tabs>
    </w:pPr>
  </w:style>
  <w:style w:type="paragraph" w:styleId="Sangradetextonormal">
    <w:name w:val="Body Text Indent"/>
    <w:basedOn w:val="Normal"/>
    <w:pPr>
      <w:spacing w:before="240"/>
      <w:ind w:firstLine="709"/>
    </w:pPr>
    <w:rPr>
      <w:sz w:val="24"/>
    </w:rPr>
  </w:style>
  <w:style w:type="paragraph" w:styleId="Sangra2detindependiente">
    <w:name w:val="Body Text Indent 2"/>
    <w:basedOn w:val="Normal"/>
    <w:pPr>
      <w:ind w:firstLine="709"/>
    </w:pPr>
    <w:rPr>
      <w:i/>
      <w:sz w:val="16"/>
    </w:rPr>
  </w:style>
  <w:style w:type="paragraph" w:customStyle="1" w:styleId="Apartado">
    <w:name w:val="Apartado"/>
    <w:basedOn w:val="Normal"/>
    <w:pPr>
      <w:keepLines/>
      <w:tabs>
        <w:tab w:val="left" w:pos="992"/>
      </w:tabs>
    </w:pPr>
    <w:rPr>
      <w:rFonts w:ascii="HelveticaNeue LT 55 Roman" w:hAnsi="HelveticaNeue LT 55 Roman"/>
    </w:rPr>
  </w:style>
  <w:style w:type="paragraph" w:customStyle="1" w:styleId="Apartado2">
    <w:name w:val="Apartado2"/>
    <w:basedOn w:val="Apartado"/>
    <w:pPr>
      <w:numPr>
        <w:numId w:val="1"/>
      </w:numPr>
      <w:spacing w:before="60" w:after="60"/>
    </w:pPr>
  </w:style>
  <w:style w:type="paragraph" w:customStyle="1" w:styleId="Apartado3">
    <w:name w:val="Apartado3"/>
    <w:basedOn w:val="Normal"/>
    <w:pPr>
      <w:keepLines/>
      <w:numPr>
        <w:numId w:val="3"/>
      </w:numPr>
      <w:tabs>
        <w:tab w:val="left" w:pos="992"/>
      </w:tabs>
    </w:pPr>
    <w:rPr>
      <w:rFonts w:ascii="HelveticaNeue LT 55 Roman" w:hAnsi="HelveticaNeue LT 55 Roman"/>
    </w:rPr>
  </w:style>
  <w:style w:type="character" w:styleId="Hipervnculo">
    <w:name w:val="Hyperlink"/>
    <w:rPr>
      <w:color w:val="0000FF"/>
      <w:u w:val="single"/>
    </w:rPr>
  </w:style>
  <w:style w:type="paragraph" w:styleId="Textonotapie">
    <w:name w:val="footnote text"/>
    <w:basedOn w:val="Normal"/>
    <w:semiHidden/>
    <w:rPr>
      <w:sz w:val="16"/>
    </w:rPr>
  </w:style>
  <w:style w:type="paragraph" w:styleId="Textonotaalfinal">
    <w:name w:val="endnote text"/>
    <w:basedOn w:val="Normal"/>
    <w:semiHidden/>
    <w:rPr>
      <w:sz w:val="16"/>
    </w:rPr>
  </w:style>
  <w:style w:type="paragraph" w:customStyle="1" w:styleId="Textos5">
    <w:name w:val="Textos5"/>
    <w:link w:val="Textos5Car"/>
    <w:pPr>
      <w:keepLines/>
      <w:spacing w:before="120" w:after="120" w:line="280" w:lineRule="exact"/>
      <w:jc w:val="both"/>
    </w:pPr>
    <w:rPr>
      <w:rFonts w:ascii="HelveticaNeue LT 55 Roman" w:hAnsi="HelveticaNeue LT 55 Roman"/>
      <w:lang w:val="es-ES_tradnl"/>
    </w:rPr>
  </w:style>
  <w:style w:type="paragraph" w:customStyle="1" w:styleId="Artculo4">
    <w:name w:val="Artículo4"/>
    <w:basedOn w:val="Textos5"/>
    <w:autoRedefine/>
    <w:pPr>
      <w:keepNext/>
      <w:spacing w:before="360"/>
      <w:jc w:val="left"/>
    </w:pPr>
    <w:rPr>
      <w:rFonts w:ascii="HelveticaNeue LT 85 Heavy" w:hAnsi="HelveticaNeue LT 85 Heavy"/>
    </w:rPr>
  </w:style>
  <w:style w:type="paragraph" w:customStyle="1" w:styleId="Seccion3">
    <w:name w:val="Seccion3"/>
    <w:basedOn w:val="Normal"/>
    <w:autoRedefine/>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s>
      <w:suppressAutoHyphens/>
      <w:spacing w:before="240"/>
      <w:jc w:val="left"/>
    </w:pPr>
    <w:rPr>
      <w:rFonts w:ascii="Helvetica 65 Medium" w:hAnsi="Helvetica 65 Medium"/>
      <w:spacing w:val="-3"/>
    </w:rPr>
  </w:style>
  <w:style w:type="paragraph" w:customStyle="1" w:styleId="Capitulo2">
    <w:name w:val="Capitulo2"/>
    <w:basedOn w:val="Normal"/>
    <w:autoRedefine/>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s>
      <w:suppressAutoHyphens/>
      <w:spacing w:before="360" w:after="360"/>
      <w:jc w:val="center"/>
    </w:pPr>
    <w:rPr>
      <w:rFonts w:ascii="HelveticaNeue LT 85 Heavy" w:hAnsi="HelveticaNeue LT 85 Heavy"/>
      <w:caps/>
      <w:spacing w:val="-3"/>
    </w:rPr>
  </w:style>
  <w:style w:type="paragraph" w:customStyle="1" w:styleId="Estilo1">
    <w:name w:val="Estilo1"/>
    <w:basedOn w:val="Apartado"/>
  </w:style>
  <w:style w:type="paragraph" w:customStyle="1" w:styleId="Estilo2">
    <w:name w:val="Estilo2"/>
    <w:basedOn w:val="Apartado"/>
    <w:autoRedefine/>
  </w:style>
  <w:style w:type="paragraph" w:customStyle="1" w:styleId="Estilo3">
    <w:name w:val="Estilo3"/>
    <w:basedOn w:val="Apartado"/>
    <w:next w:val="Apartado"/>
  </w:style>
  <w:style w:type="character" w:customStyle="1" w:styleId="Textos5Car">
    <w:name w:val="Textos5 Car"/>
    <w:link w:val="Textos5"/>
    <w:rsid w:val="00CC1F26"/>
    <w:rPr>
      <w:rFonts w:ascii="HelveticaNeue LT 55 Roman" w:hAnsi="HelveticaNeue LT 55 Roman"/>
      <w:lang w:val="es-ES_tradnl" w:eastAsia="es-ES" w:bidi="ar-SA"/>
    </w:rPr>
  </w:style>
  <w:style w:type="table" w:customStyle="1" w:styleId="Estilodetabla1">
    <w:name w:val="Estilo de tabla1"/>
    <w:basedOn w:val="Tablanormal"/>
    <w:rsid w:val="003C1CD6"/>
    <w:rPr>
      <w:rFonts w:ascii="HelveticaNeue LT 55 Roman" w:hAnsi="HelveticaNeue LT 55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rFonts w:ascii="Kartika" w:hAnsi="Kartika"/>
        <w:color w:val="3366FF"/>
        <w:sz w:val="18"/>
        <w:szCs w:val="18"/>
      </w:rPr>
      <w:tblPr/>
      <w:tcPr>
        <w:shd w:val="clear" w:color="auto" w:fill="CCCCCC"/>
      </w:tcPr>
    </w:tblStylePr>
  </w:style>
  <w:style w:type="character" w:customStyle="1" w:styleId="EncabezadoCar">
    <w:name w:val="Encabezado Car"/>
    <w:link w:val="Encabezado"/>
    <w:uiPriority w:val="99"/>
    <w:rsid w:val="00534918"/>
    <w:rPr>
      <w:rFonts w:ascii="Helvetica 55 Roman" w:hAnsi="Helvetica 55 Roman"/>
      <w:lang w:val="es-ES_tradnl"/>
    </w:rPr>
  </w:style>
  <w:style w:type="character" w:customStyle="1" w:styleId="Ttulo3Car">
    <w:name w:val="Título 3 Car"/>
    <w:aliases w:val="Capítulo Car"/>
    <w:basedOn w:val="Fuentedeprrafopredeter"/>
    <w:link w:val="Ttulo3"/>
    <w:rsid w:val="00786AD6"/>
    <w:rPr>
      <w:rFonts w:ascii="Arial" w:hAnsi="Arial" w:cs="Arial"/>
      <w:b/>
      <w:bCs/>
      <w:sz w:val="22"/>
    </w:rPr>
  </w:style>
  <w:style w:type="character" w:customStyle="1" w:styleId="Ttulo6Car">
    <w:name w:val="Título 6 Car"/>
    <w:aliases w:val="Artículo Car"/>
    <w:basedOn w:val="Fuentedeprrafopredeter"/>
    <w:link w:val="Ttulo6"/>
    <w:rsid w:val="00EF466B"/>
    <w:rPr>
      <w:rFonts w:ascii="Arial" w:hAnsi="Arial"/>
      <w:b/>
      <w:bCs/>
    </w:rPr>
  </w:style>
  <w:style w:type="paragraph" w:customStyle="1" w:styleId="Normalprimerprrafo">
    <w:name w:val="Normal primer párrafo"/>
    <w:basedOn w:val="Normal"/>
    <w:link w:val="NormalprimerprrafoCar"/>
    <w:rsid w:val="0061418F"/>
    <w:pPr>
      <w:spacing w:before="240"/>
    </w:pPr>
  </w:style>
  <w:style w:type="paragraph" w:customStyle="1" w:styleId="Normalltimoprrafo">
    <w:name w:val="Normal último párrafo"/>
    <w:basedOn w:val="Normal"/>
    <w:link w:val="NormalltimoprrafoCar"/>
    <w:rsid w:val="0061418F"/>
    <w:pPr>
      <w:spacing w:after="240"/>
    </w:pPr>
  </w:style>
  <w:style w:type="paragraph" w:customStyle="1" w:styleId="Normalintermedioprrafo">
    <w:name w:val="Normal intermedio párrafo"/>
    <w:basedOn w:val="Normal"/>
    <w:link w:val="NormalintermedioprrafoCar"/>
    <w:rsid w:val="0061418F"/>
    <w:pPr>
      <w:spacing w:before="240" w:after="240"/>
    </w:pPr>
    <w:rPr>
      <w:szCs w:val="21"/>
    </w:rPr>
  </w:style>
  <w:style w:type="paragraph" w:customStyle="1" w:styleId="Citaprimernivel">
    <w:name w:val="Cita primer nivel"/>
    <w:basedOn w:val="Normal"/>
    <w:uiPriority w:val="99"/>
    <w:rsid w:val="0061418F"/>
    <w:pPr>
      <w:spacing w:after="160"/>
      <w:ind w:left="284"/>
    </w:pPr>
    <w:rPr>
      <w:color w:val="808000"/>
    </w:rPr>
  </w:style>
  <w:style w:type="character" w:customStyle="1" w:styleId="NormalintermedioprrafoCar">
    <w:name w:val="Normal intermedio párrafo Car"/>
    <w:link w:val="Normalintermedioprrafo"/>
    <w:rsid w:val="0061418F"/>
    <w:rPr>
      <w:rFonts w:ascii="Arial" w:hAnsi="Arial"/>
      <w:szCs w:val="21"/>
    </w:rPr>
  </w:style>
  <w:style w:type="paragraph" w:customStyle="1" w:styleId="Citasegundonivel">
    <w:name w:val="Cita segundo nivel"/>
    <w:basedOn w:val="Normal"/>
    <w:uiPriority w:val="99"/>
    <w:rsid w:val="0061418F"/>
    <w:pPr>
      <w:spacing w:after="240"/>
      <w:ind w:left="624"/>
    </w:pPr>
    <w:rPr>
      <w:color w:val="808000"/>
    </w:rPr>
  </w:style>
  <w:style w:type="numbering" w:customStyle="1" w:styleId="a-0">
    <w:name w:val="a) - . *"/>
    <w:basedOn w:val="Sinlista"/>
    <w:rsid w:val="0061418F"/>
    <w:pPr>
      <w:numPr>
        <w:numId w:val="4"/>
      </w:numPr>
    </w:pPr>
  </w:style>
  <w:style w:type="numbering" w:customStyle="1" w:styleId="aListaletrassin">
    <w:name w:val="a) Lista letras sin ñ"/>
    <w:basedOn w:val="Sinlista"/>
    <w:rsid w:val="0061418F"/>
    <w:pPr>
      <w:numPr>
        <w:numId w:val="5"/>
      </w:numPr>
    </w:pPr>
  </w:style>
  <w:style w:type="numbering" w:customStyle="1" w:styleId="1-">
    <w:name w:val="1. -"/>
    <w:basedOn w:val="Sinlista"/>
    <w:rsid w:val="0061418F"/>
    <w:pPr>
      <w:numPr>
        <w:numId w:val="6"/>
      </w:numPr>
    </w:pPr>
  </w:style>
  <w:style w:type="numbering" w:customStyle="1" w:styleId="A1a1">
    <w:name w:val="A) 1. a) 1."/>
    <w:basedOn w:val="Sinlista"/>
    <w:rsid w:val="0061418F"/>
    <w:pPr>
      <w:numPr>
        <w:numId w:val="7"/>
      </w:numPr>
    </w:pPr>
  </w:style>
  <w:style w:type="character" w:customStyle="1" w:styleId="NormalltimoprrafoCar">
    <w:name w:val="Normal último párrafo Car"/>
    <w:link w:val="Normalltimoprrafo"/>
    <w:rsid w:val="0061418F"/>
    <w:rPr>
      <w:rFonts w:ascii="Arial" w:hAnsi="Arial"/>
    </w:rPr>
  </w:style>
  <w:style w:type="character" w:customStyle="1" w:styleId="NormalprimerprrafoCar">
    <w:name w:val="Normal primer párrafo Car"/>
    <w:link w:val="Normalprimerprrafo"/>
    <w:rsid w:val="0061418F"/>
    <w:rPr>
      <w:rFonts w:ascii="Arial" w:hAnsi="Arial"/>
    </w:rPr>
  </w:style>
  <w:style w:type="paragraph" w:styleId="Ttulo">
    <w:name w:val="Title"/>
    <w:basedOn w:val="Normal"/>
    <w:next w:val="Normal"/>
    <w:link w:val="TtuloCar"/>
    <w:uiPriority w:val="99"/>
    <w:qFormat/>
    <w:rsid w:val="00ED52BF"/>
    <w:pPr>
      <w:pBdr>
        <w:bottom w:val="single" w:sz="8" w:space="4" w:color="084331"/>
      </w:pBdr>
      <w:spacing w:before="0" w:after="360"/>
      <w:contextualSpacing/>
      <w:jc w:val="left"/>
    </w:pPr>
    <w:rPr>
      <w:rFonts w:eastAsiaTheme="majorEastAsia" w:cstheme="majorBidi"/>
      <w:b/>
      <w:color w:val="094400"/>
      <w:spacing w:val="5"/>
      <w:kern w:val="28"/>
      <w:sz w:val="28"/>
      <w:szCs w:val="52"/>
    </w:rPr>
  </w:style>
  <w:style w:type="character" w:customStyle="1" w:styleId="TtuloCar">
    <w:name w:val="Título Car"/>
    <w:basedOn w:val="Fuentedeprrafopredeter"/>
    <w:link w:val="Ttulo"/>
    <w:uiPriority w:val="99"/>
    <w:rsid w:val="00ED52BF"/>
    <w:rPr>
      <w:rFonts w:ascii="Arial" w:eastAsiaTheme="majorEastAsia" w:hAnsi="Arial" w:cstheme="majorBidi"/>
      <w:b/>
      <w:color w:val="094400"/>
      <w:spacing w:val="5"/>
      <w:kern w:val="28"/>
      <w:sz w:val="28"/>
      <w:szCs w:val="52"/>
    </w:rPr>
  </w:style>
  <w:style w:type="paragraph" w:styleId="TtuloTDC">
    <w:name w:val="TOC Heading"/>
    <w:basedOn w:val="Ttulo1"/>
    <w:next w:val="Normal"/>
    <w:uiPriority w:val="39"/>
    <w:unhideWhenUsed/>
    <w:qFormat/>
    <w:rsid w:val="00BF53BF"/>
    <w:pPr>
      <w:keepLines/>
      <w:spacing w:before="480" w:after="0" w:line="276" w:lineRule="auto"/>
      <w:outlineLvl w:val="9"/>
    </w:pPr>
    <w:rPr>
      <w:rFonts w:asciiTheme="majorHAnsi" w:eastAsiaTheme="majorEastAsia" w:hAnsiTheme="majorHAnsi" w:cstheme="majorBidi"/>
      <w:caps w:val="0"/>
      <w:color w:val="365F91" w:themeColor="accent1" w:themeShade="BF"/>
      <w:sz w:val="28"/>
      <w:szCs w:val="28"/>
      <w:lang w:val="es-ES_tradnl"/>
    </w:rPr>
  </w:style>
  <w:style w:type="paragraph" w:styleId="TDC1">
    <w:name w:val="toc 1"/>
    <w:basedOn w:val="Normal"/>
    <w:next w:val="Normal"/>
    <w:autoRedefine/>
    <w:uiPriority w:val="99"/>
    <w:unhideWhenUsed/>
    <w:rsid w:val="00081BD9"/>
    <w:pPr>
      <w:spacing w:after="0"/>
      <w:jc w:val="left"/>
    </w:pPr>
    <w:rPr>
      <w:rFonts w:asciiTheme="minorHAnsi" w:hAnsiTheme="minorHAnsi"/>
      <w:b/>
      <w:bCs/>
      <w:color w:val="005440"/>
      <w:sz w:val="28"/>
      <w:szCs w:val="24"/>
    </w:rPr>
  </w:style>
  <w:style w:type="paragraph" w:styleId="TDC3">
    <w:name w:val="toc 3"/>
    <w:basedOn w:val="Normal"/>
    <w:next w:val="Normal"/>
    <w:autoRedefine/>
    <w:uiPriority w:val="99"/>
    <w:unhideWhenUsed/>
    <w:rsid w:val="00941C6E"/>
    <w:pPr>
      <w:spacing w:before="0" w:after="0"/>
      <w:ind w:left="200"/>
      <w:jc w:val="left"/>
    </w:pPr>
    <w:rPr>
      <w:rFonts w:asciiTheme="minorHAnsi" w:hAnsiTheme="minorHAnsi"/>
      <w:i/>
      <w:szCs w:val="22"/>
    </w:rPr>
  </w:style>
  <w:style w:type="paragraph" w:styleId="Textodeglobo">
    <w:name w:val="Balloon Text"/>
    <w:basedOn w:val="Normal"/>
    <w:link w:val="TextodegloboCar"/>
    <w:uiPriority w:val="99"/>
    <w:semiHidden/>
    <w:unhideWhenUsed/>
    <w:rsid w:val="00BF53BF"/>
    <w:pPr>
      <w:spacing w:before="0" w:after="0"/>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3BF"/>
    <w:rPr>
      <w:rFonts w:ascii="Lucida Grande" w:hAnsi="Lucida Grande" w:cs="Lucida Grande"/>
      <w:sz w:val="18"/>
      <w:szCs w:val="18"/>
    </w:rPr>
  </w:style>
  <w:style w:type="paragraph" w:styleId="TDC2">
    <w:name w:val="toc 2"/>
    <w:basedOn w:val="Normal"/>
    <w:next w:val="Normal"/>
    <w:autoRedefine/>
    <w:uiPriority w:val="99"/>
    <w:unhideWhenUsed/>
    <w:rsid w:val="009E1BD7"/>
    <w:pPr>
      <w:tabs>
        <w:tab w:val="right" w:leader="dot" w:pos="9629"/>
      </w:tabs>
      <w:spacing w:before="0" w:after="0"/>
      <w:jc w:val="left"/>
    </w:pPr>
    <w:rPr>
      <w:rFonts w:asciiTheme="minorHAnsi" w:hAnsiTheme="minorHAnsi"/>
      <w:b/>
      <w:bCs/>
      <w:color w:val="084331"/>
      <w:sz w:val="22"/>
      <w:szCs w:val="22"/>
    </w:rPr>
  </w:style>
  <w:style w:type="paragraph" w:styleId="TDC4">
    <w:name w:val="toc 4"/>
    <w:basedOn w:val="Normal"/>
    <w:next w:val="Normal"/>
    <w:autoRedefine/>
    <w:uiPriority w:val="39"/>
    <w:unhideWhenUsed/>
    <w:rsid w:val="00081BD9"/>
    <w:pPr>
      <w:tabs>
        <w:tab w:val="right" w:leader="dot" w:pos="9629"/>
      </w:tabs>
      <w:spacing w:before="0" w:after="0"/>
      <w:ind w:left="400"/>
      <w:jc w:val="left"/>
    </w:pPr>
    <w:rPr>
      <w:rFonts w:asciiTheme="minorHAnsi" w:hAnsiTheme="minorHAnsi"/>
      <w:sz w:val="18"/>
    </w:rPr>
  </w:style>
  <w:style w:type="paragraph" w:styleId="TDC5">
    <w:name w:val="toc 5"/>
    <w:basedOn w:val="Normal"/>
    <w:next w:val="Normal"/>
    <w:autoRedefine/>
    <w:uiPriority w:val="39"/>
    <w:unhideWhenUsed/>
    <w:rsid w:val="00BF53BF"/>
    <w:pPr>
      <w:pBdr>
        <w:between w:val="double" w:sz="6" w:space="0" w:color="auto"/>
      </w:pBdr>
      <w:spacing w:before="0" w:after="0"/>
      <w:ind w:left="600"/>
      <w:jc w:val="left"/>
    </w:pPr>
    <w:rPr>
      <w:rFonts w:asciiTheme="minorHAnsi" w:hAnsiTheme="minorHAnsi"/>
    </w:rPr>
  </w:style>
  <w:style w:type="paragraph" w:styleId="TDC6">
    <w:name w:val="toc 6"/>
    <w:basedOn w:val="Normal"/>
    <w:next w:val="Normal"/>
    <w:autoRedefine/>
    <w:uiPriority w:val="39"/>
    <w:unhideWhenUsed/>
    <w:rsid w:val="00BF53BF"/>
    <w:pPr>
      <w:pBdr>
        <w:between w:val="double" w:sz="6" w:space="0" w:color="auto"/>
      </w:pBdr>
      <w:spacing w:before="0" w:after="0"/>
      <w:ind w:left="800"/>
      <w:jc w:val="left"/>
    </w:pPr>
    <w:rPr>
      <w:rFonts w:asciiTheme="minorHAnsi" w:hAnsiTheme="minorHAnsi"/>
    </w:rPr>
  </w:style>
  <w:style w:type="paragraph" w:styleId="TDC7">
    <w:name w:val="toc 7"/>
    <w:basedOn w:val="Normal"/>
    <w:next w:val="Normal"/>
    <w:autoRedefine/>
    <w:uiPriority w:val="39"/>
    <w:unhideWhenUsed/>
    <w:rsid w:val="00BF53BF"/>
    <w:pPr>
      <w:pBdr>
        <w:between w:val="double" w:sz="6" w:space="0" w:color="auto"/>
      </w:pBdr>
      <w:spacing w:before="0" w:after="0"/>
      <w:ind w:left="1000"/>
      <w:jc w:val="left"/>
    </w:pPr>
    <w:rPr>
      <w:rFonts w:asciiTheme="minorHAnsi" w:hAnsiTheme="minorHAnsi"/>
    </w:rPr>
  </w:style>
  <w:style w:type="paragraph" w:styleId="TDC8">
    <w:name w:val="toc 8"/>
    <w:basedOn w:val="Normal"/>
    <w:next w:val="Normal"/>
    <w:autoRedefine/>
    <w:uiPriority w:val="39"/>
    <w:unhideWhenUsed/>
    <w:rsid w:val="00BF53BF"/>
    <w:pPr>
      <w:pBdr>
        <w:between w:val="double" w:sz="6" w:space="0" w:color="auto"/>
      </w:pBdr>
      <w:spacing w:before="0" w:after="0"/>
      <w:ind w:left="1200"/>
      <w:jc w:val="left"/>
    </w:pPr>
    <w:rPr>
      <w:rFonts w:asciiTheme="minorHAnsi" w:hAnsiTheme="minorHAnsi"/>
    </w:rPr>
  </w:style>
  <w:style w:type="paragraph" w:styleId="TDC9">
    <w:name w:val="toc 9"/>
    <w:basedOn w:val="Normal"/>
    <w:next w:val="Normal"/>
    <w:autoRedefine/>
    <w:uiPriority w:val="39"/>
    <w:unhideWhenUsed/>
    <w:rsid w:val="00BF53BF"/>
    <w:pPr>
      <w:pBdr>
        <w:between w:val="double" w:sz="6" w:space="0" w:color="auto"/>
      </w:pBdr>
      <w:spacing w:before="0" w:after="0"/>
      <w:ind w:left="1400"/>
      <w:jc w:val="left"/>
    </w:pPr>
    <w:rPr>
      <w:rFonts w:asciiTheme="minorHAnsi" w:hAnsiTheme="minorHAnsi"/>
    </w:rPr>
  </w:style>
  <w:style w:type="paragraph" w:styleId="Prrafodelista">
    <w:name w:val="List Paragraph"/>
    <w:basedOn w:val="Normal"/>
    <w:uiPriority w:val="34"/>
    <w:qFormat/>
    <w:rsid w:val="005D702D"/>
    <w:pPr>
      <w:ind w:left="720"/>
      <w:contextualSpacing/>
    </w:pPr>
  </w:style>
  <w:style w:type="paragraph" w:customStyle="1" w:styleId="Artculo40">
    <w:name w:val="Art’culo4"/>
    <w:basedOn w:val="Normal"/>
    <w:autoRedefine/>
    <w:rsid w:val="005F106D"/>
    <w:pPr>
      <w:keepNext/>
      <w:numPr>
        <w:ilvl w:val="12"/>
      </w:numPr>
      <w:spacing w:before="40" w:after="20" w:line="180" w:lineRule="exact"/>
      <w:ind w:firstLine="227"/>
      <w:jc w:val="left"/>
    </w:pPr>
    <w:rPr>
      <w:rFonts w:ascii="Times New Roman" w:hAnsi="Times New Roman"/>
      <w:b/>
      <w:sz w:val="18"/>
      <w:szCs w:val="24"/>
    </w:rPr>
  </w:style>
  <w:style w:type="character" w:styleId="Refdenotaalpie">
    <w:name w:val="footnote reference"/>
    <w:basedOn w:val="Fuentedeprrafopredeter"/>
    <w:uiPriority w:val="99"/>
    <w:unhideWhenUsed/>
    <w:rsid w:val="00B71091"/>
    <w:rPr>
      <w:color w:val="FF0000"/>
      <w:vertAlign w:val="superscript"/>
    </w:rPr>
  </w:style>
  <w:style w:type="paragraph" w:styleId="Mapadeldocumento">
    <w:name w:val="Document Map"/>
    <w:basedOn w:val="Normal"/>
    <w:link w:val="MapadeldocumentoCar"/>
    <w:uiPriority w:val="99"/>
    <w:semiHidden/>
    <w:unhideWhenUsed/>
    <w:rsid w:val="00B82E66"/>
    <w:pPr>
      <w:spacing w:before="0" w:after="0"/>
    </w:pPr>
    <w:rPr>
      <w:rFonts w:ascii="Lucida Grande" w:hAnsi="Lucida Grande" w:cs="Lucida Grande"/>
      <w:sz w:val="24"/>
      <w:szCs w:val="24"/>
    </w:rPr>
  </w:style>
  <w:style w:type="character" w:customStyle="1" w:styleId="MapadeldocumentoCar">
    <w:name w:val="Mapa del documento Car"/>
    <w:basedOn w:val="Fuentedeprrafopredeter"/>
    <w:link w:val="Mapadeldocumento"/>
    <w:uiPriority w:val="99"/>
    <w:semiHidden/>
    <w:rsid w:val="00B82E66"/>
    <w:rPr>
      <w:rFonts w:ascii="Lucida Grande" w:hAnsi="Lucida Grande" w:cs="Lucida Grande"/>
      <w:sz w:val="24"/>
      <w:szCs w:val="24"/>
    </w:rPr>
  </w:style>
  <w:style w:type="paragraph" w:styleId="Revisin">
    <w:name w:val="Revision"/>
    <w:hidden/>
    <w:uiPriority w:val="99"/>
    <w:semiHidden/>
    <w:rsid w:val="00B82E66"/>
    <w:rPr>
      <w:rFonts w:ascii="Arial" w:hAnsi="Arial"/>
    </w:rPr>
  </w:style>
  <w:style w:type="paragraph" w:styleId="NormalWeb">
    <w:name w:val="Normal (Web)"/>
    <w:basedOn w:val="Normal"/>
    <w:uiPriority w:val="99"/>
    <w:semiHidden/>
    <w:unhideWhenUsed/>
    <w:rsid w:val="00A2776C"/>
    <w:rPr>
      <w:rFonts w:ascii="Times New Roman" w:hAnsi="Times New Roman"/>
      <w:sz w:val="24"/>
      <w:szCs w:val="24"/>
    </w:rPr>
  </w:style>
  <w:style w:type="character" w:styleId="Refdecomentario">
    <w:name w:val="annotation reference"/>
    <w:basedOn w:val="Fuentedeprrafopredeter"/>
    <w:semiHidden/>
    <w:unhideWhenUsed/>
    <w:rsid w:val="00D47F04"/>
    <w:rPr>
      <w:sz w:val="16"/>
      <w:szCs w:val="16"/>
    </w:rPr>
  </w:style>
  <w:style w:type="paragraph" w:styleId="Textocomentario">
    <w:name w:val="annotation text"/>
    <w:basedOn w:val="Normal"/>
    <w:link w:val="TextocomentarioCar"/>
    <w:uiPriority w:val="99"/>
    <w:semiHidden/>
    <w:unhideWhenUsed/>
    <w:rsid w:val="00D47F04"/>
  </w:style>
  <w:style w:type="character" w:customStyle="1" w:styleId="TextocomentarioCar">
    <w:name w:val="Texto comentario Car"/>
    <w:basedOn w:val="Fuentedeprrafopredeter"/>
    <w:link w:val="Textocomentario"/>
    <w:uiPriority w:val="99"/>
    <w:semiHidden/>
    <w:rsid w:val="00D47F04"/>
    <w:rPr>
      <w:rFonts w:ascii="Arial" w:hAnsi="Arial"/>
    </w:rPr>
  </w:style>
  <w:style w:type="paragraph" w:styleId="Asuntodelcomentario">
    <w:name w:val="annotation subject"/>
    <w:basedOn w:val="Textocomentario"/>
    <w:next w:val="Textocomentario"/>
    <w:link w:val="AsuntodelcomentarioCar"/>
    <w:uiPriority w:val="99"/>
    <w:semiHidden/>
    <w:unhideWhenUsed/>
    <w:rsid w:val="00D47F04"/>
    <w:rPr>
      <w:b/>
      <w:bCs/>
    </w:rPr>
  </w:style>
  <w:style w:type="character" w:customStyle="1" w:styleId="AsuntodelcomentarioCar">
    <w:name w:val="Asunto del comentario Car"/>
    <w:basedOn w:val="TextocomentarioCar"/>
    <w:link w:val="Asuntodelcomentario"/>
    <w:uiPriority w:val="99"/>
    <w:semiHidden/>
    <w:rsid w:val="00D47F04"/>
    <w:rPr>
      <w:rFonts w:ascii="Arial" w:hAnsi="Arial"/>
      <w:b/>
      <w:bCs/>
    </w:rPr>
  </w:style>
  <w:style w:type="paragraph" w:customStyle="1" w:styleId="Default">
    <w:name w:val="Default"/>
    <w:uiPriority w:val="99"/>
    <w:rsid w:val="00A7435B"/>
    <w:pPr>
      <w:autoSpaceDE w:val="0"/>
      <w:autoSpaceDN w:val="0"/>
      <w:adjustRightInd w:val="0"/>
    </w:pPr>
    <w:rPr>
      <w:rFonts w:ascii="Arial" w:eastAsiaTheme="minorHAnsi" w:hAnsi="Arial" w:cs="Arial"/>
      <w:color w:val="000000"/>
      <w:sz w:val="24"/>
      <w:szCs w:val="24"/>
      <w:lang w:eastAsia="en-US"/>
    </w:rPr>
  </w:style>
  <w:style w:type="character" w:styleId="Textoennegrita">
    <w:name w:val="Strong"/>
    <w:basedOn w:val="Fuentedeprrafopredeter"/>
    <w:uiPriority w:val="22"/>
    <w:qFormat/>
    <w:rsid w:val="001F7A02"/>
    <w:rPr>
      <w:b/>
      <w:bCs/>
    </w:rPr>
  </w:style>
  <w:style w:type="character" w:styleId="nfasis">
    <w:name w:val="Emphasis"/>
    <w:basedOn w:val="Fuentedeprrafopredeter"/>
    <w:uiPriority w:val="20"/>
    <w:qFormat/>
    <w:rsid w:val="001F7A02"/>
    <w:rPr>
      <w:i/>
      <w:iCs/>
    </w:rPr>
  </w:style>
  <w:style w:type="character" w:customStyle="1" w:styleId="PiedepginaCar">
    <w:name w:val="Pie de página Car"/>
    <w:basedOn w:val="Fuentedeprrafopredeter"/>
    <w:link w:val="Piedepgina"/>
    <w:uiPriority w:val="99"/>
    <w:rsid w:val="00540AD4"/>
    <w:rPr>
      <w:rFonts w:ascii="Helvetica 45 Light" w:hAnsi="Helvetica 45 Light"/>
      <w:sz w:val="16"/>
    </w:rPr>
  </w:style>
  <w:style w:type="paragraph" w:styleId="Textoindependiente">
    <w:name w:val="Body Text"/>
    <w:basedOn w:val="Normal"/>
    <w:link w:val="TextoindependienteCar"/>
    <w:uiPriority w:val="99"/>
    <w:unhideWhenUsed/>
    <w:rsid w:val="00C65C99"/>
  </w:style>
  <w:style w:type="character" w:customStyle="1" w:styleId="TextoindependienteCar">
    <w:name w:val="Texto independiente Car"/>
    <w:basedOn w:val="Fuentedeprrafopredeter"/>
    <w:link w:val="Textoindependiente"/>
    <w:uiPriority w:val="99"/>
    <w:rsid w:val="00C65C99"/>
    <w:rPr>
      <w:rFonts w:ascii="Arial" w:hAnsi="Arial"/>
    </w:rPr>
  </w:style>
  <w:style w:type="table" w:styleId="Tablaconcuadrcula">
    <w:name w:val="Table Grid"/>
    <w:basedOn w:val="Tablanormal"/>
    <w:rsid w:val="00EC413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Fuentedeprrafopredeter"/>
    <w:rsid w:val="00F616E3"/>
  </w:style>
  <w:style w:type="character" w:customStyle="1" w:styleId="Ttulo2Car">
    <w:name w:val="Título 2 Car"/>
    <w:basedOn w:val="Fuentedeprrafopredeter"/>
    <w:link w:val="Ttulo2"/>
    <w:semiHidden/>
    <w:rsid w:val="00011E90"/>
    <w:rPr>
      <w:rFonts w:asciiTheme="majorHAnsi" w:eastAsiaTheme="majorEastAsia" w:hAnsiTheme="majorHAnsi" w:cstheme="majorBidi"/>
      <w:b/>
      <w:bCs/>
      <w:color w:val="4F81BD" w:themeColor="accent1"/>
      <w:sz w:val="26"/>
      <w:szCs w:val="26"/>
    </w:rPr>
  </w:style>
  <w:style w:type="character" w:customStyle="1" w:styleId="Ttulo4Car">
    <w:name w:val="Título 4 Car"/>
    <w:basedOn w:val="Fuentedeprrafopredeter"/>
    <w:link w:val="Ttulo4"/>
    <w:rsid w:val="00011E90"/>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semiHidden/>
    <w:rsid w:val="00011E90"/>
    <w:rPr>
      <w:rFonts w:asciiTheme="majorHAnsi" w:eastAsiaTheme="majorEastAsia" w:hAnsiTheme="majorHAnsi" w:cstheme="majorBidi"/>
      <w:color w:val="243F60" w:themeColor="accent1" w:themeShade="7F"/>
    </w:rPr>
  </w:style>
  <w:style w:type="character" w:customStyle="1" w:styleId="Ttulo7Car">
    <w:name w:val="Título 7 Car"/>
    <w:basedOn w:val="Fuentedeprrafopredeter"/>
    <w:link w:val="Ttulo7"/>
    <w:uiPriority w:val="99"/>
    <w:semiHidden/>
    <w:rsid w:val="00011E90"/>
    <w:rPr>
      <w:rFonts w:ascii="Arial" w:hAnsi="Arial" w:cs="Arial"/>
      <w:b/>
    </w:rPr>
  </w:style>
  <w:style w:type="character" w:customStyle="1" w:styleId="Ttulo8Car">
    <w:name w:val="Título 8 Car"/>
    <w:basedOn w:val="Fuentedeprrafopredeter"/>
    <w:link w:val="Ttulo8"/>
    <w:uiPriority w:val="99"/>
    <w:semiHidden/>
    <w:rsid w:val="00011E90"/>
    <w:rPr>
      <w:rFonts w:ascii="Arial" w:hAnsi="Arial"/>
      <w:b/>
      <w:i/>
      <w:iCs/>
      <w:szCs w:val="24"/>
    </w:rPr>
  </w:style>
  <w:style w:type="character" w:customStyle="1" w:styleId="Ttulo1Car">
    <w:name w:val="Título 1 Car"/>
    <w:basedOn w:val="Fuentedeprrafopredeter"/>
    <w:link w:val="Ttulo1"/>
    <w:rsid w:val="00011E90"/>
    <w:rPr>
      <w:rFonts w:ascii="Arial" w:hAnsi="Arial"/>
      <w:b/>
      <w:bCs/>
      <w:caps/>
      <w:color w:val="094400"/>
      <w:sz w:val="22"/>
      <w:szCs w:val="22"/>
    </w:rPr>
  </w:style>
  <w:style w:type="character" w:styleId="Hipervnculovisitado">
    <w:name w:val="FollowedHyperlink"/>
    <w:semiHidden/>
    <w:unhideWhenUsed/>
    <w:rsid w:val="00011E90"/>
    <w:rPr>
      <w:color w:val="800080"/>
      <w:u w:val="single"/>
    </w:rPr>
  </w:style>
  <w:style w:type="paragraph" w:customStyle="1" w:styleId="Colorpersonalizado9">
    <w:name w:val="Color personalizado + 9"/>
    <w:basedOn w:val="Normal"/>
    <w:uiPriority w:val="99"/>
    <w:rsid w:val="00011E90"/>
    <w:pPr>
      <w:spacing w:before="100" w:after="600"/>
    </w:pPr>
    <w:rPr>
      <w:rFonts w:cs="Arial"/>
      <w:color w:val="008A5C"/>
      <w:sz w:val="18"/>
    </w:rPr>
  </w:style>
  <w:style w:type="paragraph" w:customStyle="1" w:styleId="BOR">
    <w:name w:val="BOR"/>
    <w:basedOn w:val="Normal"/>
    <w:uiPriority w:val="99"/>
    <w:rsid w:val="00011E90"/>
    <w:pPr>
      <w:spacing w:before="0" w:after="240"/>
    </w:pPr>
    <w:rPr>
      <w:rFonts w:cs="Arial"/>
      <w:sz w:val="16"/>
    </w:rPr>
  </w:style>
  <w:style w:type="paragraph" w:customStyle="1" w:styleId="CitatercernivelIzquierda16cm">
    <w:name w:val="Cita tercer nivel + Izquierda:  16 cm"/>
    <w:basedOn w:val="Citasegundonivel"/>
    <w:uiPriority w:val="99"/>
    <w:rsid w:val="00011E90"/>
    <w:pPr>
      <w:spacing w:before="100" w:after="100"/>
      <w:ind w:left="907"/>
    </w:pPr>
    <w:rPr>
      <w:rFonts w:cs="Arial"/>
    </w:rPr>
  </w:style>
  <w:style w:type="paragraph" w:customStyle="1" w:styleId="111-">
    <w:name w:val="1. 1.1 -"/>
    <w:basedOn w:val="Normal"/>
    <w:uiPriority w:val="99"/>
    <w:rsid w:val="00011E90"/>
    <w:pPr>
      <w:numPr>
        <w:numId w:val="8"/>
      </w:numPr>
      <w:spacing w:before="100" w:after="100"/>
    </w:pPr>
    <w:rPr>
      <w:rFonts w:cs="Arial"/>
    </w:rPr>
  </w:style>
  <w:style w:type="paragraph" w:customStyle="1" w:styleId="Finalprembulo">
    <w:name w:val="Final preámbulo"/>
    <w:basedOn w:val="Normal"/>
    <w:uiPriority w:val="99"/>
    <w:rsid w:val="00011E90"/>
    <w:pPr>
      <w:spacing w:before="100" w:after="240"/>
    </w:pPr>
    <w:rPr>
      <w:rFonts w:cs="Arial"/>
      <w:b/>
    </w:rPr>
  </w:style>
  <w:style w:type="character" w:styleId="Nmerodepgina">
    <w:name w:val="page number"/>
    <w:semiHidden/>
    <w:unhideWhenUsed/>
    <w:rsid w:val="00011E90"/>
    <w:rPr>
      <w:rFonts w:ascii="Arial" w:hAnsi="Arial" w:cs="Arial" w:hint="default"/>
      <w:sz w:val="20"/>
    </w:rPr>
  </w:style>
  <w:style w:type="character" w:customStyle="1" w:styleId="NormalintermedioprrafoCarCar">
    <w:name w:val="Normal intermedio párrafo Car Car"/>
    <w:rsid w:val="00011E90"/>
    <w:rPr>
      <w:rFonts w:ascii="Arial" w:eastAsia="Times New Roman" w:hAnsi="Arial" w:cs="Arial" w:hint="default"/>
      <w:szCs w:val="21"/>
    </w:rPr>
  </w:style>
  <w:style w:type="table" w:styleId="Tablaweb1">
    <w:name w:val="Table Web 1"/>
    <w:basedOn w:val="Tablanormal"/>
    <w:semiHidden/>
    <w:unhideWhenUsed/>
    <w:rsid w:val="00011E90"/>
    <w:pPr>
      <w:jc w:val="both"/>
    </w:pPr>
    <w:rPr>
      <w:rFonts w:ascii="Arial" w:hAnsi="Arial"/>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vAlign w:val="center"/>
    </w:tcPr>
    <w:tblStylePr w:type="firstRow">
      <w:rPr>
        <w:color w:val="auto"/>
      </w:rPr>
      <w:tblPr/>
      <w:tcPr>
        <w:tcBorders>
          <w:tl2br w:val="none" w:sz="0" w:space="0" w:color="auto"/>
          <w:tr2bl w:val="none" w:sz="0" w:space="0" w:color="auto"/>
        </w:tcBorders>
      </w:tcPr>
    </w:tblStylePr>
  </w:style>
  <w:style w:type="table" w:customStyle="1" w:styleId="Tablaconcuadrcula1">
    <w:name w:val="Tabla con cuadrícula1"/>
    <w:basedOn w:val="Tablanormal"/>
    <w:uiPriority w:val="59"/>
    <w:rsid w:val="00011E90"/>
    <w:rPr>
      <w:rFonts w:ascii="Times" w:eastAsia="Times" w:hAnsi="Tim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rsid w:val="00011E9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uiPriority w:val="59"/>
    <w:rsid w:val="00011E90"/>
    <w:rPr>
      <w:rFonts w:ascii="Times" w:eastAsia="Times" w:hAnsi="Tim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1">
    <w:name w:val="Tabla con cuadrícula1111"/>
    <w:basedOn w:val="Tablanormal"/>
    <w:rsid w:val="00011E9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111">
    <w:name w:val="a) - . *111"/>
    <w:rsid w:val="00011E90"/>
    <w:pPr>
      <w:numPr>
        <w:numId w:val="8"/>
      </w:numPr>
    </w:pPr>
  </w:style>
  <w:style w:type="numbering" w:customStyle="1" w:styleId="-61">
    <w:name w:val="- * .61"/>
    <w:rsid w:val="00011E90"/>
    <w:pPr>
      <w:numPr>
        <w:numId w:val="17"/>
      </w:numPr>
    </w:pPr>
  </w:style>
  <w:style w:type="numbering" w:customStyle="1" w:styleId="Estilo311">
    <w:name w:val="Estilo311"/>
    <w:rsid w:val="00011E90"/>
    <w:pPr>
      <w:numPr>
        <w:numId w:val="19"/>
      </w:numPr>
    </w:pPr>
  </w:style>
  <w:style w:type="numbering" w:customStyle="1" w:styleId="Esquemaletrasa11">
    <w:name w:val="Esquema letras a)11"/>
    <w:rsid w:val="00011E90"/>
    <w:pPr>
      <w:numPr>
        <w:numId w:val="21"/>
      </w:numPr>
    </w:pPr>
  </w:style>
  <w:style w:type="numbering" w:customStyle="1" w:styleId="1-20">
    <w:name w:val="1. -2"/>
    <w:rsid w:val="00011E90"/>
    <w:pPr>
      <w:numPr>
        <w:numId w:val="23"/>
      </w:numPr>
    </w:pPr>
  </w:style>
  <w:style w:type="numbering" w:customStyle="1" w:styleId="1A-a2">
    <w:name w:val="1. A) - a)2"/>
    <w:rsid w:val="00011E90"/>
    <w:pPr>
      <w:numPr>
        <w:numId w:val="25"/>
      </w:numPr>
    </w:pPr>
  </w:style>
  <w:style w:type="numbering" w:customStyle="1" w:styleId="Aa-2">
    <w:name w:val="A) a) -2"/>
    <w:rsid w:val="00011E90"/>
    <w:pPr>
      <w:numPr>
        <w:numId w:val="27"/>
      </w:numPr>
    </w:pPr>
  </w:style>
  <w:style w:type="numbering" w:customStyle="1" w:styleId="A-12">
    <w:name w:val="A. - 1. .2"/>
    <w:rsid w:val="00011E90"/>
    <w:pPr>
      <w:numPr>
        <w:numId w:val="29"/>
      </w:numPr>
    </w:pPr>
  </w:style>
  <w:style w:type="numbering" w:customStyle="1" w:styleId="A-20">
    <w:name w:val="A) -2"/>
    <w:rsid w:val="00011E90"/>
    <w:pPr>
      <w:numPr>
        <w:numId w:val="31"/>
      </w:numPr>
    </w:pPr>
  </w:style>
  <w:style w:type="numbering" w:customStyle="1" w:styleId="-12">
    <w:name w:val="- * .12"/>
    <w:rsid w:val="00011E90"/>
    <w:pPr>
      <w:numPr>
        <w:numId w:val="33"/>
      </w:numPr>
    </w:pPr>
  </w:style>
  <w:style w:type="numbering" w:customStyle="1" w:styleId="111111112">
    <w:name w:val="1. 1.1 1.1.1112"/>
    <w:rsid w:val="00011E90"/>
    <w:pPr>
      <w:numPr>
        <w:numId w:val="35"/>
      </w:numPr>
    </w:pPr>
  </w:style>
  <w:style w:type="numbering" w:customStyle="1" w:styleId="1-120">
    <w:name w:val="1º -12"/>
    <w:rsid w:val="00011E90"/>
    <w:pPr>
      <w:numPr>
        <w:numId w:val="37"/>
      </w:numPr>
    </w:pPr>
  </w:style>
  <w:style w:type="numbering" w:customStyle="1" w:styleId="aa1-2">
    <w:name w:val="a) a.1. -2"/>
    <w:rsid w:val="00011E90"/>
    <w:pPr>
      <w:numPr>
        <w:numId w:val="39"/>
      </w:numPr>
    </w:pPr>
  </w:style>
  <w:style w:type="numbering" w:customStyle="1" w:styleId="II2">
    <w:name w:val="II.2"/>
    <w:rsid w:val="00011E90"/>
    <w:pPr>
      <w:numPr>
        <w:numId w:val="41"/>
      </w:numPr>
    </w:pPr>
  </w:style>
  <w:style w:type="numbering" w:customStyle="1" w:styleId="a12">
    <w:name w:val="a) 1)2"/>
    <w:rsid w:val="00011E90"/>
    <w:pPr>
      <w:numPr>
        <w:numId w:val="43"/>
      </w:numPr>
    </w:pPr>
  </w:style>
  <w:style w:type="numbering" w:customStyle="1" w:styleId="1a11">
    <w:name w:val="1. . a)11"/>
    <w:rsid w:val="00011E90"/>
    <w:pPr>
      <w:numPr>
        <w:numId w:val="59"/>
      </w:numPr>
    </w:pPr>
  </w:style>
  <w:style w:type="numbering" w:customStyle="1" w:styleId="111a2">
    <w:name w:val="1. 1.1. a)2"/>
    <w:rsid w:val="00011E90"/>
    <w:pPr>
      <w:numPr>
        <w:numId w:val="60"/>
      </w:numPr>
    </w:pPr>
  </w:style>
  <w:style w:type="numbering" w:customStyle="1" w:styleId="Listaguiones11">
    <w:name w:val="Lista guiones11"/>
    <w:rsid w:val="00011E90"/>
    <w:pPr>
      <w:numPr>
        <w:numId w:val="61"/>
      </w:numPr>
    </w:pPr>
  </w:style>
  <w:style w:type="numbering" w:customStyle="1" w:styleId="Esquemaletrasa-11">
    <w:name w:val="Esquema letras a) -11"/>
    <w:rsid w:val="00011E90"/>
    <w:pPr>
      <w:numPr>
        <w:numId w:val="62"/>
      </w:numPr>
    </w:pPr>
  </w:style>
  <w:style w:type="numbering" w:customStyle="1" w:styleId="Letrasa11">
    <w:name w:val="Letras a)11"/>
    <w:rsid w:val="00011E90"/>
    <w:pPr>
      <w:numPr>
        <w:numId w:val="63"/>
      </w:numPr>
    </w:pPr>
  </w:style>
  <w:style w:type="numbering" w:customStyle="1" w:styleId="1a-1">
    <w:name w:val="1. a) -1"/>
    <w:rsid w:val="00011E90"/>
    <w:pPr>
      <w:numPr>
        <w:numId w:val="64"/>
      </w:numPr>
    </w:pPr>
  </w:style>
  <w:style w:type="numbering" w:customStyle="1" w:styleId="1-112">
    <w:name w:val="1º -112"/>
    <w:rsid w:val="00011E90"/>
    <w:pPr>
      <w:numPr>
        <w:numId w:val="65"/>
      </w:numPr>
    </w:pPr>
  </w:style>
  <w:style w:type="numbering" w:customStyle="1" w:styleId="Listaguiones111">
    <w:name w:val="Lista guiones111"/>
    <w:rsid w:val="00011E90"/>
    <w:pPr>
      <w:numPr>
        <w:numId w:val="66"/>
      </w:numPr>
    </w:pPr>
  </w:style>
  <w:style w:type="numbering" w:customStyle="1" w:styleId="aa111">
    <w:name w:val="a) a)111"/>
    <w:rsid w:val="00011E90"/>
    <w:pPr>
      <w:numPr>
        <w:numId w:val="67"/>
      </w:numPr>
    </w:pPr>
  </w:style>
  <w:style w:type="numbering" w:customStyle="1" w:styleId="1a-2">
    <w:name w:val="1. a) -2"/>
    <w:rsid w:val="00011E90"/>
    <w:pPr>
      <w:numPr>
        <w:numId w:val="68"/>
      </w:numPr>
    </w:pPr>
  </w:style>
  <w:style w:type="numbering" w:customStyle="1" w:styleId="AA1-1">
    <w:name w:val="A) A1) -1"/>
    <w:uiPriority w:val="99"/>
    <w:rsid w:val="00011E90"/>
    <w:pPr>
      <w:numPr>
        <w:numId w:val="69"/>
      </w:numPr>
    </w:pPr>
  </w:style>
  <w:style w:type="numbering" w:customStyle="1" w:styleId="EstiloEsquemanumeradoIzquierda0cmSangrafrancesa05cm11">
    <w:name w:val="Estilo Esquema numerado Izquierda:  0 cm Sangría francesa:  05 cm11"/>
    <w:rsid w:val="00011E90"/>
    <w:pPr>
      <w:numPr>
        <w:numId w:val="70"/>
      </w:numPr>
    </w:pPr>
  </w:style>
  <w:style w:type="numbering" w:customStyle="1" w:styleId="aa11">
    <w:name w:val="a) a)11"/>
    <w:rsid w:val="00011E90"/>
    <w:pPr>
      <w:numPr>
        <w:numId w:val="71"/>
      </w:numPr>
    </w:pPr>
  </w:style>
  <w:style w:type="numbering" w:customStyle="1" w:styleId="a01-111">
    <w:name w:val="a) 01. -111"/>
    <w:rsid w:val="00011E90"/>
  </w:style>
  <w:style w:type="numbering" w:customStyle="1" w:styleId="1a-11">
    <w:name w:val="1. a) -11"/>
    <w:rsid w:val="00011E90"/>
    <w:pPr>
      <w:numPr>
        <w:numId w:val="73"/>
      </w:numPr>
    </w:pPr>
  </w:style>
  <w:style w:type="numbering" w:customStyle="1" w:styleId="Ia-2">
    <w:name w:val="I. a) -2"/>
    <w:rsid w:val="00011E90"/>
    <w:pPr>
      <w:numPr>
        <w:numId w:val="74"/>
      </w:numPr>
    </w:pPr>
  </w:style>
  <w:style w:type="numbering" w:customStyle="1" w:styleId="Listaa11">
    <w:name w:val="Lista a) 1º1"/>
    <w:rsid w:val="00011E90"/>
    <w:pPr>
      <w:numPr>
        <w:numId w:val="75"/>
      </w:numPr>
    </w:pPr>
  </w:style>
  <w:style w:type="numbering" w:customStyle="1" w:styleId="II1">
    <w:name w:val="II.1"/>
    <w:rsid w:val="00011E90"/>
    <w:pPr>
      <w:numPr>
        <w:numId w:val="76"/>
      </w:numPr>
    </w:pPr>
  </w:style>
  <w:style w:type="numbering" w:customStyle="1" w:styleId="-2">
    <w:name w:val=".-.*2"/>
    <w:rsid w:val="00011E90"/>
  </w:style>
  <w:style w:type="numbering" w:customStyle="1" w:styleId="aa2">
    <w:name w:val="a) a)2"/>
    <w:rsid w:val="00011E90"/>
    <w:pPr>
      <w:numPr>
        <w:numId w:val="78"/>
      </w:numPr>
    </w:pPr>
  </w:style>
  <w:style w:type="numbering" w:customStyle="1" w:styleId="Aa-1">
    <w:name w:val="A) a) -1"/>
    <w:rsid w:val="00011E90"/>
    <w:pPr>
      <w:numPr>
        <w:numId w:val="79"/>
      </w:numPr>
    </w:pPr>
  </w:style>
  <w:style w:type="numbering" w:customStyle="1" w:styleId="1a111">
    <w:name w:val="1. . a)111"/>
    <w:rsid w:val="00011E90"/>
    <w:pPr>
      <w:numPr>
        <w:numId w:val="80"/>
      </w:numPr>
    </w:pPr>
  </w:style>
  <w:style w:type="numbering" w:customStyle="1" w:styleId="-a111">
    <w:name w:val="- a)111"/>
    <w:rsid w:val="00011E90"/>
    <w:pPr>
      <w:numPr>
        <w:numId w:val="81"/>
      </w:numPr>
    </w:pPr>
  </w:style>
  <w:style w:type="numbering" w:customStyle="1" w:styleId="Vietas-12">
    <w:name w:val="Viñetas .-.12"/>
    <w:rsid w:val="00011E90"/>
    <w:pPr>
      <w:numPr>
        <w:numId w:val="82"/>
      </w:numPr>
    </w:pPr>
  </w:style>
  <w:style w:type="numbering" w:customStyle="1" w:styleId="a112">
    <w:name w:val="a) 1)12"/>
    <w:rsid w:val="00011E90"/>
    <w:pPr>
      <w:numPr>
        <w:numId w:val="83"/>
      </w:numPr>
    </w:pPr>
  </w:style>
  <w:style w:type="numbering" w:customStyle="1" w:styleId="1a2">
    <w:name w:val="1. . a)2"/>
    <w:rsid w:val="00011E90"/>
    <w:pPr>
      <w:numPr>
        <w:numId w:val="84"/>
      </w:numPr>
    </w:pPr>
  </w:style>
  <w:style w:type="numbering" w:customStyle="1" w:styleId="1-12">
    <w:name w:val="1. -12"/>
    <w:rsid w:val="00011E90"/>
    <w:pPr>
      <w:numPr>
        <w:numId w:val="85"/>
      </w:numPr>
    </w:pPr>
  </w:style>
  <w:style w:type="numbering" w:customStyle="1" w:styleId="-a2">
    <w:name w:val="- a)2"/>
    <w:rsid w:val="00011E90"/>
    <w:pPr>
      <w:numPr>
        <w:numId w:val="86"/>
      </w:numPr>
    </w:pPr>
  </w:style>
  <w:style w:type="numbering" w:customStyle="1" w:styleId="11111112">
    <w:name w:val="1. 1.1 1.1.112"/>
    <w:rsid w:val="00011E90"/>
    <w:pPr>
      <w:numPr>
        <w:numId w:val="87"/>
      </w:numPr>
    </w:pPr>
  </w:style>
  <w:style w:type="numbering" w:customStyle="1" w:styleId="a-112">
    <w:name w:val="a) - . *112"/>
    <w:rsid w:val="00011E90"/>
    <w:pPr>
      <w:numPr>
        <w:numId w:val="88"/>
      </w:numPr>
    </w:pPr>
  </w:style>
  <w:style w:type="numbering" w:customStyle="1" w:styleId="a111112">
    <w:name w:val="a) 1.1. 1.1.1.2"/>
    <w:rsid w:val="00011E90"/>
    <w:pPr>
      <w:numPr>
        <w:numId w:val="89"/>
      </w:numPr>
    </w:pPr>
  </w:style>
  <w:style w:type="numbering" w:customStyle="1" w:styleId="A-1110">
    <w:name w:val="A) -111"/>
    <w:rsid w:val="00011E90"/>
    <w:pPr>
      <w:numPr>
        <w:numId w:val="90"/>
      </w:numPr>
    </w:pPr>
  </w:style>
  <w:style w:type="numbering" w:customStyle="1" w:styleId="-111">
    <w:name w:val=".-.*111"/>
    <w:rsid w:val="00011E90"/>
    <w:pPr>
      <w:numPr>
        <w:numId w:val="91"/>
      </w:numPr>
    </w:pPr>
  </w:style>
  <w:style w:type="numbering" w:customStyle="1" w:styleId="1-1">
    <w:name w:val="1. -1"/>
    <w:rsid w:val="00011E90"/>
    <w:pPr>
      <w:numPr>
        <w:numId w:val="72"/>
      </w:numPr>
    </w:pPr>
  </w:style>
  <w:style w:type="numbering" w:customStyle="1" w:styleId="aI12">
    <w:name w:val="a) I)12"/>
    <w:rsid w:val="00011E90"/>
    <w:pPr>
      <w:numPr>
        <w:numId w:val="92"/>
      </w:numPr>
    </w:pPr>
  </w:style>
  <w:style w:type="numbering" w:customStyle="1" w:styleId="a111111">
    <w:name w:val="a) 1. 1.1.111"/>
    <w:rsid w:val="00011E90"/>
    <w:pPr>
      <w:numPr>
        <w:numId w:val="93"/>
      </w:numPr>
    </w:pPr>
  </w:style>
  <w:style w:type="numbering" w:customStyle="1" w:styleId="1-1110">
    <w:name w:val="1. -111"/>
    <w:rsid w:val="00011E90"/>
  </w:style>
  <w:style w:type="numbering" w:customStyle="1" w:styleId="a01-1">
    <w:name w:val="a) 01. -1"/>
    <w:rsid w:val="00011E90"/>
    <w:pPr>
      <w:numPr>
        <w:numId w:val="95"/>
      </w:numPr>
    </w:pPr>
  </w:style>
  <w:style w:type="numbering" w:customStyle="1" w:styleId="Esquemaletrasa1">
    <w:name w:val="Esquema letras a)1"/>
    <w:rsid w:val="00011E90"/>
    <w:pPr>
      <w:numPr>
        <w:numId w:val="77"/>
      </w:numPr>
    </w:pPr>
  </w:style>
  <w:style w:type="numbering" w:customStyle="1" w:styleId="A-1">
    <w:name w:val="A) -1"/>
    <w:rsid w:val="00011E90"/>
    <w:pPr>
      <w:numPr>
        <w:numId w:val="96"/>
      </w:numPr>
    </w:pPr>
  </w:style>
  <w:style w:type="numbering" w:customStyle="1" w:styleId="1-111">
    <w:name w:val="1º -111"/>
    <w:rsid w:val="00011E90"/>
    <w:pPr>
      <w:numPr>
        <w:numId w:val="97"/>
      </w:numPr>
    </w:pPr>
  </w:style>
  <w:style w:type="numbering" w:customStyle="1" w:styleId="-41">
    <w:name w:val="- * .41"/>
    <w:rsid w:val="00011E90"/>
    <w:pPr>
      <w:numPr>
        <w:numId w:val="98"/>
      </w:numPr>
    </w:pPr>
  </w:style>
  <w:style w:type="numbering" w:customStyle="1" w:styleId="A11">
    <w:name w:val="A. 1.1"/>
    <w:rsid w:val="00011E90"/>
    <w:pPr>
      <w:numPr>
        <w:numId w:val="99"/>
      </w:numPr>
    </w:pPr>
  </w:style>
  <w:style w:type="numbering" w:customStyle="1" w:styleId="1-11">
    <w:name w:val="1. -11"/>
    <w:rsid w:val="00011E90"/>
    <w:pPr>
      <w:numPr>
        <w:numId w:val="100"/>
      </w:numPr>
    </w:pPr>
  </w:style>
  <w:style w:type="numbering" w:customStyle="1" w:styleId="Listaa111">
    <w:name w:val="Lista a) 1º11"/>
    <w:rsid w:val="00011E90"/>
    <w:pPr>
      <w:numPr>
        <w:numId w:val="101"/>
      </w:numPr>
    </w:pPr>
  </w:style>
  <w:style w:type="numbering" w:customStyle="1" w:styleId="a1-21">
    <w:name w:val="a) 1º - .21"/>
    <w:rsid w:val="00011E90"/>
    <w:pPr>
      <w:numPr>
        <w:numId w:val="102"/>
      </w:numPr>
    </w:pPr>
  </w:style>
  <w:style w:type="numbering" w:customStyle="1" w:styleId="111111111">
    <w:name w:val="1) 1.1 1.1.1.111"/>
    <w:rsid w:val="00011E90"/>
    <w:pPr>
      <w:numPr>
        <w:numId w:val="103"/>
      </w:numPr>
    </w:pPr>
  </w:style>
  <w:style w:type="numbering" w:customStyle="1" w:styleId="aa1-11">
    <w:name w:val="a) a.1. -11"/>
    <w:rsid w:val="00011E90"/>
    <w:pPr>
      <w:numPr>
        <w:numId w:val="104"/>
      </w:numPr>
    </w:pPr>
  </w:style>
  <w:style w:type="numbering" w:customStyle="1" w:styleId="a-2">
    <w:name w:val="a) - . *2"/>
    <w:rsid w:val="00011E90"/>
    <w:pPr>
      <w:numPr>
        <w:numId w:val="105"/>
      </w:numPr>
    </w:pPr>
  </w:style>
  <w:style w:type="numbering" w:customStyle="1" w:styleId="aI2">
    <w:name w:val="a) I)2"/>
    <w:rsid w:val="00011E90"/>
    <w:pPr>
      <w:numPr>
        <w:numId w:val="106"/>
      </w:numPr>
    </w:pPr>
  </w:style>
  <w:style w:type="numbering" w:customStyle="1" w:styleId="aa1-12">
    <w:name w:val="a) a.1. -12"/>
    <w:rsid w:val="00011E90"/>
    <w:pPr>
      <w:numPr>
        <w:numId w:val="107"/>
      </w:numPr>
    </w:pPr>
  </w:style>
  <w:style w:type="numbering" w:customStyle="1" w:styleId="aa1">
    <w:name w:val="a) a)1"/>
    <w:rsid w:val="00011E90"/>
    <w:pPr>
      <w:numPr>
        <w:numId w:val="108"/>
      </w:numPr>
    </w:pPr>
  </w:style>
  <w:style w:type="numbering" w:customStyle="1" w:styleId="a11112">
    <w:name w:val="a) 1. 1.1.12"/>
    <w:rsid w:val="00011E90"/>
    <w:pPr>
      <w:numPr>
        <w:numId w:val="109"/>
      </w:numPr>
    </w:pPr>
  </w:style>
  <w:style w:type="numbering" w:customStyle="1" w:styleId="a10">
    <w:name w:val="a) 1)"/>
    <w:rsid w:val="00011E90"/>
    <w:pPr>
      <w:numPr>
        <w:numId w:val="110"/>
      </w:numPr>
    </w:pPr>
  </w:style>
  <w:style w:type="numbering" w:customStyle="1" w:styleId="1A-a11">
    <w:name w:val="1. A) - a)11"/>
    <w:rsid w:val="00011E90"/>
    <w:pPr>
      <w:numPr>
        <w:numId w:val="111"/>
      </w:numPr>
    </w:pPr>
  </w:style>
  <w:style w:type="numbering" w:customStyle="1" w:styleId="A1">
    <w:name w:val="A. 1."/>
    <w:rsid w:val="00011E90"/>
    <w:pPr>
      <w:numPr>
        <w:numId w:val="94"/>
      </w:numPr>
    </w:pPr>
  </w:style>
  <w:style w:type="numbering" w:customStyle="1" w:styleId="1111112">
    <w:name w:val="1. 1.1 1.1.12"/>
    <w:rsid w:val="00011E90"/>
    <w:pPr>
      <w:numPr>
        <w:numId w:val="112"/>
      </w:numPr>
    </w:pPr>
  </w:style>
  <w:style w:type="numbering" w:customStyle="1" w:styleId="Ia-12">
    <w:name w:val="I. a) -12"/>
    <w:rsid w:val="00011E90"/>
    <w:pPr>
      <w:numPr>
        <w:numId w:val="113"/>
      </w:numPr>
    </w:pPr>
  </w:style>
  <w:style w:type="numbering" w:customStyle="1" w:styleId="-21">
    <w:name w:val="- * .21"/>
    <w:rsid w:val="00011E90"/>
    <w:pPr>
      <w:numPr>
        <w:numId w:val="114"/>
      </w:numPr>
    </w:pPr>
  </w:style>
  <w:style w:type="numbering" w:customStyle="1" w:styleId="A1-12">
    <w:name w:val="A. 1. -12"/>
    <w:rsid w:val="00011E90"/>
    <w:pPr>
      <w:numPr>
        <w:numId w:val="115"/>
      </w:numPr>
    </w:pPr>
  </w:style>
  <w:style w:type="numbering" w:customStyle="1" w:styleId="-a12">
    <w:name w:val="- a)12"/>
    <w:rsid w:val="00011E90"/>
    <w:pPr>
      <w:numPr>
        <w:numId w:val="116"/>
      </w:numPr>
    </w:pPr>
  </w:style>
  <w:style w:type="numbering" w:customStyle="1" w:styleId="A1-2">
    <w:name w:val="A. 1. -2"/>
    <w:rsid w:val="00011E90"/>
    <w:pPr>
      <w:numPr>
        <w:numId w:val="117"/>
      </w:numPr>
    </w:pPr>
  </w:style>
  <w:style w:type="numbering" w:customStyle="1" w:styleId="a1a11">
    <w:name w:val="a) 1. a.11"/>
    <w:rsid w:val="00011E90"/>
    <w:pPr>
      <w:numPr>
        <w:numId w:val="118"/>
      </w:numPr>
    </w:pPr>
  </w:style>
  <w:style w:type="numbering" w:customStyle="1" w:styleId="Estilo31">
    <w:name w:val="Estilo31"/>
    <w:rsid w:val="00011E90"/>
    <w:pPr>
      <w:numPr>
        <w:numId w:val="119"/>
      </w:numPr>
    </w:pPr>
  </w:style>
  <w:style w:type="numbering" w:customStyle="1" w:styleId="aListaletrassin1111">
    <w:name w:val="a) Lista letras sin ñ1111"/>
    <w:rsid w:val="00011E90"/>
    <w:pPr>
      <w:numPr>
        <w:numId w:val="120"/>
      </w:numPr>
    </w:pPr>
  </w:style>
  <w:style w:type="numbering" w:customStyle="1" w:styleId="aI111">
    <w:name w:val="a) I)111"/>
    <w:rsid w:val="00011E90"/>
    <w:pPr>
      <w:numPr>
        <w:numId w:val="121"/>
      </w:numPr>
    </w:pPr>
  </w:style>
  <w:style w:type="numbering" w:customStyle="1" w:styleId="aListaletrassin112">
    <w:name w:val="a) Lista letras sin ñ112"/>
    <w:rsid w:val="00011E90"/>
    <w:pPr>
      <w:numPr>
        <w:numId w:val="122"/>
      </w:numPr>
    </w:pPr>
  </w:style>
  <w:style w:type="numbering" w:customStyle="1" w:styleId="Vaseadems11">
    <w:name w:val="Véase además11"/>
    <w:rsid w:val="00011E90"/>
    <w:pPr>
      <w:numPr>
        <w:numId w:val="123"/>
      </w:numPr>
    </w:pPr>
  </w:style>
  <w:style w:type="numbering" w:customStyle="1" w:styleId="A-11">
    <w:name w:val="A. - 1. .1"/>
    <w:rsid w:val="00011E90"/>
    <w:pPr>
      <w:numPr>
        <w:numId w:val="124"/>
      </w:numPr>
    </w:pPr>
  </w:style>
  <w:style w:type="numbering" w:customStyle="1" w:styleId="A-1111">
    <w:name w:val="A. - 1. .111"/>
    <w:rsid w:val="00011E90"/>
    <w:pPr>
      <w:numPr>
        <w:numId w:val="125"/>
      </w:numPr>
    </w:pPr>
  </w:style>
  <w:style w:type="numbering" w:customStyle="1" w:styleId="111a12">
    <w:name w:val="1. 1.1. a)12"/>
    <w:rsid w:val="00011E90"/>
    <w:pPr>
      <w:numPr>
        <w:numId w:val="126"/>
      </w:numPr>
    </w:pPr>
  </w:style>
  <w:style w:type="numbering" w:customStyle="1" w:styleId="11111120">
    <w:name w:val="1) 1.1 1.1.1.2"/>
    <w:rsid w:val="00011E90"/>
    <w:pPr>
      <w:numPr>
        <w:numId w:val="127"/>
      </w:numPr>
    </w:pPr>
  </w:style>
  <w:style w:type="numbering" w:customStyle="1" w:styleId="II11">
    <w:name w:val="II.11"/>
    <w:rsid w:val="00011E90"/>
    <w:pPr>
      <w:numPr>
        <w:numId w:val="128"/>
      </w:numPr>
    </w:pPr>
  </w:style>
  <w:style w:type="numbering" w:customStyle="1" w:styleId="Vietas-2">
    <w:name w:val="Viñetas .-.2"/>
    <w:rsid w:val="00011E90"/>
    <w:pPr>
      <w:numPr>
        <w:numId w:val="129"/>
      </w:numPr>
    </w:pPr>
  </w:style>
  <w:style w:type="numbering" w:customStyle="1" w:styleId="1a12">
    <w:name w:val="1. . a)12"/>
    <w:rsid w:val="00011E90"/>
    <w:pPr>
      <w:numPr>
        <w:numId w:val="130"/>
      </w:numPr>
    </w:pPr>
  </w:style>
  <w:style w:type="numbering" w:customStyle="1" w:styleId="111a1">
    <w:name w:val="1. 1.1. a)1"/>
    <w:rsid w:val="00011E90"/>
    <w:pPr>
      <w:numPr>
        <w:numId w:val="131"/>
      </w:numPr>
    </w:pPr>
  </w:style>
  <w:style w:type="numbering" w:customStyle="1" w:styleId="II111">
    <w:name w:val="II.111"/>
    <w:rsid w:val="00011E90"/>
    <w:pPr>
      <w:numPr>
        <w:numId w:val="132"/>
      </w:numPr>
    </w:pPr>
  </w:style>
  <w:style w:type="numbering" w:customStyle="1" w:styleId="-1110">
    <w:name w:val="- * .111"/>
    <w:rsid w:val="00011E90"/>
    <w:pPr>
      <w:numPr>
        <w:numId w:val="133"/>
      </w:numPr>
    </w:pPr>
  </w:style>
  <w:style w:type="numbering" w:customStyle="1" w:styleId="a111-1">
    <w:name w:val="a) 1. 1.1. -1"/>
    <w:uiPriority w:val="99"/>
    <w:rsid w:val="00011E90"/>
    <w:pPr>
      <w:numPr>
        <w:numId w:val="134"/>
      </w:numPr>
    </w:pPr>
  </w:style>
  <w:style w:type="numbering" w:customStyle="1" w:styleId="a1-111">
    <w:name w:val="a) 1º - .111"/>
    <w:rsid w:val="00011E90"/>
    <w:pPr>
      <w:numPr>
        <w:numId w:val="135"/>
      </w:numPr>
    </w:pPr>
  </w:style>
  <w:style w:type="numbering" w:customStyle="1" w:styleId="111111120">
    <w:name w:val="1) 1.1 1.1.1.12"/>
    <w:rsid w:val="00011E90"/>
    <w:pPr>
      <w:numPr>
        <w:numId w:val="136"/>
      </w:numPr>
    </w:pPr>
  </w:style>
  <w:style w:type="numbering" w:customStyle="1" w:styleId="a111">
    <w:name w:val="a) 1)11"/>
    <w:rsid w:val="00011E90"/>
    <w:pPr>
      <w:numPr>
        <w:numId w:val="137"/>
      </w:numPr>
    </w:pPr>
  </w:style>
  <w:style w:type="numbering" w:customStyle="1" w:styleId="1A-a12">
    <w:name w:val="1. A) - a)12"/>
    <w:rsid w:val="00011E90"/>
    <w:pPr>
      <w:numPr>
        <w:numId w:val="138"/>
      </w:numPr>
    </w:pPr>
  </w:style>
  <w:style w:type="numbering" w:customStyle="1" w:styleId="a1111">
    <w:name w:val="a) 1)111"/>
    <w:rsid w:val="00011E90"/>
    <w:pPr>
      <w:numPr>
        <w:numId w:val="139"/>
      </w:numPr>
    </w:pPr>
  </w:style>
  <w:style w:type="numbering" w:customStyle="1" w:styleId="-8">
    <w:name w:val="- * .8"/>
    <w:rsid w:val="00011E90"/>
    <w:pPr>
      <w:numPr>
        <w:numId w:val="140"/>
      </w:numPr>
    </w:pPr>
  </w:style>
  <w:style w:type="numbering" w:customStyle="1" w:styleId="a110">
    <w:name w:val="a) 1)1"/>
    <w:rsid w:val="00011E90"/>
    <w:pPr>
      <w:numPr>
        <w:numId w:val="141"/>
      </w:numPr>
    </w:pPr>
  </w:style>
  <w:style w:type="numbering" w:customStyle="1" w:styleId="1A-a111">
    <w:name w:val="1. A) - a)111"/>
    <w:rsid w:val="00011E90"/>
    <w:pPr>
      <w:numPr>
        <w:numId w:val="142"/>
      </w:numPr>
    </w:pPr>
  </w:style>
  <w:style w:type="numbering" w:customStyle="1" w:styleId="111a111">
    <w:name w:val="1. 1.1. a)111"/>
    <w:rsid w:val="00011E90"/>
    <w:pPr>
      <w:numPr>
        <w:numId w:val="143"/>
      </w:numPr>
    </w:pPr>
  </w:style>
  <w:style w:type="numbering" w:customStyle="1" w:styleId="Listanmerosyletras11">
    <w:name w:val="Lista números y letras11"/>
    <w:uiPriority w:val="99"/>
    <w:rsid w:val="00011E90"/>
    <w:pPr>
      <w:numPr>
        <w:numId w:val="144"/>
      </w:numPr>
    </w:pPr>
  </w:style>
  <w:style w:type="numbering" w:customStyle="1" w:styleId="-a1">
    <w:name w:val="- a)1"/>
    <w:rsid w:val="00011E90"/>
    <w:pPr>
      <w:numPr>
        <w:numId w:val="145"/>
      </w:numPr>
    </w:pPr>
  </w:style>
  <w:style w:type="numbering" w:customStyle="1" w:styleId="1A-a1">
    <w:name w:val="1. A) - a)1"/>
    <w:rsid w:val="00011E90"/>
    <w:pPr>
      <w:numPr>
        <w:numId w:val="146"/>
      </w:numPr>
    </w:pPr>
  </w:style>
  <w:style w:type="numbering" w:customStyle="1" w:styleId="a11110">
    <w:name w:val="a) 1ª111"/>
    <w:rsid w:val="00011E90"/>
    <w:pPr>
      <w:numPr>
        <w:numId w:val="147"/>
      </w:numPr>
    </w:pPr>
  </w:style>
  <w:style w:type="numbering" w:customStyle="1" w:styleId="1-2">
    <w:name w:val="1º -2"/>
    <w:rsid w:val="00011E90"/>
    <w:pPr>
      <w:numPr>
        <w:numId w:val="148"/>
      </w:numPr>
    </w:pPr>
  </w:style>
  <w:style w:type="numbering" w:customStyle="1" w:styleId="a1120">
    <w:name w:val="a) 1ª12"/>
    <w:rsid w:val="00011E90"/>
    <w:pPr>
      <w:numPr>
        <w:numId w:val="149"/>
      </w:numPr>
    </w:pPr>
  </w:style>
  <w:style w:type="numbering" w:customStyle="1" w:styleId="a-120">
    <w:name w:val="a) - . *12"/>
    <w:rsid w:val="00011E90"/>
    <w:pPr>
      <w:numPr>
        <w:numId w:val="150"/>
      </w:numPr>
    </w:pPr>
  </w:style>
  <w:style w:type="numbering" w:customStyle="1" w:styleId="Aa-12">
    <w:name w:val="A) a) -12"/>
    <w:rsid w:val="00011E90"/>
    <w:pPr>
      <w:numPr>
        <w:numId w:val="151"/>
      </w:numPr>
    </w:pPr>
  </w:style>
  <w:style w:type="numbering" w:customStyle="1" w:styleId="aa12">
    <w:name w:val="a) a)12"/>
    <w:rsid w:val="00011E90"/>
    <w:pPr>
      <w:numPr>
        <w:numId w:val="152"/>
      </w:numPr>
    </w:pPr>
  </w:style>
  <w:style w:type="numbering" w:customStyle="1" w:styleId="EstiloNumeradoIzquierda0cmSangrafrancesa05cm21">
    <w:name w:val="Estilo Numerado Izquierda:  0 cm Sangría francesa:  05 cm21"/>
    <w:rsid w:val="00011E90"/>
    <w:pPr>
      <w:numPr>
        <w:numId w:val="153"/>
      </w:numPr>
    </w:pPr>
  </w:style>
  <w:style w:type="numbering" w:customStyle="1" w:styleId="-120">
    <w:name w:val=".-.*12"/>
    <w:rsid w:val="00011E90"/>
    <w:pPr>
      <w:numPr>
        <w:numId w:val="154"/>
      </w:numPr>
    </w:pPr>
  </w:style>
  <w:style w:type="numbering" w:customStyle="1" w:styleId="a01-12">
    <w:name w:val="a) 01. -12"/>
    <w:rsid w:val="00011E90"/>
    <w:pPr>
      <w:numPr>
        <w:numId w:val="155"/>
      </w:numPr>
    </w:pPr>
  </w:style>
  <w:style w:type="numbering" w:customStyle="1" w:styleId="a1111112">
    <w:name w:val="a) 1.1. 1.1.1.12"/>
    <w:rsid w:val="00011E90"/>
    <w:pPr>
      <w:numPr>
        <w:numId w:val="156"/>
      </w:numPr>
    </w:pPr>
  </w:style>
  <w:style w:type="numbering" w:customStyle="1" w:styleId="1a-12">
    <w:name w:val="1. a) -12"/>
    <w:rsid w:val="00011E90"/>
    <w:pPr>
      <w:numPr>
        <w:numId w:val="157"/>
      </w:numPr>
    </w:pPr>
  </w:style>
  <w:style w:type="numbering" w:customStyle="1" w:styleId="a1-20">
    <w:name w:val="a) 1º - .2"/>
    <w:rsid w:val="00011E90"/>
    <w:pPr>
      <w:numPr>
        <w:numId w:val="158"/>
      </w:numPr>
    </w:pPr>
  </w:style>
  <w:style w:type="numbering" w:customStyle="1" w:styleId="-71">
    <w:name w:val="- * .71"/>
    <w:rsid w:val="00011E90"/>
    <w:pPr>
      <w:numPr>
        <w:numId w:val="159"/>
      </w:numPr>
    </w:pPr>
  </w:style>
  <w:style w:type="numbering" w:customStyle="1" w:styleId="a1-120">
    <w:name w:val="a) 1º - .12"/>
    <w:rsid w:val="00011E90"/>
    <w:pPr>
      <w:numPr>
        <w:numId w:val="160"/>
      </w:numPr>
    </w:pPr>
  </w:style>
  <w:style w:type="numbering" w:customStyle="1" w:styleId="Letrasyguionesa-11">
    <w:name w:val="Letras y guiones a) -11"/>
    <w:rsid w:val="00011E90"/>
    <w:pPr>
      <w:numPr>
        <w:numId w:val="161"/>
      </w:numPr>
    </w:pPr>
  </w:style>
  <w:style w:type="numbering" w:customStyle="1" w:styleId="II12">
    <w:name w:val="II.12"/>
    <w:rsid w:val="00011E90"/>
    <w:pPr>
      <w:numPr>
        <w:numId w:val="162"/>
      </w:numPr>
    </w:pPr>
  </w:style>
  <w:style w:type="numbering" w:customStyle="1" w:styleId="Vaseadems2">
    <w:name w:val="Véase además2"/>
    <w:rsid w:val="00011E90"/>
    <w:pPr>
      <w:numPr>
        <w:numId w:val="163"/>
      </w:numPr>
    </w:pPr>
  </w:style>
  <w:style w:type="numbering" w:customStyle="1" w:styleId="-51">
    <w:name w:val="- * .51"/>
    <w:rsid w:val="00011E90"/>
    <w:pPr>
      <w:numPr>
        <w:numId w:val="164"/>
      </w:numPr>
    </w:pPr>
  </w:style>
  <w:style w:type="numbering" w:customStyle="1" w:styleId="Vaseadems1">
    <w:name w:val="Véase además1"/>
    <w:rsid w:val="00011E90"/>
    <w:pPr>
      <w:numPr>
        <w:numId w:val="165"/>
      </w:numPr>
    </w:pPr>
  </w:style>
  <w:style w:type="numbering" w:customStyle="1" w:styleId="a1a">
    <w:name w:val="a) 1. a."/>
    <w:rsid w:val="00011E90"/>
    <w:pPr>
      <w:numPr>
        <w:numId w:val="166"/>
      </w:numPr>
    </w:pPr>
  </w:style>
  <w:style w:type="numbering" w:customStyle="1" w:styleId="Aa-111">
    <w:name w:val="A) a) -111"/>
    <w:rsid w:val="00011E90"/>
    <w:pPr>
      <w:numPr>
        <w:numId w:val="167"/>
      </w:numPr>
    </w:pPr>
  </w:style>
  <w:style w:type="numbering" w:customStyle="1" w:styleId="Estilo211">
    <w:name w:val="Estilo211"/>
    <w:rsid w:val="00011E90"/>
    <w:pPr>
      <w:numPr>
        <w:numId w:val="168"/>
      </w:numPr>
    </w:pPr>
  </w:style>
  <w:style w:type="numbering" w:customStyle="1" w:styleId="Listaguiones2">
    <w:name w:val="Lista guiones2"/>
    <w:rsid w:val="00011E90"/>
    <w:pPr>
      <w:numPr>
        <w:numId w:val="169"/>
      </w:numPr>
    </w:pPr>
  </w:style>
  <w:style w:type="numbering" w:customStyle="1" w:styleId="A-121">
    <w:name w:val="A) -12"/>
    <w:rsid w:val="00011E90"/>
    <w:pPr>
      <w:numPr>
        <w:numId w:val="170"/>
      </w:numPr>
    </w:pPr>
  </w:style>
  <w:style w:type="numbering" w:customStyle="1" w:styleId="A1-1110">
    <w:name w:val="A. 1. -111"/>
    <w:rsid w:val="00011E90"/>
    <w:pPr>
      <w:numPr>
        <w:numId w:val="171"/>
      </w:numPr>
    </w:pPr>
  </w:style>
  <w:style w:type="numbering" w:customStyle="1" w:styleId="a-11110">
    <w:name w:val="a) - . *1111"/>
    <w:rsid w:val="00011E90"/>
    <w:pPr>
      <w:numPr>
        <w:numId w:val="172"/>
      </w:numPr>
    </w:pPr>
  </w:style>
  <w:style w:type="numbering" w:customStyle="1" w:styleId="A-110">
    <w:name w:val="A) -11"/>
    <w:rsid w:val="00011E90"/>
    <w:pPr>
      <w:numPr>
        <w:numId w:val="173"/>
      </w:numPr>
    </w:pPr>
  </w:style>
  <w:style w:type="numbering" w:customStyle="1" w:styleId="-7">
    <w:name w:val="- * .7"/>
    <w:rsid w:val="00011E90"/>
    <w:pPr>
      <w:numPr>
        <w:numId w:val="174"/>
      </w:numPr>
    </w:pPr>
  </w:style>
  <w:style w:type="numbering" w:customStyle="1" w:styleId="a01-2">
    <w:name w:val="a) 01. -2"/>
    <w:rsid w:val="00011E90"/>
  </w:style>
  <w:style w:type="numbering" w:customStyle="1" w:styleId="aListaletrassin12">
    <w:name w:val="a) Lista letras sin ñ12"/>
    <w:rsid w:val="00011E90"/>
    <w:pPr>
      <w:numPr>
        <w:numId w:val="176"/>
      </w:numPr>
    </w:pPr>
  </w:style>
  <w:style w:type="numbering" w:customStyle="1" w:styleId="aI1">
    <w:name w:val="a) I)1"/>
    <w:rsid w:val="00011E90"/>
    <w:pPr>
      <w:numPr>
        <w:numId w:val="177"/>
      </w:numPr>
    </w:pPr>
  </w:style>
  <w:style w:type="numbering" w:customStyle="1" w:styleId="aListaletrassin2">
    <w:name w:val="a) Lista letras sin ñ2"/>
    <w:rsid w:val="00011E90"/>
    <w:pPr>
      <w:numPr>
        <w:numId w:val="178"/>
      </w:numPr>
    </w:pPr>
  </w:style>
  <w:style w:type="numbering" w:customStyle="1" w:styleId="A-10">
    <w:name w:val="A. - .1"/>
    <w:rsid w:val="00011E90"/>
    <w:pPr>
      <w:numPr>
        <w:numId w:val="179"/>
      </w:numPr>
    </w:pPr>
  </w:style>
  <w:style w:type="numbering" w:customStyle="1" w:styleId="Listaguiones1">
    <w:name w:val="Lista guiones1"/>
    <w:rsid w:val="00011E90"/>
    <w:pPr>
      <w:numPr>
        <w:numId w:val="180"/>
      </w:numPr>
    </w:pPr>
  </w:style>
  <w:style w:type="numbering" w:customStyle="1" w:styleId="aI11">
    <w:name w:val="a) I)11"/>
    <w:rsid w:val="00011E90"/>
    <w:pPr>
      <w:numPr>
        <w:numId w:val="181"/>
      </w:numPr>
    </w:pPr>
  </w:style>
  <w:style w:type="numbering" w:customStyle="1" w:styleId="1a1">
    <w:name w:val="1. . a)1"/>
    <w:rsid w:val="00011E90"/>
    <w:pPr>
      <w:numPr>
        <w:numId w:val="182"/>
      </w:numPr>
    </w:pPr>
  </w:style>
  <w:style w:type="numbering" w:customStyle="1" w:styleId="EstiloNumeradoIzquierda0cmSangrafrancesa05cm111">
    <w:name w:val="Estilo Numerado Izquierda:  0 cm Sangría francesa:  05 cm111"/>
    <w:rsid w:val="00011E90"/>
    <w:pPr>
      <w:numPr>
        <w:numId w:val="183"/>
      </w:numPr>
    </w:pPr>
  </w:style>
  <w:style w:type="numbering" w:customStyle="1" w:styleId="aa1-111">
    <w:name w:val="a) a.1. -111"/>
    <w:rsid w:val="00011E90"/>
    <w:pPr>
      <w:numPr>
        <w:numId w:val="184"/>
      </w:numPr>
    </w:pPr>
  </w:style>
  <w:style w:type="numbering" w:customStyle="1" w:styleId="1a-111">
    <w:name w:val="1. a) -111"/>
    <w:rsid w:val="00011E90"/>
    <w:pPr>
      <w:numPr>
        <w:numId w:val="185"/>
      </w:numPr>
    </w:pPr>
  </w:style>
  <w:style w:type="numbering" w:customStyle="1" w:styleId="EstiloEsquemanumeradoIzquierda0cmSangrafrancesa05cm1">
    <w:name w:val="Estilo Esquema numerado Izquierda:  0 cm Sangría francesa:  05 cm1"/>
    <w:rsid w:val="00011E90"/>
    <w:pPr>
      <w:numPr>
        <w:numId w:val="186"/>
      </w:numPr>
    </w:pPr>
  </w:style>
  <w:style w:type="numbering" w:customStyle="1" w:styleId="aa1-10">
    <w:name w:val="a) a.1. -1"/>
    <w:rsid w:val="00011E90"/>
    <w:pPr>
      <w:numPr>
        <w:numId w:val="187"/>
      </w:numPr>
    </w:pPr>
  </w:style>
  <w:style w:type="numbering" w:customStyle="1" w:styleId="Esquemaletrasa111">
    <w:name w:val="Esquema letras a) 1º11"/>
    <w:rsid w:val="00011E90"/>
    <w:pPr>
      <w:numPr>
        <w:numId w:val="188"/>
      </w:numPr>
    </w:pPr>
  </w:style>
  <w:style w:type="numbering" w:customStyle="1" w:styleId="a1-3">
    <w:name w:val="a) 1º - .3"/>
    <w:rsid w:val="00011E90"/>
    <w:pPr>
      <w:numPr>
        <w:numId w:val="189"/>
      </w:numPr>
    </w:pPr>
  </w:style>
  <w:style w:type="numbering" w:customStyle="1" w:styleId="A-">
    <w:name w:val="A. - ."/>
    <w:rsid w:val="00011E90"/>
    <w:pPr>
      <w:numPr>
        <w:numId w:val="190"/>
      </w:numPr>
    </w:pPr>
  </w:style>
  <w:style w:type="numbering" w:customStyle="1" w:styleId="-112">
    <w:name w:val="- * .112"/>
    <w:rsid w:val="00011E90"/>
    <w:pPr>
      <w:numPr>
        <w:numId w:val="191"/>
      </w:numPr>
    </w:pPr>
  </w:style>
  <w:style w:type="numbering" w:customStyle="1" w:styleId="Letrasa1">
    <w:name w:val="Letras a)1"/>
    <w:rsid w:val="00011E90"/>
    <w:pPr>
      <w:numPr>
        <w:numId w:val="175"/>
      </w:numPr>
    </w:pPr>
  </w:style>
  <w:style w:type="numbering" w:customStyle="1" w:styleId="A-1120">
    <w:name w:val="A. - 1. .12"/>
    <w:rsid w:val="00011E90"/>
    <w:pPr>
      <w:numPr>
        <w:numId w:val="192"/>
      </w:numPr>
    </w:pPr>
  </w:style>
  <w:style w:type="numbering" w:customStyle="1" w:styleId="a111-11">
    <w:name w:val="a) 1. 1.1. -11"/>
    <w:uiPriority w:val="99"/>
    <w:rsid w:val="00011E90"/>
    <w:pPr>
      <w:numPr>
        <w:numId w:val="193"/>
      </w:numPr>
    </w:pPr>
  </w:style>
  <w:style w:type="numbering" w:customStyle="1" w:styleId="a11111111">
    <w:name w:val="a) 1.1. 1.1.1.111"/>
    <w:rsid w:val="00011E90"/>
    <w:pPr>
      <w:numPr>
        <w:numId w:val="194"/>
      </w:numPr>
    </w:pPr>
  </w:style>
  <w:style w:type="numbering" w:customStyle="1" w:styleId="Ia-111">
    <w:name w:val="I. a) -111"/>
    <w:rsid w:val="00011E90"/>
    <w:pPr>
      <w:numPr>
        <w:numId w:val="195"/>
      </w:numPr>
    </w:pPr>
  </w:style>
  <w:style w:type="numbering" w:customStyle="1" w:styleId="AA1-110">
    <w:name w:val="A) A1) -11"/>
    <w:uiPriority w:val="99"/>
    <w:rsid w:val="00011E90"/>
    <w:pPr>
      <w:numPr>
        <w:numId w:val="196"/>
      </w:numPr>
    </w:pPr>
  </w:style>
  <w:style w:type="numbering" w:customStyle="1" w:styleId="Listanmerosyletras1">
    <w:name w:val="Lista números y letras1"/>
    <w:uiPriority w:val="99"/>
    <w:rsid w:val="00011E90"/>
    <w:pPr>
      <w:numPr>
        <w:numId w:val="197"/>
      </w:numPr>
    </w:pPr>
  </w:style>
  <w:style w:type="numbering" w:customStyle="1" w:styleId="1-110">
    <w:name w:val="1º -11"/>
    <w:rsid w:val="00011E90"/>
    <w:pPr>
      <w:numPr>
        <w:numId w:val="198"/>
      </w:numPr>
    </w:pPr>
  </w:style>
  <w:style w:type="numbering" w:customStyle="1" w:styleId="Vaseadems111">
    <w:name w:val="Véase además111"/>
    <w:rsid w:val="00011E90"/>
    <w:pPr>
      <w:numPr>
        <w:numId w:val="199"/>
      </w:numPr>
    </w:pPr>
  </w:style>
  <w:style w:type="numbering" w:customStyle="1" w:styleId="Vaseadems12">
    <w:name w:val="Véase además12"/>
    <w:rsid w:val="00011E90"/>
    <w:pPr>
      <w:numPr>
        <w:numId w:val="20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2506">
      <w:bodyDiv w:val="1"/>
      <w:marLeft w:val="0"/>
      <w:marRight w:val="0"/>
      <w:marTop w:val="0"/>
      <w:marBottom w:val="0"/>
      <w:divBdr>
        <w:top w:val="none" w:sz="0" w:space="0" w:color="auto"/>
        <w:left w:val="none" w:sz="0" w:space="0" w:color="auto"/>
        <w:bottom w:val="none" w:sz="0" w:space="0" w:color="auto"/>
        <w:right w:val="none" w:sz="0" w:space="0" w:color="auto"/>
      </w:divBdr>
    </w:div>
    <w:div w:id="54859419">
      <w:bodyDiv w:val="1"/>
      <w:marLeft w:val="0"/>
      <w:marRight w:val="0"/>
      <w:marTop w:val="0"/>
      <w:marBottom w:val="0"/>
      <w:divBdr>
        <w:top w:val="none" w:sz="0" w:space="0" w:color="auto"/>
        <w:left w:val="none" w:sz="0" w:space="0" w:color="auto"/>
        <w:bottom w:val="none" w:sz="0" w:space="0" w:color="auto"/>
        <w:right w:val="none" w:sz="0" w:space="0" w:color="auto"/>
      </w:divBdr>
    </w:div>
    <w:div w:id="179971543">
      <w:bodyDiv w:val="1"/>
      <w:marLeft w:val="0"/>
      <w:marRight w:val="0"/>
      <w:marTop w:val="0"/>
      <w:marBottom w:val="0"/>
      <w:divBdr>
        <w:top w:val="none" w:sz="0" w:space="0" w:color="auto"/>
        <w:left w:val="none" w:sz="0" w:space="0" w:color="auto"/>
        <w:bottom w:val="none" w:sz="0" w:space="0" w:color="auto"/>
        <w:right w:val="none" w:sz="0" w:space="0" w:color="auto"/>
      </w:divBdr>
    </w:div>
    <w:div w:id="367679846">
      <w:bodyDiv w:val="1"/>
      <w:marLeft w:val="0"/>
      <w:marRight w:val="0"/>
      <w:marTop w:val="0"/>
      <w:marBottom w:val="0"/>
      <w:divBdr>
        <w:top w:val="none" w:sz="0" w:space="0" w:color="auto"/>
        <w:left w:val="none" w:sz="0" w:space="0" w:color="auto"/>
        <w:bottom w:val="none" w:sz="0" w:space="0" w:color="auto"/>
        <w:right w:val="none" w:sz="0" w:space="0" w:color="auto"/>
      </w:divBdr>
    </w:div>
    <w:div w:id="543906281">
      <w:bodyDiv w:val="1"/>
      <w:marLeft w:val="0"/>
      <w:marRight w:val="0"/>
      <w:marTop w:val="0"/>
      <w:marBottom w:val="0"/>
      <w:divBdr>
        <w:top w:val="none" w:sz="0" w:space="0" w:color="auto"/>
        <w:left w:val="none" w:sz="0" w:space="0" w:color="auto"/>
        <w:bottom w:val="none" w:sz="0" w:space="0" w:color="auto"/>
        <w:right w:val="none" w:sz="0" w:space="0" w:color="auto"/>
      </w:divBdr>
    </w:div>
    <w:div w:id="755319321">
      <w:bodyDiv w:val="1"/>
      <w:marLeft w:val="0"/>
      <w:marRight w:val="0"/>
      <w:marTop w:val="0"/>
      <w:marBottom w:val="0"/>
      <w:divBdr>
        <w:top w:val="none" w:sz="0" w:space="0" w:color="auto"/>
        <w:left w:val="none" w:sz="0" w:space="0" w:color="auto"/>
        <w:bottom w:val="none" w:sz="0" w:space="0" w:color="auto"/>
        <w:right w:val="none" w:sz="0" w:space="0" w:color="auto"/>
      </w:divBdr>
    </w:div>
    <w:div w:id="776489886">
      <w:bodyDiv w:val="1"/>
      <w:marLeft w:val="0"/>
      <w:marRight w:val="0"/>
      <w:marTop w:val="0"/>
      <w:marBottom w:val="0"/>
      <w:divBdr>
        <w:top w:val="none" w:sz="0" w:space="0" w:color="auto"/>
        <w:left w:val="none" w:sz="0" w:space="0" w:color="auto"/>
        <w:bottom w:val="none" w:sz="0" w:space="0" w:color="auto"/>
        <w:right w:val="none" w:sz="0" w:space="0" w:color="auto"/>
      </w:divBdr>
    </w:div>
    <w:div w:id="819543128">
      <w:bodyDiv w:val="1"/>
      <w:marLeft w:val="0"/>
      <w:marRight w:val="0"/>
      <w:marTop w:val="0"/>
      <w:marBottom w:val="0"/>
      <w:divBdr>
        <w:top w:val="none" w:sz="0" w:space="0" w:color="auto"/>
        <w:left w:val="none" w:sz="0" w:space="0" w:color="auto"/>
        <w:bottom w:val="none" w:sz="0" w:space="0" w:color="auto"/>
        <w:right w:val="none" w:sz="0" w:space="0" w:color="auto"/>
      </w:divBdr>
    </w:div>
    <w:div w:id="893656830">
      <w:bodyDiv w:val="1"/>
      <w:marLeft w:val="0"/>
      <w:marRight w:val="0"/>
      <w:marTop w:val="0"/>
      <w:marBottom w:val="0"/>
      <w:divBdr>
        <w:top w:val="none" w:sz="0" w:space="0" w:color="auto"/>
        <w:left w:val="none" w:sz="0" w:space="0" w:color="auto"/>
        <w:bottom w:val="none" w:sz="0" w:space="0" w:color="auto"/>
        <w:right w:val="none" w:sz="0" w:space="0" w:color="auto"/>
      </w:divBdr>
    </w:div>
    <w:div w:id="917638123">
      <w:bodyDiv w:val="1"/>
      <w:marLeft w:val="0"/>
      <w:marRight w:val="0"/>
      <w:marTop w:val="0"/>
      <w:marBottom w:val="0"/>
      <w:divBdr>
        <w:top w:val="none" w:sz="0" w:space="0" w:color="auto"/>
        <w:left w:val="none" w:sz="0" w:space="0" w:color="auto"/>
        <w:bottom w:val="none" w:sz="0" w:space="0" w:color="auto"/>
        <w:right w:val="none" w:sz="0" w:space="0" w:color="auto"/>
      </w:divBdr>
    </w:div>
    <w:div w:id="1096251738">
      <w:bodyDiv w:val="1"/>
      <w:marLeft w:val="0"/>
      <w:marRight w:val="0"/>
      <w:marTop w:val="0"/>
      <w:marBottom w:val="0"/>
      <w:divBdr>
        <w:top w:val="none" w:sz="0" w:space="0" w:color="auto"/>
        <w:left w:val="none" w:sz="0" w:space="0" w:color="auto"/>
        <w:bottom w:val="none" w:sz="0" w:space="0" w:color="auto"/>
        <w:right w:val="none" w:sz="0" w:space="0" w:color="auto"/>
      </w:divBdr>
    </w:div>
    <w:div w:id="1212226725">
      <w:bodyDiv w:val="1"/>
      <w:marLeft w:val="0"/>
      <w:marRight w:val="0"/>
      <w:marTop w:val="0"/>
      <w:marBottom w:val="0"/>
      <w:divBdr>
        <w:top w:val="none" w:sz="0" w:space="0" w:color="auto"/>
        <w:left w:val="none" w:sz="0" w:space="0" w:color="auto"/>
        <w:bottom w:val="none" w:sz="0" w:space="0" w:color="auto"/>
        <w:right w:val="none" w:sz="0" w:space="0" w:color="auto"/>
      </w:divBdr>
    </w:div>
    <w:div w:id="1381981100">
      <w:bodyDiv w:val="1"/>
      <w:marLeft w:val="0"/>
      <w:marRight w:val="0"/>
      <w:marTop w:val="0"/>
      <w:marBottom w:val="0"/>
      <w:divBdr>
        <w:top w:val="none" w:sz="0" w:space="0" w:color="auto"/>
        <w:left w:val="none" w:sz="0" w:space="0" w:color="auto"/>
        <w:bottom w:val="none" w:sz="0" w:space="0" w:color="auto"/>
        <w:right w:val="none" w:sz="0" w:space="0" w:color="auto"/>
      </w:divBdr>
    </w:div>
    <w:div w:id="1506092529">
      <w:bodyDiv w:val="1"/>
      <w:marLeft w:val="0"/>
      <w:marRight w:val="0"/>
      <w:marTop w:val="0"/>
      <w:marBottom w:val="0"/>
      <w:divBdr>
        <w:top w:val="none" w:sz="0" w:space="0" w:color="auto"/>
        <w:left w:val="none" w:sz="0" w:space="0" w:color="auto"/>
        <w:bottom w:val="none" w:sz="0" w:space="0" w:color="auto"/>
        <w:right w:val="none" w:sz="0" w:space="0" w:color="auto"/>
      </w:divBdr>
    </w:div>
    <w:div w:id="1565140433">
      <w:bodyDiv w:val="1"/>
      <w:marLeft w:val="0"/>
      <w:marRight w:val="0"/>
      <w:marTop w:val="0"/>
      <w:marBottom w:val="0"/>
      <w:divBdr>
        <w:top w:val="none" w:sz="0" w:space="0" w:color="auto"/>
        <w:left w:val="none" w:sz="0" w:space="0" w:color="auto"/>
        <w:bottom w:val="none" w:sz="0" w:space="0" w:color="auto"/>
        <w:right w:val="none" w:sz="0" w:space="0" w:color="auto"/>
      </w:divBdr>
    </w:div>
    <w:div w:id="1765032104">
      <w:bodyDiv w:val="1"/>
      <w:marLeft w:val="0"/>
      <w:marRight w:val="0"/>
      <w:marTop w:val="0"/>
      <w:marBottom w:val="0"/>
      <w:divBdr>
        <w:top w:val="none" w:sz="0" w:space="0" w:color="auto"/>
        <w:left w:val="none" w:sz="0" w:space="0" w:color="auto"/>
        <w:bottom w:val="none" w:sz="0" w:space="0" w:color="auto"/>
        <w:right w:val="none" w:sz="0" w:space="0" w:color="auto"/>
      </w:divBdr>
    </w:div>
    <w:div w:id="1765953339">
      <w:bodyDiv w:val="1"/>
      <w:marLeft w:val="0"/>
      <w:marRight w:val="0"/>
      <w:marTop w:val="0"/>
      <w:marBottom w:val="0"/>
      <w:divBdr>
        <w:top w:val="none" w:sz="0" w:space="0" w:color="auto"/>
        <w:left w:val="none" w:sz="0" w:space="0" w:color="auto"/>
        <w:bottom w:val="none" w:sz="0" w:space="0" w:color="auto"/>
        <w:right w:val="none" w:sz="0" w:space="0" w:color="auto"/>
      </w:divBdr>
    </w:div>
    <w:div w:id="1794521943">
      <w:bodyDiv w:val="1"/>
      <w:marLeft w:val="0"/>
      <w:marRight w:val="0"/>
      <w:marTop w:val="0"/>
      <w:marBottom w:val="0"/>
      <w:divBdr>
        <w:top w:val="none" w:sz="0" w:space="0" w:color="auto"/>
        <w:left w:val="none" w:sz="0" w:space="0" w:color="auto"/>
        <w:bottom w:val="none" w:sz="0" w:space="0" w:color="auto"/>
        <w:right w:val="none" w:sz="0" w:space="0" w:color="auto"/>
      </w:divBdr>
    </w:div>
    <w:div w:id="1853453210">
      <w:bodyDiv w:val="1"/>
      <w:marLeft w:val="0"/>
      <w:marRight w:val="0"/>
      <w:marTop w:val="0"/>
      <w:marBottom w:val="0"/>
      <w:divBdr>
        <w:top w:val="none" w:sz="0" w:space="0" w:color="auto"/>
        <w:left w:val="none" w:sz="0" w:space="0" w:color="auto"/>
        <w:bottom w:val="none" w:sz="0" w:space="0" w:color="auto"/>
        <w:right w:val="none" w:sz="0" w:space="0" w:color="auto"/>
      </w:divBdr>
    </w:div>
    <w:div w:id="1948346741">
      <w:bodyDiv w:val="1"/>
      <w:marLeft w:val="0"/>
      <w:marRight w:val="0"/>
      <w:marTop w:val="0"/>
      <w:marBottom w:val="0"/>
      <w:divBdr>
        <w:top w:val="none" w:sz="0" w:space="0" w:color="auto"/>
        <w:left w:val="none" w:sz="0" w:space="0" w:color="auto"/>
        <w:bottom w:val="none" w:sz="0" w:space="0" w:color="auto"/>
        <w:right w:val="none" w:sz="0" w:space="0" w:color="auto"/>
      </w:divBdr>
    </w:div>
    <w:div w:id="2031755223">
      <w:bodyDiv w:val="1"/>
      <w:marLeft w:val="0"/>
      <w:marRight w:val="0"/>
      <w:marTop w:val="0"/>
      <w:marBottom w:val="0"/>
      <w:divBdr>
        <w:top w:val="none" w:sz="0" w:space="0" w:color="auto"/>
        <w:left w:val="none" w:sz="0" w:space="0" w:color="auto"/>
        <w:bottom w:val="none" w:sz="0" w:space="0" w:color="auto"/>
        <w:right w:val="none" w:sz="0" w:space="0" w:color="auto"/>
      </w:divBdr>
    </w:div>
    <w:div w:id="2050837894">
      <w:bodyDiv w:val="1"/>
      <w:marLeft w:val="0"/>
      <w:marRight w:val="0"/>
      <w:marTop w:val="0"/>
      <w:marBottom w:val="0"/>
      <w:divBdr>
        <w:top w:val="none" w:sz="0" w:space="0" w:color="auto"/>
        <w:left w:val="none" w:sz="0" w:space="0" w:color="auto"/>
        <w:bottom w:val="none" w:sz="0" w:space="0" w:color="auto"/>
        <w:right w:val="none" w:sz="0" w:space="0" w:color="auto"/>
      </w:divBdr>
    </w:div>
    <w:div w:id="2081705415">
      <w:bodyDiv w:val="1"/>
      <w:marLeft w:val="0"/>
      <w:marRight w:val="0"/>
      <w:marTop w:val="0"/>
      <w:marBottom w:val="0"/>
      <w:divBdr>
        <w:top w:val="none" w:sz="0" w:space="0" w:color="auto"/>
        <w:left w:val="none" w:sz="0" w:space="0" w:color="auto"/>
        <w:bottom w:val="none" w:sz="0" w:space="0" w:color="auto"/>
        <w:right w:val="none" w:sz="0" w:space="0" w:color="auto"/>
      </w:divBdr>
    </w:div>
    <w:div w:id="210784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guzman\Documents\ARCHY\WORD\Game\Oficios\Ofici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29AD9-B31D-4146-8503-22C0A446E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Oficio.dot</Template>
  <TotalTime>0</TotalTime>
  <Pages>95</Pages>
  <Words>28712</Words>
  <Characters>157922</Characters>
  <Application>Microsoft Office Word</Application>
  <DocSecurity>0</DocSecurity>
  <Lines>1316</Lines>
  <Paragraphs>372</Paragraphs>
  <ScaleCrop>false</ScaleCrop>
  <HeadingPairs>
    <vt:vector size="2" baseType="variant">
      <vt:variant>
        <vt:lpstr>Título</vt:lpstr>
      </vt:variant>
      <vt:variant>
        <vt:i4>1</vt:i4>
      </vt:variant>
    </vt:vector>
  </HeadingPairs>
  <TitlesOfParts>
    <vt:vector size="1" baseType="lpstr">
      <vt:lpstr>Oficio</vt:lpstr>
    </vt:vector>
  </TitlesOfParts>
  <Company>C.A.R.</Company>
  <LinksUpToDate>false</LinksUpToDate>
  <CharactersWithSpaces>186262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dc:title>
  <dc:creator>Pedro Guzmán Martínez</dc:creator>
  <cp:lastModifiedBy>Maria Milagros Ruíz Gómez</cp:lastModifiedBy>
  <cp:revision>2</cp:revision>
  <cp:lastPrinted>2021-03-26T09:49:00Z</cp:lastPrinted>
  <dcterms:created xsi:type="dcterms:W3CDTF">2022-09-26T08:12:00Z</dcterms:created>
  <dcterms:modified xsi:type="dcterms:W3CDTF">2022-09-26T08:12:00Z</dcterms:modified>
</cp:coreProperties>
</file>